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24709" w14:textId="77777777" w:rsidR="003C3A98" w:rsidRPr="00ED1A1D" w:rsidRDefault="00D37365" w:rsidP="00420F05">
      <w:pPr>
        <w:pStyle w:val="NRCINSPECTIONMANUAL"/>
        <w:rPr>
          <w:szCs w:val="20"/>
        </w:rPr>
      </w:pPr>
      <w:r w:rsidRPr="00ED1A1D">
        <w:rPr>
          <w:szCs w:val="20"/>
        </w:rPr>
        <w:tab/>
      </w:r>
      <w:r w:rsidR="003C3A98" w:rsidRPr="00ED1A1D">
        <w:rPr>
          <w:b/>
          <w:bCs/>
          <w:sz w:val="38"/>
          <w:szCs w:val="38"/>
        </w:rPr>
        <w:t>NRC INSPECTION MANUAL</w:t>
      </w:r>
      <w:r w:rsidR="00446767" w:rsidRPr="00ED1A1D">
        <w:rPr>
          <w:szCs w:val="20"/>
        </w:rPr>
        <w:tab/>
      </w:r>
      <w:r w:rsidR="00C24537" w:rsidRPr="00ED1A1D">
        <w:rPr>
          <w:szCs w:val="20"/>
        </w:rPr>
        <w:t>D</w:t>
      </w:r>
      <w:r w:rsidR="00F01B33" w:rsidRPr="00ED1A1D">
        <w:rPr>
          <w:szCs w:val="20"/>
        </w:rPr>
        <w:t>RO</w:t>
      </w:r>
    </w:p>
    <w:p w14:paraId="47827442" w14:textId="2450F08B" w:rsidR="00314257" w:rsidRPr="00ED1A1D" w:rsidRDefault="00314257" w:rsidP="00B705FC">
      <w:pPr>
        <w:pStyle w:val="IMCIP"/>
      </w:pPr>
      <w:r w:rsidRPr="00ED1A1D">
        <w:t>TABLE OF CONTENTS</w:t>
      </w:r>
    </w:p>
    <w:p w14:paraId="5BC731C2" w14:textId="74B4E19A" w:rsidR="003C3A98" w:rsidRPr="00ED1A1D" w:rsidRDefault="00C8186E" w:rsidP="0023764B">
      <w:pPr>
        <w:pStyle w:val="BodyText"/>
      </w:pPr>
      <w:r w:rsidRPr="00ED1A1D">
        <w:rPr>
          <w:u w:val="single"/>
        </w:rPr>
        <w:t>Table of Contents</w:t>
      </w:r>
      <w:r w:rsidRPr="00ED1A1D">
        <w:tab/>
        <w:t xml:space="preserve">Current through Change Notice </w:t>
      </w:r>
      <w:r w:rsidR="009B1FD8" w:rsidRPr="00ED1A1D">
        <w:t>2</w:t>
      </w:r>
      <w:r w:rsidR="002C6CD0">
        <w:t>5</w:t>
      </w:r>
      <w:r w:rsidR="00AF035C" w:rsidRPr="00ED1A1D">
        <w:t>-0</w:t>
      </w:r>
      <w:r w:rsidR="002C6CD0">
        <w:t>0</w:t>
      </w:r>
      <w:r w:rsidR="00E433E9">
        <w:t>5</w:t>
      </w:r>
      <w:r w:rsidR="002B5055" w:rsidRPr="00ED1A1D">
        <w:t xml:space="preserve"> </w:t>
      </w:r>
      <w:r w:rsidR="00D37758" w:rsidRPr="00ED1A1D">
        <w:t xml:space="preserve">issued </w:t>
      </w:r>
      <w:r w:rsidR="002C6CD0">
        <w:t>0</w:t>
      </w:r>
      <w:r w:rsidR="00D80C32">
        <w:t>3</w:t>
      </w:r>
      <w:r w:rsidR="00AF035C" w:rsidRPr="00ED1A1D">
        <w:t>/</w:t>
      </w:r>
      <w:r w:rsidR="006E6DF9">
        <w:t>25</w:t>
      </w:r>
      <w:r w:rsidR="00AF035C" w:rsidRPr="00ED1A1D">
        <w:t>/202</w:t>
      </w:r>
      <w:r w:rsidR="002C6CD0">
        <w:t>5</w:t>
      </w:r>
    </w:p>
    <w:p w14:paraId="3A95CEC4" w14:textId="477D1A65" w:rsidR="003C3A98" w:rsidRPr="00ED1A1D" w:rsidRDefault="003C3A98" w:rsidP="00616E37">
      <w:pPr>
        <w:pStyle w:val="BodyText"/>
        <w:tabs>
          <w:tab w:val="clear" w:pos="-1380"/>
          <w:tab w:val="clear" w:pos="-720"/>
          <w:tab w:val="clear" w:pos="240"/>
          <w:tab w:val="clear" w:pos="840"/>
          <w:tab w:val="clear" w:pos="1440"/>
          <w:tab w:val="clear" w:pos="2040"/>
          <w:tab w:val="clear" w:pos="2640"/>
          <w:tab w:val="clear" w:pos="3240"/>
          <w:tab w:val="clear" w:pos="3840"/>
          <w:tab w:val="clear" w:pos="4440"/>
          <w:tab w:val="clear" w:pos="5040"/>
          <w:tab w:val="clear" w:pos="5640"/>
          <w:tab w:val="clear" w:pos="6240"/>
          <w:tab w:val="clear" w:pos="6840"/>
          <w:tab w:val="clear" w:pos="9810"/>
        </w:tabs>
        <w:spacing w:before="440"/>
        <w:ind w:left="720" w:hanging="720"/>
      </w:pPr>
      <w:r w:rsidRPr="00ED1A1D">
        <w:rPr>
          <w:b/>
          <w:bCs/>
          <w:u w:val="single"/>
        </w:rPr>
        <w:t>PART</w:t>
      </w:r>
      <w:r w:rsidR="00616E37" w:rsidRPr="00ED1A1D">
        <w:rPr>
          <w:b/>
          <w:bCs/>
          <w:u w:val="single"/>
        </w:rPr>
        <w:br/>
      </w:r>
      <w:r w:rsidRPr="00ED1A1D">
        <w:rPr>
          <w:b/>
          <w:u w:val="single"/>
        </w:rPr>
        <w:t>CHAPTER</w:t>
      </w:r>
    </w:p>
    <w:p w14:paraId="05DB29D7" w14:textId="3B526250" w:rsidR="003C3A98" w:rsidRPr="00ED1A1D" w:rsidRDefault="003C3A98" w:rsidP="004474AC">
      <w:pPr>
        <w:pStyle w:val="Heading1"/>
      </w:pPr>
      <w:r w:rsidRPr="00ED1A1D">
        <w:t>0000</w:t>
      </w:r>
      <w:r w:rsidRPr="00ED1A1D">
        <w:tab/>
      </w:r>
      <w:r w:rsidRPr="00ED1A1D">
        <w:rPr>
          <w:u w:val="single"/>
        </w:rPr>
        <w:t>NRC Inspection Manual</w:t>
      </w:r>
      <w:r w:rsidR="00B95FF4" w:rsidRPr="00ED1A1D">
        <w:rPr>
          <w:rFonts w:ascii="ZWAdobeF" w:hAnsi="ZWAdobeF" w:cs="ZWAdobeF"/>
          <w:sz w:val="2"/>
          <w:szCs w:val="2"/>
        </w:rPr>
        <w:t xml:space="preserve"> </w:t>
      </w:r>
      <w:r w:rsidRPr="00ED1A1D">
        <w:rPr>
          <w:vertAlign w:val="superscript"/>
        </w:rPr>
        <w:footnoteReference w:customMarkFollows="1" w:id="2"/>
        <w:t>1</w:t>
      </w:r>
    </w:p>
    <w:p w14:paraId="21F99DF3" w14:textId="38965DE2" w:rsidR="003C3A98" w:rsidRPr="00ED1A1D" w:rsidRDefault="003C3A98" w:rsidP="004474AC">
      <w:pPr>
        <w:pStyle w:val="BodyText3"/>
      </w:pPr>
      <w:r w:rsidRPr="00ED1A1D">
        <w:t>0040</w:t>
      </w:r>
      <w:r w:rsidRPr="00ED1A1D">
        <w:tab/>
        <w:t>Prepar</w:t>
      </w:r>
      <w:r w:rsidR="00D81FF9" w:rsidRPr="00ED1A1D">
        <w:t>ation</w:t>
      </w:r>
      <w:r w:rsidRPr="00ED1A1D">
        <w:t>, Revisi</w:t>
      </w:r>
      <w:r w:rsidR="00D81FF9" w:rsidRPr="00ED1A1D">
        <w:t>on</w:t>
      </w:r>
      <w:r w:rsidRPr="00ED1A1D">
        <w:t>, Issu</w:t>
      </w:r>
      <w:r w:rsidR="00B37357" w:rsidRPr="00ED1A1D">
        <w:t>ance, and Ongoing Oversight of</w:t>
      </w:r>
      <w:r w:rsidRPr="00ED1A1D">
        <w:t xml:space="preserve"> NRC</w:t>
      </w:r>
      <w:r w:rsidR="00331D5D" w:rsidRPr="00ED1A1D">
        <w:t xml:space="preserve"> </w:t>
      </w:r>
      <w:r w:rsidRPr="00ED1A1D">
        <w:t>Inspection Manual</w:t>
      </w:r>
      <w:r w:rsidR="00B37357" w:rsidRPr="00ED1A1D">
        <w:t xml:space="preserve"> Documents</w:t>
      </w:r>
      <w:r w:rsidRPr="00ED1A1D">
        <w:t xml:space="preserve"> </w:t>
      </w:r>
      <w:bookmarkStart w:id="0" w:name="_Hlk46301410"/>
      <w:r w:rsidR="00B819BB" w:rsidRPr="00ED1A1D">
        <w:t>01/17/23 (23-001)</w:t>
      </w:r>
      <w:bookmarkEnd w:id="0"/>
    </w:p>
    <w:p w14:paraId="7B9C7519" w14:textId="304B029C" w:rsidR="00525F3C" w:rsidRPr="00ED1A1D" w:rsidRDefault="00525F3C" w:rsidP="004474AC">
      <w:pPr>
        <w:pStyle w:val="BodyText3"/>
      </w:pPr>
      <w:r w:rsidRPr="00ED1A1D">
        <w:t>0040, App A</w:t>
      </w:r>
      <w:r w:rsidRPr="00ED1A1D">
        <w:tab/>
        <w:t>Word Processing Format Directions and Guidance for Inspection Manual Documents 01/17/23 (23-001)</w:t>
      </w:r>
    </w:p>
    <w:p w14:paraId="32558B19" w14:textId="77777777" w:rsidR="003C3A98" w:rsidRPr="00ED1A1D" w:rsidRDefault="003C3A98" w:rsidP="004474AC">
      <w:pPr>
        <w:pStyle w:val="BodyText2"/>
      </w:pPr>
      <w:bookmarkStart w:id="1" w:name="_Hlk46825662"/>
      <w:r w:rsidRPr="00ED1A1D">
        <w:t>0100</w:t>
      </w:r>
      <w:r w:rsidRPr="00ED1A1D">
        <w:tab/>
      </w:r>
      <w:r w:rsidRPr="00ED1A1D">
        <w:rPr>
          <w:u w:val="single"/>
        </w:rPr>
        <w:t>Program Responsibilities</w:t>
      </w:r>
    </w:p>
    <w:bookmarkEnd w:id="1"/>
    <w:p w14:paraId="2F33217B" w14:textId="50CDF31E" w:rsidR="003C3A98" w:rsidRPr="00ED1A1D" w:rsidRDefault="003C3A98" w:rsidP="004474AC">
      <w:pPr>
        <w:pStyle w:val="BodyText3"/>
      </w:pPr>
      <w:r w:rsidRPr="00ED1A1D">
        <w:t>0102</w:t>
      </w:r>
      <w:r w:rsidRPr="00ED1A1D">
        <w:tab/>
        <w:t>Oversight and Objectivity of Inspectors and Examiners</w:t>
      </w:r>
      <w:r w:rsidR="00D9492F" w:rsidRPr="00ED1A1D">
        <w:t xml:space="preserve"> </w:t>
      </w:r>
      <w:r w:rsidRPr="00ED1A1D">
        <w:t xml:space="preserve">at </w:t>
      </w:r>
      <w:r w:rsidR="00C823D9">
        <w:t>Licensee</w:t>
      </w:r>
      <w:r w:rsidR="00135BA0" w:rsidRPr="00ED1A1D">
        <w:t xml:space="preserve"> Facilities </w:t>
      </w:r>
      <w:r w:rsidR="00F11B09" w:rsidRPr="00ED1A1D">
        <w:t>0</w:t>
      </w:r>
      <w:r w:rsidR="00735E22">
        <w:t>3/18/25 (25-00</w:t>
      </w:r>
      <w:r w:rsidR="00FC5119">
        <w:t>4)</w:t>
      </w:r>
    </w:p>
    <w:p w14:paraId="076DDA54" w14:textId="33130358" w:rsidR="003C3A98" w:rsidRPr="00ED1A1D" w:rsidRDefault="003C3A98" w:rsidP="004474AC">
      <w:pPr>
        <w:pStyle w:val="BodyText3"/>
      </w:pPr>
      <w:r w:rsidRPr="00ED1A1D">
        <w:t>0111</w:t>
      </w:r>
      <w:r w:rsidRPr="00ED1A1D">
        <w:tab/>
      </w:r>
      <w:r w:rsidR="00A03E38" w:rsidRPr="00ED1A1D">
        <w:t xml:space="preserve">Region I </w:t>
      </w:r>
      <w:proofErr w:type="gramStart"/>
      <w:r w:rsidRPr="00ED1A1D">
        <w:t>Monitoring</w:t>
      </w:r>
      <w:proofErr w:type="gramEnd"/>
      <w:r w:rsidRPr="00ED1A1D">
        <w:t xml:space="preserve"> Activities for the D</w:t>
      </w:r>
      <w:r w:rsidR="00981975" w:rsidRPr="00ED1A1D">
        <w:t xml:space="preserve">epartment of </w:t>
      </w:r>
      <w:r w:rsidRPr="00ED1A1D">
        <w:t>E</w:t>
      </w:r>
      <w:r w:rsidR="00981975" w:rsidRPr="00ED1A1D">
        <w:t>nergy</w:t>
      </w:r>
      <w:r w:rsidRPr="00ED1A1D">
        <w:t xml:space="preserve"> West Valley</w:t>
      </w:r>
      <w:r w:rsidR="00D9492F" w:rsidRPr="00ED1A1D">
        <w:br/>
      </w:r>
      <w:r w:rsidR="00C55164" w:rsidRPr="00ED1A1D">
        <w:t xml:space="preserve">Demonstration Project </w:t>
      </w:r>
      <w:r w:rsidR="009426E1" w:rsidRPr="00ED1A1D">
        <w:t>09/09/20</w:t>
      </w:r>
      <w:r w:rsidRPr="00ED1A1D">
        <w:t xml:space="preserve"> (</w:t>
      </w:r>
      <w:r w:rsidR="009426E1" w:rsidRPr="00ED1A1D">
        <w:t>20</w:t>
      </w:r>
      <w:r w:rsidRPr="00ED1A1D">
        <w:t>-0</w:t>
      </w:r>
      <w:r w:rsidR="009426E1" w:rsidRPr="00ED1A1D">
        <w:t>41</w:t>
      </w:r>
      <w:r w:rsidRPr="00ED1A1D">
        <w:t>)</w:t>
      </w:r>
    </w:p>
    <w:p w14:paraId="52EAA19C" w14:textId="77777777" w:rsidR="003C3A98" w:rsidRPr="00ED1A1D" w:rsidRDefault="003C3A98" w:rsidP="004474AC">
      <w:pPr>
        <w:pStyle w:val="BodyText2"/>
      </w:pPr>
      <w:r w:rsidRPr="00ED1A1D">
        <w:t>0200</w:t>
      </w:r>
      <w:r w:rsidRPr="00ED1A1D">
        <w:tab/>
      </w:r>
      <w:r w:rsidRPr="00ED1A1D">
        <w:rPr>
          <w:u w:val="single"/>
        </w:rPr>
        <w:t>Program Management Reports</w:t>
      </w:r>
    </w:p>
    <w:p w14:paraId="0179B22C" w14:textId="77777777" w:rsidR="003C3A98" w:rsidRPr="00ED1A1D" w:rsidRDefault="003C3A98" w:rsidP="004474AC">
      <w:pPr>
        <w:pStyle w:val="BodyText2"/>
      </w:pPr>
      <w:bookmarkStart w:id="2" w:name="_Hlk46825672"/>
      <w:r w:rsidRPr="00ED1A1D">
        <w:t>0300</w:t>
      </w:r>
      <w:r w:rsidRPr="00ED1A1D">
        <w:tab/>
      </w:r>
      <w:r w:rsidRPr="00ED1A1D">
        <w:rPr>
          <w:u w:val="single"/>
        </w:rPr>
        <w:t>Inspection Policy</w:t>
      </w:r>
    </w:p>
    <w:bookmarkEnd w:id="2"/>
    <w:p w14:paraId="60090D28" w14:textId="272EB529" w:rsidR="003C3A98" w:rsidRPr="00ED1A1D" w:rsidRDefault="003C3A98" w:rsidP="004474AC">
      <w:pPr>
        <w:pStyle w:val="BodyText3"/>
      </w:pPr>
      <w:r w:rsidRPr="00ED1A1D">
        <w:t>0301</w:t>
      </w:r>
      <w:r w:rsidRPr="00ED1A1D">
        <w:tab/>
        <w:t>Coordination of NRC Visits to Commercial Reactor Sites</w:t>
      </w:r>
      <w:r w:rsidR="005E4523" w:rsidRPr="00ED1A1D">
        <w:br/>
      </w:r>
      <w:r w:rsidR="00A246C8" w:rsidRPr="00ED1A1D">
        <w:t xml:space="preserve">08/24/01 </w:t>
      </w:r>
      <w:r w:rsidR="00DF69DF" w:rsidRPr="00ED1A1D">
        <w:t>(01-016)</w:t>
      </w:r>
    </w:p>
    <w:p w14:paraId="564A9F91" w14:textId="45E8B252" w:rsidR="00C44351" w:rsidRPr="00ED1A1D" w:rsidRDefault="00C44351" w:rsidP="004474AC">
      <w:pPr>
        <w:pStyle w:val="BodyText3"/>
      </w:pPr>
      <w:r w:rsidRPr="00ED1A1D">
        <w:t>0302</w:t>
      </w:r>
      <w:r w:rsidRPr="00ED1A1D">
        <w:tab/>
        <w:t xml:space="preserve">RESERVED Coordination of </w:t>
      </w:r>
      <w:r w:rsidR="00CE6157" w:rsidRPr="00ED1A1D">
        <w:t>Regional Requests f</w:t>
      </w:r>
      <w:r w:rsidRPr="00ED1A1D">
        <w:t xml:space="preserve">or NRR Staff </w:t>
      </w:r>
      <w:r w:rsidR="00176BF1" w:rsidRPr="00ED1A1D">
        <w:t>t</w:t>
      </w:r>
      <w:r w:rsidRPr="00ED1A1D">
        <w:t>o</w:t>
      </w:r>
      <w:r w:rsidR="00106761" w:rsidRPr="00ED1A1D">
        <w:t xml:space="preserve"> </w:t>
      </w:r>
      <w:r w:rsidRPr="00ED1A1D">
        <w:t>Conduct Inspection Activities</w:t>
      </w:r>
    </w:p>
    <w:p w14:paraId="07D872B8" w14:textId="0B0DD81F" w:rsidR="00176BF1" w:rsidRPr="00ED1A1D" w:rsidRDefault="00176BF1" w:rsidP="004474AC">
      <w:pPr>
        <w:pStyle w:val="BodyText3"/>
      </w:pPr>
      <w:r w:rsidRPr="00ED1A1D">
        <w:t>0303</w:t>
      </w:r>
      <w:r w:rsidRPr="00ED1A1D">
        <w:tab/>
        <w:t>Health Physics Positions (HPPOS) 07/10/19 (19-023)</w:t>
      </w:r>
    </w:p>
    <w:p w14:paraId="15B5A5AF" w14:textId="71DDC49E" w:rsidR="003C3A98" w:rsidRPr="00ED1A1D" w:rsidRDefault="003C3A98" w:rsidP="004474AC">
      <w:pPr>
        <w:pStyle w:val="BodyText3"/>
      </w:pPr>
      <w:r w:rsidRPr="00ED1A1D">
        <w:t>0305</w:t>
      </w:r>
      <w:r w:rsidRPr="00ED1A1D">
        <w:tab/>
        <w:t xml:space="preserve">Operating Reactor Assessment Program </w:t>
      </w:r>
      <w:bookmarkStart w:id="3" w:name="_Hlk55375884"/>
      <w:r w:rsidR="008A130D">
        <w:t>10/25/24</w:t>
      </w:r>
      <w:r w:rsidR="00005C7E" w:rsidRPr="00ED1A1D">
        <w:t xml:space="preserve"> (2</w:t>
      </w:r>
      <w:r w:rsidR="008A130D">
        <w:t>4-032</w:t>
      </w:r>
      <w:r w:rsidR="00005C7E" w:rsidRPr="00ED1A1D">
        <w:t>)</w:t>
      </w:r>
      <w:bookmarkEnd w:id="3"/>
    </w:p>
    <w:p w14:paraId="74A1DDD3" w14:textId="4D1BBB24" w:rsidR="002F3FF5" w:rsidRPr="00ED1A1D" w:rsidRDefault="003C3A98" w:rsidP="004474AC">
      <w:pPr>
        <w:pStyle w:val="BodyText3"/>
      </w:pPr>
      <w:r w:rsidRPr="00ED1A1D">
        <w:t>0306</w:t>
      </w:r>
      <w:r w:rsidRPr="00ED1A1D">
        <w:tab/>
      </w:r>
      <w:r w:rsidR="00575544" w:rsidRPr="00ED1A1D">
        <w:t xml:space="preserve">Planning, </w:t>
      </w:r>
      <w:r w:rsidR="00675A7E" w:rsidRPr="00ED1A1D">
        <w:t xml:space="preserve">Scheduling, </w:t>
      </w:r>
      <w:r w:rsidR="00575544" w:rsidRPr="00ED1A1D">
        <w:t>Tracking</w:t>
      </w:r>
      <w:r w:rsidR="001E48D9" w:rsidRPr="00ED1A1D">
        <w:t>,</w:t>
      </w:r>
      <w:r w:rsidR="00575544" w:rsidRPr="00ED1A1D">
        <w:t xml:space="preserve"> and Reporting</w:t>
      </w:r>
      <w:r w:rsidRPr="00ED1A1D">
        <w:t xml:space="preserve"> </w:t>
      </w:r>
      <w:r w:rsidR="00575544" w:rsidRPr="00ED1A1D">
        <w:t xml:space="preserve">of the </w:t>
      </w:r>
      <w:r w:rsidRPr="00ED1A1D">
        <w:t>Reactor Oversight</w:t>
      </w:r>
      <w:r w:rsidR="00922891" w:rsidRPr="00ED1A1D">
        <w:t xml:space="preserve"> </w:t>
      </w:r>
      <w:r w:rsidRPr="00ED1A1D">
        <w:t>Process</w:t>
      </w:r>
      <w:r w:rsidR="00F4289D" w:rsidRPr="00ED1A1D">
        <w:t xml:space="preserve"> (ROP)</w:t>
      </w:r>
      <w:r w:rsidRPr="00ED1A1D">
        <w:t xml:space="preserve"> </w:t>
      </w:r>
      <w:r w:rsidR="00DB7D5E" w:rsidRPr="00ED1A1D">
        <w:t>05/10/24 (24-014)</w:t>
      </w:r>
    </w:p>
    <w:p w14:paraId="0BBB407D" w14:textId="2B86E422" w:rsidR="002F3FF5" w:rsidRPr="00ED1A1D" w:rsidRDefault="00B24720" w:rsidP="004474AC">
      <w:pPr>
        <w:pStyle w:val="BodyText3"/>
      </w:pPr>
      <w:r w:rsidRPr="00ED1A1D">
        <w:t>0307</w:t>
      </w:r>
      <w:r w:rsidRPr="00ED1A1D">
        <w:tab/>
      </w:r>
      <w:r w:rsidR="00992F80" w:rsidRPr="00ED1A1D">
        <w:t>Reactor Oversight Process Self-Assessment Program</w:t>
      </w:r>
      <w:r w:rsidR="00EA2AB3" w:rsidRPr="00ED1A1D">
        <w:t xml:space="preserve"> </w:t>
      </w:r>
      <w:r w:rsidR="00360857" w:rsidRPr="00ED1A1D">
        <w:br/>
        <w:t>05/03/22 (22-009)</w:t>
      </w:r>
    </w:p>
    <w:p w14:paraId="29A5A91F" w14:textId="38BEC07D" w:rsidR="004705F6" w:rsidRPr="00ED1A1D" w:rsidRDefault="004705F6" w:rsidP="004474AC">
      <w:pPr>
        <w:pStyle w:val="BodyText3"/>
      </w:pPr>
      <w:r w:rsidRPr="00ED1A1D">
        <w:t>0307</w:t>
      </w:r>
      <w:r w:rsidR="002C09D2" w:rsidRPr="00ED1A1D">
        <w:t>,</w:t>
      </w:r>
      <w:r w:rsidRPr="00ED1A1D">
        <w:t xml:space="preserve"> App A </w:t>
      </w:r>
      <w:r w:rsidRPr="00ED1A1D">
        <w:tab/>
      </w:r>
      <w:r w:rsidR="00C54B17" w:rsidRPr="00ED1A1D">
        <w:fldChar w:fldCharType="begin"/>
      </w:r>
      <w:r w:rsidRPr="00ED1A1D">
        <w:instrText xml:space="preserve"> SEQ CHAPTER \h \r 1</w:instrText>
      </w:r>
      <w:r w:rsidR="00C54B17" w:rsidRPr="00ED1A1D">
        <w:fldChar w:fldCharType="end"/>
      </w:r>
      <w:r w:rsidR="00C54B17" w:rsidRPr="00ED1A1D">
        <w:fldChar w:fldCharType="begin"/>
      </w:r>
      <w:r w:rsidRPr="00ED1A1D">
        <w:instrText xml:space="preserve"> SEQ CHAPTER \h \r 1</w:instrText>
      </w:r>
      <w:r w:rsidR="00C54B17" w:rsidRPr="00ED1A1D">
        <w:fldChar w:fldCharType="end"/>
      </w:r>
      <w:r w:rsidRPr="00ED1A1D">
        <w:t>Reactor Oversight Process Self-Assessment Metrics</w:t>
      </w:r>
      <w:r w:rsidR="000664AE" w:rsidRPr="00ED1A1D">
        <w:t xml:space="preserve"> </w:t>
      </w:r>
      <w:bookmarkStart w:id="4" w:name="_Hlk41573547"/>
      <w:r w:rsidR="00A04812" w:rsidRPr="00ED1A1D">
        <w:t xml:space="preserve">and Data Trending </w:t>
      </w:r>
      <w:r w:rsidR="00A928B2" w:rsidRPr="00ED1A1D">
        <w:t>06/14/23 (23-016)</w:t>
      </w:r>
      <w:bookmarkEnd w:id="4"/>
    </w:p>
    <w:p w14:paraId="5355C198" w14:textId="3829BD56" w:rsidR="00B24720" w:rsidRPr="00ED1A1D" w:rsidRDefault="00B24720" w:rsidP="004474AC">
      <w:pPr>
        <w:pStyle w:val="BodyText3"/>
      </w:pPr>
      <w:r w:rsidRPr="00ED1A1D">
        <w:t>0307</w:t>
      </w:r>
      <w:r w:rsidR="002C09D2" w:rsidRPr="00ED1A1D">
        <w:t>,</w:t>
      </w:r>
      <w:r w:rsidRPr="00ED1A1D">
        <w:t xml:space="preserve"> App B</w:t>
      </w:r>
      <w:r w:rsidRPr="00ED1A1D">
        <w:tab/>
      </w:r>
      <w:r w:rsidR="00A04812" w:rsidRPr="00ED1A1D">
        <w:t>Reactor Oversight Process Self-Assessment Baseline Inspection Program Monitoring and Comprehensive Review</w:t>
      </w:r>
      <w:r w:rsidR="00002C82" w:rsidRPr="00ED1A1D">
        <w:t xml:space="preserve"> </w:t>
      </w:r>
      <w:r w:rsidR="00322C40" w:rsidRPr="00ED1A1D">
        <w:t>08/08/22 (22-016)</w:t>
      </w:r>
    </w:p>
    <w:p w14:paraId="1BF0D6AD" w14:textId="05E1279C" w:rsidR="00FB59E1" w:rsidRPr="00ED1A1D" w:rsidRDefault="00FB59E1" w:rsidP="004474AC">
      <w:pPr>
        <w:pStyle w:val="BodyText3"/>
      </w:pPr>
      <w:r w:rsidRPr="00ED1A1D">
        <w:t>0307, App C</w:t>
      </w:r>
      <w:r w:rsidRPr="00ED1A1D">
        <w:tab/>
      </w:r>
      <w:r w:rsidR="00A04812" w:rsidRPr="00ED1A1D">
        <w:t xml:space="preserve">Reactor Oversight Process </w:t>
      </w:r>
      <w:r w:rsidR="00BB1483" w:rsidRPr="00ED1A1D">
        <w:t xml:space="preserve">(ROP) </w:t>
      </w:r>
      <w:r w:rsidR="00A04812" w:rsidRPr="00ED1A1D">
        <w:t xml:space="preserve">Self-Assessment ROP Implementation Audit </w:t>
      </w:r>
      <w:bookmarkStart w:id="5" w:name="_Hlk41573660"/>
      <w:r w:rsidR="00561D98" w:rsidRPr="00ED1A1D">
        <w:t>03/24/23 (23-009)</w:t>
      </w:r>
      <w:bookmarkEnd w:id="5"/>
    </w:p>
    <w:p w14:paraId="01685C9B" w14:textId="6635828D" w:rsidR="00B1407C" w:rsidRPr="00ED1A1D" w:rsidRDefault="00B1407C" w:rsidP="004474AC">
      <w:pPr>
        <w:pStyle w:val="BodyText3"/>
      </w:pPr>
      <w:r w:rsidRPr="00ED1A1D">
        <w:lastRenderedPageBreak/>
        <w:t xml:space="preserve">0307, App D </w:t>
      </w:r>
      <w:r w:rsidRPr="00ED1A1D">
        <w:tab/>
        <w:t xml:space="preserve">Resident Inspector Retention and Recruitment Program Monitoring and Assessment </w:t>
      </w:r>
      <w:r w:rsidR="004A4788">
        <w:t>02/12/25</w:t>
      </w:r>
      <w:r w:rsidR="00C35655" w:rsidRPr="00ED1A1D">
        <w:t xml:space="preserve"> (2</w:t>
      </w:r>
      <w:r w:rsidR="004A4788">
        <w:t>5</w:t>
      </w:r>
      <w:r w:rsidR="00C35655" w:rsidRPr="00ED1A1D">
        <w:t>-002)</w:t>
      </w:r>
    </w:p>
    <w:p w14:paraId="1BB54ACD" w14:textId="7C3D0D84" w:rsidR="003C3A98" w:rsidRPr="00ED1A1D" w:rsidRDefault="003C3A98" w:rsidP="004474AC">
      <w:pPr>
        <w:pStyle w:val="BodyText3"/>
      </w:pPr>
      <w:r w:rsidRPr="00ED1A1D">
        <w:t>0308</w:t>
      </w:r>
      <w:r w:rsidRPr="00ED1A1D">
        <w:tab/>
        <w:t>Reactor Oversight Process Basis Document</w:t>
      </w:r>
      <w:r w:rsidR="003C00D0" w:rsidRPr="00ED1A1D">
        <w:t xml:space="preserve"> </w:t>
      </w:r>
      <w:r w:rsidR="00FD3C84">
        <w:t>12/12/24 (24-042)</w:t>
      </w:r>
    </w:p>
    <w:p w14:paraId="15035F90" w14:textId="52A9B9BC" w:rsidR="002B79D1" w:rsidRPr="00ED1A1D" w:rsidRDefault="00680CBF" w:rsidP="004474AC">
      <w:pPr>
        <w:pStyle w:val="BodyText3"/>
      </w:pPr>
      <w:r w:rsidRPr="00ED1A1D">
        <w:t>0308</w:t>
      </w:r>
      <w:r w:rsidR="002C09D2" w:rsidRPr="00ED1A1D">
        <w:t>,</w:t>
      </w:r>
      <w:r w:rsidR="003C3A98" w:rsidRPr="00ED1A1D">
        <w:t xml:space="preserve"> </w:t>
      </w:r>
      <w:proofErr w:type="spellStart"/>
      <w:r w:rsidR="003C3A98" w:rsidRPr="00ED1A1D">
        <w:t>Att</w:t>
      </w:r>
      <w:proofErr w:type="spellEnd"/>
      <w:r w:rsidR="003C3A98" w:rsidRPr="00ED1A1D">
        <w:t xml:space="preserve"> 1</w:t>
      </w:r>
      <w:r w:rsidR="003C3A98" w:rsidRPr="00ED1A1D">
        <w:tab/>
        <w:t>Technical Basis for Performance Indicators</w:t>
      </w:r>
      <w:r w:rsidR="003C00D0" w:rsidRPr="00ED1A1D">
        <w:t xml:space="preserve"> </w:t>
      </w:r>
      <w:r w:rsidR="003C3A98" w:rsidRPr="00ED1A1D">
        <w:tab/>
      </w:r>
      <w:r w:rsidR="00FD3C84">
        <w:t>12/12/24 (24-042)</w:t>
      </w:r>
    </w:p>
    <w:p w14:paraId="3D75C20F" w14:textId="234E032E" w:rsidR="004F642F" w:rsidRPr="00ED1A1D" w:rsidRDefault="00680CBF" w:rsidP="004474AC">
      <w:pPr>
        <w:pStyle w:val="BodyText3"/>
      </w:pPr>
      <w:r w:rsidRPr="00ED1A1D">
        <w:t>0308</w:t>
      </w:r>
      <w:r w:rsidR="002C09D2" w:rsidRPr="00ED1A1D">
        <w:t>,</w:t>
      </w:r>
      <w:r w:rsidR="003C3A98" w:rsidRPr="00ED1A1D">
        <w:t xml:space="preserve"> </w:t>
      </w:r>
      <w:proofErr w:type="spellStart"/>
      <w:r w:rsidR="003C3A98" w:rsidRPr="00ED1A1D">
        <w:t>Att</w:t>
      </w:r>
      <w:proofErr w:type="spellEnd"/>
      <w:r w:rsidR="003C3A98" w:rsidRPr="00ED1A1D">
        <w:t xml:space="preserve"> 2</w:t>
      </w:r>
      <w:r w:rsidR="003C3A98" w:rsidRPr="00ED1A1D">
        <w:tab/>
        <w:t>Technical Basis for Inspection Program</w:t>
      </w:r>
      <w:r w:rsidR="003C00D0" w:rsidRPr="00ED1A1D">
        <w:t xml:space="preserve"> </w:t>
      </w:r>
      <w:r w:rsidR="000A12FF">
        <w:t>12/12/24 (24-042)</w:t>
      </w:r>
    </w:p>
    <w:p w14:paraId="1DB2B72E" w14:textId="188A0FE6" w:rsidR="00B1407C" w:rsidRPr="00ED1A1D" w:rsidRDefault="00A84D04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</w:t>
      </w:r>
      <w:r w:rsidRPr="00ED1A1D">
        <w:tab/>
      </w:r>
      <w:r w:rsidR="003C1E22" w:rsidRPr="00ED1A1D">
        <w:t xml:space="preserve">Technical Basis for </w:t>
      </w:r>
      <w:r w:rsidR="00187E92" w:rsidRPr="00ED1A1D">
        <w:t>Significance Determination</w:t>
      </w:r>
      <w:r w:rsidR="00276F3C" w:rsidRPr="00ED1A1D">
        <w:t xml:space="preserve"> Process </w:t>
      </w:r>
      <w:r w:rsidR="00B513B6" w:rsidRPr="00ED1A1D">
        <w:br/>
      </w:r>
      <w:r w:rsidR="00CA2886">
        <w:t>12/16/24 (24-044)</w:t>
      </w:r>
    </w:p>
    <w:p w14:paraId="2500EC2E" w14:textId="00153A97" w:rsidR="009D315C" w:rsidRPr="00ED1A1D" w:rsidRDefault="00680CBF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</w:t>
      </w:r>
      <w:r w:rsidR="009D315C" w:rsidRPr="00ED1A1D">
        <w:t xml:space="preserve"> App A Technical Basis for </w:t>
      </w:r>
      <w:r w:rsidR="00D15BB3" w:rsidRPr="00ED1A1D">
        <w:t xml:space="preserve">the </w:t>
      </w:r>
      <w:r w:rsidR="009D315C" w:rsidRPr="00ED1A1D">
        <w:t>At</w:t>
      </w:r>
      <w:r w:rsidR="00D15BB3" w:rsidRPr="00ED1A1D">
        <w:t>-</w:t>
      </w:r>
      <w:r w:rsidR="009D315C" w:rsidRPr="00ED1A1D">
        <w:t>Power Significance Determination</w:t>
      </w:r>
      <w:r w:rsidR="00D15BB3" w:rsidRPr="00ED1A1D">
        <w:t xml:space="preserve"> Process</w:t>
      </w:r>
      <w:r w:rsidR="00977F8D" w:rsidRPr="00ED1A1D">
        <w:br/>
      </w:r>
      <w:r w:rsidR="00113B62" w:rsidRPr="00ED1A1D">
        <w:t>11/30/20</w:t>
      </w:r>
      <w:r w:rsidR="009D315C" w:rsidRPr="00ED1A1D">
        <w:t xml:space="preserve"> (</w:t>
      </w:r>
      <w:r w:rsidR="00113B62" w:rsidRPr="00ED1A1D">
        <w:t>20-066</w:t>
      </w:r>
      <w:r w:rsidR="009D315C" w:rsidRPr="00ED1A1D">
        <w:t>)</w:t>
      </w:r>
    </w:p>
    <w:p w14:paraId="2DCDD809" w14:textId="227386F8" w:rsidR="003C3A98" w:rsidRPr="00ED1A1D" w:rsidRDefault="00680CBF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</w:t>
      </w:r>
      <w:r w:rsidR="003C3A98" w:rsidRPr="00ED1A1D">
        <w:t xml:space="preserve"> App B Technical Basis for Emergency Preparedness Significance</w:t>
      </w:r>
      <w:r w:rsidR="00977F8D" w:rsidRPr="00ED1A1D">
        <w:t xml:space="preserve"> </w:t>
      </w:r>
      <w:r w:rsidR="00994282" w:rsidRPr="00ED1A1D">
        <w:t xml:space="preserve">Determination Process </w:t>
      </w:r>
      <w:r w:rsidR="001A1612" w:rsidRPr="00ED1A1D">
        <w:t>12/19/12</w:t>
      </w:r>
      <w:r w:rsidR="003C3A98" w:rsidRPr="00ED1A1D">
        <w:t xml:space="preserve"> (</w:t>
      </w:r>
      <w:r w:rsidR="001A1612" w:rsidRPr="00ED1A1D">
        <w:t>12-029</w:t>
      </w:r>
      <w:r w:rsidR="003C3A98" w:rsidRPr="00ED1A1D">
        <w:t>)</w:t>
      </w:r>
    </w:p>
    <w:p w14:paraId="213B6A59" w14:textId="0AD5FD29" w:rsidR="003C3A98" w:rsidRPr="00ED1A1D" w:rsidRDefault="00680CBF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</w:t>
      </w:r>
      <w:r w:rsidR="003C3A98" w:rsidRPr="00ED1A1D">
        <w:t xml:space="preserve"> App C Technical Basis for Occupational Radiation Safety</w:t>
      </w:r>
      <w:r w:rsidR="00977F8D" w:rsidRPr="00ED1A1D">
        <w:t xml:space="preserve"> </w:t>
      </w:r>
      <w:r w:rsidR="003C3A98" w:rsidRPr="00ED1A1D">
        <w:t>Sign</w:t>
      </w:r>
      <w:r w:rsidR="00994282" w:rsidRPr="00ED1A1D">
        <w:t xml:space="preserve">ificance Determination Process </w:t>
      </w:r>
      <w:r w:rsidR="003C3A98" w:rsidRPr="00ED1A1D">
        <w:t>07/28/05 (05-022)</w:t>
      </w:r>
    </w:p>
    <w:p w14:paraId="5D214763" w14:textId="08897C2C" w:rsidR="003C3A98" w:rsidRPr="00ED1A1D" w:rsidRDefault="00680CBF" w:rsidP="004474AC">
      <w:pPr>
        <w:pStyle w:val="BodyText3"/>
      </w:pPr>
      <w:r w:rsidRPr="00ED1A1D">
        <w:t>0308,</w:t>
      </w:r>
      <w:r w:rsidR="003C3A98" w:rsidRPr="00ED1A1D">
        <w:t xml:space="preserve"> </w:t>
      </w:r>
      <w:proofErr w:type="spellStart"/>
      <w:r w:rsidR="003C3A98" w:rsidRPr="00ED1A1D">
        <w:t>Att</w:t>
      </w:r>
      <w:proofErr w:type="spellEnd"/>
      <w:r w:rsidR="003C3A98" w:rsidRPr="00ED1A1D">
        <w:t xml:space="preserve"> 3, App D Technical Basis for Public Radiation Safety</w:t>
      </w:r>
      <w:r w:rsidR="00977F8D" w:rsidRPr="00ED1A1D">
        <w:t xml:space="preserve"> </w:t>
      </w:r>
      <w:r w:rsidR="003C3A98" w:rsidRPr="00ED1A1D">
        <w:t>Sign</w:t>
      </w:r>
      <w:r w:rsidR="00994282" w:rsidRPr="00ED1A1D">
        <w:t xml:space="preserve">ificance Determination Process </w:t>
      </w:r>
      <w:r w:rsidR="008142D8" w:rsidRPr="00ED1A1D">
        <w:t>09/24/21 (21-032)</w:t>
      </w:r>
    </w:p>
    <w:p w14:paraId="60BC794E" w14:textId="4794BCFB" w:rsidR="006A036C" w:rsidRPr="00ED1A1D" w:rsidRDefault="006A036C" w:rsidP="004474AC">
      <w:pPr>
        <w:pStyle w:val="BodyText3"/>
      </w:pPr>
      <w:r w:rsidRPr="00ED1A1D">
        <w:t>0308</w:t>
      </w:r>
      <w:r w:rsidR="00680CBF" w:rsidRPr="00ED1A1D">
        <w:t>,</w:t>
      </w:r>
      <w:r w:rsidRPr="00ED1A1D">
        <w:t xml:space="preserve"> </w:t>
      </w:r>
      <w:proofErr w:type="spellStart"/>
      <w:r w:rsidRPr="00ED1A1D">
        <w:t>Att</w:t>
      </w:r>
      <w:proofErr w:type="spellEnd"/>
      <w:r w:rsidRPr="00ED1A1D">
        <w:t xml:space="preserve"> 3</w:t>
      </w:r>
      <w:r w:rsidR="00680CBF" w:rsidRPr="00ED1A1D">
        <w:t>,</w:t>
      </w:r>
      <w:r w:rsidRPr="00ED1A1D">
        <w:t xml:space="preserve"> App E Technical Basis for the Baseline Security Significance Determination Process </w:t>
      </w:r>
      <w:r w:rsidR="00F1732E" w:rsidRPr="00ED1A1D">
        <w:t>01/31/22 (22-002)</w:t>
      </w:r>
    </w:p>
    <w:p w14:paraId="17A04D92" w14:textId="0FD3DC97" w:rsidR="003C3A98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 App F Technical Basis Fire Protection Significance</w:t>
      </w:r>
      <w:r w:rsidR="004E5E9F" w:rsidRPr="00ED1A1D">
        <w:t xml:space="preserve"> </w:t>
      </w:r>
      <w:r w:rsidRPr="00ED1A1D">
        <w:t xml:space="preserve">Determination Process </w:t>
      </w:r>
      <w:r w:rsidR="00E52C3B" w:rsidRPr="00ED1A1D">
        <w:t xml:space="preserve">(Supplemental Guidance for Implementing </w:t>
      </w:r>
      <w:r w:rsidRPr="00ED1A1D">
        <w:t>IMC 0609, Appendix F</w:t>
      </w:r>
      <w:r w:rsidR="00197F88" w:rsidRPr="00ED1A1D">
        <w:t>)</w:t>
      </w:r>
      <w:r w:rsidRPr="00ED1A1D">
        <w:t xml:space="preserve"> At Power</w:t>
      </w:r>
      <w:r w:rsidR="00606888" w:rsidRPr="00ED1A1D">
        <w:t xml:space="preserve"> </w:t>
      </w:r>
      <w:r w:rsidR="00A246C8" w:rsidRPr="00ED1A1D">
        <w:t xml:space="preserve">Operations </w:t>
      </w:r>
      <w:r w:rsidR="00B205B6" w:rsidRPr="00ED1A1D">
        <w:t>09/05/24 (24-024)</w:t>
      </w:r>
    </w:p>
    <w:p w14:paraId="740FB395" w14:textId="6D677E0C" w:rsidR="003C3A98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 App G Technical Basis for Shutdown Operations Significance</w:t>
      </w:r>
      <w:r w:rsidR="00A81F9E" w:rsidRPr="00ED1A1D">
        <w:t xml:space="preserve"> </w:t>
      </w:r>
      <w:r w:rsidR="00994282" w:rsidRPr="00ED1A1D">
        <w:t xml:space="preserve">Determination Process </w:t>
      </w:r>
      <w:r w:rsidR="00C15E01" w:rsidRPr="00ED1A1D">
        <w:t>01/11/22 (22-001)</w:t>
      </w:r>
    </w:p>
    <w:p w14:paraId="7B180FA8" w14:textId="365B8DC4" w:rsidR="003C3A98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 App H </w:t>
      </w:r>
      <w:r w:rsidR="00B04446" w:rsidRPr="00ED1A1D">
        <w:t xml:space="preserve">Containment Integrity Significance Determination Process </w:t>
      </w:r>
      <w:r w:rsidRPr="00ED1A1D">
        <w:t xml:space="preserve">Technical Basis </w:t>
      </w:r>
      <w:r w:rsidR="00975D3B" w:rsidRPr="00ED1A1D">
        <w:t>10/27/20</w:t>
      </w:r>
      <w:r w:rsidRPr="00ED1A1D">
        <w:t xml:space="preserve"> (</w:t>
      </w:r>
      <w:r w:rsidR="00975D3B" w:rsidRPr="00ED1A1D">
        <w:t>20-056</w:t>
      </w:r>
      <w:r w:rsidRPr="00ED1A1D">
        <w:t>)</w:t>
      </w:r>
    </w:p>
    <w:p w14:paraId="1F63FDE4" w14:textId="2516D62C" w:rsidR="003C3A98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 App I Technical Basis for Operator Requalification Human Performance Significance Determination Process</w:t>
      </w:r>
      <w:r w:rsidR="00A81F9E" w:rsidRPr="00ED1A1D">
        <w:t xml:space="preserve"> </w:t>
      </w:r>
      <w:r w:rsidRPr="00ED1A1D">
        <w:t>07/28/05 (05-022)</w:t>
      </w:r>
    </w:p>
    <w:p w14:paraId="2C3AF78B" w14:textId="732C99A7" w:rsidR="00DA2B35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 App J Technical Basis for Steam Generator Tube Integrity Findings</w:t>
      </w:r>
      <w:r w:rsidR="0001344F" w:rsidRPr="00ED1A1D">
        <w:t xml:space="preserve"> </w:t>
      </w:r>
      <w:r w:rsidR="00954DEC" w:rsidRPr="00ED1A1D">
        <w:br/>
      </w:r>
      <w:r w:rsidR="000D4B9D" w:rsidRPr="00ED1A1D">
        <w:t>02/02/24 (</w:t>
      </w:r>
      <w:r w:rsidR="0030048F" w:rsidRPr="00ED1A1D">
        <w:t>24-004)</w:t>
      </w:r>
    </w:p>
    <w:p w14:paraId="7CF711C8" w14:textId="49B0F4AB" w:rsidR="003C3A98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3, App K Technical Basis for Maintenance Risk Assessment and Risk</w:t>
      </w:r>
      <w:r w:rsidR="00954DEC" w:rsidRPr="00ED1A1D">
        <w:t xml:space="preserve"> </w:t>
      </w:r>
      <w:r w:rsidRPr="00ED1A1D">
        <w:t>Management S</w:t>
      </w:r>
      <w:r w:rsidR="00607A2D" w:rsidRPr="00ED1A1D">
        <w:t xml:space="preserve">ignificance </w:t>
      </w:r>
      <w:r w:rsidRPr="00ED1A1D">
        <w:t>D</w:t>
      </w:r>
      <w:r w:rsidR="00607A2D" w:rsidRPr="00ED1A1D">
        <w:t xml:space="preserve">etermination </w:t>
      </w:r>
      <w:r w:rsidRPr="00ED1A1D">
        <w:t>P</w:t>
      </w:r>
      <w:r w:rsidR="00607A2D" w:rsidRPr="00ED1A1D">
        <w:t>rocess</w:t>
      </w:r>
      <w:r w:rsidRPr="00ED1A1D">
        <w:t xml:space="preserve"> </w:t>
      </w:r>
      <w:bookmarkStart w:id="6" w:name="_Hlk53669692"/>
      <w:r w:rsidR="00826AB1" w:rsidRPr="00ED1A1D">
        <w:t>10/</w:t>
      </w:r>
      <w:r w:rsidR="00A55901">
        <w:t>2</w:t>
      </w:r>
      <w:r w:rsidR="00251396">
        <w:t>5</w:t>
      </w:r>
      <w:r w:rsidR="00826AB1" w:rsidRPr="00ED1A1D">
        <w:t>/2</w:t>
      </w:r>
      <w:r w:rsidR="00A55901">
        <w:t>4</w:t>
      </w:r>
      <w:r w:rsidRPr="00ED1A1D">
        <w:t xml:space="preserve"> </w:t>
      </w:r>
      <w:bookmarkEnd w:id="6"/>
      <w:r w:rsidRPr="00ED1A1D">
        <w:t>(</w:t>
      </w:r>
      <w:r w:rsidR="00826AB1" w:rsidRPr="00ED1A1D">
        <w:t>2</w:t>
      </w:r>
      <w:r w:rsidR="00A55901">
        <w:t>4-031</w:t>
      </w:r>
      <w:r w:rsidRPr="00ED1A1D">
        <w:t>)</w:t>
      </w:r>
    </w:p>
    <w:p w14:paraId="0BADE281" w14:textId="6CBBA136" w:rsidR="00510031" w:rsidRPr="00ED1A1D" w:rsidRDefault="00CD055C" w:rsidP="004474AC">
      <w:pPr>
        <w:pStyle w:val="BodyText3"/>
      </w:pPr>
      <w:r w:rsidRPr="00ED1A1D">
        <w:t xml:space="preserve">0308 </w:t>
      </w:r>
      <w:proofErr w:type="spellStart"/>
      <w:r w:rsidRPr="00ED1A1D">
        <w:t>Att</w:t>
      </w:r>
      <w:proofErr w:type="spellEnd"/>
      <w:r w:rsidRPr="00ED1A1D">
        <w:t xml:space="preserve"> 3</w:t>
      </w:r>
      <w:r w:rsidR="00510031" w:rsidRPr="00ED1A1D">
        <w:t xml:space="preserve"> App L Technical Basis for </w:t>
      </w:r>
      <w:r w:rsidR="00924572" w:rsidRPr="00ED1A1D">
        <w:t>Extensive Damage Mitigation</w:t>
      </w:r>
      <w:r w:rsidR="00235ACB" w:rsidRPr="00ED1A1D">
        <w:t xml:space="preserve"> Guidelines</w:t>
      </w:r>
      <w:r w:rsidR="00510031" w:rsidRPr="00ED1A1D">
        <w:t xml:space="preserve"> Significance Determination Process</w:t>
      </w:r>
      <w:r w:rsidR="00235ACB" w:rsidRPr="00ED1A1D">
        <w:t xml:space="preserve"> </w:t>
      </w:r>
      <w:r w:rsidR="00031692" w:rsidRPr="00ED1A1D">
        <w:t>12/07/21 (21-039)</w:t>
      </w:r>
    </w:p>
    <w:p w14:paraId="28D72C28" w14:textId="062500E9" w:rsidR="00CD055C" w:rsidRPr="00ED1A1D" w:rsidRDefault="00CD055C" w:rsidP="004474AC">
      <w:pPr>
        <w:pStyle w:val="BodyText3"/>
      </w:pPr>
      <w:r w:rsidRPr="00ED1A1D">
        <w:t xml:space="preserve">0308 </w:t>
      </w:r>
      <w:proofErr w:type="spellStart"/>
      <w:r w:rsidRPr="00ED1A1D">
        <w:t>Att</w:t>
      </w:r>
      <w:proofErr w:type="spellEnd"/>
      <w:r w:rsidRPr="00ED1A1D">
        <w:t xml:space="preserve"> 3 App M Technical Basis for the Significance Determination Process (SDP) Using Qualitative Criteria </w:t>
      </w:r>
      <w:r w:rsidR="006A020C">
        <w:t>10/23/24 (24-030)</w:t>
      </w:r>
    </w:p>
    <w:p w14:paraId="61C5C455" w14:textId="313B5137" w:rsidR="003C3A98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4</w:t>
      </w:r>
      <w:r w:rsidRPr="00ED1A1D">
        <w:tab/>
        <w:t>Technical Basis for Assessment</w:t>
      </w:r>
      <w:r w:rsidR="00662786" w:rsidRPr="00ED1A1D">
        <w:t xml:space="preserve"> </w:t>
      </w:r>
      <w:r w:rsidR="00212280" w:rsidRPr="00ED1A1D">
        <w:t>09/08/23 (23-027)</w:t>
      </w:r>
    </w:p>
    <w:p w14:paraId="7B09EDDB" w14:textId="75248827" w:rsidR="003C3A98" w:rsidRPr="00ED1A1D" w:rsidRDefault="003C3A98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5</w:t>
      </w:r>
      <w:r w:rsidRPr="00ED1A1D">
        <w:tab/>
        <w:t xml:space="preserve">Technical Basis for Enforcement </w:t>
      </w:r>
      <w:bookmarkStart w:id="7" w:name="_Hlk55365184"/>
      <w:r w:rsidR="000218A6" w:rsidRPr="00ED1A1D">
        <w:t>11/04/20</w:t>
      </w:r>
      <w:r w:rsidRPr="00ED1A1D">
        <w:t xml:space="preserve"> </w:t>
      </w:r>
      <w:bookmarkEnd w:id="7"/>
      <w:r w:rsidRPr="00ED1A1D">
        <w:t>(</w:t>
      </w:r>
      <w:r w:rsidR="000218A6" w:rsidRPr="00ED1A1D">
        <w:t>20-057</w:t>
      </w:r>
      <w:r w:rsidRPr="00ED1A1D">
        <w:t>)</w:t>
      </w:r>
    </w:p>
    <w:p w14:paraId="46F6E9DD" w14:textId="1C53F25B" w:rsidR="00AB5E5D" w:rsidRPr="00ED1A1D" w:rsidRDefault="00AB5E5D" w:rsidP="004474AC">
      <w:pPr>
        <w:pStyle w:val="BodyText3"/>
      </w:pPr>
      <w:r w:rsidRPr="00ED1A1D">
        <w:t xml:space="preserve">0308, </w:t>
      </w:r>
      <w:proofErr w:type="spellStart"/>
      <w:r w:rsidRPr="00ED1A1D">
        <w:t>Att</w:t>
      </w:r>
      <w:proofErr w:type="spellEnd"/>
      <w:r w:rsidRPr="00ED1A1D">
        <w:t xml:space="preserve"> 6 </w:t>
      </w:r>
      <w:r w:rsidRPr="00ED1A1D">
        <w:tab/>
        <w:t>Basis Document for</w:t>
      </w:r>
      <w:r w:rsidR="00214AFB" w:rsidRPr="00ED1A1D">
        <w:t xml:space="preserve"> </w:t>
      </w:r>
      <w:r w:rsidRPr="00ED1A1D">
        <w:t>Security Cornerstone of the Reactor Oversight Process</w:t>
      </w:r>
      <w:r w:rsidR="00CB53EF" w:rsidRPr="00ED1A1D">
        <w:t xml:space="preserve"> </w:t>
      </w:r>
      <w:r w:rsidR="0094258B" w:rsidRPr="00ED1A1D">
        <w:t>11/09/20</w:t>
      </w:r>
      <w:r w:rsidR="00CB53EF" w:rsidRPr="00ED1A1D">
        <w:t xml:space="preserve"> (</w:t>
      </w:r>
      <w:r w:rsidR="0094258B" w:rsidRPr="00ED1A1D">
        <w:t>20-061</w:t>
      </w:r>
      <w:r w:rsidR="00CB53EF" w:rsidRPr="00ED1A1D">
        <w:t>)</w:t>
      </w:r>
    </w:p>
    <w:p w14:paraId="09768E24" w14:textId="2A4E292E" w:rsidR="004705F6" w:rsidRPr="00ED1A1D" w:rsidRDefault="00992F80" w:rsidP="004474AC">
      <w:pPr>
        <w:pStyle w:val="BodyText3"/>
      </w:pPr>
      <w:r w:rsidRPr="00ED1A1D">
        <w:t>0309</w:t>
      </w:r>
      <w:r w:rsidRPr="00ED1A1D">
        <w:tab/>
        <w:t>Reactive Inspection Decision Basis for Reactors</w:t>
      </w:r>
      <w:r w:rsidR="001E20D0" w:rsidRPr="00ED1A1D">
        <w:t xml:space="preserve"> </w:t>
      </w:r>
      <w:r w:rsidR="001866EA" w:rsidRPr="00ED1A1D">
        <w:t>12/14/23 (23-036)</w:t>
      </w:r>
    </w:p>
    <w:p w14:paraId="2437C02A" w14:textId="77777777" w:rsidR="00D6201A" w:rsidRPr="00ED1A1D" w:rsidRDefault="002923CD" w:rsidP="004474AC">
      <w:pPr>
        <w:pStyle w:val="BodyText3"/>
      </w:pPr>
      <w:r w:rsidRPr="00ED1A1D">
        <w:t>0310</w:t>
      </w:r>
      <w:r w:rsidRPr="00ED1A1D">
        <w:tab/>
      </w:r>
      <w:r w:rsidR="00016F00" w:rsidRPr="00ED1A1D">
        <w:t>Aspects W</w:t>
      </w:r>
      <w:r w:rsidR="00D6201A" w:rsidRPr="00ED1A1D">
        <w:t xml:space="preserve">ithin </w:t>
      </w:r>
      <w:r w:rsidR="005F7023" w:rsidRPr="00ED1A1D">
        <w:t xml:space="preserve">the </w:t>
      </w:r>
      <w:proofErr w:type="gramStart"/>
      <w:r w:rsidR="00D6201A" w:rsidRPr="00ED1A1D">
        <w:t>Cross-Cutting</w:t>
      </w:r>
      <w:proofErr w:type="gramEnd"/>
      <w:r w:rsidR="00D6201A" w:rsidRPr="00ED1A1D">
        <w:t xml:space="preserve"> Areas </w:t>
      </w:r>
      <w:r w:rsidR="00D46588" w:rsidRPr="00ED1A1D">
        <w:t>02/25/19</w:t>
      </w:r>
      <w:r w:rsidR="00185414" w:rsidRPr="00ED1A1D">
        <w:t xml:space="preserve"> (</w:t>
      </w:r>
      <w:r w:rsidR="00D46588" w:rsidRPr="00ED1A1D">
        <w:t>19-008</w:t>
      </w:r>
      <w:r w:rsidR="00185414" w:rsidRPr="00ED1A1D">
        <w:t>)</w:t>
      </w:r>
    </w:p>
    <w:p w14:paraId="09D3D0DF" w14:textId="77777777" w:rsidR="003C3A98" w:rsidRPr="00ED1A1D" w:rsidRDefault="003C3A98" w:rsidP="004474AC">
      <w:pPr>
        <w:pStyle w:val="BodyText3"/>
      </w:pPr>
      <w:r w:rsidRPr="00ED1A1D">
        <w:t>0312</w:t>
      </w:r>
      <w:r w:rsidRPr="00ED1A1D">
        <w:tab/>
        <w:t>Technical Assistance for Radiation Safety Inspections</w:t>
      </w:r>
      <w:r w:rsidR="00662786" w:rsidRPr="00ED1A1D">
        <w:t xml:space="preserve"> </w:t>
      </w:r>
      <w:r w:rsidRPr="00ED1A1D">
        <w:t>at Nuclear Fuel Cycle Facilities and Materials Licensees'</w:t>
      </w:r>
      <w:r w:rsidR="00662786" w:rsidRPr="00ED1A1D">
        <w:t xml:space="preserve"> </w:t>
      </w:r>
      <w:r w:rsidRPr="00ED1A1D">
        <w:t>Sites</w:t>
      </w:r>
      <w:r w:rsidR="003C00D0" w:rsidRPr="00ED1A1D">
        <w:t xml:space="preserve"> </w:t>
      </w:r>
      <w:r w:rsidRPr="00ED1A1D">
        <w:t>06/06/02 (02-023)</w:t>
      </w:r>
    </w:p>
    <w:p w14:paraId="1E00A4AD" w14:textId="3D2310CF" w:rsidR="003F59DE" w:rsidRPr="00ED1A1D" w:rsidRDefault="003F59DE" w:rsidP="004474AC">
      <w:pPr>
        <w:pStyle w:val="BodyText3"/>
      </w:pPr>
      <w:r w:rsidRPr="00ED1A1D">
        <w:t>0326</w:t>
      </w:r>
      <w:r w:rsidRPr="00ED1A1D">
        <w:tab/>
        <w:t>Operability Determinations</w:t>
      </w:r>
      <w:r w:rsidR="004433B3" w:rsidRPr="00ED1A1D">
        <w:t xml:space="preserve"> </w:t>
      </w:r>
      <w:r w:rsidR="0032210B" w:rsidRPr="00ED1A1D">
        <w:t>09</w:t>
      </w:r>
      <w:r w:rsidR="00431239" w:rsidRPr="00ED1A1D">
        <w:t>/</w:t>
      </w:r>
      <w:r w:rsidR="0032210B" w:rsidRPr="00ED1A1D">
        <w:t>30</w:t>
      </w:r>
      <w:r w:rsidR="00431239" w:rsidRPr="00ED1A1D">
        <w:t>/1</w:t>
      </w:r>
      <w:r w:rsidR="0032210B" w:rsidRPr="00ED1A1D">
        <w:t>9</w:t>
      </w:r>
      <w:r w:rsidR="00431239" w:rsidRPr="00ED1A1D">
        <w:t xml:space="preserve"> (1</w:t>
      </w:r>
      <w:r w:rsidR="0032210B" w:rsidRPr="00ED1A1D">
        <w:t>9</w:t>
      </w:r>
      <w:r w:rsidR="00431239" w:rsidRPr="00ED1A1D">
        <w:t>-0</w:t>
      </w:r>
      <w:r w:rsidR="0032210B" w:rsidRPr="00ED1A1D">
        <w:t>32</w:t>
      </w:r>
      <w:r w:rsidRPr="00ED1A1D">
        <w:t>)</w:t>
      </w:r>
      <w:r w:rsidR="004433B3" w:rsidRPr="00ED1A1D">
        <w:t xml:space="preserve"> </w:t>
      </w:r>
    </w:p>
    <w:p w14:paraId="176AA658" w14:textId="159AD151" w:rsidR="00DF25A4" w:rsidRPr="00ED1A1D" w:rsidRDefault="00CE6157" w:rsidP="004474AC">
      <w:pPr>
        <w:pStyle w:val="BodyText3"/>
      </w:pPr>
      <w:r w:rsidRPr="00ED1A1D">
        <w:t>0327</w:t>
      </w:r>
      <w:r w:rsidRPr="00ED1A1D">
        <w:tab/>
        <w:t>S</w:t>
      </w:r>
      <w:r w:rsidR="00DF25A4" w:rsidRPr="00ED1A1D">
        <w:t xml:space="preserve">team </w:t>
      </w:r>
      <w:r w:rsidRPr="00ED1A1D">
        <w:t>G</w:t>
      </w:r>
      <w:r w:rsidR="00DF25A4" w:rsidRPr="00ED1A1D">
        <w:t>enerator Tube Primary-to-Secondary</w:t>
      </w:r>
      <w:r w:rsidRPr="00ED1A1D">
        <w:t xml:space="preserve"> Leakage </w:t>
      </w:r>
      <w:r w:rsidR="00B22C94" w:rsidRPr="00ED1A1D">
        <w:t>07/14/23 (23-020)</w:t>
      </w:r>
    </w:p>
    <w:p w14:paraId="46E8D869" w14:textId="08B206BA" w:rsidR="00014B5F" w:rsidRPr="00ED1A1D" w:rsidRDefault="003C3A98" w:rsidP="004474AC">
      <w:pPr>
        <w:pStyle w:val="BodyText3"/>
      </w:pPr>
      <w:r w:rsidRPr="00ED1A1D">
        <w:t>0330</w:t>
      </w:r>
      <w:r w:rsidRPr="00ED1A1D">
        <w:tab/>
        <w:t xml:space="preserve">Guidance for NRC Review of Licensee Draft Documents </w:t>
      </w:r>
      <w:r w:rsidR="00954DEC" w:rsidRPr="00ED1A1D">
        <w:br/>
      </w:r>
      <w:r w:rsidRPr="00ED1A1D">
        <w:t>07/08/96</w:t>
      </w:r>
      <w:r w:rsidR="00A246C8" w:rsidRPr="00ED1A1D">
        <w:t xml:space="preserve"> </w:t>
      </w:r>
      <w:r w:rsidRPr="00ED1A1D">
        <w:t>(96-015)</w:t>
      </w:r>
    </w:p>
    <w:p w14:paraId="6DC30DFB" w14:textId="39B627D6" w:rsidR="00BD2641" w:rsidRPr="00ED1A1D" w:rsidRDefault="00BD2641" w:rsidP="004474AC">
      <w:pPr>
        <w:pStyle w:val="BodyText3"/>
      </w:pPr>
      <w:r w:rsidRPr="00ED1A1D">
        <w:t>0335</w:t>
      </w:r>
      <w:r w:rsidRPr="00ED1A1D">
        <w:tab/>
      </w:r>
      <w:r w:rsidR="00544CA5" w:rsidRPr="00ED1A1D">
        <w:t>Changes, Tests, and Experiments 01/29/21 (21-007)</w:t>
      </w:r>
    </w:p>
    <w:p w14:paraId="605193E2" w14:textId="781225C1" w:rsidR="00E716A0" w:rsidRPr="00ED1A1D" w:rsidRDefault="00E716A0" w:rsidP="004474AC">
      <w:pPr>
        <w:pStyle w:val="BodyText3"/>
      </w:pPr>
      <w:r w:rsidRPr="00ED1A1D">
        <w:t>0350</w:t>
      </w:r>
      <w:r w:rsidRPr="00ED1A1D">
        <w:tab/>
        <w:t>Oversight of</w:t>
      </w:r>
      <w:r w:rsidR="004433B3" w:rsidRPr="00ED1A1D">
        <w:t xml:space="preserve"> </w:t>
      </w:r>
      <w:r w:rsidRPr="00ED1A1D">
        <w:t>Reactor Facilities in a Shutdown Condition</w:t>
      </w:r>
      <w:r w:rsidR="004433B3" w:rsidRPr="00ED1A1D">
        <w:t xml:space="preserve"> Due to Significant </w:t>
      </w:r>
      <w:r w:rsidRPr="00ED1A1D">
        <w:t>P</w:t>
      </w:r>
      <w:r w:rsidR="00F17C38" w:rsidRPr="00ED1A1D">
        <w:t xml:space="preserve">erformance </w:t>
      </w:r>
      <w:r w:rsidR="004433B3" w:rsidRPr="00ED1A1D">
        <w:t xml:space="preserve">and/or Operational Concerns </w:t>
      </w:r>
      <w:r w:rsidR="00933DB8" w:rsidRPr="00ED1A1D">
        <w:t>10/16/23 (23-030)</w:t>
      </w:r>
    </w:p>
    <w:p w14:paraId="34A32157" w14:textId="67DED3D4" w:rsidR="00A84D04" w:rsidRPr="00ED1A1D" w:rsidRDefault="00A84D04" w:rsidP="004474AC">
      <w:pPr>
        <w:pStyle w:val="BodyText3"/>
      </w:pPr>
      <w:r w:rsidRPr="00ED1A1D">
        <w:t>0351</w:t>
      </w:r>
      <w:r w:rsidRPr="00ED1A1D">
        <w:tab/>
        <w:t>Now IMC 0375</w:t>
      </w:r>
    </w:p>
    <w:p w14:paraId="7142D115" w14:textId="17A5A7D1" w:rsidR="00BD2641" w:rsidRPr="00ED1A1D" w:rsidRDefault="00A84D04" w:rsidP="004474AC">
      <w:pPr>
        <w:pStyle w:val="BodyText3"/>
      </w:pPr>
      <w:r w:rsidRPr="00ED1A1D">
        <w:lastRenderedPageBreak/>
        <w:t>0375</w:t>
      </w:r>
      <w:r w:rsidRPr="00ED1A1D">
        <w:tab/>
        <w:t xml:space="preserve">Implementation of the Reactor Oversight Process at Reactor Facilities in an Extended Shutdown Condition for Reasons Not Related to Performance </w:t>
      </w:r>
      <w:r w:rsidR="0077728C" w:rsidRPr="00ED1A1D">
        <w:t>08/12/20</w:t>
      </w:r>
      <w:r w:rsidRPr="00ED1A1D">
        <w:t xml:space="preserve"> (</w:t>
      </w:r>
      <w:r w:rsidR="0077728C" w:rsidRPr="00ED1A1D">
        <w:t>20-038</w:t>
      </w:r>
      <w:r w:rsidRPr="00ED1A1D">
        <w:t>)</w:t>
      </w:r>
    </w:p>
    <w:p w14:paraId="790BD0C2" w14:textId="39E1A705" w:rsidR="00D96717" w:rsidRPr="00ED1A1D" w:rsidRDefault="00D96717" w:rsidP="004474AC">
      <w:pPr>
        <w:pStyle w:val="BodyText3"/>
      </w:pPr>
      <w:r w:rsidRPr="00ED1A1D">
        <w:t xml:space="preserve">0375, </w:t>
      </w:r>
      <w:proofErr w:type="spellStart"/>
      <w:r w:rsidRPr="00ED1A1D">
        <w:t>Att</w:t>
      </w:r>
      <w:proofErr w:type="spellEnd"/>
      <w:r w:rsidRPr="00ED1A1D">
        <w:t xml:space="preserve"> 1</w:t>
      </w:r>
      <w:r w:rsidRPr="00ED1A1D">
        <w:tab/>
        <w:t>RESERVED</w:t>
      </w:r>
      <w:r w:rsidR="009F74CD" w:rsidRPr="00ED1A1D">
        <w:t xml:space="preserve"> for Generic Reactivation</w:t>
      </w:r>
    </w:p>
    <w:p w14:paraId="7DB15420" w14:textId="77777777" w:rsidR="003C3A98" w:rsidRPr="00ED1A1D" w:rsidRDefault="00493B36" w:rsidP="004474AC">
      <w:pPr>
        <w:pStyle w:val="BodyText2"/>
        <w:rPr>
          <w:u w:val="single"/>
        </w:rPr>
      </w:pPr>
      <w:r w:rsidRPr="00ED1A1D">
        <w:t>0400</w:t>
      </w:r>
      <w:r w:rsidRPr="00ED1A1D">
        <w:tab/>
      </w:r>
      <w:r w:rsidR="003C3A98" w:rsidRPr="00ED1A1D">
        <w:rPr>
          <w:u w:val="single"/>
        </w:rPr>
        <w:t>Enforcement Policy</w:t>
      </w:r>
    </w:p>
    <w:p w14:paraId="7BF76AF3" w14:textId="77777777" w:rsidR="003C3A98" w:rsidRPr="00ED1A1D" w:rsidRDefault="003C3A98" w:rsidP="004474AC">
      <w:pPr>
        <w:pStyle w:val="BodyText2"/>
      </w:pPr>
      <w:r w:rsidRPr="00ED1A1D">
        <w:t>0500</w:t>
      </w:r>
      <w:r w:rsidRPr="00ED1A1D">
        <w:tab/>
      </w:r>
      <w:r w:rsidRPr="00ED1A1D">
        <w:rPr>
          <w:u w:val="single"/>
        </w:rPr>
        <w:t>Tracking Systems</w:t>
      </w:r>
    </w:p>
    <w:p w14:paraId="2820430C" w14:textId="77777777" w:rsidR="003C3A98" w:rsidRPr="00ED1A1D" w:rsidRDefault="003C3A98" w:rsidP="004474AC">
      <w:pPr>
        <w:pStyle w:val="Heading2"/>
      </w:pPr>
      <w:r w:rsidRPr="00ED1A1D">
        <w:t>0600</w:t>
      </w:r>
      <w:r w:rsidRPr="00ED1A1D">
        <w:tab/>
      </w:r>
      <w:r w:rsidRPr="00ED1A1D">
        <w:rPr>
          <w:u w:val="single"/>
        </w:rPr>
        <w:t>Documentation of Program Findings</w:t>
      </w:r>
    </w:p>
    <w:p w14:paraId="66DA189E" w14:textId="0F4819F6" w:rsidR="003C3A98" w:rsidRPr="00ED1A1D" w:rsidRDefault="003C3A98" w:rsidP="004474AC">
      <w:pPr>
        <w:pStyle w:val="BodyText3"/>
      </w:pPr>
      <w:r w:rsidRPr="00ED1A1D">
        <w:t>0608</w:t>
      </w:r>
      <w:r w:rsidRPr="00ED1A1D">
        <w:tab/>
        <w:t xml:space="preserve">Performance Indicator Program </w:t>
      </w:r>
      <w:r w:rsidR="00FD3C84">
        <w:t>12/12/24 (24-042)</w:t>
      </w:r>
    </w:p>
    <w:p w14:paraId="57EF599C" w14:textId="646CDEAE" w:rsidR="00B150A3" w:rsidRPr="00ED1A1D" w:rsidRDefault="00B150A3" w:rsidP="004474AC">
      <w:pPr>
        <w:pStyle w:val="BodyText3"/>
      </w:pPr>
      <w:r w:rsidRPr="00ED1A1D">
        <w:t xml:space="preserve">0609 </w:t>
      </w:r>
      <w:r w:rsidRPr="00ED1A1D">
        <w:tab/>
        <w:t>Significance Determination Process</w:t>
      </w:r>
      <w:r w:rsidR="00F624E4" w:rsidRPr="00ED1A1D">
        <w:t xml:space="preserve"> </w:t>
      </w:r>
      <w:bookmarkStart w:id="8" w:name="_Hlk55810133"/>
      <w:r w:rsidR="00CA2886">
        <w:t>12/16/24 (24-044)</w:t>
      </w:r>
      <w:bookmarkEnd w:id="8"/>
    </w:p>
    <w:p w14:paraId="02B1D649" w14:textId="1B1DCCA9" w:rsidR="00B150A3" w:rsidRPr="00ED1A1D" w:rsidRDefault="00B150A3" w:rsidP="004474AC">
      <w:pPr>
        <w:pStyle w:val="BodyText3"/>
      </w:pPr>
      <w:r w:rsidRPr="00ED1A1D">
        <w:t>0609</w:t>
      </w:r>
      <w:r w:rsidR="006D1457" w:rsidRPr="00ED1A1D">
        <w:t xml:space="preserve"> </w:t>
      </w:r>
      <w:proofErr w:type="spellStart"/>
      <w:r w:rsidR="006D1457" w:rsidRPr="00ED1A1D">
        <w:t>Att</w:t>
      </w:r>
      <w:proofErr w:type="spellEnd"/>
      <w:r w:rsidR="006D1457" w:rsidRPr="00ED1A1D">
        <w:t xml:space="preserve"> </w:t>
      </w:r>
      <w:r w:rsidRPr="00ED1A1D">
        <w:t>1</w:t>
      </w:r>
      <w:r w:rsidRPr="00ED1A1D">
        <w:tab/>
        <w:t xml:space="preserve">Significance and Enforcement Review Panel </w:t>
      </w:r>
      <w:r w:rsidR="007245DA" w:rsidRPr="00ED1A1D">
        <w:t xml:space="preserve">(SERP) </w:t>
      </w:r>
      <w:r w:rsidRPr="00ED1A1D">
        <w:t>Process</w:t>
      </w:r>
      <w:r w:rsidR="00C41F0F" w:rsidRPr="00ED1A1D">
        <w:br/>
      </w:r>
      <w:r w:rsidR="00CA2886">
        <w:t>12/16/24 (24-044)</w:t>
      </w:r>
    </w:p>
    <w:p w14:paraId="08609C64" w14:textId="39E68DA1" w:rsidR="00E9134C" w:rsidRPr="00ED1A1D" w:rsidRDefault="00B150A3" w:rsidP="004474AC">
      <w:pPr>
        <w:pStyle w:val="BodyText3"/>
      </w:pPr>
      <w:r w:rsidRPr="00ED1A1D">
        <w:t>0609</w:t>
      </w:r>
      <w:r w:rsidR="006D1457" w:rsidRPr="00ED1A1D">
        <w:t xml:space="preserve"> </w:t>
      </w:r>
      <w:proofErr w:type="spellStart"/>
      <w:r w:rsidR="006D1457" w:rsidRPr="00ED1A1D">
        <w:t>Att</w:t>
      </w:r>
      <w:proofErr w:type="spellEnd"/>
      <w:r w:rsidR="006D1457" w:rsidRPr="00ED1A1D">
        <w:t xml:space="preserve"> </w:t>
      </w:r>
      <w:r w:rsidRPr="00ED1A1D">
        <w:t>2</w:t>
      </w:r>
      <w:r w:rsidRPr="00ED1A1D">
        <w:tab/>
        <w:t>Process for Appealing NRC Characterization of Inspection</w:t>
      </w:r>
      <w:r w:rsidR="00C41F0F" w:rsidRPr="00ED1A1D">
        <w:t xml:space="preserve"> </w:t>
      </w:r>
      <w:r w:rsidRPr="00ED1A1D">
        <w:t xml:space="preserve">Findings (SDP Appeal Process) </w:t>
      </w:r>
      <w:bookmarkStart w:id="9" w:name="_Hlk62460183"/>
      <w:r w:rsidR="0021400D">
        <w:t>11/22/24 (24-037)</w:t>
      </w:r>
      <w:bookmarkEnd w:id="9"/>
    </w:p>
    <w:p w14:paraId="5C3D73DE" w14:textId="75D23CF9" w:rsidR="008452CA" w:rsidRPr="00ED1A1D" w:rsidRDefault="003C3A98" w:rsidP="004474AC">
      <w:pPr>
        <w:pStyle w:val="BodyText3"/>
      </w:pPr>
      <w:r w:rsidRPr="00ED1A1D">
        <w:t>0609</w:t>
      </w:r>
      <w:r w:rsidR="006D1457" w:rsidRPr="00ED1A1D">
        <w:t xml:space="preserve"> </w:t>
      </w:r>
      <w:proofErr w:type="spellStart"/>
      <w:r w:rsidR="006D1457" w:rsidRPr="00ED1A1D">
        <w:t>Att</w:t>
      </w:r>
      <w:proofErr w:type="spellEnd"/>
      <w:r w:rsidR="006D1457" w:rsidRPr="00ED1A1D">
        <w:t xml:space="preserve"> </w:t>
      </w:r>
      <w:r w:rsidRPr="00ED1A1D">
        <w:t>3</w:t>
      </w:r>
      <w:r w:rsidRPr="00ED1A1D">
        <w:tab/>
      </w:r>
      <w:bookmarkStart w:id="10" w:name="_Hlk53125318"/>
      <w:r w:rsidR="00E9134C" w:rsidRPr="00ED1A1D">
        <w:t>Senior Reactor Analyst and Risk Analyst Support Expectations</w:t>
      </w:r>
      <w:r w:rsidR="006D1457" w:rsidRPr="00ED1A1D">
        <w:t xml:space="preserve"> </w:t>
      </w:r>
      <w:bookmarkEnd w:id="10"/>
      <w:r w:rsidR="006D1457" w:rsidRPr="00ED1A1D">
        <w:br/>
      </w:r>
      <w:r w:rsidR="00E9134C" w:rsidRPr="00ED1A1D">
        <w:t>10/09/20</w:t>
      </w:r>
      <w:r w:rsidR="00776B32" w:rsidRPr="00ED1A1D">
        <w:t xml:space="preserve"> (</w:t>
      </w:r>
      <w:r w:rsidR="00E9134C" w:rsidRPr="00ED1A1D">
        <w:t>20-050</w:t>
      </w:r>
      <w:r w:rsidR="00776B32" w:rsidRPr="00ED1A1D">
        <w:t>)</w:t>
      </w:r>
    </w:p>
    <w:p w14:paraId="3C92F1C7" w14:textId="209744DC" w:rsidR="009D315C" w:rsidRPr="00ED1A1D" w:rsidRDefault="009D315C" w:rsidP="004474AC">
      <w:pPr>
        <w:pStyle w:val="BodyText3"/>
      </w:pPr>
      <w:r w:rsidRPr="00ED1A1D">
        <w:t>0609</w:t>
      </w:r>
      <w:r w:rsidR="006B5523" w:rsidRPr="00ED1A1D">
        <w:t xml:space="preserve"> </w:t>
      </w:r>
      <w:proofErr w:type="spellStart"/>
      <w:r w:rsidR="006B5523" w:rsidRPr="00ED1A1D">
        <w:t>Att</w:t>
      </w:r>
      <w:proofErr w:type="spellEnd"/>
      <w:r w:rsidR="006D1457" w:rsidRPr="00ED1A1D">
        <w:t xml:space="preserve"> </w:t>
      </w:r>
      <w:r w:rsidRPr="00ED1A1D">
        <w:t>4</w:t>
      </w:r>
      <w:r w:rsidRPr="00ED1A1D">
        <w:tab/>
        <w:t xml:space="preserve">Initial Characterization of Findings </w:t>
      </w:r>
      <w:r w:rsidR="00F21FBB">
        <w:t>10/25/24</w:t>
      </w:r>
      <w:r w:rsidRPr="00ED1A1D">
        <w:t xml:space="preserve"> </w:t>
      </w:r>
      <w:r w:rsidR="00C950DC" w:rsidRPr="00ED1A1D">
        <w:t>(</w:t>
      </w:r>
      <w:r w:rsidR="00F21FBB">
        <w:t>24-031</w:t>
      </w:r>
      <w:r w:rsidRPr="00ED1A1D">
        <w:t>)</w:t>
      </w:r>
    </w:p>
    <w:p w14:paraId="6C5228DF" w14:textId="3A50A66B" w:rsidR="00B150A3" w:rsidRPr="00ED1A1D" w:rsidRDefault="00B150A3" w:rsidP="004474AC">
      <w:pPr>
        <w:pStyle w:val="BodyText3"/>
      </w:pPr>
      <w:r w:rsidRPr="00ED1A1D">
        <w:t>0609</w:t>
      </w:r>
      <w:r w:rsidR="006B5523" w:rsidRPr="00ED1A1D">
        <w:t xml:space="preserve"> </w:t>
      </w:r>
      <w:proofErr w:type="spellStart"/>
      <w:r w:rsidR="006B5523" w:rsidRPr="00ED1A1D">
        <w:t>Att</w:t>
      </w:r>
      <w:proofErr w:type="spellEnd"/>
      <w:r w:rsidR="006B5523" w:rsidRPr="00ED1A1D">
        <w:t xml:space="preserve"> 5</w:t>
      </w:r>
      <w:r w:rsidRPr="00ED1A1D">
        <w:tab/>
        <w:t>I</w:t>
      </w:r>
      <w:r w:rsidR="00F624E4" w:rsidRPr="00ED1A1D">
        <w:t>nspection Finding</w:t>
      </w:r>
      <w:r w:rsidR="000C4822" w:rsidRPr="00ED1A1D">
        <w:t xml:space="preserve"> </w:t>
      </w:r>
      <w:r w:rsidR="00F624E4" w:rsidRPr="00ED1A1D">
        <w:t xml:space="preserve">Review Board </w:t>
      </w:r>
      <w:r w:rsidR="006D1457" w:rsidRPr="00ED1A1D">
        <w:t>12/15/23 (23-037)</w:t>
      </w:r>
    </w:p>
    <w:p w14:paraId="673FC05E" w14:textId="2CE535AF" w:rsidR="009D315C" w:rsidRPr="00ED1A1D" w:rsidRDefault="009D315C" w:rsidP="004474AC">
      <w:pPr>
        <w:pStyle w:val="BodyText3"/>
      </w:pPr>
      <w:r w:rsidRPr="00ED1A1D">
        <w:t>0609</w:t>
      </w:r>
      <w:r w:rsidR="00680CBF" w:rsidRPr="00ED1A1D">
        <w:t>,</w:t>
      </w:r>
      <w:r w:rsidRPr="00ED1A1D">
        <w:t xml:space="preserve"> App A</w:t>
      </w:r>
      <w:r w:rsidRPr="00ED1A1D">
        <w:tab/>
      </w:r>
      <w:proofErr w:type="gramStart"/>
      <w:r w:rsidR="00442AAD" w:rsidRPr="00ED1A1D">
        <w:t>T</w:t>
      </w:r>
      <w:r w:rsidRPr="00ED1A1D">
        <w:t>he</w:t>
      </w:r>
      <w:proofErr w:type="gramEnd"/>
      <w:r w:rsidRPr="00ED1A1D">
        <w:t xml:space="preserve"> Significance </w:t>
      </w:r>
      <w:r w:rsidR="00442AAD" w:rsidRPr="00ED1A1D">
        <w:t>Determination Process</w:t>
      </w:r>
      <w:r w:rsidR="008B2E27" w:rsidRPr="00ED1A1D">
        <w:t xml:space="preserve"> for Findings</w:t>
      </w:r>
      <w:r w:rsidRPr="00ED1A1D">
        <w:t xml:space="preserve"> At-Power </w:t>
      </w:r>
      <w:r w:rsidR="00B827ED" w:rsidRPr="00ED1A1D">
        <w:br/>
      </w:r>
      <w:r w:rsidR="0043438A" w:rsidRPr="00ED1A1D">
        <w:t>11/30/20</w:t>
      </w:r>
      <w:r w:rsidRPr="00ED1A1D">
        <w:t xml:space="preserve"> (</w:t>
      </w:r>
      <w:r w:rsidR="0043438A" w:rsidRPr="00ED1A1D">
        <w:t>20-066</w:t>
      </w:r>
      <w:r w:rsidRPr="00ED1A1D">
        <w:t>)</w:t>
      </w:r>
    </w:p>
    <w:p w14:paraId="59A17C46" w14:textId="2C969452" w:rsidR="003C3A98" w:rsidRPr="00ED1A1D" w:rsidRDefault="003C3A98" w:rsidP="004474AC">
      <w:pPr>
        <w:pStyle w:val="BodyText3"/>
      </w:pPr>
      <w:r w:rsidRPr="00ED1A1D">
        <w:t>0609</w:t>
      </w:r>
      <w:r w:rsidR="00680CBF" w:rsidRPr="00ED1A1D">
        <w:t>,</w:t>
      </w:r>
      <w:r w:rsidRPr="00ED1A1D">
        <w:t xml:space="preserve"> App B</w:t>
      </w:r>
      <w:r w:rsidRPr="00ED1A1D">
        <w:tab/>
        <w:t>Emergency Preparedness Significance Determination Process</w:t>
      </w:r>
      <w:r w:rsidR="00C41F0F" w:rsidRPr="00ED1A1D">
        <w:t xml:space="preserve"> </w:t>
      </w:r>
      <w:r w:rsidR="00C41F0F" w:rsidRPr="00ED1A1D">
        <w:br/>
      </w:r>
      <w:r w:rsidR="00CC5504" w:rsidRPr="00ED1A1D">
        <w:t>09/22/15</w:t>
      </w:r>
      <w:r w:rsidRPr="00ED1A1D">
        <w:t xml:space="preserve"> (</w:t>
      </w:r>
      <w:r w:rsidR="00CC5504" w:rsidRPr="00ED1A1D">
        <w:t>15-017</w:t>
      </w:r>
      <w:r w:rsidRPr="00ED1A1D">
        <w:t>)</w:t>
      </w:r>
    </w:p>
    <w:p w14:paraId="06FA326C" w14:textId="6ACD387F" w:rsidR="00887904" w:rsidRPr="00ED1A1D" w:rsidRDefault="003C3A98" w:rsidP="004474AC">
      <w:pPr>
        <w:pStyle w:val="BodyText3"/>
      </w:pPr>
      <w:r w:rsidRPr="00ED1A1D">
        <w:t>0609</w:t>
      </w:r>
      <w:r w:rsidR="00680CBF" w:rsidRPr="00ED1A1D">
        <w:t>,</w:t>
      </w:r>
      <w:r w:rsidRPr="00ED1A1D">
        <w:t xml:space="preserve"> App C</w:t>
      </w:r>
      <w:r w:rsidRPr="00ED1A1D">
        <w:tab/>
        <w:t>Occupational Radiation Safety Significance Determination</w:t>
      </w:r>
      <w:r w:rsidR="00C41F0F" w:rsidRPr="00ED1A1D">
        <w:t xml:space="preserve"> </w:t>
      </w:r>
      <w:r w:rsidRPr="00ED1A1D">
        <w:t xml:space="preserve">Process </w:t>
      </w:r>
      <w:r w:rsidR="00D41A79" w:rsidRPr="00ED1A1D">
        <w:t>08/19/08</w:t>
      </w:r>
      <w:r w:rsidR="00887904" w:rsidRPr="00ED1A1D">
        <w:t xml:space="preserve"> (</w:t>
      </w:r>
      <w:r w:rsidR="00D41A79" w:rsidRPr="00ED1A1D">
        <w:t>08-024</w:t>
      </w:r>
      <w:r w:rsidR="00887904" w:rsidRPr="00ED1A1D">
        <w:t>)</w:t>
      </w:r>
    </w:p>
    <w:p w14:paraId="3D1D58D5" w14:textId="61D1882D" w:rsidR="003D4CB9" w:rsidRPr="00ED1A1D" w:rsidRDefault="003C3A98" w:rsidP="004474AC">
      <w:pPr>
        <w:pStyle w:val="BodyText3"/>
      </w:pPr>
      <w:r w:rsidRPr="00ED1A1D">
        <w:t>0609</w:t>
      </w:r>
      <w:r w:rsidR="00680CBF" w:rsidRPr="00ED1A1D">
        <w:t>,</w:t>
      </w:r>
      <w:r w:rsidRPr="00ED1A1D">
        <w:t xml:space="preserve"> App D</w:t>
      </w:r>
      <w:r w:rsidRPr="00ED1A1D">
        <w:tab/>
        <w:t>Public Radiation Safety Significance Determination Process</w:t>
      </w:r>
      <w:r w:rsidR="00C41F0F" w:rsidRPr="00ED1A1D">
        <w:t xml:space="preserve"> </w:t>
      </w:r>
      <w:r w:rsidR="00C41F0F" w:rsidRPr="00ED1A1D">
        <w:br/>
      </w:r>
      <w:r w:rsidR="00EC1891" w:rsidRPr="00ED1A1D">
        <w:t>09/24/21 (21-032)</w:t>
      </w:r>
    </w:p>
    <w:p w14:paraId="6E9E733F" w14:textId="3DE1C124" w:rsidR="00CD4ED0" w:rsidRPr="00ED1A1D" w:rsidRDefault="00CD4ED0" w:rsidP="004474AC">
      <w:pPr>
        <w:pStyle w:val="BodyText3"/>
      </w:pPr>
      <w:r w:rsidRPr="00ED1A1D">
        <w:t>0609</w:t>
      </w:r>
      <w:r w:rsidR="00680CBF" w:rsidRPr="00ED1A1D">
        <w:t>,</w:t>
      </w:r>
      <w:r w:rsidRPr="00ED1A1D">
        <w:t xml:space="preserve"> App E</w:t>
      </w:r>
      <w:r w:rsidRPr="00ED1A1D">
        <w:tab/>
      </w:r>
      <w:r w:rsidR="003658F1" w:rsidRPr="00ED1A1D">
        <w:t>Security</w:t>
      </w:r>
      <w:r w:rsidRPr="00ED1A1D">
        <w:t xml:space="preserve"> Significance Determination Process for Power Reactors</w:t>
      </w:r>
      <w:r w:rsidR="00C044F2" w:rsidRPr="00ED1A1D">
        <w:t xml:space="preserve"> </w:t>
      </w:r>
      <w:r w:rsidR="00C41F0F" w:rsidRPr="00ED1A1D">
        <w:br/>
      </w:r>
      <w:r w:rsidR="00050B8B" w:rsidRPr="00ED1A1D">
        <w:t>04</w:t>
      </w:r>
      <w:r w:rsidR="003658F1" w:rsidRPr="00ED1A1D">
        <w:t>/0</w:t>
      </w:r>
      <w:r w:rsidR="00050B8B" w:rsidRPr="00ED1A1D">
        <w:t>2</w:t>
      </w:r>
      <w:r w:rsidR="003658F1" w:rsidRPr="00ED1A1D">
        <w:t>/</w:t>
      </w:r>
      <w:r w:rsidR="00050B8B" w:rsidRPr="00ED1A1D">
        <w:t>21</w:t>
      </w:r>
      <w:r w:rsidR="003658F1" w:rsidRPr="00ED1A1D">
        <w:t xml:space="preserve"> (</w:t>
      </w:r>
      <w:r w:rsidR="00050B8B" w:rsidRPr="00ED1A1D">
        <w:t>21</w:t>
      </w:r>
      <w:r w:rsidR="003658F1" w:rsidRPr="00ED1A1D">
        <w:t>-01</w:t>
      </w:r>
      <w:r w:rsidR="00050B8B" w:rsidRPr="00ED1A1D">
        <w:t>8</w:t>
      </w:r>
      <w:r w:rsidRPr="00ED1A1D">
        <w:t>)</w:t>
      </w:r>
    </w:p>
    <w:p w14:paraId="64C63025" w14:textId="671E0AA9" w:rsidR="00FF3320" w:rsidRPr="00ED1A1D" w:rsidRDefault="00FF3320" w:rsidP="004474AC">
      <w:pPr>
        <w:pStyle w:val="BodyText3"/>
      </w:pPr>
      <w:r w:rsidRPr="00ED1A1D">
        <w:t>0609</w:t>
      </w:r>
      <w:r w:rsidR="00680CBF" w:rsidRPr="00ED1A1D">
        <w:t>,</w:t>
      </w:r>
      <w:r w:rsidRPr="00ED1A1D">
        <w:t xml:space="preserve"> App E </w:t>
      </w:r>
      <w:r w:rsidRPr="00ED1A1D">
        <w:tab/>
        <w:t xml:space="preserve">Part I Baseline Security Significance Determination Process for Power Reactors </w:t>
      </w:r>
      <w:r w:rsidR="00562D7A" w:rsidRPr="00ED1A1D">
        <w:t>11/08/22 (22-025)</w:t>
      </w:r>
    </w:p>
    <w:p w14:paraId="6E6B0A55" w14:textId="0F95BCF6" w:rsidR="003C3A98" w:rsidRPr="00ED1A1D" w:rsidRDefault="003C3A98" w:rsidP="004474AC">
      <w:pPr>
        <w:pStyle w:val="BodyText3"/>
      </w:pPr>
      <w:r w:rsidRPr="00ED1A1D">
        <w:t>0609</w:t>
      </w:r>
      <w:r w:rsidR="00680CBF" w:rsidRPr="00ED1A1D">
        <w:t>,</w:t>
      </w:r>
      <w:r w:rsidRPr="00ED1A1D">
        <w:t xml:space="preserve"> App E </w:t>
      </w:r>
      <w:r w:rsidR="00ED2976" w:rsidRPr="00ED1A1D">
        <w:tab/>
      </w:r>
      <w:r w:rsidRPr="00ED1A1D">
        <w:t>Part II Force-on-Force Significance</w:t>
      </w:r>
      <w:r w:rsidR="006A036C" w:rsidRPr="00ED1A1D">
        <w:t xml:space="preserve"> </w:t>
      </w:r>
      <w:r w:rsidRPr="00ED1A1D">
        <w:t xml:space="preserve">Determination Process </w:t>
      </w:r>
      <w:r w:rsidR="00353A35" w:rsidRPr="00ED1A1D">
        <w:br/>
      </w:r>
      <w:r w:rsidR="00EE6E4E" w:rsidRPr="00ED1A1D">
        <w:t>01/15/14 (14-001</w:t>
      </w:r>
      <w:r w:rsidRPr="00ED1A1D">
        <w:t>)</w:t>
      </w:r>
    </w:p>
    <w:p w14:paraId="1B7850C6" w14:textId="043915F5" w:rsidR="00BB65F5" w:rsidRPr="00ED1A1D" w:rsidRDefault="008903F8" w:rsidP="004474AC">
      <w:pPr>
        <w:pStyle w:val="BodyText3"/>
      </w:pPr>
      <w:r w:rsidRPr="00ED1A1D">
        <w:t>0609</w:t>
      </w:r>
      <w:r w:rsidR="00680CBF" w:rsidRPr="00ED1A1D">
        <w:t>,</w:t>
      </w:r>
      <w:r w:rsidR="00652017" w:rsidRPr="00ED1A1D">
        <w:t xml:space="preserve"> App E</w:t>
      </w:r>
      <w:r w:rsidR="00652017" w:rsidRPr="00ED1A1D">
        <w:tab/>
      </w:r>
      <w:r w:rsidRPr="00ED1A1D">
        <w:t>Part III Construction Fitness-for-Duty Significance Determination Process</w:t>
      </w:r>
      <w:r w:rsidR="00652017" w:rsidRPr="00ED1A1D">
        <w:t xml:space="preserve"> </w:t>
      </w:r>
      <w:r w:rsidR="006E0D56" w:rsidRPr="00ED1A1D">
        <w:t>for New Reactors</w:t>
      </w:r>
      <w:r w:rsidR="00CF7655" w:rsidRPr="00ED1A1D">
        <w:t xml:space="preserve"> </w:t>
      </w:r>
      <w:r w:rsidR="00652017" w:rsidRPr="00ED1A1D">
        <w:t>07/26/18 (18</w:t>
      </w:r>
      <w:r w:rsidRPr="00ED1A1D">
        <w:t>-021)</w:t>
      </w:r>
    </w:p>
    <w:p w14:paraId="71BF7300" w14:textId="34856F2A" w:rsidR="00E716A0" w:rsidRPr="00ED1A1D" w:rsidRDefault="00E716A0" w:rsidP="004474AC">
      <w:pPr>
        <w:pStyle w:val="BodyText3"/>
      </w:pPr>
      <w:r w:rsidRPr="00ED1A1D">
        <w:t xml:space="preserve">0609, App E </w:t>
      </w:r>
      <w:r w:rsidRPr="00ED1A1D">
        <w:tab/>
        <w:t>Part IV Cyber</w:t>
      </w:r>
      <w:r w:rsidR="00C62B35">
        <w:t>s</w:t>
      </w:r>
      <w:r w:rsidRPr="00ED1A1D">
        <w:t>ecurity Significance Determination Process for Power Reactors</w:t>
      </w:r>
      <w:r w:rsidR="007A1829" w:rsidRPr="00ED1A1D">
        <w:t xml:space="preserve"> </w:t>
      </w:r>
      <w:r w:rsidR="00C01901">
        <w:t>02/18/25 (25-003)</w:t>
      </w:r>
    </w:p>
    <w:p w14:paraId="58ABB43F" w14:textId="6812C2AD" w:rsidR="00E716A0" w:rsidRPr="00ED1A1D" w:rsidRDefault="00E716A0" w:rsidP="004474AC">
      <w:pPr>
        <w:pStyle w:val="BodyText3"/>
      </w:pPr>
      <w:r w:rsidRPr="00ED1A1D">
        <w:t>0609, App F</w:t>
      </w:r>
      <w:r w:rsidRPr="00ED1A1D">
        <w:tab/>
        <w:t>Fire Protection Significance Determination Process</w:t>
      </w:r>
      <w:r w:rsidR="00EE324B" w:rsidRPr="00ED1A1D">
        <w:t xml:space="preserve"> </w:t>
      </w:r>
      <w:r w:rsidR="00EE324B" w:rsidRPr="00ED1A1D">
        <w:tab/>
      </w:r>
      <w:r w:rsidR="00AE2574" w:rsidRPr="00ED1A1D">
        <w:t>09/05/24 (24-024)</w:t>
      </w:r>
    </w:p>
    <w:p w14:paraId="4E2EA86E" w14:textId="7F741AA0" w:rsidR="00E716A0" w:rsidRPr="00ED1A1D" w:rsidRDefault="00E716A0" w:rsidP="004474AC">
      <w:pPr>
        <w:pStyle w:val="BodyText3"/>
      </w:pPr>
      <w:r w:rsidRPr="00ED1A1D"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1 Fire Protection S</w:t>
      </w:r>
      <w:r w:rsidR="00486E2F" w:rsidRPr="00ED1A1D">
        <w:t xml:space="preserve">ignificance </w:t>
      </w:r>
      <w:r w:rsidRPr="00ED1A1D">
        <w:t>D</w:t>
      </w:r>
      <w:r w:rsidR="003E268F" w:rsidRPr="00ED1A1D">
        <w:t xml:space="preserve">etermination </w:t>
      </w:r>
      <w:r w:rsidRPr="00ED1A1D">
        <w:t>P</w:t>
      </w:r>
      <w:r w:rsidR="003E268F" w:rsidRPr="00ED1A1D">
        <w:t>rocess</w:t>
      </w:r>
      <w:r w:rsidRPr="00ED1A1D">
        <w:t xml:space="preserve"> Worksheet</w:t>
      </w:r>
      <w:r w:rsidR="0092335E" w:rsidRPr="00ED1A1D">
        <w:t>s</w:t>
      </w:r>
      <w:r w:rsidR="00EE324B" w:rsidRPr="00ED1A1D">
        <w:t xml:space="preserve"> </w:t>
      </w:r>
      <w:r w:rsidR="0092335E" w:rsidRPr="00ED1A1D">
        <w:t>09/05/24 (24-024)</w:t>
      </w:r>
    </w:p>
    <w:p w14:paraId="6F00721A" w14:textId="0783DED4" w:rsidR="00A84D04" w:rsidRPr="00ED1A1D" w:rsidRDefault="00A84D04" w:rsidP="004474AC">
      <w:pPr>
        <w:pStyle w:val="BodyText3"/>
      </w:pPr>
      <w:r w:rsidRPr="00ED1A1D"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2 Degradation Rating Guidance </w:t>
      </w:r>
      <w:r w:rsidR="00371D3B" w:rsidRPr="00ED1A1D">
        <w:t>09/05/24 (24-024)</w:t>
      </w:r>
    </w:p>
    <w:p w14:paraId="7BDBA446" w14:textId="0A896947" w:rsidR="00A84D04" w:rsidRPr="00ED1A1D" w:rsidRDefault="00A84D04" w:rsidP="004474AC">
      <w:pPr>
        <w:pStyle w:val="BodyText3"/>
      </w:pPr>
      <w:r w:rsidRPr="00ED1A1D"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3 Guidance for Identifying </w:t>
      </w:r>
      <w:r w:rsidR="00271692" w:rsidRPr="00ED1A1D">
        <w:t xml:space="preserve">Credible </w:t>
      </w:r>
      <w:r w:rsidRPr="00ED1A1D">
        <w:t>Fire Scenarios</w:t>
      </w:r>
      <w:r w:rsidR="00353A35" w:rsidRPr="00ED1A1D">
        <w:t xml:space="preserve"> </w:t>
      </w:r>
      <w:r w:rsidR="00371D3B" w:rsidRPr="00ED1A1D">
        <w:t>09/05/24 (24-024)</w:t>
      </w:r>
    </w:p>
    <w:p w14:paraId="3439FF80" w14:textId="133013A3" w:rsidR="00B150A3" w:rsidRPr="00ED1A1D" w:rsidRDefault="00A84D04" w:rsidP="004474AC">
      <w:pPr>
        <w:pStyle w:val="BodyText3"/>
      </w:pPr>
      <w:r w:rsidRPr="00ED1A1D"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4 </w:t>
      </w:r>
      <w:r w:rsidR="00F93538" w:rsidRPr="00ED1A1D">
        <w:t xml:space="preserve">Guidance for Determining Fire Ignition Frequency </w:t>
      </w:r>
      <w:r w:rsidR="00371D3B" w:rsidRPr="00ED1A1D">
        <w:t>09/05/24 (24-024)</w:t>
      </w:r>
      <w:r w:rsidR="00E716A0" w:rsidRPr="00ED1A1D">
        <w:tab/>
      </w:r>
    </w:p>
    <w:p w14:paraId="300BA4E6" w14:textId="0E2C294C" w:rsidR="003C3A98" w:rsidRPr="00ED1A1D" w:rsidRDefault="003C3A98" w:rsidP="004474AC">
      <w:pPr>
        <w:pStyle w:val="BodyText3"/>
      </w:pPr>
      <w:r w:rsidRPr="00ED1A1D"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5 Characterizing </w:t>
      </w:r>
      <w:r w:rsidR="00994282" w:rsidRPr="00ED1A1D">
        <w:t xml:space="preserve">Fire Ignition Sources </w:t>
      </w:r>
      <w:r w:rsidR="00371D3B" w:rsidRPr="00ED1A1D">
        <w:t>09/05/24 (24-024)</w:t>
      </w:r>
    </w:p>
    <w:p w14:paraId="29BEBC96" w14:textId="33476070" w:rsidR="000604DA" w:rsidRPr="00ED1A1D" w:rsidRDefault="003C3A98" w:rsidP="004474AC">
      <w:pPr>
        <w:pStyle w:val="BodyText3"/>
      </w:pPr>
      <w:r w:rsidRPr="00ED1A1D"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6 Guidance for the Identification of Targets and Their Ignition</w:t>
      </w:r>
      <w:r w:rsidR="00353A35" w:rsidRPr="00ED1A1D">
        <w:t xml:space="preserve"> </w:t>
      </w:r>
      <w:r w:rsidR="00135BA0" w:rsidRPr="00ED1A1D">
        <w:t>and Damage Criteria</w:t>
      </w:r>
      <w:r w:rsidRPr="00ED1A1D">
        <w:t xml:space="preserve"> </w:t>
      </w:r>
      <w:r w:rsidR="00371D3B" w:rsidRPr="00ED1A1D">
        <w:t>09/05/24 (24-024)</w:t>
      </w:r>
    </w:p>
    <w:p w14:paraId="23C4FE99" w14:textId="176EBE64" w:rsidR="003C3A98" w:rsidRPr="00ED1A1D" w:rsidRDefault="003C3A98" w:rsidP="004474AC">
      <w:pPr>
        <w:pStyle w:val="BodyText3"/>
      </w:pPr>
      <w:r w:rsidRPr="00ED1A1D">
        <w:lastRenderedPageBreak/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7 Guidance for Fire </w:t>
      </w:r>
      <w:r w:rsidR="00F93538" w:rsidRPr="00ED1A1D">
        <w:t>Non-Suppression Probability</w:t>
      </w:r>
      <w:r w:rsidRPr="00ED1A1D">
        <w:t xml:space="preserve"> Analysis</w:t>
      </w:r>
      <w:r w:rsidR="00353A35" w:rsidRPr="00ED1A1D">
        <w:t xml:space="preserve"> </w:t>
      </w:r>
      <w:r w:rsidR="00353A35" w:rsidRPr="00ED1A1D">
        <w:br/>
      </w:r>
      <w:r w:rsidR="00371D3B" w:rsidRPr="00ED1A1D">
        <w:t>09/05/24 (24-024)</w:t>
      </w:r>
    </w:p>
    <w:p w14:paraId="4800FD28" w14:textId="7867CFDA" w:rsidR="003C3A98" w:rsidRPr="00ED1A1D" w:rsidRDefault="003C3A98" w:rsidP="004474AC">
      <w:pPr>
        <w:pStyle w:val="BodyText3"/>
      </w:pPr>
      <w:r w:rsidRPr="00ED1A1D">
        <w:t xml:space="preserve">0609, App F, </w:t>
      </w:r>
      <w:proofErr w:type="spellStart"/>
      <w:r w:rsidRPr="00ED1A1D">
        <w:t>Att</w:t>
      </w:r>
      <w:proofErr w:type="spellEnd"/>
      <w:r w:rsidRPr="00ED1A1D">
        <w:t xml:space="preserve"> 8 </w:t>
      </w:r>
      <w:r w:rsidR="00F93538" w:rsidRPr="00ED1A1D">
        <w:t>Tables and Plots Supporting the Phase 2 Risk Quantification</w:t>
      </w:r>
      <w:r w:rsidR="00353A35" w:rsidRPr="00ED1A1D">
        <w:br/>
      </w:r>
      <w:r w:rsidR="00371D3B" w:rsidRPr="00ED1A1D">
        <w:t>09/05/24 (24-024)</w:t>
      </w:r>
    </w:p>
    <w:p w14:paraId="42B2F545" w14:textId="69B1B476" w:rsidR="003C3A98" w:rsidRPr="00ED1A1D" w:rsidRDefault="003C3A98" w:rsidP="004474AC">
      <w:pPr>
        <w:pStyle w:val="BodyText3"/>
      </w:pPr>
      <w:r w:rsidRPr="00ED1A1D">
        <w:t>0609</w:t>
      </w:r>
      <w:r w:rsidR="00DE4429" w:rsidRPr="00ED1A1D">
        <w:t>,</w:t>
      </w:r>
      <w:r w:rsidRPr="00ED1A1D">
        <w:t xml:space="preserve"> App G</w:t>
      </w:r>
      <w:r w:rsidRPr="00ED1A1D">
        <w:tab/>
        <w:t>Shutdown Operations Significance Determination Process</w:t>
      </w:r>
      <w:r w:rsidR="002C3FBF" w:rsidRPr="00ED1A1D">
        <w:t xml:space="preserve"> </w:t>
      </w:r>
      <w:r w:rsidR="002C3FBF" w:rsidRPr="00ED1A1D">
        <w:br/>
      </w:r>
      <w:r w:rsidR="00510031" w:rsidRPr="00ED1A1D">
        <w:t>0</w:t>
      </w:r>
      <w:r w:rsidR="00BD59B1" w:rsidRPr="00ED1A1D">
        <w:t>1/08/20</w:t>
      </w:r>
      <w:r w:rsidR="00510031" w:rsidRPr="00ED1A1D">
        <w:t xml:space="preserve"> (</w:t>
      </w:r>
      <w:r w:rsidR="00BD59B1" w:rsidRPr="00ED1A1D">
        <w:t>01</w:t>
      </w:r>
      <w:r w:rsidR="00510031" w:rsidRPr="00ED1A1D">
        <w:t>-0</w:t>
      </w:r>
      <w:r w:rsidR="00BD59B1" w:rsidRPr="00ED1A1D">
        <w:t>04</w:t>
      </w:r>
      <w:r w:rsidRPr="00ED1A1D">
        <w:t>)</w:t>
      </w:r>
    </w:p>
    <w:p w14:paraId="46D9C77A" w14:textId="37E5100A" w:rsidR="003C3A98" w:rsidRPr="00ED1A1D" w:rsidRDefault="003C3A98" w:rsidP="004474AC">
      <w:pPr>
        <w:pStyle w:val="BodyText3"/>
      </w:pPr>
      <w:r w:rsidRPr="00ED1A1D">
        <w:t xml:space="preserve">0609, App G, </w:t>
      </w:r>
      <w:proofErr w:type="spellStart"/>
      <w:r w:rsidRPr="00ED1A1D">
        <w:t>Att</w:t>
      </w:r>
      <w:proofErr w:type="spellEnd"/>
      <w:r w:rsidRPr="00ED1A1D">
        <w:t xml:space="preserve"> 1 Shutdown Operations Significance Determination Process</w:t>
      </w:r>
      <w:r w:rsidR="003E7984" w:rsidRPr="00ED1A1D">
        <w:br/>
      </w:r>
      <w:r w:rsidRPr="00ED1A1D">
        <w:t xml:space="preserve">Phase 1 </w:t>
      </w:r>
      <w:r w:rsidR="00177748" w:rsidRPr="00ED1A1D">
        <w:t>Initial Screening</w:t>
      </w:r>
      <w:r w:rsidR="00586944" w:rsidRPr="00ED1A1D">
        <w:t xml:space="preserve"> and Characterization of Finding</w:t>
      </w:r>
      <w:r w:rsidR="006F4DB3" w:rsidRPr="00ED1A1D">
        <w:t>s</w:t>
      </w:r>
      <w:r w:rsidR="003E7984" w:rsidRPr="00ED1A1D">
        <w:br/>
      </w:r>
      <w:r w:rsidR="008E26B7" w:rsidRPr="00ED1A1D">
        <w:t>05/20/22 (22-010)</w:t>
      </w:r>
    </w:p>
    <w:p w14:paraId="73A78E79" w14:textId="6B76ADFD" w:rsidR="003C3A98" w:rsidRPr="00ED1A1D" w:rsidRDefault="003C3A98" w:rsidP="004474AC">
      <w:pPr>
        <w:pStyle w:val="BodyText3"/>
      </w:pPr>
      <w:r w:rsidRPr="00ED1A1D">
        <w:t xml:space="preserve">0609, App G, </w:t>
      </w:r>
      <w:proofErr w:type="spellStart"/>
      <w:r w:rsidRPr="00ED1A1D">
        <w:t>Att</w:t>
      </w:r>
      <w:proofErr w:type="spellEnd"/>
      <w:r w:rsidRPr="00ED1A1D">
        <w:t xml:space="preserve"> 2 Phase 2 Significance Determination Process Template for</w:t>
      </w:r>
      <w:r w:rsidR="002C3FBF" w:rsidRPr="00ED1A1D">
        <w:t xml:space="preserve"> </w:t>
      </w:r>
      <w:r w:rsidRPr="00ED1A1D">
        <w:t xml:space="preserve">PWR </w:t>
      </w:r>
      <w:r w:rsidR="00513B9F" w:rsidRPr="00ED1A1D">
        <w:t>D</w:t>
      </w:r>
      <w:r w:rsidRPr="00ED1A1D">
        <w:t>uring Shutdown 0</w:t>
      </w:r>
      <w:r w:rsidR="00BD59B1" w:rsidRPr="00ED1A1D">
        <w:t>1/08/20</w:t>
      </w:r>
      <w:r w:rsidRPr="00ED1A1D">
        <w:t xml:space="preserve"> (</w:t>
      </w:r>
      <w:r w:rsidR="00BD59B1" w:rsidRPr="00ED1A1D">
        <w:t>20-004</w:t>
      </w:r>
      <w:r w:rsidRPr="00ED1A1D">
        <w:t>)</w:t>
      </w:r>
    </w:p>
    <w:p w14:paraId="06E18518" w14:textId="0BEC25F9" w:rsidR="003C3A98" w:rsidRPr="00ED1A1D" w:rsidRDefault="003C3A98" w:rsidP="004474AC">
      <w:pPr>
        <w:pStyle w:val="BodyText3"/>
      </w:pPr>
      <w:r w:rsidRPr="00ED1A1D">
        <w:t xml:space="preserve">0609, App G, </w:t>
      </w:r>
      <w:proofErr w:type="spellStart"/>
      <w:r w:rsidRPr="00ED1A1D">
        <w:t>Att</w:t>
      </w:r>
      <w:proofErr w:type="spellEnd"/>
      <w:r w:rsidRPr="00ED1A1D">
        <w:t xml:space="preserve"> 3 Phase 2 Significance Determination Process Template for</w:t>
      </w:r>
      <w:r w:rsidR="002C3FBF" w:rsidRPr="00ED1A1D">
        <w:t xml:space="preserve"> </w:t>
      </w:r>
      <w:r w:rsidRPr="00ED1A1D">
        <w:t xml:space="preserve">BWR </w:t>
      </w:r>
      <w:r w:rsidR="00C10802" w:rsidRPr="00ED1A1D">
        <w:t>D</w:t>
      </w:r>
      <w:r w:rsidRPr="00ED1A1D">
        <w:t>uring Shutdown 0</w:t>
      </w:r>
      <w:r w:rsidR="00BD59B1" w:rsidRPr="00ED1A1D">
        <w:t>1/08/20</w:t>
      </w:r>
      <w:r w:rsidRPr="00ED1A1D">
        <w:t xml:space="preserve"> (</w:t>
      </w:r>
      <w:r w:rsidR="00BD59B1" w:rsidRPr="00ED1A1D">
        <w:t>20-004</w:t>
      </w:r>
      <w:r w:rsidRPr="00ED1A1D">
        <w:t>)</w:t>
      </w:r>
    </w:p>
    <w:p w14:paraId="7C2E5CF9" w14:textId="240FE13C" w:rsidR="003C3A98" w:rsidRPr="00ED1A1D" w:rsidRDefault="003C3A98" w:rsidP="004474AC">
      <w:pPr>
        <w:pStyle w:val="BodyText3"/>
      </w:pPr>
      <w:r w:rsidRPr="00ED1A1D">
        <w:t>0609</w:t>
      </w:r>
      <w:r w:rsidR="00DE4429" w:rsidRPr="00ED1A1D">
        <w:t>,</w:t>
      </w:r>
      <w:r w:rsidRPr="00ED1A1D">
        <w:t xml:space="preserve"> App H</w:t>
      </w:r>
      <w:r w:rsidRPr="00ED1A1D">
        <w:tab/>
        <w:t>Containment Integrity Significance Determination Process</w:t>
      </w:r>
      <w:r w:rsidR="004958D7" w:rsidRPr="00ED1A1D">
        <w:br/>
      </w:r>
      <w:bookmarkStart w:id="11" w:name="_Hlk35848274"/>
      <w:r w:rsidR="00D46588" w:rsidRPr="00ED1A1D">
        <w:t>0</w:t>
      </w:r>
      <w:bookmarkEnd w:id="11"/>
      <w:r w:rsidR="004F0984" w:rsidRPr="00ED1A1D">
        <w:t>3/23/20</w:t>
      </w:r>
      <w:r w:rsidR="00D46588" w:rsidRPr="00ED1A1D">
        <w:t xml:space="preserve"> (</w:t>
      </w:r>
      <w:r w:rsidR="004F0984" w:rsidRPr="00ED1A1D">
        <w:t>20-017</w:t>
      </w:r>
      <w:r w:rsidRPr="00ED1A1D">
        <w:t>)</w:t>
      </w:r>
    </w:p>
    <w:p w14:paraId="19B1A6A2" w14:textId="59BDAA83" w:rsidR="00E4446D" w:rsidRPr="00ED1A1D" w:rsidRDefault="00E4446D" w:rsidP="004474AC">
      <w:pPr>
        <w:pStyle w:val="BodyText3"/>
      </w:pPr>
      <w:r w:rsidRPr="00ED1A1D">
        <w:t>0609</w:t>
      </w:r>
      <w:r w:rsidR="00DE4429" w:rsidRPr="00ED1A1D">
        <w:t>,</w:t>
      </w:r>
      <w:r w:rsidRPr="00ED1A1D">
        <w:t xml:space="preserve"> App I</w:t>
      </w:r>
      <w:r w:rsidRPr="00ED1A1D">
        <w:tab/>
      </w:r>
      <w:r w:rsidR="00F624E4" w:rsidRPr="00ED1A1D">
        <w:t xml:space="preserve">Licensed </w:t>
      </w:r>
      <w:r w:rsidRPr="00ED1A1D">
        <w:t>Operator Requalification Significance</w:t>
      </w:r>
      <w:r w:rsidR="00F624E4" w:rsidRPr="00ED1A1D">
        <w:t xml:space="preserve"> Determination Process 01/10/19 (19-001)</w:t>
      </w:r>
    </w:p>
    <w:p w14:paraId="24E6B695" w14:textId="3DE133E5" w:rsidR="00DA2B35" w:rsidRPr="00ED1A1D" w:rsidRDefault="003C3A98" w:rsidP="004474AC">
      <w:pPr>
        <w:pStyle w:val="BodyText3"/>
      </w:pPr>
      <w:r w:rsidRPr="00ED1A1D">
        <w:t>0609</w:t>
      </w:r>
      <w:r w:rsidR="00DE4429" w:rsidRPr="00ED1A1D">
        <w:t>,</w:t>
      </w:r>
      <w:r w:rsidRPr="00ED1A1D">
        <w:t xml:space="preserve"> App J</w:t>
      </w:r>
      <w:r w:rsidRPr="00ED1A1D">
        <w:tab/>
      </w:r>
      <w:r w:rsidR="00DA2B35" w:rsidRPr="00ED1A1D">
        <w:t>Steam Generator Tube Integrity Findings</w:t>
      </w:r>
      <w:r w:rsidR="004E50FA" w:rsidRPr="00ED1A1D">
        <w:t xml:space="preserve"> </w:t>
      </w:r>
      <w:r w:rsidR="007F19ED" w:rsidRPr="00ED1A1D">
        <w:t>Significance Determination Process</w:t>
      </w:r>
      <w:r w:rsidR="00DA2B35" w:rsidRPr="00ED1A1D">
        <w:t xml:space="preserve"> </w:t>
      </w:r>
      <w:bookmarkStart w:id="12" w:name="_Hlk53669780"/>
      <w:r w:rsidR="00826AB1" w:rsidRPr="00ED1A1D">
        <w:t>10/16/20</w:t>
      </w:r>
      <w:r w:rsidR="00DA2B35" w:rsidRPr="00ED1A1D">
        <w:t xml:space="preserve"> </w:t>
      </w:r>
      <w:bookmarkEnd w:id="12"/>
      <w:r w:rsidR="00DA2B35" w:rsidRPr="00ED1A1D">
        <w:t>(</w:t>
      </w:r>
      <w:r w:rsidR="00826AB1" w:rsidRPr="00ED1A1D">
        <w:t>20-051</w:t>
      </w:r>
      <w:r w:rsidR="00DA2B35" w:rsidRPr="00ED1A1D">
        <w:t>)</w:t>
      </w:r>
    </w:p>
    <w:p w14:paraId="458C4D63" w14:textId="4427A798" w:rsidR="003C3A98" w:rsidRPr="00ED1A1D" w:rsidRDefault="003C3A98" w:rsidP="004474AC">
      <w:pPr>
        <w:pStyle w:val="BodyText3"/>
      </w:pPr>
      <w:r w:rsidRPr="00ED1A1D">
        <w:t>0609</w:t>
      </w:r>
      <w:r w:rsidR="00DE4429" w:rsidRPr="00ED1A1D">
        <w:t>,</w:t>
      </w:r>
      <w:r w:rsidRPr="00ED1A1D">
        <w:t xml:space="preserve"> App K</w:t>
      </w:r>
      <w:r w:rsidRPr="00ED1A1D">
        <w:tab/>
        <w:t>Maintenance Risk Assessment and Risk Management Significance</w:t>
      </w:r>
      <w:r w:rsidR="004958D7" w:rsidRPr="00ED1A1D">
        <w:t xml:space="preserve"> </w:t>
      </w:r>
      <w:r w:rsidRPr="00ED1A1D">
        <w:t xml:space="preserve">Determination Process </w:t>
      </w:r>
      <w:bookmarkStart w:id="13" w:name="_Hlk53669822"/>
      <w:r w:rsidR="00826AB1" w:rsidRPr="00ED1A1D">
        <w:t>10/</w:t>
      </w:r>
      <w:r w:rsidR="00F21FBB">
        <w:t>25/24</w:t>
      </w:r>
      <w:r w:rsidRPr="00ED1A1D">
        <w:t xml:space="preserve"> </w:t>
      </w:r>
      <w:bookmarkEnd w:id="13"/>
      <w:r w:rsidRPr="00ED1A1D">
        <w:t>(</w:t>
      </w:r>
      <w:r w:rsidR="00826AB1" w:rsidRPr="00ED1A1D">
        <w:t>2</w:t>
      </w:r>
      <w:r w:rsidR="00F21FBB">
        <w:t>4-031</w:t>
      </w:r>
      <w:r w:rsidRPr="00ED1A1D">
        <w:t>)</w:t>
      </w:r>
    </w:p>
    <w:p w14:paraId="3281BA57" w14:textId="309C7534" w:rsidR="000D2C80" w:rsidRPr="00ED1A1D" w:rsidRDefault="000D2C80" w:rsidP="004474AC">
      <w:pPr>
        <w:pStyle w:val="BodyText3"/>
      </w:pPr>
      <w:r w:rsidRPr="00ED1A1D">
        <w:t>0609</w:t>
      </w:r>
      <w:r w:rsidR="00DE4429" w:rsidRPr="00ED1A1D">
        <w:t>,</w:t>
      </w:r>
      <w:r w:rsidRPr="00ED1A1D">
        <w:t xml:space="preserve"> App L</w:t>
      </w:r>
      <w:r w:rsidRPr="00ED1A1D">
        <w:tab/>
      </w:r>
      <w:r w:rsidR="003E70EB" w:rsidRPr="00ED1A1D">
        <w:t>Extensive</w:t>
      </w:r>
      <w:r w:rsidR="005566CF" w:rsidRPr="00ED1A1D">
        <w:t xml:space="preserve"> Damage Mitigation Guidelines</w:t>
      </w:r>
      <w:r w:rsidRPr="00ED1A1D">
        <w:t xml:space="preserve"> Significance Determination Process </w:t>
      </w:r>
      <w:r w:rsidR="00BF7105" w:rsidRPr="00ED1A1D">
        <w:t>12/07/21 (21-039)</w:t>
      </w:r>
    </w:p>
    <w:p w14:paraId="7B50F707" w14:textId="260153D0" w:rsidR="003C3A98" w:rsidRPr="00ED1A1D" w:rsidRDefault="003C3A98" w:rsidP="004474AC">
      <w:pPr>
        <w:pStyle w:val="BodyText3"/>
      </w:pPr>
      <w:r w:rsidRPr="00ED1A1D">
        <w:t>0609</w:t>
      </w:r>
      <w:r w:rsidR="00DE4429" w:rsidRPr="00ED1A1D">
        <w:t>,</w:t>
      </w:r>
      <w:r w:rsidRPr="00ED1A1D">
        <w:t xml:space="preserve"> App M</w:t>
      </w:r>
      <w:r w:rsidRPr="00ED1A1D">
        <w:tab/>
        <w:t xml:space="preserve">Significance Determination Process Using Qualitative Criteria </w:t>
      </w:r>
      <w:r w:rsidR="004958D7" w:rsidRPr="00ED1A1D">
        <w:br/>
      </w:r>
      <w:r w:rsidR="006A020C">
        <w:t>10/23/24 (24-030)</w:t>
      </w:r>
    </w:p>
    <w:p w14:paraId="6C21C712" w14:textId="7A5EA6EC" w:rsidR="00892405" w:rsidRPr="00ED1A1D" w:rsidRDefault="00CE6157" w:rsidP="004474AC">
      <w:pPr>
        <w:pStyle w:val="BodyText3"/>
      </w:pPr>
      <w:r w:rsidRPr="00ED1A1D">
        <w:t>0609 App N</w:t>
      </w:r>
      <w:r w:rsidRPr="00ED1A1D">
        <w:tab/>
        <w:t>RESERVED</w:t>
      </w:r>
      <w:r w:rsidR="00892405" w:rsidRPr="00ED1A1D">
        <w:t xml:space="preserve"> SDP for ISFSI at Operating Plants</w:t>
      </w:r>
    </w:p>
    <w:p w14:paraId="0EDF6BA4" w14:textId="7ED5242F" w:rsidR="00FE690E" w:rsidRPr="00ED1A1D" w:rsidRDefault="00994282" w:rsidP="004474AC">
      <w:pPr>
        <w:pStyle w:val="BodyText3"/>
      </w:pPr>
      <w:r w:rsidRPr="00ED1A1D">
        <w:t>0610</w:t>
      </w:r>
      <w:r w:rsidRPr="00ED1A1D">
        <w:tab/>
      </w:r>
      <w:r w:rsidR="00A22789" w:rsidRPr="00ED1A1D">
        <w:t xml:space="preserve">Nuclear Material Safety and Safeguards </w:t>
      </w:r>
      <w:r w:rsidRPr="00ED1A1D">
        <w:t xml:space="preserve">Inspection Reports </w:t>
      </w:r>
      <w:r w:rsidR="006E4F5B" w:rsidRPr="00ED1A1D">
        <w:br/>
      </w:r>
      <w:r w:rsidR="003C3A98" w:rsidRPr="00ED1A1D">
        <w:t>05/18/04 (04-014)</w:t>
      </w:r>
    </w:p>
    <w:p w14:paraId="79A5D901" w14:textId="3EBD5068" w:rsidR="00BF1480" w:rsidRPr="00ED1A1D" w:rsidRDefault="00BF1480" w:rsidP="004474AC">
      <w:pPr>
        <w:pStyle w:val="BodyText3"/>
      </w:pPr>
      <w:r w:rsidRPr="00ED1A1D">
        <w:t>0610 App G</w:t>
      </w:r>
      <w:r w:rsidRPr="00ED1A1D">
        <w:tab/>
      </w:r>
      <w:r w:rsidR="00D44F35" w:rsidRPr="00ED1A1D">
        <w:t>Screening and Documentation of Very Low Safety Significance Issue Resolution Process 04/23/24 (24-013)</w:t>
      </w:r>
    </w:p>
    <w:p w14:paraId="2C313C29" w14:textId="1CA39F19" w:rsidR="009E73E1" w:rsidRPr="00ED1A1D" w:rsidRDefault="003D3C1F" w:rsidP="004474AC">
      <w:pPr>
        <w:pStyle w:val="BodyText3"/>
      </w:pPr>
      <w:r w:rsidRPr="00ED1A1D">
        <w:t>0611</w:t>
      </w:r>
      <w:r w:rsidRPr="00ED1A1D">
        <w:tab/>
        <w:t>Power Reactor Inspection Reports</w:t>
      </w:r>
      <w:r w:rsidR="009E3334" w:rsidRPr="00ED1A1D">
        <w:t xml:space="preserve"> </w:t>
      </w:r>
      <w:r w:rsidR="005D003B" w:rsidRPr="00ED1A1D">
        <w:t>0</w:t>
      </w:r>
      <w:r w:rsidR="008D1CFE" w:rsidRPr="00ED1A1D">
        <w:t>1/07/20</w:t>
      </w:r>
      <w:r w:rsidR="009E3334" w:rsidRPr="00ED1A1D">
        <w:t xml:space="preserve"> (</w:t>
      </w:r>
      <w:r w:rsidR="008D1CFE" w:rsidRPr="00ED1A1D">
        <w:t>20</w:t>
      </w:r>
      <w:r w:rsidR="005D003B" w:rsidRPr="00ED1A1D">
        <w:t>-0</w:t>
      </w:r>
      <w:r w:rsidR="008D1CFE" w:rsidRPr="00ED1A1D">
        <w:t>03</w:t>
      </w:r>
      <w:r w:rsidR="00C47914" w:rsidRPr="00ED1A1D">
        <w:t>)</w:t>
      </w:r>
      <w:r w:rsidR="00E716A0" w:rsidRPr="00ED1A1D">
        <w:t xml:space="preserve"> </w:t>
      </w:r>
    </w:p>
    <w:p w14:paraId="77DDB29B" w14:textId="388E92ED" w:rsidR="000032C6" w:rsidRPr="00ED1A1D" w:rsidRDefault="000032C6" w:rsidP="004474AC">
      <w:pPr>
        <w:pStyle w:val="BodyText3"/>
      </w:pPr>
      <w:r w:rsidRPr="00ED1A1D">
        <w:t>0611.02</w:t>
      </w:r>
      <w:r w:rsidRPr="00ED1A1D">
        <w:tab/>
        <w:t xml:space="preserve">Guidance for Reactive Inspection Reports </w:t>
      </w:r>
      <w:r w:rsidR="00597EB6" w:rsidRPr="00ED1A1D">
        <w:t>06/07/22 (22-012)</w:t>
      </w:r>
    </w:p>
    <w:p w14:paraId="0F19C99D" w14:textId="7CDEFA30" w:rsidR="009E3334" w:rsidRPr="00ED1A1D" w:rsidRDefault="009E3334" w:rsidP="004474AC">
      <w:pPr>
        <w:pStyle w:val="BodyText3"/>
      </w:pPr>
      <w:r w:rsidRPr="00ED1A1D">
        <w:t xml:space="preserve">0611, </w:t>
      </w:r>
      <w:proofErr w:type="spellStart"/>
      <w:r w:rsidRPr="00ED1A1D">
        <w:t>Exh</w:t>
      </w:r>
      <w:proofErr w:type="spellEnd"/>
      <w:r w:rsidRPr="00ED1A1D">
        <w:t xml:space="preserve"> 1</w:t>
      </w:r>
      <w:r w:rsidRPr="00ED1A1D">
        <w:tab/>
        <w:t xml:space="preserve">Standard Reactor Inspection Report Outline </w:t>
      </w:r>
      <w:r w:rsidR="00C71BD2" w:rsidRPr="00ED1A1D">
        <w:t>12/29/22 (22-029)</w:t>
      </w:r>
    </w:p>
    <w:p w14:paraId="6B5855B0" w14:textId="45CE3C74" w:rsidR="009E73E1" w:rsidRPr="00ED1A1D" w:rsidRDefault="009E3334" w:rsidP="004474AC">
      <w:pPr>
        <w:pStyle w:val="BodyText3"/>
        <w:rPr>
          <w:lang w:val="fr-CA"/>
        </w:rPr>
      </w:pPr>
      <w:r w:rsidRPr="00ED1A1D">
        <w:rPr>
          <w:lang w:val="fr-CA"/>
        </w:rPr>
        <w:t xml:space="preserve">0611, </w:t>
      </w:r>
      <w:proofErr w:type="spellStart"/>
      <w:r w:rsidRPr="00ED1A1D">
        <w:rPr>
          <w:lang w:val="fr-CA"/>
        </w:rPr>
        <w:t>Exh</w:t>
      </w:r>
      <w:proofErr w:type="spellEnd"/>
      <w:r w:rsidRPr="00ED1A1D">
        <w:rPr>
          <w:lang w:val="fr-CA"/>
        </w:rPr>
        <w:t xml:space="preserve"> 2</w:t>
      </w:r>
      <w:r w:rsidRPr="00ED1A1D">
        <w:rPr>
          <w:lang w:val="fr-CA"/>
        </w:rPr>
        <w:tab/>
        <w:t xml:space="preserve">Inspection Report Documentation Matrix </w:t>
      </w:r>
      <w:r w:rsidR="00C71BD2" w:rsidRPr="00ED1A1D">
        <w:rPr>
          <w:lang w:val="fr-CA"/>
        </w:rPr>
        <w:t>12/29/22 (22-029)</w:t>
      </w:r>
    </w:p>
    <w:p w14:paraId="36DC2FFB" w14:textId="7F74B0CD" w:rsidR="006A520A" w:rsidRPr="00ED1A1D" w:rsidRDefault="006A520A" w:rsidP="004474AC">
      <w:pPr>
        <w:pStyle w:val="BodyText3"/>
      </w:pPr>
      <w:r w:rsidRPr="00ED1A1D">
        <w:t xml:space="preserve">0611, </w:t>
      </w:r>
      <w:proofErr w:type="spellStart"/>
      <w:r w:rsidRPr="00ED1A1D">
        <w:t>Exh</w:t>
      </w:r>
      <w:proofErr w:type="spellEnd"/>
      <w:r w:rsidRPr="00ED1A1D">
        <w:t xml:space="preserve"> 4</w:t>
      </w:r>
      <w:r w:rsidRPr="00ED1A1D">
        <w:tab/>
        <w:t>Inspection Report Cover Letter Templates 10/09/19 (19-033)</w:t>
      </w:r>
    </w:p>
    <w:p w14:paraId="38299184" w14:textId="31C64D2A" w:rsidR="009E3334" w:rsidRPr="00ED1A1D" w:rsidRDefault="009E3334" w:rsidP="004474AC">
      <w:pPr>
        <w:pStyle w:val="BodyText3"/>
      </w:pPr>
      <w:r w:rsidRPr="00ED1A1D">
        <w:t xml:space="preserve">0611, App </w:t>
      </w:r>
      <w:proofErr w:type="gramStart"/>
      <w:r w:rsidRPr="00ED1A1D">
        <w:t>A</w:t>
      </w:r>
      <w:proofErr w:type="gramEnd"/>
      <w:r w:rsidRPr="00ED1A1D">
        <w:tab/>
        <w:t xml:space="preserve">Acronyms Used in Inspection Reports </w:t>
      </w:r>
      <w:r w:rsidR="001A67E5" w:rsidRPr="00ED1A1D">
        <w:t>12/29/22 (22-029)</w:t>
      </w:r>
    </w:p>
    <w:p w14:paraId="2DC04CEC" w14:textId="7D1546FA" w:rsidR="009E73E1" w:rsidRPr="00ED1A1D" w:rsidRDefault="009E73E1" w:rsidP="004474AC">
      <w:pPr>
        <w:pStyle w:val="BodyText3"/>
      </w:pPr>
      <w:r w:rsidRPr="00ED1A1D">
        <w:t>0611, App C</w:t>
      </w:r>
      <w:r w:rsidRPr="00ED1A1D">
        <w:tab/>
      </w:r>
      <w:r w:rsidR="0045473A" w:rsidRPr="00ED1A1D">
        <w:t>Documenting</w:t>
      </w:r>
      <w:r w:rsidRPr="00ED1A1D">
        <w:t xml:space="preserve"> Supplemental Inspection</w:t>
      </w:r>
      <w:r w:rsidR="0045473A" w:rsidRPr="00ED1A1D">
        <w:t>s</w:t>
      </w:r>
      <w:r w:rsidRPr="00ED1A1D">
        <w:t xml:space="preserve"> </w:t>
      </w:r>
      <w:bookmarkStart w:id="14" w:name="_Hlk54175979"/>
      <w:r w:rsidR="00B14341" w:rsidRPr="00ED1A1D">
        <w:t>10/21/20</w:t>
      </w:r>
      <w:r w:rsidRPr="00ED1A1D">
        <w:t xml:space="preserve"> </w:t>
      </w:r>
      <w:bookmarkEnd w:id="14"/>
      <w:r w:rsidRPr="00ED1A1D">
        <w:t>(</w:t>
      </w:r>
      <w:r w:rsidR="00B14341" w:rsidRPr="00ED1A1D">
        <w:t>20-054</w:t>
      </w:r>
      <w:r w:rsidRPr="00ED1A1D">
        <w:t>)</w:t>
      </w:r>
    </w:p>
    <w:p w14:paraId="3792F1FF" w14:textId="0A98ACE1" w:rsidR="000032C6" w:rsidRPr="00ED1A1D" w:rsidRDefault="009E73E1" w:rsidP="004474AC">
      <w:pPr>
        <w:pStyle w:val="BodyText3"/>
      </w:pPr>
      <w:r w:rsidRPr="00ED1A1D">
        <w:t>0611, App D</w:t>
      </w:r>
      <w:r w:rsidRPr="00ED1A1D">
        <w:tab/>
        <w:t>Guidance for Problem Identification and Resolution Inspection Reports</w:t>
      </w:r>
      <w:r w:rsidR="006E4F5B" w:rsidRPr="00ED1A1D">
        <w:br/>
      </w:r>
      <w:r w:rsidR="00D80166">
        <w:t>12/06/24 (24-039)</w:t>
      </w:r>
      <w:r w:rsidRPr="00ED1A1D">
        <w:t xml:space="preserve"> </w:t>
      </w:r>
    </w:p>
    <w:p w14:paraId="070245EE" w14:textId="67035D5B" w:rsidR="00E716A0" w:rsidRPr="00ED1A1D" w:rsidRDefault="00E716A0" w:rsidP="004474AC">
      <w:pPr>
        <w:pStyle w:val="BodyText3"/>
      </w:pPr>
      <w:r w:rsidRPr="00ED1A1D">
        <w:t>0612</w:t>
      </w:r>
      <w:r w:rsidRPr="00ED1A1D">
        <w:tab/>
        <w:t xml:space="preserve">Issue Screening </w:t>
      </w:r>
      <w:r w:rsidR="008F0192" w:rsidRPr="00ED1A1D">
        <w:t>08/09/23 (</w:t>
      </w:r>
      <w:r w:rsidR="002E0815" w:rsidRPr="00ED1A1D">
        <w:t>23-022)</w:t>
      </w:r>
    </w:p>
    <w:p w14:paraId="52E21801" w14:textId="3AAAEA66" w:rsidR="00A84D04" w:rsidRPr="00ED1A1D" w:rsidRDefault="00E716A0" w:rsidP="004474AC">
      <w:pPr>
        <w:pStyle w:val="BodyText3"/>
      </w:pPr>
      <w:r w:rsidRPr="00ED1A1D">
        <w:t>0612, App B</w:t>
      </w:r>
      <w:r w:rsidRPr="00ED1A1D">
        <w:tab/>
        <w:t xml:space="preserve">Issue Screening </w:t>
      </w:r>
      <w:r w:rsidR="009024C0" w:rsidRPr="00ED1A1D">
        <w:t>Directions</w:t>
      </w:r>
      <w:r w:rsidR="00907BFD" w:rsidRPr="00ED1A1D">
        <w:t xml:space="preserve"> </w:t>
      </w:r>
      <w:bookmarkStart w:id="15" w:name="_Hlk58482909"/>
      <w:r w:rsidR="002E0815" w:rsidRPr="00ED1A1D">
        <w:t>08/09/23 (23-022)</w:t>
      </w:r>
      <w:bookmarkEnd w:id="15"/>
    </w:p>
    <w:p w14:paraId="75F67D3C" w14:textId="5DE4B322" w:rsidR="00A84D04" w:rsidRPr="00ED1A1D" w:rsidRDefault="00A84D04" w:rsidP="004474AC">
      <w:pPr>
        <w:pStyle w:val="BodyText3"/>
      </w:pPr>
      <w:r w:rsidRPr="00ED1A1D">
        <w:t>0612, App E</w:t>
      </w:r>
      <w:r w:rsidRPr="00ED1A1D">
        <w:tab/>
      </w:r>
      <w:r w:rsidR="007C305B" w:rsidRPr="00ED1A1D">
        <w:t xml:space="preserve">Examples of Minor Issues </w:t>
      </w:r>
      <w:r w:rsidR="00CF685E" w:rsidRPr="00ED1A1D">
        <w:t>10/26/23 (23-031)</w:t>
      </w:r>
    </w:p>
    <w:p w14:paraId="0C2F66EE" w14:textId="43693E7B" w:rsidR="00A84D04" w:rsidRPr="00ED1A1D" w:rsidRDefault="00A84D04" w:rsidP="004474AC">
      <w:pPr>
        <w:pStyle w:val="BodyText3"/>
      </w:pPr>
      <w:r w:rsidRPr="00ED1A1D">
        <w:t>0612, App G</w:t>
      </w:r>
      <w:r w:rsidRPr="00ED1A1D">
        <w:tab/>
        <w:t>Emergency Planning Cornerstone- Specific Supplemental Guidance for Appendix B Screening Figures 1 and 2</w:t>
      </w:r>
      <w:r w:rsidR="00196E4F" w:rsidRPr="00ED1A1D">
        <w:t>,</w:t>
      </w:r>
      <w:r w:rsidRPr="00ED1A1D">
        <w:t xml:space="preserve"> </w:t>
      </w:r>
      <w:bookmarkStart w:id="16" w:name="_Hlk65046780"/>
      <w:r w:rsidR="00060C94" w:rsidRPr="00ED1A1D">
        <w:t>02/24/21</w:t>
      </w:r>
      <w:r w:rsidRPr="00ED1A1D">
        <w:t xml:space="preserve"> </w:t>
      </w:r>
      <w:bookmarkEnd w:id="16"/>
      <w:r w:rsidRPr="00ED1A1D">
        <w:t>(</w:t>
      </w:r>
      <w:r w:rsidR="00060C94" w:rsidRPr="00ED1A1D">
        <w:t>21-010</w:t>
      </w:r>
      <w:r w:rsidRPr="00ED1A1D">
        <w:t>)</w:t>
      </w:r>
    </w:p>
    <w:p w14:paraId="118C5CF4" w14:textId="4D6663A7" w:rsidR="00CC5161" w:rsidRPr="00ED1A1D" w:rsidRDefault="009846ED" w:rsidP="004474AC">
      <w:pPr>
        <w:pStyle w:val="BodyText3"/>
      </w:pPr>
      <w:r w:rsidRPr="00ED1A1D">
        <w:t>0</w:t>
      </w:r>
      <w:r w:rsidR="00047859" w:rsidRPr="00ED1A1D">
        <w:t>613</w:t>
      </w:r>
      <w:r w:rsidR="00047859" w:rsidRPr="00ED1A1D">
        <w:tab/>
      </w:r>
      <w:r w:rsidR="00E10B8C" w:rsidRPr="00ED1A1D">
        <w:t xml:space="preserve">Power Reactor Construction Inspection Reports </w:t>
      </w:r>
      <w:r w:rsidR="00AE34EA" w:rsidRPr="00ED1A1D">
        <w:t>11/04</w:t>
      </w:r>
      <w:r w:rsidR="00AD4670" w:rsidRPr="00ED1A1D">
        <w:t>/20</w:t>
      </w:r>
      <w:r w:rsidR="007C305B" w:rsidRPr="00ED1A1D">
        <w:t xml:space="preserve"> (</w:t>
      </w:r>
      <w:r w:rsidR="00AD4670" w:rsidRPr="00ED1A1D">
        <w:t>20-0</w:t>
      </w:r>
      <w:r w:rsidR="00AE34EA" w:rsidRPr="00ED1A1D">
        <w:t>57</w:t>
      </w:r>
      <w:r w:rsidR="00E10B8C" w:rsidRPr="00ED1A1D">
        <w:t>)</w:t>
      </w:r>
    </w:p>
    <w:p w14:paraId="3BBDBBD6" w14:textId="20D27545" w:rsidR="003C3A98" w:rsidRPr="00ED1A1D" w:rsidRDefault="003C3A98" w:rsidP="004474AC">
      <w:pPr>
        <w:pStyle w:val="BodyText3"/>
      </w:pPr>
      <w:r w:rsidRPr="00ED1A1D">
        <w:t>0615</w:t>
      </w:r>
      <w:r w:rsidRPr="00ED1A1D">
        <w:tab/>
      </w:r>
      <w:r w:rsidR="00840429" w:rsidRPr="00840429">
        <w:t>Non-Power Production and Utilization Facility</w:t>
      </w:r>
      <w:r w:rsidRPr="00ED1A1D">
        <w:t xml:space="preserve"> Inspection Reports</w:t>
      </w:r>
      <w:r w:rsidR="00E629C2" w:rsidRPr="00ED1A1D">
        <w:t xml:space="preserve"> </w:t>
      </w:r>
      <w:r w:rsidR="00840429">
        <w:t>10/17/24 (24-029)</w:t>
      </w:r>
    </w:p>
    <w:p w14:paraId="78DBDCE7" w14:textId="50302CD0" w:rsidR="009F1353" w:rsidRPr="00ED1A1D" w:rsidRDefault="004F6A79" w:rsidP="004474AC">
      <w:pPr>
        <w:pStyle w:val="BodyText3"/>
      </w:pPr>
      <w:r w:rsidRPr="00ED1A1D">
        <w:t>0616</w:t>
      </w:r>
      <w:r w:rsidRPr="00ED1A1D">
        <w:tab/>
        <w:t>Fuel Cycle Safety and Safeguards Inspection Reports</w:t>
      </w:r>
      <w:r w:rsidR="009F1353" w:rsidRPr="00ED1A1D">
        <w:t xml:space="preserve"> </w:t>
      </w:r>
      <w:r w:rsidR="0074077F" w:rsidRPr="00ED1A1D">
        <w:t>10/04/22 (22-020)</w:t>
      </w:r>
    </w:p>
    <w:p w14:paraId="0C288F4C" w14:textId="6CDFA236" w:rsidR="00312C69" w:rsidRPr="00ED1A1D" w:rsidRDefault="00F165CA" w:rsidP="004474AC">
      <w:pPr>
        <w:pStyle w:val="BodyText3"/>
      </w:pPr>
      <w:r w:rsidRPr="00ED1A1D">
        <w:t>0616, App B</w:t>
      </w:r>
      <w:r w:rsidR="00312C69" w:rsidRPr="00ED1A1D">
        <w:tab/>
      </w:r>
      <w:r w:rsidRPr="00ED1A1D">
        <w:t>Examples of Minor Violations 1</w:t>
      </w:r>
      <w:r w:rsidR="00035BB4" w:rsidRPr="00ED1A1D">
        <w:t>0/04/22</w:t>
      </w:r>
      <w:r w:rsidRPr="00ED1A1D">
        <w:t xml:space="preserve"> (22-020)</w:t>
      </w:r>
    </w:p>
    <w:p w14:paraId="6384FF8C" w14:textId="5CCDFD3B" w:rsidR="00B83911" w:rsidRPr="00ED1A1D" w:rsidRDefault="00592D0A" w:rsidP="004474AC">
      <w:pPr>
        <w:pStyle w:val="BodyText3"/>
      </w:pPr>
      <w:r w:rsidRPr="00ED1A1D">
        <w:t>0617</w:t>
      </w:r>
      <w:r w:rsidRPr="00ED1A1D">
        <w:tab/>
      </w:r>
      <w:r w:rsidR="00B83911" w:rsidRPr="00ED1A1D">
        <w:t xml:space="preserve">Vendor and Quality Assurance Implementation Inspection Reports </w:t>
      </w:r>
      <w:r w:rsidR="009C78DA" w:rsidRPr="00ED1A1D">
        <w:br/>
      </w:r>
      <w:r w:rsidR="001C1BFB" w:rsidRPr="00ED1A1D">
        <w:t>07/03/24 (24-019)</w:t>
      </w:r>
    </w:p>
    <w:p w14:paraId="45D5987A" w14:textId="76C529BF" w:rsidR="00963B71" w:rsidRPr="00ED1A1D" w:rsidRDefault="00963B71" w:rsidP="004474AC">
      <w:pPr>
        <w:pStyle w:val="BodyText3"/>
      </w:pPr>
      <w:r w:rsidRPr="00ED1A1D">
        <w:lastRenderedPageBreak/>
        <w:t>0618</w:t>
      </w:r>
      <w:r w:rsidRPr="00ED1A1D">
        <w:tab/>
      </w:r>
      <w:r w:rsidR="00F5495E" w:rsidRPr="00ED1A1D">
        <w:t xml:space="preserve">RESERVED for </w:t>
      </w:r>
      <w:r w:rsidR="00111ADA" w:rsidRPr="00ED1A1D">
        <w:t>Advanced Power Reactor Construction Inspection Reports</w:t>
      </w:r>
    </w:p>
    <w:p w14:paraId="004C7EAC" w14:textId="181DAF2A" w:rsidR="003C3A98" w:rsidRPr="00ED1A1D" w:rsidRDefault="00B83911" w:rsidP="004474AC">
      <w:pPr>
        <w:pStyle w:val="BodyText3"/>
      </w:pPr>
      <w:r w:rsidRPr="00ED1A1D">
        <w:t>0620</w:t>
      </w:r>
      <w:r w:rsidRPr="00ED1A1D">
        <w:tab/>
      </w:r>
      <w:r w:rsidR="003C3A98" w:rsidRPr="00ED1A1D">
        <w:t>I</w:t>
      </w:r>
      <w:r w:rsidR="004F6675" w:rsidRPr="00ED1A1D">
        <w:t xml:space="preserve">nspection Documents and Records </w:t>
      </w:r>
      <w:bookmarkStart w:id="17" w:name="_Hlk46301493"/>
      <w:r w:rsidR="00100EDC" w:rsidRPr="00ED1A1D">
        <w:t>07/</w:t>
      </w:r>
      <w:r w:rsidR="00595B1E" w:rsidRPr="00ED1A1D">
        <w:t>09</w:t>
      </w:r>
      <w:r w:rsidR="00100EDC" w:rsidRPr="00ED1A1D">
        <w:t>/2</w:t>
      </w:r>
      <w:r w:rsidR="00595B1E" w:rsidRPr="00ED1A1D">
        <w:t>1</w:t>
      </w:r>
      <w:r w:rsidR="006F27F5" w:rsidRPr="00ED1A1D">
        <w:t xml:space="preserve"> </w:t>
      </w:r>
      <w:bookmarkEnd w:id="17"/>
      <w:r w:rsidR="003C3A98" w:rsidRPr="00ED1A1D">
        <w:t>(</w:t>
      </w:r>
      <w:r w:rsidR="00100EDC" w:rsidRPr="00ED1A1D">
        <w:t>2</w:t>
      </w:r>
      <w:r w:rsidR="00595B1E" w:rsidRPr="00ED1A1D">
        <w:t>1-023</w:t>
      </w:r>
      <w:r w:rsidR="003C3A98" w:rsidRPr="00ED1A1D">
        <w:t>)</w:t>
      </w:r>
    </w:p>
    <w:p w14:paraId="54719B52" w14:textId="77777777" w:rsidR="003C3A98" w:rsidRPr="00ED1A1D" w:rsidRDefault="003C3A98" w:rsidP="004474AC">
      <w:pPr>
        <w:pStyle w:val="BodyText2"/>
      </w:pPr>
      <w:r w:rsidRPr="00ED1A1D">
        <w:t>0700</w:t>
      </w:r>
      <w:r w:rsidRPr="00ED1A1D">
        <w:tab/>
      </w:r>
      <w:r w:rsidRPr="00ED1A1D">
        <w:rPr>
          <w:u w:val="single"/>
        </w:rPr>
        <w:t>Communications </w:t>
      </w:r>
      <w:r w:rsidR="002044F6" w:rsidRPr="00ED1A1D">
        <w:rPr>
          <w:u w:val="single"/>
        </w:rPr>
        <w:t>with</w:t>
      </w:r>
      <w:r w:rsidRPr="00ED1A1D">
        <w:rPr>
          <w:u w:val="single"/>
        </w:rPr>
        <w:t> Licensees</w:t>
      </w:r>
    </w:p>
    <w:p w14:paraId="530FA471" w14:textId="03215C51" w:rsidR="003C3A98" w:rsidRPr="00ED1A1D" w:rsidRDefault="003C3A98" w:rsidP="004474AC">
      <w:pPr>
        <w:pStyle w:val="BodyText3"/>
      </w:pPr>
      <w:r w:rsidRPr="00ED1A1D">
        <w:t>0730</w:t>
      </w:r>
      <w:r w:rsidRPr="00ED1A1D">
        <w:tab/>
        <w:t>Generic Communications Regard</w:t>
      </w:r>
      <w:r w:rsidR="00994282" w:rsidRPr="00ED1A1D">
        <w:t>ing Materials and Fuel Cycle</w:t>
      </w:r>
      <w:r w:rsidR="00D146DC" w:rsidRPr="00ED1A1D">
        <w:t xml:space="preserve"> </w:t>
      </w:r>
      <w:r w:rsidRPr="00ED1A1D">
        <w:t>Issues</w:t>
      </w:r>
      <w:r w:rsidR="00D146DC" w:rsidRPr="00ED1A1D">
        <w:br/>
      </w:r>
      <w:r w:rsidR="00AF400E" w:rsidRPr="00ED1A1D">
        <w:t>03/21/08</w:t>
      </w:r>
      <w:r w:rsidR="004B60CD" w:rsidRPr="00ED1A1D">
        <w:t xml:space="preserve"> (08-011)</w:t>
      </w:r>
    </w:p>
    <w:p w14:paraId="0BEDA1DA" w14:textId="77777777" w:rsidR="003C3A98" w:rsidRPr="00ED1A1D" w:rsidRDefault="003C3A98" w:rsidP="004474AC">
      <w:pPr>
        <w:pStyle w:val="BodyText2"/>
      </w:pPr>
      <w:r w:rsidRPr="00ED1A1D">
        <w:t>0800</w:t>
      </w:r>
      <w:r w:rsidRPr="00ED1A1D">
        <w:tab/>
      </w:r>
      <w:r w:rsidRPr="00ED1A1D">
        <w:rPr>
          <w:u w:val="single"/>
        </w:rPr>
        <w:t>Feedback - Improving the Regulatory Process</w:t>
      </w:r>
    </w:p>
    <w:p w14:paraId="23D7FDB8" w14:textId="29D6F09E" w:rsidR="003C3A98" w:rsidRPr="00ED1A1D" w:rsidRDefault="003C3A98" w:rsidP="004474AC">
      <w:pPr>
        <w:pStyle w:val="BodyText3"/>
      </w:pPr>
      <w:r w:rsidRPr="00ED1A1D">
        <w:t>0</w:t>
      </w:r>
      <w:r w:rsidR="009B2C3E" w:rsidRPr="00ED1A1D">
        <w:t xml:space="preserve">801 </w:t>
      </w:r>
      <w:r w:rsidR="009B2C3E" w:rsidRPr="00ED1A1D">
        <w:tab/>
        <w:t>Inspection Program Feedback Process</w:t>
      </w:r>
      <w:r w:rsidR="006B0D32" w:rsidRPr="00ED1A1D">
        <w:t>.</w:t>
      </w:r>
      <w:r w:rsidRPr="00ED1A1D">
        <w:t xml:space="preserve"> </w:t>
      </w:r>
      <w:r w:rsidR="00FE09BD" w:rsidRPr="00ED1A1D">
        <w:t>03/29/23 (23-010)</w:t>
      </w:r>
    </w:p>
    <w:p w14:paraId="302D34F1" w14:textId="02813235" w:rsidR="00054F67" w:rsidRPr="00ED1A1D" w:rsidRDefault="00CE6157" w:rsidP="004474AC">
      <w:pPr>
        <w:pStyle w:val="BodyText3"/>
      </w:pPr>
      <w:r w:rsidRPr="00ED1A1D">
        <w:t>0802</w:t>
      </w:r>
      <w:r w:rsidRPr="00ED1A1D">
        <w:tab/>
        <w:t>RESERVED</w:t>
      </w:r>
      <w:r w:rsidR="00C77A7F" w:rsidRPr="00ED1A1D">
        <w:t xml:space="preserve"> </w:t>
      </w:r>
      <w:r w:rsidR="00054F67" w:rsidRPr="00ED1A1D">
        <w:t>for the Part 52 Program</w:t>
      </w:r>
    </w:p>
    <w:p w14:paraId="63F8B768" w14:textId="77777777" w:rsidR="003C3A98" w:rsidRPr="00ED1A1D" w:rsidRDefault="003C3A98" w:rsidP="004474AC">
      <w:pPr>
        <w:pStyle w:val="BodyText2"/>
      </w:pPr>
      <w:r w:rsidRPr="00ED1A1D">
        <w:t>0900</w:t>
      </w:r>
      <w:r w:rsidRPr="00ED1A1D">
        <w:tab/>
      </w:r>
      <w:r w:rsidRPr="00ED1A1D">
        <w:rPr>
          <w:u w:val="single"/>
        </w:rPr>
        <w:t>Reporting of Events/Incidents</w:t>
      </w:r>
    </w:p>
    <w:p w14:paraId="135D92D7" w14:textId="77777777" w:rsidR="003C3A98" w:rsidRPr="00ED1A1D" w:rsidRDefault="003C3A98" w:rsidP="002F13A8">
      <w:pPr>
        <w:pStyle w:val="Heading1"/>
      </w:pPr>
      <w:r w:rsidRPr="00ED1A1D">
        <w:t>1000</w:t>
      </w:r>
      <w:r w:rsidRPr="00ED1A1D">
        <w:tab/>
      </w:r>
      <w:r w:rsidRPr="00ED1A1D">
        <w:rPr>
          <w:u w:val="single"/>
        </w:rPr>
        <w:t>Regional Office Program Interfaces</w:t>
      </w:r>
    </w:p>
    <w:p w14:paraId="51B2075F" w14:textId="69F89DBB" w:rsidR="003C3A98" w:rsidRPr="00ED1A1D" w:rsidRDefault="003C3A98" w:rsidP="004474AC">
      <w:pPr>
        <w:pStyle w:val="BodyText3"/>
      </w:pPr>
      <w:r w:rsidRPr="00ED1A1D">
        <w:t>1007</w:t>
      </w:r>
      <w:r w:rsidRPr="00ED1A1D">
        <w:tab/>
        <w:t xml:space="preserve">Interfacing Activities </w:t>
      </w:r>
      <w:r w:rsidR="00FB148B" w:rsidRPr="00ED1A1D">
        <w:t>between</w:t>
      </w:r>
      <w:r w:rsidRPr="00ED1A1D">
        <w:t xml:space="preserve"> Regional Offices of NRC and</w:t>
      </w:r>
      <w:r w:rsidR="00676BDC" w:rsidRPr="00ED1A1D">
        <w:t xml:space="preserve"> </w:t>
      </w:r>
      <w:r w:rsidR="004E670D" w:rsidRPr="00ED1A1D">
        <w:t>OSHA</w:t>
      </w:r>
      <w:r w:rsidR="003B36EE" w:rsidRPr="00ED1A1D">
        <w:t>. 09/01/22</w:t>
      </w:r>
      <w:r w:rsidR="004E670D" w:rsidRPr="00ED1A1D">
        <w:t xml:space="preserve"> </w:t>
      </w:r>
      <w:r w:rsidR="006B1025" w:rsidRPr="00ED1A1D">
        <w:t>(</w:t>
      </w:r>
      <w:r w:rsidR="003B36EE" w:rsidRPr="00ED1A1D">
        <w:t>22-018)</w:t>
      </w:r>
    </w:p>
    <w:p w14:paraId="157746FE" w14:textId="77777777" w:rsidR="003C3A98" w:rsidRPr="00ED1A1D" w:rsidRDefault="003C3A98" w:rsidP="002F13A8">
      <w:pPr>
        <w:pStyle w:val="BodyText2"/>
      </w:pPr>
      <w:r w:rsidRPr="00ED1A1D">
        <w:t>1100</w:t>
      </w:r>
      <w:r w:rsidRPr="00ED1A1D">
        <w:tab/>
      </w:r>
      <w:r w:rsidRPr="00ED1A1D">
        <w:rPr>
          <w:u w:val="single"/>
        </w:rPr>
        <w:t>Notifications of Meetings and Conferences</w:t>
      </w:r>
    </w:p>
    <w:p w14:paraId="29929C68" w14:textId="7F364AEE" w:rsidR="003C3A98" w:rsidRPr="00ED1A1D" w:rsidRDefault="003C3A98" w:rsidP="004474AC">
      <w:pPr>
        <w:pStyle w:val="BodyText3"/>
      </w:pPr>
      <w:r w:rsidRPr="00ED1A1D">
        <w:t>1120</w:t>
      </w:r>
      <w:r w:rsidRPr="00ED1A1D">
        <w:tab/>
        <w:t>P</w:t>
      </w:r>
      <w:r w:rsidR="00994282" w:rsidRPr="00ED1A1D">
        <w:t>reliminary Notifications</w:t>
      </w:r>
      <w:r w:rsidR="006B0D32" w:rsidRPr="00ED1A1D">
        <w:t>.</w:t>
      </w:r>
      <w:r w:rsidR="00994282" w:rsidRPr="00ED1A1D">
        <w:t xml:space="preserve"> </w:t>
      </w:r>
      <w:r w:rsidR="00B2450A" w:rsidRPr="00ED1A1D">
        <w:t>01/05/21</w:t>
      </w:r>
      <w:r w:rsidRPr="00ED1A1D">
        <w:t xml:space="preserve"> (</w:t>
      </w:r>
      <w:r w:rsidR="00B2450A" w:rsidRPr="00ED1A1D">
        <w:t>21-001</w:t>
      </w:r>
      <w:r w:rsidRPr="00ED1A1D">
        <w:t>)</w:t>
      </w:r>
    </w:p>
    <w:p w14:paraId="3F50557A" w14:textId="77777777" w:rsidR="00E716A0" w:rsidRPr="00ED1A1D" w:rsidRDefault="00E716A0" w:rsidP="002F13A8">
      <w:pPr>
        <w:pStyle w:val="BodyText2"/>
      </w:pPr>
      <w:bookmarkStart w:id="18" w:name="_Hlk46825734"/>
      <w:r w:rsidRPr="00ED1A1D">
        <w:t>1200</w:t>
      </w:r>
      <w:r w:rsidRPr="00ED1A1D">
        <w:tab/>
      </w:r>
      <w:r w:rsidRPr="00ED1A1D">
        <w:rPr>
          <w:u w:val="single"/>
        </w:rPr>
        <w:t>Inspector Requirements</w:t>
      </w:r>
    </w:p>
    <w:bookmarkEnd w:id="18"/>
    <w:p w14:paraId="028D213A" w14:textId="041DE815" w:rsidR="00E716A0" w:rsidRPr="00ED1A1D" w:rsidRDefault="00E716A0" w:rsidP="004474AC">
      <w:pPr>
        <w:pStyle w:val="BodyText3"/>
      </w:pPr>
      <w:r w:rsidRPr="00ED1A1D">
        <w:t>1201</w:t>
      </w:r>
      <w:r w:rsidRPr="00ED1A1D">
        <w:tab/>
        <w:t>Conduct of Employees 0</w:t>
      </w:r>
      <w:r w:rsidR="007F2D1E">
        <w:t>3/18/25 (25-004)</w:t>
      </w:r>
    </w:p>
    <w:p w14:paraId="7B406DAE" w14:textId="44E2A5F7" w:rsidR="00E716A0" w:rsidRPr="00ED1A1D" w:rsidRDefault="00E716A0" w:rsidP="004474AC">
      <w:pPr>
        <w:pStyle w:val="BodyText3"/>
      </w:pPr>
      <w:r w:rsidRPr="00ED1A1D">
        <w:t>1202</w:t>
      </w:r>
      <w:r w:rsidRPr="00ED1A1D">
        <w:tab/>
        <w:t>Resident</w:t>
      </w:r>
      <w:r w:rsidR="00E27C8A" w:rsidRPr="00ED1A1D">
        <w:t xml:space="preserve"> </w:t>
      </w:r>
      <w:r w:rsidRPr="00ED1A1D">
        <w:t>Inspector Site Turnove</w:t>
      </w:r>
      <w:r w:rsidR="00D46433" w:rsidRPr="00ED1A1D">
        <w:t>r 0</w:t>
      </w:r>
      <w:r w:rsidR="008F7BDD">
        <w:t>3/18/25 (25-004)</w:t>
      </w:r>
    </w:p>
    <w:p w14:paraId="7E340529" w14:textId="6EDADC4E" w:rsidR="007B6E38" w:rsidRPr="00ED1A1D" w:rsidRDefault="007B6E38" w:rsidP="004474AC">
      <w:pPr>
        <w:pStyle w:val="BodyText3"/>
      </w:pPr>
      <w:r w:rsidRPr="00ED1A1D">
        <w:t>1203</w:t>
      </w:r>
      <w:r w:rsidRPr="00ED1A1D">
        <w:tab/>
      </w:r>
      <w:r w:rsidR="002B18A3" w:rsidRPr="00ED1A1D">
        <w:t>RESERVED</w:t>
      </w:r>
      <w:r w:rsidR="00141606" w:rsidRPr="00ED1A1D">
        <w:t xml:space="preserve"> Resident Inspector Retention Incentive Program</w:t>
      </w:r>
    </w:p>
    <w:p w14:paraId="6F689929" w14:textId="416945F9" w:rsidR="003C3A98" w:rsidRPr="00ED1A1D" w:rsidRDefault="003C3A98" w:rsidP="004474AC">
      <w:pPr>
        <w:pStyle w:val="BodyText3"/>
      </w:pPr>
      <w:r w:rsidRPr="00ED1A1D">
        <w:t>1230</w:t>
      </w:r>
      <w:r w:rsidRPr="00ED1A1D">
        <w:tab/>
        <w:t>Quality Assurance Program for Radiological Confirmatory</w:t>
      </w:r>
      <w:r w:rsidR="008A2174" w:rsidRPr="00ED1A1D">
        <w:t xml:space="preserve"> </w:t>
      </w:r>
      <w:r w:rsidR="00994282" w:rsidRPr="00ED1A1D">
        <w:t xml:space="preserve">Measurements </w:t>
      </w:r>
      <w:r w:rsidRPr="00ED1A1D">
        <w:t>10/01/83 (83-12)</w:t>
      </w:r>
    </w:p>
    <w:p w14:paraId="1D25D60B" w14:textId="382F5CF7" w:rsidR="003C3A98" w:rsidRPr="00ED1A1D" w:rsidRDefault="003C3A98" w:rsidP="004474AC">
      <w:pPr>
        <w:pStyle w:val="BodyText3"/>
      </w:pPr>
      <w:r w:rsidRPr="00ED1A1D">
        <w:t>1232</w:t>
      </w:r>
      <w:r w:rsidRPr="00ED1A1D">
        <w:tab/>
        <w:t>Collection, Preparation, and Shipment of Independent</w:t>
      </w:r>
      <w:r w:rsidR="008A2174" w:rsidRPr="00ED1A1D">
        <w:t xml:space="preserve"> </w:t>
      </w:r>
      <w:r w:rsidR="00994282" w:rsidRPr="00ED1A1D">
        <w:t xml:space="preserve">Measurement Samples </w:t>
      </w:r>
      <w:r w:rsidRPr="00ED1A1D">
        <w:t>11/18/86 (86-52)</w:t>
      </w:r>
    </w:p>
    <w:p w14:paraId="4F9132AC" w14:textId="573DD654" w:rsidR="00DA0A3D" w:rsidRPr="00ED1A1D" w:rsidRDefault="003C3A98" w:rsidP="004474AC">
      <w:pPr>
        <w:pStyle w:val="BodyText3"/>
      </w:pPr>
      <w:r w:rsidRPr="00ED1A1D">
        <w:t>1240</w:t>
      </w:r>
      <w:r w:rsidRPr="00ED1A1D">
        <w:tab/>
        <w:t xml:space="preserve">Unescorted Access </w:t>
      </w:r>
      <w:r w:rsidR="00994282" w:rsidRPr="00ED1A1D">
        <w:t>a</w:t>
      </w:r>
      <w:r w:rsidRPr="00ED1A1D">
        <w:t xml:space="preserve">t </w:t>
      </w:r>
      <w:r w:rsidR="000F5867" w:rsidRPr="00ED1A1D">
        <w:t xml:space="preserve">Commercial Nuclear </w:t>
      </w:r>
      <w:r w:rsidRPr="00ED1A1D">
        <w:t>P</w:t>
      </w:r>
      <w:r w:rsidR="00DA0A3D" w:rsidRPr="00ED1A1D">
        <w:t xml:space="preserve">ower </w:t>
      </w:r>
      <w:r w:rsidR="000F5867" w:rsidRPr="00ED1A1D">
        <w:t>Plants</w:t>
      </w:r>
      <w:r w:rsidR="005C4E0A" w:rsidRPr="00ED1A1D">
        <w:t>, Selected Fuel Cycle Facilities, Independent Spent Fuel Storage Installations</w:t>
      </w:r>
      <w:r w:rsidR="00124442" w:rsidRPr="00ED1A1D">
        <w:t>, or Non</w:t>
      </w:r>
      <w:r w:rsidR="00124442" w:rsidRPr="00ED1A1D">
        <w:noBreakHyphen/>
        <w:t xml:space="preserve">Power Production and Utilization Facilities </w:t>
      </w:r>
      <w:r w:rsidR="006535C7" w:rsidRPr="00ED1A1D">
        <w:t>10/16/23 (23-030)</w:t>
      </w:r>
    </w:p>
    <w:p w14:paraId="1051BFB0" w14:textId="3D3048D6" w:rsidR="008F2A3D" w:rsidRPr="00ED1A1D" w:rsidRDefault="003C3A98" w:rsidP="004474AC">
      <w:pPr>
        <w:pStyle w:val="BodyText3"/>
      </w:pPr>
      <w:r w:rsidRPr="00ED1A1D">
        <w:t>1245</w:t>
      </w:r>
      <w:r w:rsidRPr="00ED1A1D">
        <w:tab/>
        <w:t xml:space="preserve">Qualification Program </w:t>
      </w:r>
      <w:r w:rsidR="00994282" w:rsidRPr="00ED1A1D">
        <w:t>f</w:t>
      </w:r>
      <w:r w:rsidRPr="00ED1A1D">
        <w:t xml:space="preserve">or </w:t>
      </w:r>
      <w:r w:rsidR="005C7163" w:rsidRPr="00ED1A1D">
        <w:t xml:space="preserve">Reactor </w:t>
      </w:r>
      <w:r w:rsidR="009F317F" w:rsidRPr="00ED1A1D">
        <w:t>Inspectors</w:t>
      </w:r>
      <w:r w:rsidR="001B2C7D" w:rsidRPr="00ED1A1D">
        <w:t xml:space="preserve"> 05/30/24 (24-017)</w:t>
      </w:r>
    </w:p>
    <w:p w14:paraId="6A2A6B36" w14:textId="497C26A4" w:rsidR="005C7163" w:rsidRPr="00ED1A1D" w:rsidRDefault="003C3A98" w:rsidP="004474AC">
      <w:pPr>
        <w:pStyle w:val="BodyText3"/>
      </w:pPr>
      <w:r w:rsidRPr="00ED1A1D">
        <w:t>1245 App A</w:t>
      </w:r>
      <w:r w:rsidRPr="00ED1A1D">
        <w:tab/>
      </w:r>
      <w:r w:rsidR="005C7163" w:rsidRPr="00ED1A1D">
        <w:t>Basic-Level Training and Qualification Journal</w:t>
      </w:r>
      <w:r w:rsidR="00CB5E04" w:rsidRPr="00ED1A1D">
        <w:t xml:space="preserve"> </w:t>
      </w:r>
      <w:bookmarkStart w:id="19" w:name="_Hlk48027716"/>
      <w:r w:rsidR="0073103F" w:rsidRPr="00ED1A1D">
        <w:t>05/30/24 (24-017)</w:t>
      </w:r>
      <w:bookmarkEnd w:id="19"/>
    </w:p>
    <w:p w14:paraId="105C7834" w14:textId="6A0B73FC" w:rsidR="005C7163" w:rsidRPr="00ED1A1D" w:rsidRDefault="003C3A98" w:rsidP="004474AC">
      <w:pPr>
        <w:pStyle w:val="BodyText3"/>
      </w:pPr>
      <w:r w:rsidRPr="00ED1A1D">
        <w:t>1245 App B</w:t>
      </w:r>
      <w:r w:rsidRPr="00ED1A1D">
        <w:tab/>
        <w:t>General Proficiency-Level Trai</w:t>
      </w:r>
      <w:r w:rsidR="00CB5E04" w:rsidRPr="00ED1A1D">
        <w:t>ning and Qualification Journal</w:t>
      </w:r>
      <w:r w:rsidR="008A2174" w:rsidRPr="00ED1A1D">
        <w:t xml:space="preserve"> </w:t>
      </w:r>
      <w:bookmarkStart w:id="20" w:name="_Hlk48027758"/>
      <w:r w:rsidR="00BD02F1" w:rsidRPr="00ED1A1D">
        <w:br/>
      </w:r>
      <w:r w:rsidR="00357119" w:rsidRPr="00ED1A1D">
        <w:t>05/18/23 (23-014)</w:t>
      </w:r>
      <w:bookmarkEnd w:id="20"/>
    </w:p>
    <w:p w14:paraId="21C921F1" w14:textId="0C83A8CF" w:rsidR="005C7163" w:rsidRPr="00ED1A1D" w:rsidRDefault="003C3A98" w:rsidP="004474AC">
      <w:pPr>
        <w:pStyle w:val="BodyText3"/>
      </w:pPr>
      <w:r w:rsidRPr="00ED1A1D">
        <w:t>1245 App C1</w:t>
      </w:r>
      <w:r w:rsidRPr="00ED1A1D">
        <w:tab/>
        <w:t>Reactor Operations Inspector Technical Proficiency Training and</w:t>
      </w:r>
      <w:r w:rsidR="00BD02F1" w:rsidRPr="00ED1A1D">
        <w:t xml:space="preserve"> </w:t>
      </w:r>
      <w:r w:rsidR="00CB5E04" w:rsidRPr="00ED1A1D">
        <w:t>Qualification Journal</w:t>
      </w:r>
      <w:r w:rsidRPr="00ED1A1D">
        <w:t xml:space="preserve"> </w:t>
      </w:r>
      <w:bookmarkStart w:id="21" w:name="_Hlk55810187"/>
      <w:r w:rsidR="007F5DFA" w:rsidRPr="00ED1A1D">
        <w:t>06/14/23 (23-016)</w:t>
      </w:r>
      <w:bookmarkEnd w:id="21"/>
    </w:p>
    <w:p w14:paraId="627E8184" w14:textId="238F5816" w:rsidR="00032490" w:rsidRPr="00ED1A1D" w:rsidRDefault="003C3A98" w:rsidP="004474AC">
      <w:pPr>
        <w:pStyle w:val="BodyText3"/>
      </w:pPr>
      <w:r w:rsidRPr="00ED1A1D">
        <w:t>1245 App C2</w:t>
      </w:r>
      <w:r w:rsidRPr="00ED1A1D">
        <w:tab/>
        <w:t>Reactor Engineering Inspector Technical Proficiency Training</w:t>
      </w:r>
      <w:r w:rsidR="009C78DA" w:rsidRPr="00ED1A1D">
        <w:t xml:space="preserve"> </w:t>
      </w:r>
      <w:r w:rsidR="00CB5E04" w:rsidRPr="00ED1A1D">
        <w:t>and Qualification Journal</w:t>
      </w:r>
      <w:r w:rsidR="005C7163" w:rsidRPr="00ED1A1D">
        <w:t xml:space="preserve"> </w:t>
      </w:r>
      <w:bookmarkStart w:id="22" w:name="_Hlk55810226"/>
      <w:r w:rsidR="00A91330" w:rsidRPr="00ED1A1D">
        <w:t>06/16/22 (22-013)</w:t>
      </w:r>
      <w:bookmarkEnd w:id="22"/>
    </w:p>
    <w:p w14:paraId="4C898939" w14:textId="4D33166A" w:rsidR="005C7163" w:rsidRPr="00ED1A1D" w:rsidRDefault="003C3A98" w:rsidP="004474AC">
      <w:pPr>
        <w:pStyle w:val="BodyText3"/>
      </w:pPr>
      <w:r w:rsidRPr="00ED1A1D">
        <w:t>1245 App C3</w:t>
      </w:r>
      <w:r w:rsidRPr="00ED1A1D">
        <w:tab/>
        <w:t>Health Physics Inspector Technical Proficiency Training and</w:t>
      </w:r>
      <w:r w:rsidR="005266B4" w:rsidRPr="00ED1A1D">
        <w:t xml:space="preserve"> </w:t>
      </w:r>
      <w:r w:rsidRPr="00ED1A1D">
        <w:t>Qualificat</w:t>
      </w:r>
      <w:r w:rsidR="00CB5E04" w:rsidRPr="00ED1A1D">
        <w:t>ion Journal</w:t>
      </w:r>
      <w:r w:rsidRPr="00ED1A1D">
        <w:t xml:space="preserve"> </w:t>
      </w:r>
      <w:r w:rsidR="00F038A6" w:rsidRPr="00ED1A1D">
        <w:t>02/20/17 (17</w:t>
      </w:r>
      <w:r w:rsidR="00032490" w:rsidRPr="00ED1A1D">
        <w:t>-</w:t>
      </w:r>
      <w:r w:rsidR="00F038A6" w:rsidRPr="00ED1A1D">
        <w:t>004</w:t>
      </w:r>
      <w:r w:rsidR="005C7163" w:rsidRPr="00ED1A1D">
        <w:t>)</w:t>
      </w:r>
    </w:p>
    <w:p w14:paraId="75DB48CF" w14:textId="61324E8B" w:rsidR="003C3A98" w:rsidRPr="00ED1A1D" w:rsidRDefault="003C3A98" w:rsidP="004474AC">
      <w:pPr>
        <w:pStyle w:val="BodyText3"/>
      </w:pPr>
      <w:r w:rsidRPr="00ED1A1D">
        <w:lastRenderedPageBreak/>
        <w:t>1245</w:t>
      </w:r>
      <w:r w:rsidR="000A2B40" w:rsidRPr="00ED1A1D">
        <w:t xml:space="preserve"> App</w:t>
      </w:r>
      <w:r w:rsidRPr="00ED1A1D">
        <w:t xml:space="preserve"> C4</w:t>
      </w:r>
      <w:r w:rsidRPr="00ED1A1D">
        <w:tab/>
        <w:t xml:space="preserve">Reactor </w:t>
      </w:r>
      <w:r w:rsidR="00121838" w:rsidRPr="00ED1A1D">
        <w:t>Security</w:t>
      </w:r>
      <w:r w:rsidRPr="00ED1A1D">
        <w:t xml:space="preserve"> Inspector Technical Proficiency </w:t>
      </w:r>
      <w:r w:rsidR="00121838" w:rsidRPr="00ED1A1D">
        <w:t>Training and Qualification J</w:t>
      </w:r>
      <w:r w:rsidR="00CB5E04" w:rsidRPr="00ED1A1D">
        <w:t xml:space="preserve">ournal </w:t>
      </w:r>
      <w:bookmarkStart w:id="23" w:name="_Hlk56596177"/>
      <w:r w:rsidR="00E55531" w:rsidRPr="00ED1A1D">
        <w:t>12/16/22 (22-027)</w:t>
      </w:r>
      <w:bookmarkEnd w:id="23"/>
    </w:p>
    <w:p w14:paraId="244906EA" w14:textId="3DFCEE07" w:rsidR="005C7163" w:rsidRPr="00ED1A1D" w:rsidRDefault="003C3A98" w:rsidP="004474AC">
      <w:pPr>
        <w:pStyle w:val="BodyText3"/>
      </w:pPr>
      <w:r w:rsidRPr="00ED1A1D">
        <w:t>1245</w:t>
      </w:r>
      <w:r w:rsidR="000A2B40" w:rsidRPr="00ED1A1D">
        <w:t xml:space="preserve"> App</w:t>
      </w:r>
      <w:r w:rsidRPr="00ED1A1D">
        <w:t xml:space="preserve"> C5</w:t>
      </w:r>
      <w:r w:rsidRPr="00ED1A1D">
        <w:tab/>
        <w:t>Research and Test Reactor Inspector Technical Proficiency</w:t>
      </w:r>
      <w:r w:rsidR="005266B4" w:rsidRPr="00ED1A1D">
        <w:t xml:space="preserve"> </w:t>
      </w:r>
      <w:r w:rsidR="00376530" w:rsidRPr="00ED1A1D">
        <w:t xml:space="preserve">Training and </w:t>
      </w:r>
      <w:r w:rsidR="00CB5E04" w:rsidRPr="00ED1A1D">
        <w:t>Qualification Journal</w:t>
      </w:r>
      <w:r w:rsidRPr="00ED1A1D">
        <w:t xml:space="preserve"> </w:t>
      </w:r>
      <w:r w:rsidR="009F317F" w:rsidRPr="00ED1A1D">
        <w:t>06/26/20</w:t>
      </w:r>
      <w:r w:rsidR="00032490" w:rsidRPr="00ED1A1D">
        <w:t xml:space="preserve"> (</w:t>
      </w:r>
      <w:r w:rsidR="009F317F" w:rsidRPr="00ED1A1D">
        <w:t>20-026</w:t>
      </w:r>
      <w:r w:rsidR="005C7163" w:rsidRPr="00ED1A1D">
        <w:t>)</w:t>
      </w:r>
    </w:p>
    <w:p w14:paraId="75497A37" w14:textId="2B446945" w:rsidR="005C7163" w:rsidRPr="00ED1A1D" w:rsidRDefault="003C3A98" w:rsidP="004474AC">
      <w:pPr>
        <w:pStyle w:val="BodyText3"/>
      </w:pPr>
      <w:r w:rsidRPr="00ED1A1D">
        <w:t>1245 App C6</w:t>
      </w:r>
      <w:r w:rsidRPr="00ED1A1D">
        <w:tab/>
        <w:t>Emergency Preparedness Inspector Technical Proficiency</w:t>
      </w:r>
      <w:r w:rsidR="005266B4" w:rsidRPr="00ED1A1D">
        <w:t xml:space="preserve"> </w:t>
      </w:r>
      <w:r w:rsidRPr="00ED1A1D">
        <w:t>Tra</w:t>
      </w:r>
      <w:r w:rsidR="00CB5E04" w:rsidRPr="00ED1A1D">
        <w:t>ining and Qualification Journal</w:t>
      </w:r>
      <w:r w:rsidRPr="00ED1A1D">
        <w:t xml:space="preserve"> </w:t>
      </w:r>
      <w:r w:rsidR="00794DF8" w:rsidRPr="00ED1A1D">
        <w:t>08/23/18 (18-029</w:t>
      </w:r>
      <w:r w:rsidR="005C7163" w:rsidRPr="00ED1A1D">
        <w:t>)</w:t>
      </w:r>
    </w:p>
    <w:p w14:paraId="1EE27536" w14:textId="3A80B59A" w:rsidR="00B83F06" w:rsidRPr="00ED1A1D" w:rsidRDefault="00B83F06" w:rsidP="004474AC">
      <w:pPr>
        <w:pStyle w:val="BodyText3"/>
      </w:pPr>
      <w:r w:rsidRPr="00ED1A1D">
        <w:t>1245 App C7</w:t>
      </w:r>
      <w:r w:rsidRPr="00ED1A1D">
        <w:tab/>
        <w:t xml:space="preserve">Fire Protection Inspector Technical Proficiency Training and Qualification Journal </w:t>
      </w:r>
      <w:r w:rsidR="00211543" w:rsidRPr="00ED1A1D">
        <w:t>04/11/23 (23-011)</w:t>
      </w:r>
    </w:p>
    <w:p w14:paraId="45396C02" w14:textId="35229504" w:rsidR="00DC09C6" w:rsidRPr="00ED1A1D" w:rsidRDefault="003C3A98" w:rsidP="004474AC">
      <w:pPr>
        <w:pStyle w:val="BodyText3"/>
      </w:pPr>
      <w:r w:rsidRPr="00ED1A1D">
        <w:t>1245</w:t>
      </w:r>
      <w:r w:rsidR="000A2B40" w:rsidRPr="00ED1A1D">
        <w:t xml:space="preserve"> App</w:t>
      </w:r>
      <w:r w:rsidRPr="00ED1A1D">
        <w:t xml:space="preserve"> C8</w:t>
      </w:r>
      <w:r w:rsidRPr="00ED1A1D">
        <w:tab/>
        <w:t>Vend</w:t>
      </w:r>
      <w:r w:rsidR="00A42085" w:rsidRPr="00ED1A1D">
        <w:t>o</w:t>
      </w:r>
      <w:r w:rsidRPr="00ED1A1D">
        <w:t>r Inspector Technical Proficiency</w:t>
      </w:r>
      <w:r w:rsidR="00BD7C02" w:rsidRPr="00ED1A1D">
        <w:t xml:space="preserve"> Training and</w:t>
      </w:r>
      <w:r w:rsidRPr="00ED1A1D">
        <w:t xml:space="preserve"> Qualification Journal</w:t>
      </w:r>
      <w:r w:rsidR="007622AA" w:rsidRPr="00ED1A1D">
        <w:t xml:space="preserve"> </w:t>
      </w:r>
      <w:r w:rsidR="00992D3A" w:rsidRPr="00ED1A1D">
        <w:t>0</w:t>
      </w:r>
      <w:r w:rsidR="0033016C" w:rsidRPr="00ED1A1D">
        <w:t>3/27/20</w:t>
      </w:r>
      <w:r w:rsidR="00992D3A" w:rsidRPr="00ED1A1D">
        <w:t xml:space="preserve"> (</w:t>
      </w:r>
      <w:r w:rsidR="0033016C" w:rsidRPr="00ED1A1D">
        <w:t>20-018</w:t>
      </w:r>
      <w:r w:rsidR="00DC09C6" w:rsidRPr="00ED1A1D">
        <w:t>)</w:t>
      </w:r>
    </w:p>
    <w:p w14:paraId="35D2212D" w14:textId="4E8488F0" w:rsidR="00B83F06" w:rsidRPr="00ED1A1D" w:rsidRDefault="003C3A98" w:rsidP="004474AC">
      <w:pPr>
        <w:pStyle w:val="BodyText3"/>
      </w:pPr>
      <w:r w:rsidRPr="00ED1A1D">
        <w:t>1245</w:t>
      </w:r>
      <w:r w:rsidR="000A2B40" w:rsidRPr="00ED1A1D">
        <w:t xml:space="preserve"> App</w:t>
      </w:r>
      <w:r w:rsidRPr="00ED1A1D">
        <w:t xml:space="preserve"> C9</w:t>
      </w:r>
      <w:r w:rsidRPr="00ED1A1D">
        <w:tab/>
      </w:r>
      <w:r w:rsidR="00B83F06" w:rsidRPr="00ED1A1D">
        <w:t xml:space="preserve">Senior Reactor Analyst Training and Qualification Program </w:t>
      </w:r>
      <w:r w:rsidR="00EA291F" w:rsidRPr="00ED1A1D">
        <w:br/>
      </w:r>
      <w:r w:rsidR="00E40004" w:rsidRPr="00ED1A1D">
        <w:t>06/14/23 (23-016)</w:t>
      </w:r>
    </w:p>
    <w:p w14:paraId="5B54F88B" w14:textId="189F98D4" w:rsidR="00B83F06" w:rsidRPr="00ED1A1D" w:rsidRDefault="003C3A98" w:rsidP="004474AC">
      <w:pPr>
        <w:pStyle w:val="BodyText3"/>
      </w:pPr>
      <w:r w:rsidRPr="00ED1A1D">
        <w:t>1245</w:t>
      </w:r>
      <w:r w:rsidR="00B83F06" w:rsidRPr="00ED1A1D">
        <w:t xml:space="preserve"> </w:t>
      </w:r>
      <w:r w:rsidR="00A00E7B" w:rsidRPr="00ED1A1D">
        <w:t xml:space="preserve">App C10 </w:t>
      </w:r>
      <w:r w:rsidRPr="00ED1A1D">
        <w:t>Operator Licensing (OL) Examiner Technical Proficiency</w:t>
      </w:r>
      <w:r w:rsidR="007622AA" w:rsidRPr="00ED1A1D">
        <w:t xml:space="preserve"> </w:t>
      </w:r>
      <w:r w:rsidRPr="00ED1A1D">
        <w:t>Trai</w:t>
      </w:r>
      <w:r w:rsidR="00CB5E04" w:rsidRPr="00ED1A1D">
        <w:t xml:space="preserve">ning and Qualification Journal </w:t>
      </w:r>
      <w:bookmarkStart w:id="24" w:name="_Hlk44928377"/>
      <w:r w:rsidR="00894F60" w:rsidRPr="00ED1A1D">
        <w:t>08/28/23 (23-026)</w:t>
      </w:r>
      <w:bookmarkEnd w:id="24"/>
    </w:p>
    <w:p w14:paraId="65CFC4D6" w14:textId="373DD240" w:rsidR="00916A8B" w:rsidRPr="00ED1A1D" w:rsidRDefault="00B31DC5" w:rsidP="004474AC">
      <w:pPr>
        <w:pStyle w:val="BodyText3"/>
      </w:pPr>
      <w:r w:rsidRPr="00ED1A1D">
        <w:t>1245</w:t>
      </w:r>
      <w:r w:rsidR="00A00E7B" w:rsidRPr="00ED1A1D">
        <w:t xml:space="preserve"> App C11 </w:t>
      </w:r>
      <w:r w:rsidRPr="00ED1A1D">
        <w:t>Security Risk Analyst Technical Proficiency Training and Qualification Journal</w:t>
      </w:r>
      <w:r w:rsidR="009A3A12" w:rsidRPr="00ED1A1D">
        <w:t xml:space="preserve"> </w:t>
      </w:r>
      <w:r w:rsidR="004B4581" w:rsidRPr="00ED1A1D">
        <w:t>09/08/23 (23-027)</w:t>
      </w:r>
    </w:p>
    <w:p w14:paraId="360E7E96" w14:textId="44C5D935" w:rsidR="00E716A0" w:rsidRPr="00ED1A1D" w:rsidRDefault="00E716A0" w:rsidP="004474AC">
      <w:pPr>
        <w:pStyle w:val="BodyText3"/>
      </w:pPr>
      <w:r w:rsidRPr="00ED1A1D">
        <w:t xml:space="preserve">1245 App C12 Safety Culture Assessor Training and Qualification Journal </w:t>
      </w:r>
      <w:r w:rsidR="002C2C1A" w:rsidRPr="00ED1A1D">
        <w:br/>
      </w:r>
      <w:r w:rsidR="00711984" w:rsidRPr="00ED1A1D">
        <w:t>01/13/20</w:t>
      </w:r>
      <w:r w:rsidR="00455606" w:rsidRPr="00ED1A1D">
        <w:t xml:space="preserve"> (</w:t>
      </w:r>
      <w:r w:rsidR="00711984" w:rsidRPr="00ED1A1D">
        <w:t>20</w:t>
      </w:r>
      <w:r w:rsidR="00455606" w:rsidRPr="00ED1A1D">
        <w:t>-00</w:t>
      </w:r>
      <w:r w:rsidR="00711984" w:rsidRPr="00ED1A1D">
        <w:t>5</w:t>
      </w:r>
      <w:r w:rsidRPr="00ED1A1D">
        <w:t>)</w:t>
      </w:r>
    </w:p>
    <w:p w14:paraId="651B074C" w14:textId="599AE9DF" w:rsidR="00E716A0" w:rsidRPr="00ED1A1D" w:rsidRDefault="00E716A0" w:rsidP="004474AC">
      <w:pPr>
        <w:pStyle w:val="BodyText3"/>
      </w:pPr>
      <w:r w:rsidRPr="00ED1A1D">
        <w:t>1245 App C13</w:t>
      </w:r>
      <w:r w:rsidR="002C2C1A" w:rsidRPr="00ED1A1D">
        <w:tab/>
      </w:r>
      <w:r w:rsidRPr="00ED1A1D">
        <w:t xml:space="preserve">Independent Spent Fuel Storage Installation Security Inspector Technical Proficiency Training and Qualification Journal </w:t>
      </w:r>
      <w:r w:rsidR="004E576C" w:rsidRPr="00ED1A1D">
        <w:br/>
      </w:r>
      <w:r w:rsidRPr="00ED1A1D">
        <w:t>08/08/13 (13-016)</w:t>
      </w:r>
    </w:p>
    <w:p w14:paraId="58F3E166" w14:textId="4725ABDE" w:rsidR="00A84D04" w:rsidRPr="00ED1A1D" w:rsidRDefault="00A84D04" w:rsidP="004474AC">
      <w:pPr>
        <w:pStyle w:val="BodyText3"/>
      </w:pPr>
      <w:r w:rsidRPr="00ED1A1D">
        <w:t>1245 App C14</w:t>
      </w:r>
      <w:r w:rsidR="002C2C1A" w:rsidRPr="00ED1A1D">
        <w:tab/>
      </w:r>
      <w:r w:rsidRPr="00ED1A1D">
        <w:t>Cyber</w:t>
      </w:r>
      <w:r w:rsidR="00BE66F0" w:rsidRPr="00ED1A1D">
        <w:t>s</w:t>
      </w:r>
      <w:r w:rsidRPr="00ED1A1D">
        <w:t xml:space="preserve">ecurity Inspector Technical Proficiency Training and Qualification </w:t>
      </w:r>
      <w:proofErr w:type="gramStart"/>
      <w:r w:rsidRPr="00ED1A1D">
        <w:tab/>
        <w:t xml:space="preserve">  Journal</w:t>
      </w:r>
      <w:proofErr w:type="gramEnd"/>
      <w:r w:rsidRPr="00ED1A1D">
        <w:t xml:space="preserve"> </w:t>
      </w:r>
      <w:r w:rsidR="00EA563C" w:rsidRPr="00ED1A1D">
        <w:t>10/13/22 (22-022)</w:t>
      </w:r>
    </w:p>
    <w:p w14:paraId="1F1AEA63" w14:textId="74DE3630" w:rsidR="00A84D04" w:rsidRPr="00ED1A1D" w:rsidRDefault="00A84D04" w:rsidP="004474AC">
      <w:pPr>
        <w:pStyle w:val="BodyText3"/>
      </w:pPr>
      <w:r w:rsidRPr="00ED1A1D">
        <w:t>1245 App C15</w:t>
      </w:r>
      <w:r w:rsidRPr="00ED1A1D">
        <w:tab/>
      </w:r>
      <w:r w:rsidR="00895632" w:rsidRPr="00ED1A1D">
        <w:t xml:space="preserve">Construction Inspector Technical Proficiency </w:t>
      </w:r>
      <w:r w:rsidRPr="00ED1A1D">
        <w:t xml:space="preserve">Training </w:t>
      </w:r>
      <w:r w:rsidR="00895632" w:rsidRPr="00ED1A1D">
        <w:t xml:space="preserve">and </w:t>
      </w:r>
      <w:r w:rsidRPr="00ED1A1D">
        <w:t>Qual</w:t>
      </w:r>
      <w:r w:rsidR="00895632" w:rsidRPr="00ED1A1D">
        <w:t>ification Journal 0</w:t>
      </w:r>
      <w:r w:rsidR="00647A71" w:rsidRPr="00ED1A1D">
        <w:t>4</w:t>
      </w:r>
      <w:r w:rsidR="00895632" w:rsidRPr="00ED1A1D">
        <w:t>/</w:t>
      </w:r>
      <w:r w:rsidR="00647A71" w:rsidRPr="00ED1A1D">
        <w:t>22</w:t>
      </w:r>
      <w:r w:rsidR="00895632" w:rsidRPr="00ED1A1D">
        <w:t>/</w:t>
      </w:r>
      <w:r w:rsidR="00647A71" w:rsidRPr="00ED1A1D">
        <w:t>21</w:t>
      </w:r>
      <w:r w:rsidR="00895632" w:rsidRPr="00ED1A1D">
        <w:t xml:space="preserve"> (</w:t>
      </w:r>
      <w:r w:rsidR="00647A71" w:rsidRPr="00ED1A1D">
        <w:t>21</w:t>
      </w:r>
      <w:r w:rsidR="00895632" w:rsidRPr="00ED1A1D">
        <w:t>-0</w:t>
      </w:r>
      <w:r w:rsidR="00647A71" w:rsidRPr="00ED1A1D">
        <w:t>19</w:t>
      </w:r>
      <w:r w:rsidR="00895632" w:rsidRPr="00ED1A1D">
        <w:t>)</w:t>
      </w:r>
    </w:p>
    <w:p w14:paraId="669E93C1" w14:textId="24C9D5CB" w:rsidR="00895632" w:rsidRPr="00ED1A1D" w:rsidRDefault="00895632" w:rsidP="004474AC">
      <w:pPr>
        <w:pStyle w:val="BodyText3"/>
      </w:pPr>
      <w:r w:rsidRPr="00ED1A1D">
        <w:t>1245 App C</w:t>
      </w:r>
      <w:proofErr w:type="gramStart"/>
      <w:r w:rsidRPr="00ED1A1D">
        <w:t xml:space="preserve">16  </w:t>
      </w:r>
      <w:r w:rsidR="00396A7B" w:rsidRPr="00ED1A1D">
        <w:t>Research</w:t>
      </w:r>
      <w:proofErr w:type="gramEnd"/>
      <w:r w:rsidR="00396A7B" w:rsidRPr="00ED1A1D">
        <w:t xml:space="preserve"> and Test Reactor Operator Licensing Examiner Technical Proficiency Training and Qualification Journal 09/09/21 (21-0</w:t>
      </w:r>
      <w:r w:rsidR="008459F7" w:rsidRPr="00ED1A1D">
        <w:t>30)</w:t>
      </w:r>
    </w:p>
    <w:p w14:paraId="32525F28" w14:textId="52856A3B" w:rsidR="00A046A4" w:rsidRPr="00ED1A1D" w:rsidRDefault="00A046A4" w:rsidP="004474AC">
      <w:pPr>
        <w:pStyle w:val="BodyText3"/>
      </w:pPr>
      <w:r w:rsidRPr="00ED1A1D">
        <w:t>1245 App C17</w:t>
      </w:r>
      <w:r w:rsidRPr="00ED1A1D">
        <w:tab/>
      </w:r>
      <w:r w:rsidR="00F535F9" w:rsidRPr="00ED1A1D">
        <w:t xml:space="preserve"> </w:t>
      </w:r>
      <w:r w:rsidRPr="00ED1A1D">
        <w:t>RESERVED for Advanced Reactor</w:t>
      </w:r>
      <w:r w:rsidR="00A660D9" w:rsidRPr="00ED1A1D">
        <w:t xml:space="preserve"> Construction Oversight Program</w:t>
      </w:r>
    </w:p>
    <w:p w14:paraId="6C97515D" w14:textId="62E0F037" w:rsidR="00A84D04" w:rsidRPr="00ED1A1D" w:rsidRDefault="00A84D04" w:rsidP="004474AC">
      <w:pPr>
        <w:pStyle w:val="BodyText3"/>
      </w:pPr>
      <w:r w:rsidRPr="00ED1A1D">
        <w:t>1245 App D1</w:t>
      </w:r>
      <w:r w:rsidRPr="00ED1A1D">
        <w:tab/>
        <w:t xml:space="preserve">Maintaining Qualifications </w:t>
      </w:r>
      <w:r w:rsidR="00B338C1" w:rsidRPr="00ED1A1D">
        <w:t>11/06/23 (23-033)</w:t>
      </w:r>
    </w:p>
    <w:p w14:paraId="04195F77" w14:textId="2155D519" w:rsidR="00A84D04" w:rsidRPr="00ED1A1D" w:rsidRDefault="00A84D04" w:rsidP="004474AC">
      <w:pPr>
        <w:pStyle w:val="BodyText3"/>
      </w:pPr>
      <w:r w:rsidRPr="00ED1A1D">
        <w:t>1245 App D2</w:t>
      </w:r>
      <w:r w:rsidRPr="00ED1A1D">
        <w:tab/>
        <w:t xml:space="preserve">Inservice Inspection Advanced-Level Training </w:t>
      </w:r>
      <w:r w:rsidR="000B6878" w:rsidRPr="00ED1A1D">
        <w:t>04/11/23 (23-011)</w:t>
      </w:r>
    </w:p>
    <w:p w14:paraId="5C700350" w14:textId="6BAB29B0" w:rsidR="00A84D04" w:rsidRPr="00ED1A1D" w:rsidRDefault="00A84D04" w:rsidP="004474AC">
      <w:pPr>
        <w:pStyle w:val="BodyText3"/>
      </w:pPr>
      <w:r w:rsidRPr="00ED1A1D">
        <w:t>1245 App D3</w:t>
      </w:r>
      <w:r w:rsidRPr="00ED1A1D">
        <w:tab/>
        <w:t xml:space="preserve">Fire Protection Advanced-Level Training </w:t>
      </w:r>
      <w:r w:rsidR="001B182E" w:rsidRPr="00ED1A1D">
        <w:t>04/11/23 (23-011)</w:t>
      </w:r>
    </w:p>
    <w:p w14:paraId="503BFEE9" w14:textId="485EE9E2" w:rsidR="00A84D04" w:rsidRPr="00ED1A1D" w:rsidRDefault="00A84D04" w:rsidP="004474AC">
      <w:pPr>
        <w:pStyle w:val="BodyText3"/>
      </w:pPr>
      <w:r w:rsidRPr="00ED1A1D">
        <w:t>1245 App D4</w:t>
      </w:r>
      <w:r w:rsidRPr="00ED1A1D">
        <w:tab/>
      </w:r>
      <w:r w:rsidR="007F3DB9" w:rsidRPr="00ED1A1D">
        <w:t xml:space="preserve">Electrical </w:t>
      </w:r>
      <w:r w:rsidRPr="00ED1A1D">
        <w:t xml:space="preserve">Advanced </w:t>
      </w:r>
      <w:r w:rsidR="00943E1B" w:rsidRPr="00ED1A1D">
        <w:t xml:space="preserve">Level </w:t>
      </w:r>
      <w:r w:rsidRPr="00ED1A1D">
        <w:t xml:space="preserve">Training and Qualification Journal </w:t>
      </w:r>
      <w:bookmarkStart w:id="25" w:name="_Hlk55365297"/>
      <w:r w:rsidR="001D6773" w:rsidRPr="00ED1A1D">
        <w:br/>
      </w:r>
      <w:r w:rsidR="00FA07C4" w:rsidRPr="00ED1A1D">
        <w:t>11/04/20</w:t>
      </w:r>
      <w:r w:rsidRPr="00ED1A1D">
        <w:t xml:space="preserve"> </w:t>
      </w:r>
      <w:bookmarkEnd w:id="25"/>
      <w:r w:rsidRPr="00ED1A1D">
        <w:t>(</w:t>
      </w:r>
      <w:r w:rsidR="00FA07C4" w:rsidRPr="00ED1A1D">
        <w:t>20-057</w:t>
      </w:r>
      <w:r w:rsidRPr="00ED1A1D">
        <w:t>)</w:t>
      </w:r>
    </w:p>
    <w:p w14:paraId="0231F745" w14:textId="7A17FC1B" w:rsidR="0065614F" w:rsidRPr="00ED1A1D" w:rsidRDefault="0065614F" w:rsidP="004474AC">
      <w:pPr>
        <w:pStyle w:val="BodyText3"/>
      </w:pPr>
      <w:r w:rsidRPr="00ED1A1D">
        <w:t xml:space="preserve">1245 </w:t>
      </w:r>
      <w:proofErr w:type="spellStart"/>
      <w:r w:rsidRPr="00ED1A1D">
        <w:t>Att</w:t>
      </w:r>
      <w:proofErr w:type="spellEnd"/>
      <w:r w:rsidRPr="00ED1A1D">
        <w:t xml:space="preserve"> 1</w:t>
      </w:r>
      <w:r w:rsidRPr="00ED1A1D">
        <w:tab/>
        <w:t xml:space="preserve">General Overview of the Inspector Training and Qualification Program </w:t>
      </w:r>
      <w:r w:rsidR="004F5A53" w:rsidRPr="00ED1A1D">
        <w:t>05/15/23 (23-013)</w:t>
      </w:r>
    </w:p>
    <w:p w14:paraId="51E7BCC6" w14:textId="77777777" w:rsidR="0065614F" w:rsidRPr="00ED1A1D" w:rsidRDefault="0065614F" w:rsidP="004474AC">
      <w:pPr>
        <w:pStyle w:val="BodyText3"/>
      </w:pPr>
      <w:r w:rsidRPr="00ED1A1D">
        <w:t xml:space="preserve">1245 </w:t>
      </w:r>
      <w:proofErr w:type="spellStart"/>
      <w:r w:rsidRPr="00ED1A1D">
        <w:t>Att</w:t>
      </w:r>
      <w:proofErr w:type="spellEnd"/>
      <w:r w:rsidRPr="00ED1A1D">
        <w:t xml:space="preserve"> 2</w:t>
      </w:r>
      <w:r w:rsidRPr="00ED1A1D">
        <w:tab/>
        <w:t>Inspector Competencies 01/23/23 (23-002)</w:t>
      </w:r>
    </w:p>
    <w:p w14:paraId="28AF0B3C" w14:textId="541EA8DF" w:rsidR="003C3A98" w:rsidRPr="00ED1A1D" w:rsidRDefault="003C3A98" w:rsidP="004474AC">
      <w:pPr>
        <w:pStyle w:val="BodyText3"/>
      </w:pPr>
      <w:r w:rsidRPr="00ED1A1D">
        <w:t>1246</w:t>
      </w:r>
      <w:r w:rsidRPr="00ED1A1D">
        <w:tab/>
        <w:t>Formal Qualification Programs in the Nuc</w:t>
      </w:r>
      <w:r w:rsidR="00DF3AE5" w:rsidRPr="00ED1A1D">
        <w:t xml:space="preserve">lear Material Safety </w:t>
      </w:r>
      <w:r w:rsidR="0015581C" w:rsidRPr="00ED1A1D">
        <w:t xml:space="preserve">and </w:t>
      </w:r>
      <w:r w:rsidR="00CB5E04" w:rsidRPr="00ED1A1D">
        <w:t>Safeguards Program Area</w:t>
      </w:r>
      <w:r w:rsidRPr="00ED1A1D">
        <w:t xml:space="preserve"> </w:t>
      </w:r>
      <w:r w:rsidR="00357695" w:rsidRPr="00ED1A1D">
        <w:t>10/26/11</w:t>
      </w:r>
      <w:r w:rsidRPr="00ED1A1D">
        <w:t xml:space="preserve"> (</w:t>
      </w:r>
      <w:r w:rsidR="00032490" w:rsidRPr="00ED1A1D">
        <w:t>11-</w:t>
      </w:r>
      <w:r w:rsidR="00357695" w:rsidRPr="00ED1A1D">
        <w:t>022</w:t>
      </w:r>
      <w:r w:rsidRPr="00ED1A1D">
        <w:t>)</w:t>
      </w:r>
    </w:p>
    <w:p w14:paraId="5E4EC76D" w14:textId="5A2900AA" w:rsidR="001C3E7B" w:rsidRPr="00ED1A1D" w:rsidRDefault="003C3A98" w:rsidP="004474AC">
      <w:pPr>
        <w:pStyle w:val="BodyText3"/>
      </w:pPr>
      <w:r w:rsidRPr="00ED1A1D">
        <w:t>1246 A</w:t>
      </w:r>
      <w:r w:rsidR="009A3A12" w:rsidRPr="00ED1A1D">
        <w:t>pp</w:t>
      </w:r>
      <w:r w:rsidR="003C00D0" w:rsidRPr="00ED1A1D">
        <w:t xml:space="preserve"> A</w:t>
      </w:r>
      <w:r w:rsidR="003C00D0" w:rsidRPr="00ED1A1D">
        <w:tab/>
      </w:r>
      <w:r w:rsidRPr="00ED1A1D">
        <w:t>Trai</w:t>
      </w:r>
      <w:r w:rsidR="00357695" w:rsidRPr="00ED1A1D">
        <w:t>ning Activities</w:t>
      </w:r>
      <w:r w:rsidR="008C5C97" w:rsidRPr="00ED1A1D">
        <w:t xml:space="preserve"> for Staff in the Nuclear Material Safety and Safeguards Program Area</w:t>
      </w:r>
      <w:r w:rsidR="00357695" w:rsidRPr="00ED1A1D">
        <w:t xml:space="preserve"> 10/26/11 (11-022</w:t>
      </w:r>
      <w:r w:rsidRPr="00ED1A1D">
        <w:t>)</w:t>
      </w:r>
    </w:p>
    <w:p w14:paraId="0F457725" w14:textId="4A56A805" w:rsidR="006F120A" w:rsidRPr="00ED1A1D" w:rsidRDefault="006F120A" w:rsidP="004474AC">
      <w:pPr>
        <w:pStyle w:val="BodyText3"/>
      </w:pPr>
      <w:r w:rsidRPr="00ED1A1D">
        <w:t>1246 App B1</w:t>
      </w:r>
      <w:r w:rsidR="008A2174" w:rsidRPr="00ED1A1D">
        <w:tab/>
      </w:r>
      <w:r w:rsidRPr="00ED1A1D">
        <w:t xml:space="preserve">Training Requirements and Qualification Journal for Spent Fuel Storage and Transportation </w:t>
      </w:r>
      <w:r w:rsidR="001F7FAB" w:rsidRPr="00ED1A1D">
        <w:t xml:space="preserve">Project Manager and Technical </w:t>
      </w:r>
      <w:r w:rsidRPr="00ED1A1D">
        <w:t xml:space="preserve">Reviewer </w:t>
      </w:r>
      <w:r w:rsidR="00A271BA" w:rsidRPr="00ED1A1D">
        <w:t>10/26/11 (11-022)</w:t>
      </w:r>
    </w:p>
    <w:p w14:paraId="76F8720C" w14:textId="0E009D28" w:rsidR="00A271BA" w:rsidRPr="00ED1A1D" w:rsidRDefault="00A271BA" w:rsidP="004474AC">
      <w:pPr>
        <w:pStyle w:val="BodyText3"/>
      </w:pPr>
      <w:r w:rsidRPr="00ED1A1D">
        <w:t>1246 App B2</w:t>
      </w:r>
      <w:r w:rsidR="008A2174" w:rsidRPr="00ED1A1D">
        <w:tab/>
      </w:r>
      <w:r w:rsidRPr="00ED1A1D">
        <w:t xml:space="preserve">Training Requirements and Qualification Journal for Storage and Transportation Inspector </w:t>
      </w:r>
      <w:r w:rsidR="003A3085" w:rsidRPr="00ED1A1D">
        <w:t>10/02/23 (2</w:t>
      </w:r>
      <w:r w:rsidR="00241FCA" w:rsidRPr="00ED1A1D">
        <w:t>3</w:t>
      </w:r>
      <w:r w:rsidR="003A3085" w:rsidRPr="00ED1A1D">
        <w:t>-02</w:t>
      </w:r>
      <w:r w:rsidR="00241FCA" w:rsidRPr="00ED1A1D">
        <w:t>9</w:t>
      </w:r>
      <w:r w:rsidR="003A3085" w:rsidRPr="00ED1A1D">
        <w:t>)</w:t>
      </w:r>
    </w:p>
    <w:p w14:paraId="343C2BA0" w14:textId="4AC2109B" w:rsidR="00895ED2" w:rsidRPr="00ED1A1D" w:rsidRDefault="00895ED2" w:rsidP="004474AC">
      <w:pPr>
        <w:pStyle w:val="BodyText3"/>
      </w:pPr>
      <w:r w:rsidRPr="00ED1A1D">
        <w:t>1246 App B3</w:t>
      </w:r>
      <w:r w:rsidRPr="00ED1A1D">
        <w:tab/>
        <w:t xml:space="preserve">Training Requirements and Qualification Journal for Independent Spent Fuel </w:t>
      </w:r>
      <w:r w:rsidR="003C00D0" w:rsidRPr="00ED1A1D">
        <w:t xml:space="preserve">Storage Installation Inspector </w:t>
      </w:r>
      <w:r w:rsidR="00D436F9">
        <w:t>10/16/24</w:t>
      </w:r>
      <w:r w:rsidR="0015506A" w:rsidRPr="00ED1A1D">
        <w:t xml:space="preserve"> (2</w:t>
      </w:r>
      <w:r w:rsidR="00D436F9">
        <w:t>4</w:t>
      </w:r>
      <w:r w:rsidR="0015506A" w:rsidRPr="00ED1A1D">
        <w:t>-0</w:t>
      </w:r>
      <w:r w:rsidR="00D436F9">
        <w:t>28</w:t>
      </w:r>
      <w:r w:rsidR="0015506A" w:rsidRPr="00ED1A1D">
        <w:t>)</w:t>
      </w:r>
    </w:p>
    <w:p w14:paraId="036256F2" w14:textId="21B80FBB" w:rsidR="00787730" w:rsidRPr="00ED1A1D" w:rsidRDefault="00787730" w:rsidP="004474AC">
      <w:pPr>
        <w:pStyle w:val="BodyText3"/>
      </w:pPr>
      <w:r w:rsidRPr="00ED1A1D">
        <w:t>1246 App B4</w:t>
      </w:r>
      <w:r w:rsidRPr="00ED1A1D">
        <w:tab/>
        <w:t>Independent Spent Fuel Storage Installation Security Inspector</w:t>
      </w:r>
      <w:r w:rsidR="00B802C6" w:rsidRPr="00ED1A1D">
        <w:t xml:space="preserve"> T</w:t>
      </w:r>
      <w:r w:rsidRPr="00ED1A1D">
        <w:t>raining and Qualification Journal 08/08/13 (13-016)</w:t>
      </w:r>
    </w:p>
    <w:p w14:paraId="6EAE2FC5" w14:textId="4CC17CCF" w:rsidR="00A271BA" w:rsidRPr="00ED1A1D" w:rsidRDefault="00A271BA" w:rsidP="004474AC">
      <w:pPr>
        <w:pStyle w:val="BodyText3"/>
      </w:pPr>
      <w:r w:rsidRPr="00ED1A1D">
        <w:t>1246 App C1</w:t>
      </w:r>
      <w:r w:rsidR="008A2174" w:rsidRPr="00ED1A1D">
        <w:tab/>
      </w:r>
      <w:r w:rsidRPr="00ED1A1D">
        <w:t xml:space="preserve">Training Requirements and Qualification Journal for Fuel Cycle </w:t>
      </w:r>
      <w:r w:rsidR="001B381A" w:rsidRPr="00ED1A1D">
        <w:t>Technical</w:t>
      </w:r>
      <w:r w:rsidRPr="00ED1A1D">
        <w:t xml:space="preserve"> Reviewer 10/26/11 (11-022)</w:t>
      </w:r>
    </w:p>
    <w:p w14:paraId="2B6B78B3" w14:textId="1DDC4CD1" w:rsidR="00A271BA" w:rsidRPr="00ED1A1D" w:rsidRDefault="00A271BA" w:rsidP="004474AC">
      <w:pPr>
        <w:pStyle w:val="BodyText3"/>
      </w:pPr>
      <w:r w:rsidRPr="00ED1A1D">
        <w:lastRenderedPageBreak/>
        <w:t>1246 App C2</w:t>
      </w:r>
      <w:r w:rsidR="008A2174" w:rsidRPr="00ED1A1D">
        <w:tab/>
      </w:r>
      <w:r w:rsidRPr="00ED1A1D">
        <w:t>Training Requirements and Qualification Journal for Fuel Cycle Project Manager 10/26/11 (11-022)</w:t>
      </w:r>
    </w:p>
    <w:p w14:paraId="550246AA" w14:textId="4D6D1845" w:rsidR="00E37218" w:rsidRPr="00ED1A1D" w:rsidRDefault="00A271BA" w:rsidP="004474AC">
      <w:pPr>
        <w:pStyle w:val="BodyText3"/>
      </w:pPr>
      <w:r w:rsidRPr="00ED1A1D">
        <w:t>1246 App C3</w:t>
      </w:r>
      <w:r w:rsidR="008A2174" w:rsidRPr="00ED1A1D">
        <w:tab/>
      </w:r>
      <w:r w:rsidRPr="00ED1A1D">
        <w:t xml:space="preserve">Training Requirements and Qualification Journal for Material Control and Accounting License Reviewer </w:t>
      </w:r>
      <w:r w:rsidR="00860F0F" w:rsidRPr="00ED1A1D">
        <w:t>10/26/11 (11-022)</w:t>
      </w:r>
    </w:p>
    <w:p w14:paraId="535DC737" w14:textId="21FEF3BD" w:rsidR="00E37218" w:rsidRPr="00ED1A1D" w:rsidRDefault="00A271BA" w:rsidP="004474AC">
      <w:pPr>
        <w:pStyle w:val="BodyText3"/>
      </w:pPr>
      <w:r w:rsidRPr="00ED1A1D">
        <w:t>1246 App C4</w:t>
      </w:r>
      <w:r w:rsidR="008A2174" w:rsidRPr="00ED1A1D">
        <w:tab/>
      </w:r>
      <w:r w:rsidRPr="00ED1A1D">
        <w:t>Training Requirements and Qualification Journal for Fuel Cycle Safeguards Physical Security Inspector 10/26/11 (11-022)</w:t>
      </w:r>
      <w:r w:rsidR="00E37218" w:rsidRPr="00ED1A1D">
        <w:t xml:space="preserve"> </w:t>
      </w:r>
    </w:p>
    <w:p w14:paraId="4FB0728E" w14:textId="7AE9D26C" w:rsidR="00E37218" w:rsidRPr="00ED1A1D" w:rsidRDefault="00E37218" w:rsidP="004474AC">
      <w:pPr>
        <w:pStyle w:val="BodyText3"/>
      </w:pPr>
      <w:r w:rsidRPr="00ED1A1D">
        <w:t>1246, App C5</w:t>
      </w:r>
      <w:r w:rsidRPr="00ED1A1D">
        <w:tab/>
        <w:t>Training Requirements and Qualification Journal for International Safeguards Analysts, Nuclear Materials Management and Safeguards System (NMMSS) Analysts, and Import/Export Analysts</w:t>
      </w:r>
      <w:r w:rsidR="009F536A" w:rsidRPr="00ED1A1D">
        <w:t xml:space="preserve"> </w:t>
      </w:r>
      <w:r w:rsidR="00667F17" w:rsidRPr="00ED1A1D">
        <w:br/>
      </w:r>
      <w:r w:rsidR="009F536A" w:rsidRPr="00ED1A1D">
        <w:t>06/27/16 (16-014)</w:t>
      </w:r>
    </w:p>
    <w:p w14:paraId="3F2788CE" w14:textId="2A7BC412" w:rsidR="00A271BA" w:rsidRPr="00ED1A1D" w:rsidRDefault="00BA6790" w:rsidP="004474AC">
      <w:pPr>
        <w:pStyle w:val="BodyText3"/>
      </w:pPr>
      <w:r w:rsidRPr="00ED1A1D">
        <w:t>1246</w:t>
      </w:r>
      <w:r w:rsidR="00C766F8" w:rsidRPr="00ED1A1D">
        <w:t>,</w:t>
      </w:r>
      <w:r w:rsidRPr="00ED1A1D">
        <w:t xml:space="preserve"> App D1 Training Requirements and Qualification Journal for High</w:t>
      </w:r>
      <w:r w:rsidR="00C75CEC" w:rsidRPr="00ED1A1D">
        <w:t>-</w:t>
      </w:r>
      <w:r w:rsidRPr="00ED1A1D">
        <w:t>Level Waste Repository License Technical Reviewer 10/26/11 (11-022)</w:t>
      </w:r>
    </w:p>
    <w:p w14:paraId="6AB80ACB" w14:textId="62672823" w:rsidR="00C94539" w:rsidRPr="00ED1A1D" w:rsidRDefault="00BA6790" w:rsidP="004474AC">
      <w:pPr>
        <w:pStyle w:val="BodyText3"/>
      </w:pPr>
      <w:r w:rsidRPr="00ED1A1D">
        <w:t>1246</w:t>
      </w:r>
      <w:r w:rsidR="00C766F8" w:rsidRPr="00ED1A1D">
        <w:t>,</w:t>
      </w:r>
      <w:r w:rsidRPr="00ED1A1D">
        <w:t xml:space="preserve"> App D2 Training Requirements and Qualification Journal for High</w:t>
      </w:r>
      <w:r w:rsidR="00D76BA2" w:rsidRPr="00ED1A1D">
        <w:t>-</w:t>
      </w:r>
      <w:r w:rsidRPr="00ED1A1D">
        <w:t>Level Waste Reposi</w:t>
      </w:r>
      <w:r w:rsidR="00FD5E8F" w:rsidRPr="00ED1A1D">
        <w:t>tory Inspector 10/26/11 (11-022)</w:t>
      </w:r>
    </w:p>
    <w:p w14:paraId="31830449" w14:textId="48543AF8" w:rsidR="007B37D3" w:rsidRPr="00ED1A1D" w:rsidRDefault="007A4CD2" w:rsidP="004474AC">
      <w:pPr>
        <w:pStyle w:val="BodyText3"/>
      </w:pPr>
      <w:r w:rsidRPr="00ED1A1D">
        <w:t>1247</w:t>
      </w:r>
      <w:r w:rsidR="00FD5E8F" w:rsidRPr="00ED1A1D">
        <w:tab/>
      </w:r>
      <w:r w:rsidR="007B37D3" w:rsidRPr="00ED1A1D">
        <w:t>Qualification Program for Fuel Facility Inspectors in the Nuclear Material Safety and Safeguards Program Area</w:t>
      </w:r>
      <w:r w:rsidR="00CD7EFF" w:rsidRPr="00ED1A1D">
        <w:t xml:space="preserve"> 10/28/14 (14-026</w:t>
      </w:r>
      <w:r w:rsidR="002F5CAC" w:rsidRPr="00ED1A1D">
        <w:t>)</w:t>
      </w:r>
    </w:p>
    <w:p w14:paraId="0CD88BC6" w14:textId="713AF2B2" w:rsidR="007B37D3" w:rsidRPr="00ED1A1D" w:rsidRDefault="007B37D3" w:rsidP="004474AC">
      <w:pPr>
        <w:pStyle w:val="BodyText3"/>
      </w:pPr>
      <w:r w:rsidRPr="00ED1A1D">
        <w:t>1247</w:t>
      </w:r>
      <w:r w:rsidR="000A2B40" w:rsidRPr="00ED1A1D">
        <w:t>,</w:t>
      </w:r>
      <w:r w:rsidRPr="00ED1A1D">
        <w:t xml:space="preserve"> App A </w:t>
      </w:r>
      <w:r w:rsidRPr="00ED1A1D">
        <w:tab/>
        <w:t>Basic-Level Training and Certification Journal Fuel Facility Inspector</w:t>
      </w:r>
      <w:r w:rsidR="002F5CAC" w:rsidRPr="00ED1A1D">
        <w:t xml:space="preserve"> </w:t>
      </w:r>
      <w:r w:rsidR="00B87CA1" w:rsidRPr="00ED1A1D">
        <w:br/>
      </w:r>
      <w:r w:rsidR="001A60EC" w:rsidRPr="00ED1A1D">
        <w:t>07/01/24 (24-018)</w:t>
      </w:r>
    </w:p>
    <w:p w14:paraId="6FC2F07B" w14:textId="0B7113F5" w:rsidR="007B37D3" w:rsidRPr="00ED1A1D" w:rsidRDefault="007B37D3" w:rsidP="004474AC">
      <w:pPr>
        <w:pStyle w:val="BodyText3"/>
      </w:pPr>
      <w:r w:rsidRPr="00ED1A1D">
        <w:t>1247</w:t>
      </w:r>
      <w:r w:rsidR="00C766F8" w:rsidRPr="00ED1A1D">
        <w:t>,</w:t>
      </w:r>
      <w:r w:rsidRPr="00ED1A1D">
        <w:t xml:space="preserve"> App B </w:t>
      </w:r>
      <w:r w:rsidRPr="00ED1A1D">
        <w:tab/>
        <w:t>General Proficiency-Level Training and Qualification Journal</w:t>
      </w:r>
      <w:r w:rsidR="002C2C1A" w:rsidRPr="00ED1A1D">
        <w:br/>
      </w:r>
      <w:r w:rsidR="0094331C" w:rsidRPr="00ED1A1D">
        <w:t>07/01/24 (24-018)</w:t>
      </w:r>
    </w:p>
    <w:p w14:paraId="24909C0A" w14:textId="03A633E7" w:rsidR="001203A7" w:rsidRPr="00ED1A1D" w:rsidRDefault="007B37D3" w:rsidP="004474AC">
      <w:pPr>
        <w:pStyle w:val="BodyText3"/>
      </w:pPr>
      <w:r w:rsidRPr="00ED1A1D">
        <w:t>1247</w:t>
      </w:r>
      <w:r w:rsidR="00C766F8" w:rsidRPr="00ED1A1D">
        <w:t>,</w:t>
      </w:r>
      <w:r w:rsidRPr="00ED1A1D">
        <w:t xml:space="preserve"> App C1 </w:t>
      </w:r>
      <w:r w:rsidR="00FD5E8F" w:rsidRPr="00ED1A1D">
        <w:tab/>
      </w:r>
      <w:r w:rsidRPr="00ED1A1D">
        <w:t>Fuel Facility Operations Inspector Technical Proficiency Training and Qualification Journal</w:t>
      </w:r>
      <w:r w:rsidR="0094331C" w:rsidRPr="00ED1A1D">
        <w:t xml:space="preserve"> 07/01/24 (24-018)</w:t>
      </w:r>
    </w:p>
    <w:p w14:paraId="5ABF0120" w14:textId="4515E529" w:rsidR="00E716A0" w:rsidRPr="00ED1A1D" w:rsidRDefault="00E716A0" w:rsidP="004474AC">
      <w:pPr>
        <w:pStyle w:val="BodyText3"/>
      </w:pPr>
      <w:r w:rsidRPr="00ED1A1D">
        <w:t xml:space="preserve">1247, App C2 </w:t>
      </w:r>
      <w:r w:rsidRPr="00ED1A1D">
        <w:tab/>
        <w:t>Fuel Facility Health Physics Inspector Technical Proficiency Training and Qualification Journal</w:t>
      </w:r>
      <w:r w:rsidR="00E965E6" w:rsidRPr="00ED1A1D">
        <w:t xml:space="preserve"> 07/01/24 (24-018)</w:t>
      </w:r>
    </w:p>
    <w:p w14:paraId="6C9B0C21" w14:textId="4F139F78" w:rsidR="00E716A0" w:rsidRPr="00ED1A1D" w:rsidRDefault="00E716A0" w:rsidP="004474AC">
      <w:pPr>
        <w:pStyle w:val="BodyText3"/>
      </w:pPr>
      <w:r w:rsidRPr="00ED1A1D">
        <w:t xml:space="preserve">1247, App C3 </w:t>
      </w:r>
      <w:r w:rsidRPr="00ED1A1D">
        <w:tab/>
        <w:t xml:space="preserve">Fuel Facility Emergency Preparedness Inspector Technical Proficiency Training and Qualification Journal </w:t>
      </w:r>
      <w:r w:rsidR="00783317" w:rsidRPr="00ED1A1D">
        <w:t>07/24/24 (24-021)</w:t>
      </w:r>
    </w:p>
    <w:p w14:paraId="132D3039" w14:textId="77777777" w:rsidR="005F7B79" w:rsidRPr="00ED1A1D" w:rsidRDefault="005F7B79" w:rsidP="004474AC">
      <w:pPr>
        <w:pStyle w:val="BodyText3"/>
      </w:pPr>
      <w:r w:rsidRPr="00ED1A1D">
        <w:t xml:space="preserve">1247, App C5 </w:t>
      </w:r>
      <w:r w:rsidRPr="00ED1A1D">
        <w:tab/>
        <w:t>Fuel Facility Material Control &amp; Accounting Inspector Technical Proficiency Training and Qualification Journal 06/11/14 (14-012)</w:t>
      </w:r>
    </w:p>
    <w:p w14:paraId="479FB347" w14:textId="7525B33A" w:rsidR="00A84D04" w:rsidRPr="00ED1A1D" w:rsidRDefault="00A84D04" w:rsidP="004474AC">
      <w:pPr>
        <w:pStyle w:val="BodyText3"/>
      </w:pPr>
      <w:r w:rsidRPr="00ED1A1D">
        <w:t xml:space="preserve">1247, App C6 Fuel Facility Criticality Safety Inspector Technical Proficiency Training and Qualification Journal </w:t>
      </w:r>
      <w:r w:rsidR="00EE098E" w:rsidRPr="00ED1A1D">
        <w:t>07/24/24 (24-021)</w:t>
      </w:r>
    </w:p>
    <w:p w14:paraId="54AD89F3" w14:textId="77777777" w:rsidR="00A84D04" w:rsidRPr="00ED1A1D" w:rsidRDefault="00A84D04" w:rsidP="004474AC">
      <w:pPr>
        <w:pStyle w:val="BodyText3"/>
      </w:pPr>
      <w:r w:rsidRPr="00ED1A1D">
        <w:t>1247, App D</w:t>
      </w:r>
      <w:r w:rsidRPr="00ED1A1D">
        <w:tab/>
        <w:t>RESERVED for Advanced and Specialized Training Courses and Qualification Programs</w:t>
      </w:r>
    </w:p>
    <w:p w14:paraId="20922358" w14:textId="77777777" w:rsidR="00A84D04" w:rsidRPr="00ED1A1D" w:rsidRDefault="00A84D04" w:rsidP="004474AC">
      <w:pPr>
        <w:pStyle w:val="BodyText3"/>
      </w:pPr>
      <w:r w:rsidRPr="00ED1A1D">
        <w:t>1247, App D1</w:t>
      </w:r>
      <w:r w:rsidRPr="00ED1A1D">
        <w:tab/>
        <w:t>Fuel Facility Information Security Inspector Specialized Qualification Program Training and Qualification Journal 10/28/14 (14-026)</w:t>
      </w:r>
    </w:p>
    <w:p w14:paraId="2162A84F" w14:textId="0341AEA9" w:rsidR="00787730" w:rsidRPr="00ED1A1D" w:rsidRDefault="00975A05" w:rsidP="004474AC">
      <w:pPr>
        <w:pStyle w:val="BodyText3"/>
      </w:pPr>
      <w:r w:rsidRPr="00ED1A1D">
        <w:t>1248</w:t>
      </w:r>
      <w:r w:rsidRPr="00ED1A1D">
        <w:tab/>
        <w:t>Qualification Programs for Federal and State Materials and Environmental Management Programs</w:t>
      </w:r>
      <w:r w:rsidR="00FD5E8F" w:rsidRPr="00ED1A1D">
        <w:t xml:space="preserve"> 04/19/13 (13-011)</w:t>
      </w:r>
    </w:p>
    <w:p w14:paraId="7E368027" w14:textId="29DAA907" w:rsidR="00975A05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A</w:t>
      </w:r>
      <w:r w:rsidRPr="00ED1A1D">
        <w:tab/>
        <w:t>Materials Health Physics License Review</w:t>
      </w:r>
      <w:r w:rsidR="00D9385D" w:rsidRPr="00ED1A1D">
        <w:t>er</w:t>
      </w:r>
      <w:r w:rsidRPr="00ED1A1D">
        <w:t xml:space="preserve"> Qualification Journal </w:t>
      </w:r>
      <w:r w:rsidR="00B87CA1" w:rsidRPr="00ED1A1D">
        <w:br/>
      </w:r>
      <w:r w:rsidRPr="00ED1A1D">
        <w:t>04/19/13 (13-011)</w:t>
      </w:r>
    </w:p>
    <w:p w14:paraId="0F73E71C" w14:textId="3E8AFE6C" w:rsidR="00FD5E8F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B</w:t>
      </w:r>
      <w:r w:rsidRPr="00ED1A1D">
        <w:tab/>
        <w:t>Materials Health Physics Inspector Qualification Journal</w:t>
      </w:r>
      <w:r w:rsidR="00B87CA1" w:rsidRPr="00ED1A1D">
        <w:br/>
      </w:r>
      <w:r w:rsidRPr="00ED1A1D">
        <w:t>04/19/13 (13-011)</w:t>
      </w:r>
    </w:p>
    <w:p w14:paraId="6C75E21B" w14:textId="2DBA4E7D" w:rsidR="00FD5E8F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C</w:t>
      </w:r>
      <w:r w:rsidRPr="00ED1A1D">
        <w:tab/>
        <w:t>Training Requirements and Qualification Journal for Materials Exempt Distribution License Reviewer</w:t>
      </w:r>
      <w:r w:rsidR="00535344" w:rsidRPr="00ED1A1D">
        <w:t>s</w:t>
      </w:r>
      <w:r w:rsidRPr="00ED1A1D">
        <w:t xml:space="preserve"> 04/19/13 (13-011)</w:t>
      </w:r>
    </w:p>
    <w:p w14:paraId="017003D9" w14:textId="63A948B8" w:rsidR="00FD5E8F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D</w:t>
      </w:r>
      <w:r w:rsidRPr="00ED1A1D">
        <w:tab/>
        <w:t>Training Requirements and Qualification Journal for Byproduct Material Sealed Source Device Reviewer</w:t>
      </w:r>
      <w:r w:rsidR="0031638C" w:rsidRPr="00ED1A1D">
        <w:t>s</w:t>
      </w:r>
      <w:r w:rsidRPr="00ED1A1D">
        <w:t xml:space="preserve"> 04/19/13 (13-011)</w:t>
      </w:r>
    </w:p>
    <w:p w14:paraId="41504DCF" w14:textId="6E1B8E88" w:rsidR="00FD5E8F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E</w:t>
      </w:r>
      <w:r w:rsidRPr="00ED1A1D">
        <w:tab/>
        <w:t xml:space="preserve">Training Requirements and Qualification Journal for Division of Waste Management Inspector and License </w:t>
      </w:r>
      <w:proofErr w:type="gramStart"/>
      <w:r w:rsidRPr="00ED1A1D">
        <w:t>Reviewer</w:t>
      </w:r>
      <w:r w:rsidR="0006169F" w:rsidRPr="00ED1A1D">
        <w:t xml:space="preserve">s </w:t>
      </w:r>
      <w:r w:rsidRPr="00ED1A1D">
        <w:t xml:space="preserve"> 04</w:t>
      </w:r>
      <w:proofErr w:type="gramEnd"/>
      <w:r w:rsidRPr="00ED1A1D">
        <w:t>/19/13 (13-011)</w:t>
      </w:r>
    </w:p>
    <w:p w14:paraId="40C5DDF6" w14:textId="73076372" w:rsidR="00FD5E8F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F</w:t>
      </w:r>
      <w:r w:rsidRPr="00ED1A1D">
        <w:tab/>
        <w:t xml:space="preserve">Training Requirements and Qualification Journal for Decommissioning Inspectors </w:t>
      </w:r>
      <w:r w:rsidR="000F33B6" w:rsidRPr="00ED1A1D">
        <w:t>03/03/22</w:t>
      </w:r>
      <w:r w:rsidR="007E240A" w:rsidRPr="00ED1A1D">
        <w:t xml:space="preserve"> (22-005)</w:t>
      </w:r>
    </w:p>
    <w:p w14:paraId="01E0EA8E" w14:textId="6E92F4B0" w:rsidR="00FD5E8F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G</w:t>
      </w:r>
      <w:r w:rsidRPr="00ED1A1D">
        <w:tab/>
        <w:t>Training Requirements and Qualification Journal for D</w:t>
      </w:r>
      <w:r w:rsidR="00A01279" w:rsidRPr="00ED1A1D">
        <w:t>ecommissioning Project Managers</w:t>
      </w:r>
      <w:r w:rsidR="002D1992" w:rsidRPr="00ED1A1D">
        <w:t>/</w:t>
      </w:r>
      <w:r w:rsidRPr="00ED1A1D">
        <w:t>Technical Reviewers</w:t>
      </w:r>
      <w:r w:rsidR="003B6AEE" w:rsidRPr="00ED1A1D">
        <w:t xml:space="preserve"> 01/13/16 (16-002</w:t>
      </w:r>
      <w:r w:rsidRPr="00ED1A1D">
        <w:t>)</w:t>
      </w:r>
    </w:p>
    <w:p w14:paraId="2C93084D" w14:textId="6435CF42" w:rsidR="00FD5E8F" w:rsidRPr="00ED1A1D" w:rsidRDefault="00FD5E8F" w:rsidP="004474AC">
      <w:pPr>
        <w:pStyle w:val="BodyText3"/>
      </w:pPr>
      <w:r w:rsidRPr="00ED1A1D">
        <w:lastRenderedPageBreak/>
        <w:t>1248</w:t>
      </w:r>
      <w:r w:rsidR="00C766F8" w:rsidRPr="00ED1A1D">
        <w:t>,</w:t>
      </w:r>
      <w:r w:rsidRPr="00ED1A1D">
        <w:t xml:space="preserve"> App H</w:t>
      </w:r>
      <w:r w:rsidRPr="00ED1A1D">
        <w:tab/>
        <w:t>Training Requirements and Qualification Journal for Uranium Recovery Inspector</w:t>
      </w:r>
      <w:r w:rsidR="00B924D3" w:rsidRPr="00ED1A1D">
        <w:t>s</w:t>
      </w:r>
      <w:r w:rsidRPr="00ED1A1D">
        <w:t xml:space="preserve"> 04/19/13 (13-011)</w:t>
      </w:r>
    </w:p>
    <w:p w14:paraId="1FB24D17" w14:textId="68CA73EA" w:rsidR="00FD5E8F" w:rsidRPr="00ED1A1D" w:rsidRDefault="00FD5E8F" w:rsidP="004474AC">
      <w:pPr>
        <w:pStyle w:val="BodyText3"/>
      </w:pPr>
      <w:r w:rsidRPr="00ED1A1D">
        <w:t>1248</w:t>
      </w:r>
      <w:r w:rsidR="00C766F8" w:rsidRPr="00ED1A1D">
        <w:t>,</w:t>
      </w:r>
      <w:r w:rsidRPr="00ED1A1D">
        <w:t xml:space="preserve"> App I</w:t>
      </w:r>
      <w:r w:rsidRPr="00ED1A1D">
        <w:tab/>
      </w:r>
      <w:proofErr w:type="gramStart"/>
      <w:r w:rsidRPr="00ED1A1D">
        <w:t>Training</w:t>
      </w:r>
      <w:proofErr w:type="gramEnd"/>
      <w:r w:rsidRPr="00ED1A1D">
        <w:t xml:space="preserve"> Requirements and Qualification Journal for Uranium Recovery Project Manager</w:t>
      </w:r>
      <w:r w:rsidR="00613B56" w:rsidRPr="00ED1A1D">
        <w:t>s</w:t>
      </w:r>
      <w:r w:rsidRPr="00ED1A1D">
        <w:t>/Technical Reviewer</w:t>
      </w:r>
      <w:r w:rsidR="00613B56" w:rsidRPr="00ED1A1D">
        <w:t>s</w:t>
      </w:r>
      <w:r w:rsidRPr="00ED1A1D">
        <w:t xml:space="preserve"> 0</w:t>
      </w:r>
      <w:r w:rsidR="00DF2973" w:rsidRPr="00ED1A1D">
        <w:t>7/02/19</w:t>
      </w:r>
      <w:r w:rsidRPr="00ED1A1D">
        <w:t xml:space="preserve"> (1</w:t>
      </w:r>
      <w:r w:rsidR="00DF2973" w:rsidRPr="00ED1A1D">
        <w:t>9</w:t>
      </w:r>
      <w:r w:rsidRPr="00ED1A1D">
        <w:t>-0</w:t>
      </w:r>
      <w:r w:rsidR="00DF2973" w:rsidRPr="00ED1A1D">
        <w:t>2</w:t>
      </w:r>
      <w:r w:rsidRPr="00ED1A1D">
        <w:t>1)</w:t>
      </w:r>
    </w:p>
    <w:p w14:paraId="1644310B" w14:textId="77777777" w:rsidR="009F536A" w:rsidRPr="00ED1A1D" w:rsidRDefault="009F536A" w:rsidP="004474AC">
      <w:pPr>
        <w:pStyle w:val="BodyText3"/>
      </w:pPr>
      <w:r w:rsidRPr="00ED1A1D">
        <w:t>1248 App J</w:t>
      </w:r>
      <w:r w:rsidRPr="00ED1A1D">
        <w:tab/>
        <w:t>RESERVED</w:t>
      </w:r>
    </w:p>
    <w:p w14:paraId="04975F09" w14:textId="77777777" w:rsidR="005F7B79" w:rsidRPr="00ED1A1D" w:rsidRDefault="005F7B79" w:rsidP="002F13A8">
      <w:pPr>
        <w:pStyle w:val="BodyText2"/>
      </w:pPr>
      <w:r w:rsidRPr="00ED1A1D">
        <w:t>1300</w:t>
      </w:r>
      <w:r w:rsidRPr="00ED1A1D">
        <w:tab/>
      </w:r>
      <w:r w:rsidRPr="00ED1A1D">
        <w:rPr>
          <w:u w:val="single"/>
        </w:rPr>
        <w:t>Incident Response</w:t>
      </w:r>
    </w:p>
    <w:p w14:paraId="3528EA79" w14:textId="3CA6188F" w:rsidR="005F7B79" w:rsidRPr="00ED1A1D" w:rsidRDefault="005F7B79" w:rsidP="004474AC">
      <w:pPr>
        <w:pStyle w:val="BodyText3"/>
      </w:pPr>
      <w:r w:rsidRPr="00ED1A1D">
        <w:t>1301</w:t>
      </w:r>
      <w:r w:rsidRPr="00ED1A1D">
        <w:tab/>
        <w:t xml:space="preserve">Response to </w:t>
      </w:r>
      <w:r w:rsidR="0033719D" w:rsidRPr="00ED1A1D">
        <w:t>Radioactive Material</w:t>
      </w:r>
      <w:r w:rsidRPr="00ED1A1D">
        <w:t xml:space="preserve"> Incidents</w:t>
      </w:r>
      <w:r w:rsidR="00820BF2" w:rsidRPr="00ED1A1D">
        <w:t xml:space="preserve"> that Do Not Require Activation of the NRC Incident Response Plan</w:t>
      </w:r>
      <w:r w:rsidR="00C06A8D" w:rsidRPr="00ED1A1D">
        <w:t xml:space="preserve"> </w:t>
      </w:r>
      <w:r w:rsidRPr="00ED1A1D">
        <w:t>10/20/00 (00-022)</w:t>
      </w:r>
    </w:p>
    <w:p w14:paraId="12C1D8A0" w14:textId="5D0B5B12" w:rsidR="005F7B79" w:rsidRPr="00ED1A1D" w:rsidRDefault="005F7B79" w:rsidP="004474AC">
      <w:pPr>
        <w:pStyle w:val="BodyText3"/>
      </w:pPr>
      <w:r w:rsidRPr="00ED1A1D">
        <w:t>1302</w:t>
      </w:r>
      <w:r w:rsidRPr="00ED1A1D">
        <w:tab/>
      </w:r>
      <w:r w:rsidR="00B82F06" w:rsidRPr="00ED1A1D">
        <w:t xml:space="preserve">Follow-Up Actions and </w:t>
      </w:r>
      <w:r w:rsidRPr="00ED1A1D">
        <w:t xml:space="preserve">Action Levels for Radiation Exposures Associated with Materials </w:t>
      </w:r>
      <w:r w:rsidR="00B9511B" w:rsidRPr="00ED1A1D">
        <w:t>Incidents</w:t>
      </w:r>
      <w:r w:rsidRPr="00ED1A1D">
        <w:t xml:space="preserve"> Involving Members of the Public </w:t>
      </w:r>
      <w:r w:rsidR="00F01817" w:rsidRPr="00ED1A1D">
        <w:br/>
      </w:r>
      <w:r w:rsidRPr="00ED1A1D">
        <w:t>07/14/05 (05-019)</w:t>
      </w:r>
    </w:p>
    <w:p w14:paraId="31A03530" w14:textId="330A7CE7" w:rsidR="00843F05" w:rsidRPr="00ED1A1D" w:rsidRDefault="00843F05" w:rsidP="004474AC">
      <w:pPr>
        <w:pStyle w:val="BodyText3"/>
      </w:pPr>
      <w:r w:rsidRPr="00ED1A1D">
        <w:t>1303</w:t>
      </w:r>
      <w:r w:rsidRPr="00ED1A1D">
        <w:tab/>
        <w:t>Requesting Emergency Acceptance of Radioactive Material by the U.S. Department of Energy 11/29/07 (07-037)</w:t>
      </w:r>
    </w:p>
    <w:p w14:paraId="6A253BB7" w14:textId="34666AE2" w:rsidR="00843F05" w:rsidRPr="00ED1A1D" w:rsidRDefault="00843F05" w:rsidP="004474AC">
      <w:pPr>
        <w:pStyle w:val="BodyText3"/>
      </w:pPr>
      <w:r w:rsidRPr="00ED1A1D">
        <w:t>1304</w:t>
      </w:r>
      <w:r w:rsidRPr="00ED1A1D">
        <w:tab/>
      </w:r>
      <w:r w:rsidR="00CE6157" w:rsidRPr="00ED1A1D">
        <w:t>RESERVED</w:t>
      </w:r>
      <w:r w:rsidRPr="00ED1A1D">
        <w:t xml:space="preserve"> for Independent Split Sampling Program for Residual Radioactivity</w:t>
      </w:r>
    </w:p>
    <w:p w14:paraId="4F9D71C8" w14:textId="789BEA37" w:rsidR="00843F05" w:rsidRPr="00ED1A1D" w:rsidRDefault="00843F05" w:rsidP="004474AC">
      <w:pPr>
        <w:pStyle w:val="BodyText3"/>
      </w:pPr>
      <w:r w:rsidRPr="00ED1A1D">
        <w:t>1330</w:t>
      </w:r>
      <w:r w:rsidRPr="00ED1A1D">
        <w:tab/>
        <w:t>Response to Transportation Accidents Involving Radioactive</w:t>
      </w:r>
      <w:r w:rsidR="00F01817" w:rsidRPr="00ED1A1D">
        <w:t xml:space="preserve"> </w:t>
      </w:r>
      <w:r w:rsidRPr="00ED1A1D">
        <w:t>Materials 10/06/04 (04-025)</w:t>
      </w:r>
    </w:p>
    <w:p w14:paraId="65FE391D" w14:textId="3F1A0670" w:rsidR="00431239" w:rsidRPr="00ED1A1D" w:rsidRDefault="00843F05" w:rsidP="004474AC">
      <w:pPr>
        <w:pStyle w:val="BodyText3"/>
      </w:pPr>
      <w:r w:rsidRPr="00ED1A1D">
        <w:t>1360</w:t>
      </w:r>
      <w:r w:rsidRPr="00ED1A1D">
        <w:tab/>
        <w:t>Use of Physician and Scientific Consultants in the Medical</w:t>
      </w:r>
      <w:r w:rsidR="00F01817" w:rsidRPr="00ED1A1D">
        <w:t xml:space="preserve"> </w:t>
      </w:r>
      <w:r w:rsidRPr="00ED1A1D">
        <w:t>Consultant Program 11/02/06 (06-033)</w:t>
      </w:r>
    </w:p>
    <w:p w14:paraId="47811039" w14:textId="77777777" w:rsidR="003C3A98" w:rsidRPr="00ED1A1D" w:rsidRDefault="003C3A98" w:rsidP="002F13A8">
      <w:pPr>
        <w:pStyle w:val="BodyText2"/>
      </w:pPr>
      <w:r w:rsidRPr="00ED1A1D">
        <w:t>1400</w:t>
      </w:r>
      <w:r w:rsidRPr="00ED1A1D">
        <w:tab/>
      </w:r>
      <w:r w:rsidR="00A75927" w:rsidRPr="00ED1A1D">
        <w:rPr>
          <w:u w:val="single"/>
        </w:rPr>
        <w:t>Environmental Monitoring</w:t>
      </w:r>
    </w:p>
    <w:p w14:paraId="7E2C3646" w14:textId="6A40FE2E" w:rsidR="003C3A98" w:rsidRPr="00ED1A1D" w:rsidRDefault="00CE6157" w:rsidP="004474AC">
      <w:pPr>
        <w:pStyle w:val="BodyText3"/>
      </w:pPr>
      <w:r w:rsidRPr="00ED1A1D">
        <w:t>1415</w:t>
      </w:r>
      <w:r w:rsidR="00854328" w:rsidRPr="00ED1A1D">
        <w:tab/>
      </w:r>
      <w:r w:rsidR="003C3A98" w:rsidRPr="00ED1A1D">
        <w:t xml:space="preserve">State Contracts </w:t>
      </w:r>
      <w:r w:rsidR="00843C0C" w:rsidRPr="00ED1A1D">
        <w:t xml:space="preserve">Program </w:t>
      </w:r>
      <w:r w:rsidR="003C3A98" w:rsidRPr="00ED1A1D">
        <w:t xml:space="preserve">for Environmental Monitoring </w:t>
      </w:r>
      <w:r w:rsidR="00977B18" w:rsidRPr="00ED1A1D">
        <w:br/>
      </w:r>
      <w:r w:rsidR="003C3A98" w:rsidRPr="00ED1A1D">
        <w:t>06/28/91 (91-009</w:t>
      </w:r>
      <w:proofErr w:type="gramStart"/>
      <w:r w:rsidR="003C3A98" w:rsidRPr="00ED1A1D">
        <w:t>)</w:t>
      </w:r>
      <w:r w:rsidR="000827CB" w:rsidRPr="00ED1A1D">
        <w:t xml:space="preserve">  R</w:t>
      </w:r>
      <w:proofErr w:type="gramEnd"/>
    </w:p>
    <w:p w14:paraId="6B8650E6" w14:textId="77777777" w:rsidR="003C3A98" w:rsidRPr="00ED1A1D" w:rsidRDefault="003C3A98" w:rsidP="002F13A8">
      <w:pPr>
        <w:pStyle w:val="BodyText2"/>
      </w:pPr>
      <w:r w:rsidRPr="00ED1A1D">
        <w:t>1500</w:t>
      </w:r>
      <w:r w:rsidRPr="00ED1A1D">
        <w:tab/>
      </w:r>
      <w:r w:rsidRPr="00ED1A1D">
        <w:rPr>
          <w:u w:val="single"/>
        </w:rPr>
        <w:t>Reserved</w:t>
      </w:r>
    </w:p>
    <w:p w14:paraId="28306351" w14:textId="77777777" w:rsidR="003C3A98" w:rsidRPr="00ED1A1D" w:rsidRDefault="003C3A98" w:rsidP="002F13A8">
      <w:pPr>
        <w:pStyle w:val="BodyText2"/>
      </w:pPr>
      <w:r w:rsidRPr="00ED1A1D">
        <w:t>1600</w:t>
      </w:r>
      <w:r w:rsidRPr="00ED1A1D">
        <w:tab/>
      </w:r>
      <w:r w:rsidRPr="00ED1A1D">
        <w:rPr>
          <w:u w:val="single"/>
        </w:rPr>
        <w:t>Emergency Preparedness</w:t>
      </w:r>
    </w:p>
    <w:p w14:paraId="47C02092" w14:textId="3685152C" w:rsidR="003C3A98" w:rsidRPr="00ED1A1D" w:rsidRDefault="00CE6157" w:rsidP="004474AC">
      <w:pPr>
        <w:pStyle w:val="BodyText3"/>
      </w:pPr>
      <w:r w:rsidRPr="00ED1A1D">
        <w:t>1601</w:t>
      </w:r>
      <w:r w:rsidRPr="00ED1A1D">
        <w:tab/>
      </w:r>
      <w:r w:rsidR="003C3A98" w:rsidRPr="00ED1A1D">
        <w:t xml:space="preserve">Communication </w:t>
      </w:r>
      <w:r w:rsidR="00CD2586" w:rsidRPr="00ED1A1D">
        <w:t xml:space="preserve">and Coordination </w:t>
      </w:r>
      <w:r w:rsidR="003C3A98" w:rsidRPr="00ED1A1D">
        <w:t xml:space="preserve">Protocol </w:t>
      </w:r>
      <w:r w:rsidR="00135BA0" w:rsidRPr="00ED1A1D">
        <w:t>f</w:t>
      </w:r>
      <w:r w:rsidR="003C3A98" w:rsidRPr="00ED1A1D">
        <w:t xml:space="preserve">or </w:t>
      </w:r>
      <w:r w:rsidR="007A2B57" w:rsidRPr="00ED1A1D">
        <w:t>Determining the Status of</w:t>
      </w:r>
      <w:r w:rsidR="00A42085" w:rsidRPr="00ED1A1D">
        <w:t xml:space="preserve"> Offsite Emergency </w:t>
      </w:r>
      <w:r w:rsidR="003C3A98" w:rsidRPr="00ED1A1D">
        <w:t>Preparedness</w:t>
      </w:r>
      <w:r w:rsidR="00686858" w:rsidRPr="00ED1A1D">
        <w:t xml:space="preserve"> </w:t>
      </w:r>
      <w:r w:rsidR="0021400D">
        <w:t>11/22/24 (24-037)</w:t>
      </w:r>
    </w:p>
    <w:p w14:paraId="58E6822A" w14:textId="77777777" w:rsidR="003C3A98" w:rsidRPr="00ED1A1D" w:rsidRDefault="003C3A98" w:rsidP="0021400D">
      <w:pPr>
        <w:pStyle w:val="BodyText2"/>
        <w:keepNext w:val="0"/>
      </w:pPr>
      <w:r w:rsidRPr="00ED1A1D">
        <w:t>1700</w:t>
      </w:r>
      <w:r w:rsidRPr="00ED1A1D">
        <w:tab/>
      </w:r>
      <w:r w:rsidRPr="00ED1A1D">
        <w:rPr>
          <w:u w:val="single"/>
        </w:rPr>
        <w:t>Reserved</w:t>
      </w:r>
    </w:p>
    <w:p w14:paraId="628D3B96" w14:textId="77777777" w:rsidR="003C3A98" w:rsidRPr="00ED1A1D" w:rsidRDefault="003C3A98" w:rsidP="0021400D">
      <w:pPr>
        <w:pStyle w:val="BodyText2"/>
        <w:keepNext w:val="0"/>
      </w:pPr>
      <w:r w:rsidRPr="00ED1A1D">
        <w:t>1800</w:t>
      </w:r>
      <w:r w:rsidRPr="00ED1A1D">
        <w:tab/>
      </w:r>
      <w:r w:rsidRPr="00ED1A1D">
        <w:rPr>
          <w:u w:val="single"/>
        </w:rPr>
        <w:t>Reserved</w:t>
      </w:r>
    </w:p>
    <w:p w14:paraId="7C8F91F6" w14:textId="77777777" w:rsidR="003C3A98" w:rsidRPr="00ED1A1D" w:rsidRDefault="003C3A98" w:rsidP="0021400D">
      <w:pPr>
        <w:pStyle w:val="BodyText2"/>
        <w:keepNext w:val="0"/>
      </w:pPr>
      <w:r w:rsidRPr="00ED1A1D">
        <w:t>1900</w:t>
      </w:r>
      <w:r w:rsidRPr="00ED1A1D">
        <w:tab/>
      </w:r>
      <w:r w:rsidRPr="00ED1A1D">
        <w:rPr>
          <w:u w:val="single"/>
        </w:rPr>
        <w:t>Reserved</w:t>
      </w:r>
    </w:p>
    <w:p w14:paraId="5B9DB5E9" w14:textId="77777777" w:rsidR="003C3A98" w:rsidRPr="00ED1A1D" w:rsidRDefault="003C3A98" w:rsidP="00C350CA">
      <w:pPr>
        <w:pStyle w:val="BodyText2"/>
        <w:keepNext w:val="0"/>
        <w:outlineLvl w:val="0"/>
      </w:pPr>
      <w:r w:rsidRPr="00ED1A1D">
        <w:t>2000</w:t>
      </w:r>
      <w:r w:rsidRPr="00ED1A1D">
        <w:tab/>
      </w:r>
      <w:r w:rsidRPr="00ED1A1D">
        <w:rPr>
          <w:u w:val="single"/>
        </w:rPr>
        <w:t>Reserved</w:t>
      </w:r>
    </w:p>
    <w:p w14:paraId="0492D934" w14:textId="77777777" w:rsidR="001203A7" w:rsidRPr="00ED1A1D" w:rsidRDefault="003C3A98" w:rsidP="0021400D">
      <w:pPr>
        <w:pStyle w:val="BodyText2"/>
        <w:keepNext w:val="0"/>
        <w:rPr>
          <w:u w:val="single"/>
        </w:rPr>
      </w:pPr>
      <w:r w:rsidRPr="00ED1A1D">
        <w:t>2100</w:t>
      </w:r>
      <w:r w:rsidRPr="00ED1A1D">
        <w:tab/>
      </w:r>
      <w:r w:rsidRPr="00ED1A1D">
        <w:rPr>
          <w:u w:val="single"/>
        </w:rPr>
        <w:t>Reserved</w:t>
      </w:r>
    </w:p>
    <w:p w14:paraId="7611D3E8" w14:textId="77777777" w:rsidR="005F7B79" w:rsidRPr="00ED1A1D" w:rsidRDefault="005F7B79" w:rsidP="002F13A8">
      <w:pPr>
        <w:pStyle w:val="BodyText2"/>
      </w:pPr>
      <w:r w:rsidRPr="00ED1A1D">
        <w:lastRenderedPageBreak/>
        <w:t>2200</w:t>
      </w:r>
      <w:r w:rsidRPr="00ED1A1D">
        <w:tab/>
      </w:r>
      <w:r w:rsidRPr="00ED1A1D">
        <w:rPr>
          <w:u w:val="single"/>
        </w:rPr>
        <w:t>Nuclear Security and Incident Response</w:t>
      </w:r>
    </w:p>
    <w:p w14:paraId="5D263C7B" w14:textId="18DAC5E6" w:rsidR="005F7B79" w:rsidRPr="00ED1A1D" w:rsidRDefault="005F7B79" w:rsidP="002F13A8">
      <w:pPr>
        <w:pStyle w:val="BodyText3"/>
      </w:pPr>
      <w:r w:rsidRPr="00ED1A1D">
        <w:t>2200</w:t>
      </w:r>
      <w:r w:rsidRPr="00ED1A1D">
        <w:tab/>
        <w:t>Security Inspection Program for Construction 09/07/12 (12-020)</w:t>
      </w:r>
    </w:p>
    <w:p w14:paraId="1EEB253C" w14:textId="7025873A" w:rsidR="005F7B79" w:rsidRDefault="005F7B79" w:rsidP="002F13A8">
      <w:pPr>
        <w:pStyle w:val="BodyText3"/>
      </w:pPr>
      <w:r w:rsidRPr="00ED1A1D">
        <w:t>2200, App A</w:t>
      </w:r>
      <w:r w:rsidRPr="00ED1A1D">
        <w:tab/>
        <w:t>Security Construc</w:t>
      </w:r>
      <w:r w:rsidR="00110611" w:rsidRPr="00ED1A1D">
        <w:t xml:space="preserve">tion Inspection Program </w:t>
      </w:r>
      <w:bookmarkStart w:id="26" w:name="_Hlk46301593"/>
      <w:r w:rsidR="00110611" w:rsidRPr="00ED1A1D">
        <w:t xml:space="preserve">01/29/19 </w:t>
      </w:r>
      <w:bookmarkEnd w:id="26"/>
      <w:r w:rsidR="00110611" w:rsidRPr="00ED1A1D">
        <w:t>(19-004</w:t>
      </w:r>
      <w:r w:rsidRPr="00ED1A1D">
        <w:t>)</w:t>
      </w:r>
    </w:p>
    <w:p w14:paraId="27DED5B4" w14:textId="358EC280" w:rsidR="005F7B79" w:rsidRPr="00ED1A1D" w:rsidRDefault="005F7B79" w:rsidP="002F13A8">
      <w:pPr>
        <w:pStyle w:val="BodyText3"/>
      </w:pPr>
      <w:r w:rsidRPr="00ED1A1D">
        <w:t>2201</w:t>
      </w:r>
      <w:r w:rsidRPr="00ED1A1D">
        <w:tab/>
        <w:t xml:space="preserve">Security Inspection Program for </w:t>
      </w:r>
      <w:r w:rsidR="00B31A74" w:rsidRPr="00ED1A1D">
        <w:t xml:space="preserve">Operating </w:t>
      </w:r>
      <w:r w:rsidRPr="00ED1A1D">
        <w:t xml:space="preserve">Commercial Nuclear Power Reactors </w:t>
      </w:r>
      <w:r w:rsidR="004C04A2" w:rsidRPr="00ED1A1D">
        <w:t>12/06/23 (23-035)</w:t>
      </w:r>
    </w:p>
    <w:p w14:paraId="2AB92F70" w14:textId="57F580A6" w:rsidR="005F7B79" w:rsidRPr="00ED1A1D" w:rsidRDefault="005F7B79" w:rsidP="002F13A8">
      <w:pPr>
        <w:pStyle w:val="BodyText3"/>
      </w:pPr>
      <w:r w:rsidRPr="00ED1A1D">
        <w:t>2201, App A</w:t>
      </w:r>
      <w:r w:rsidRPr="00ED1A1D">
        <w:tab/>
        <w:t xml:space="preserve">Security Baseline Inspection Program </w:t>
      </w:r>
      <w:r w:rsidR="00D6654E">
        <w:t>12/13/24 (24-043)</w:t>
      </w:r>
    </w:p>
    <w:p w14:paraId="1D5D9562" w14:textId="5118A2EA" w:rsidR="005F7B79" w:rsidRPr="00ED1A1D" w:rsidRDefault="005F7B79" w:rsidP="002F13A8">
      <w:pPr>
        <w:pStyle w:val="BodyText3"/>
      </w:pPr>
      <w:r w:rsidRPr="00ED1A1D">
        <w:t>2201, App B</w:t>
      </w:r>
      <w:r w:rsidRPr="00ED1A1D">
        <w:tab/>
        <w:t xml:space="preserve">Supplemental Inspection Program </w:t>
      </w:r>
      <w:r w:rsidR="004A5194" w:rsidRPr="00ED1A1D">
        <w:t>12/06/23 (23-035)</w:t>
      </w:r>
    </w:p>
    <w:p w14:paraId="2A38A532" w14:textId="033722BE" w:rsidR="005F7B79" w:rsidRPr="00ED1A1D" w:rsidRDefault="005F7B79" w:rsidP="002F13A8">
      <w:pPr>
        <w:pStyle w:val="BodyText3"/>
      </w:pPr>
      <w:r w:rsidRPr="00ED1A1D">
        <w:t>2201, App C</w:t>
      </w:r>
      <w:r w:rsidRPr="00ED1A1D">
        <w:tab/>
        <w:t xml:space="preserve">Generic, Special, and Infrequent </w:t>
      </w:r>
      <w:proofErr w:type="gramStart"/>
      <w:r w:rsidRPr="00ED1A1D">
        <w:t xml:space="preserve">Inspections </w:t>
      </w:r>
      <w:r w:rsidR="00F35CE4" w:rsidRPr="00ED1A1D">
        <w:t xml:space="preserve"> </w:t>
      </w:r>
      <w:r w:rsidR="00D6654E">
        <w:t>12</w:t>
      </w:r>
      <w:proofErr w:type="gramEnd"/>
      <w:r w:rsidR="00D6654E">
        <w:t>/13/24 (24-043)</w:t>
      </w:r>
    </w:p>
    <w:p w14:paraId="5A264BC6" w14:textId="66D98247" w:rsidR="005F7B79" w:rsidRPr="00ED1A1D" w:rsidRDefault="005F7B79" w:rsidP="002F13A8">
      <w:pPr>
        <w:pStyle w:val="BodyText3"/>
        <w:rPr>
          <w:u w:val="single"/>
        </w:rPr>
      </w:pPr>
      <w:r w:rsidRPr="00ED1A1D">
        <w:t>2201, App D</w:t>
      </w:r>
      <w:r w:rsidRPr="00ED1A1D">
        <w:tab/>
        <w:t xml:space="preserve">Facility Status Reviews for Security and Safeguards Inspection Program </w:t>
      </w:r>
      <w:r w:rsidR="00B14DBD" w:rsidRPr="00ED1A1D">
        <w:t>12/06/23 (23-035)</w:t>
      </w:r>
    </w:p>
    <w:p w14:paraId="0A35D841" w14:textId="27527E0F" w:rsidR="00843F05" w:rsidRPr="00ED1A1D" w:rsidRDefault="00843F05" w:rsidP="002858CA">
      <w:pPr>
        <w:pStyle w:val="BodyText3"/>
      </w:pPr>
      <w:r w:rsidRPr="00ED1A1D">
        <w:t>2201/003</w:t>
      </w:r>
      <w:r w:rsidRPr="00ED1A1D">
        <w:tab/>
      </w:r>
      <w:r w:rsidR="00D91340" w:rsidRPr="00ED1A1D">
        <w:t>RESERVED</w:t>
      </w:r>
      <w:r w:rsidRPr="00ED1A1D">
        <w:t xml:space="preserve"> for Fitness for Duty Part 26 Subpart K </w:t>
      </w:r>
    </w:p>
    <w:p w14:paraId="33D00820" w14:textId="22BAC930" w:rsidR="007F2EFF" w:rsidRPr="00ED1A1D" w:rsidRDefault="007F2EFF" w:rsidP="002F13A8">
      <w:pPr>
        <w:pStyle w:val="BodyText3"/>
      </w:pPr>
      <w:r w:rsidRPr="00ED1A1D">
        <w:t>2201/006</w:t>
      </w:r>
      <w:r w:rsidRPr="00ED1A1D">
        <w:tab/>
        <w:t xml:space="preserve">RESERVED for COVID-19 </w:t>
      </w:r>
      <w:r w:rsidR="00C34B87" w:rsidRPr="00ED1A1D">
        <w:t>P</w:t>
      </w:r>
      <w:r w:rsidRPr="00ED1A1D">
        <w:t xml:space="preserve">ublic </w:t>
      </w:r>
      <w:r w:rsidR="00C34B87" w:rsidRPr="00ED1A1D">
        <w:t>H</w:t>
      </w:r>
      <w:r w:rsidRPr="00ED1A1D">
        <w:t xml:space="preserve">ealth </w:t>
      </w:r>
      <w:r w:rsidR="00C34B87" w:rsidRPr="00ED1A1D">
        <w:t>E</w:t>
      </w:r>
      <w:r w:rsidRPr="00ED1A1D">
        <w:t>mergency (PHE)</w:t>
      </w:r>
    </w:p>
    <w:p w14:paraId="46DFF278" w14:textId="6125A6F6" w:rsidR="00843F05" w:rsidRPr="00ED1A1D" w:rsidRDefault="00843F05" w:rsidP="002F13A8">
      <w:pPr>
        <w:pStyle w:val="BodyText3"/>
      </w:pPr>
      <w:r w:rsidRPr="00ED1A1D">
        <w:t>2202</w:t>
      </w:r>
      <w:r w:rsidRPr="00ED1A1D">
        <w:tab/>
        <w:t xml:space="preserve">Security Inspection Program for Decommissioning </w:t>
      </w:r>
      <w:r w:rsidR="00C55A6E" w:rsidRPr="00ED1A1D">
        <w:t>Nuclear</w:t>
      </w:r>
      <w:r w:rsidR="001C1B84" w:rsidRPr="00ED1A1D">
        <w:t xml:space="preserve"> Power </w:t>
      </w:r>
      <w:proofErr w:type="gramStart"/>
      <w:r w:rsidRPr="00ED1A1D">
        <w:t>Reactors</w:t>
      </w:r>
      <w:r w:rsidR="00705EF9" w:rsidRPr="00ED1A1D">
        <w:t xml:space="preserve">  </w:t>
      </w:r>
      <w:r w:rsidRPr="00ED1A1D">
        <w:t>0</w:t>
      </w:r>
      <w:r w:rsidR="00AE0187" w:rsidRPr="00ED1A1D">
        <w:t>7</w:t>
      </w:r>
      <w:proofErr w:type="gramEnd"/>
      <w:r w:rsidR="00AE0187" w:rsidRPr="00ED1A1D">
        <w:t>/28/20 (20-035)</w:t>
      </w:r>
    </w:p>
    <w:p w14:paraId="1865BF10" w14:textId="08797A3C" w:rsidR="00843F05" w:rsidRPr="00ED1A1D" w:rsidRDefault="00843F05" w:rsidP="002F13A8">
      <w:pPr>
        <w:pStyle w:val="BodyText3"/>
      </w:pPr>
      <w:r w:rsidRPr="00ED1A1D">
        <w:t>2202, App A</w:t>
      </w:r>
      <w:r w:rsidRPr="00ED1A1D">
        <w:tab/>
        <w:t xml:space="preserve">Security Core Inspection Program </w:t>
      </w:r>
      <w:r w:rsidR="00AE0187" w:rsidRPr="00ED1A1D">
        <w:t>07/28/20 (20-035)</w:t>
      </w:r>
    </w:p>
    <w:p w14:paraId="125F77A5" w14:textId="3752FC61" w:rsidR="00431239" w:rsidRDefault="00843F05" w:rsidP="002F13A8">
      <w:pPr>
        <w:pStyle w:val="BodyText3"/>
      </w:pPr>
      <w:r w:rsidRPr="00ED1A1D">
        <w:t>2202, App B</w:t>
      </w:r>
      <w:r w:rsidRPr="00ED1A1D">
        <w:tab/>
        <w:t xml:space="preserve">Security Discretionary Inspection Program </w:t>
      </w:r>
      <w:r w:rsidR="00AE0187" w:rsidRPr="00ED1A1D">
        <w:t>07/28/20 (20-035)</w:t>
      </w:r>
    </w:p>
    <w:p w14:paraId="20B0CCFC" w14:textId="0970EBB5" w:rsidR="005F59DE" w:rsidRPr="00ED1A1D" w:rsidRDefault="005F59DE" w:rsidP="002F13A8">
      <w:pPr>
        <w:pStyle w:val="BodyText3"/>
      </w:pPr>
      <w:r>
        <w:t>2203</w:t>
      </w:r>
      <w:r>
        <w:tab/>
        <w:t xml:space="preserve">RESERVED for </w:t>
      </w:r>
      <w:r w:rsidR="00D919C7">
        <w:t>Security Inspection Program for Advanced Reactor Construction</w:t>
      </w:r>
      <w:r w:rsidR="008C73F6">
        <w:t xml:space="preserve"> (ARCOP)</w:t>
      </w:r>
    </w:p>
    <w:p w14:paraId="67A70C8C" w14:textId="77777777" w:rsidR="003C3A98" w:rsidRPr="00ED1A1D" w:rsidRDefault="003C3A98" w:rsidP="002F13A8">
      <w:pPr>
        <w:pStyle w:val="BodyText2"/>
      </w:pPr>
      <w:r w:rsidRPr="00ED1A1D">
        <w:t>2300</w:t>
      </w:r>
      <w:r w:rsidRPr="00ED1A1D">
        <w:tab/>
      </w:r>
      <w:r w:rsidRPr="00ED1A1D">
        <w:rPr>
          <w:u w:val="single"/>
        </w:rPr>
        <w:t>High Level Waste</w:t>
      </w:r>
    </w:p>
    <w:p w14:paraId="28D69335" w14:textId="3D58BEE5" w:rsidR="003C3A98" w:rsidRPr="00ED1A1D" w:rsidRDefault="003C3A98" w:rsidP="002F13A8">
      <w:pPr>
        <w:pStyle w:val="BodyText3"/>
      </w:pPr>
      <w:r w:rsidRPr="00ED1A1D">
        <w:t>2300</w:t>
      </w:r>
      <w:r w:rsidRPr="00ED1A1D">
        <w:tab/>
      </w:r>
      <w:r w:rsidR="008D7940" w:rsidRPr="00ED1A1D">
        <w:t>Yucca Mountain Inspection Program</w:t>
      </w:r>
      <w:r w:rsidR="000D59D6" w:rsidRPr="00ED1A1D">
        <w:t xml:space="preserve">: </w:t>
      </w:r>
      <w:r w:rsidR="009E336E" w:rsidRPr="00ED1A1D">
        <w:t xml:space="preserve"> License Application Review Period </w:t>
      </w:r>
      <w:r w:rsidR="00ED0CDE" w:rsidRPr="00ED1A1D">
        <w:t>09/11/08</w:t>
      </w:r>
      <w:r w:rsidR="009E336E" w:rsidRPr="00ED1A1D">
        <w:t xml:space="preserve"> (08-026)</w:t>
      </w:r>
    </w:p>
    <w:p w14:paraId="1A96FA68" w14:textId="77777777" w:rsidR="003C3A98" w:rsidRPr="00ED1A1D" w:rsidRDefault="003C3A98" w:rsidP="002F13A8">
      <w:pPr>
        <w:pStyle w:val="BodyText2"/>
      </w:pPr>
      <w:r w:rsidRPr="00ED1A1D">
        <w:t>2400</w:t>
      </w:r>
      <w:r w:rsidRPr="00ED1A1D">
        <w:tab/>
        <w:t>Low Level Waste Program</w:t>
      </w:r>
    </w:p>
    <w:p w14:paraId="47E45C2C" w14:textId="4E433AC8" w:rsidR="003C3A98" w:rsidRPr="00ED1A1D" w:rsidRDefault="003C3A98" w:rsidP="002F13A8">
      <w:pPr>
        <w:pStyle w:val="BodyText3"/>
      </w:pPr>
      <w:r w:rsidRPr="00ED1A1D">
        <w:t>2401</w:t>
      </w:r>
      <w:r w:rsidRPr="00ED1A1D">
        <w:tab/>
        <w:t>Near-Surface Low-Level Radioactive Waste Disposal</w:t>
      </w:r>
      <w:r w:rsidR="00686858" w:rsidRPr="00ED1A1D">
        <w:t xml:space="preserve"> </w:t>
      </w:r>
      <w:r w:rsidRPr="00ED1A1D">
        <w:t>Facility Inspection Program 11/27/01 (01-028)</w:t>
      </w:r>
    </w:p>
    <w:p w14:paraId="1EB0EAA3" w14:textId="66C691E2" w:rsidR="003C3A98" w:rsidRPr="00ED1A1D" w:rsidRDefault="003C3A98" w:rsidP="002F13A8">
      <w:pPr>
        <w:pStyle w:val="BodyText3"/>
      </w:pPr>
      <w:r w:rsidRPr="00ED1A1D">
        <w:t>2410</w:t>
      </w:r>
      <w:r w:rsidRPr="00ED1A1D">
        <w:tab/>
        <w:t>Conduct of Observation Audits 07/12/00 (00-012)</w:t>
      </w:r>
    </w:p>
    <w:p w14:paraId="09D0FB66" w14:textId="77777777" w:rsidR="003C3A98" w:rsidRPr="00ED1A1D" w:rsidRDefault="003C3A98" w:rsidP="002F13A8">
      <w:pPr>
        <w:pStyle w:val="Heading2"/>
      </w:pPr>
      <w:r w:rsidRPr="00ED1A1D">
        <w:t>2500</w:t>
      </w:r>
      <w:r w:rsidRPr="00ED1A1D">
        <w:tab/>
      </w:r>
      <w:r w:rsidRPr="00ED1A1D">
        <w:rPr>
          <w:u w:val="single"/>
        </w:rPr>
        <w:t>Reactor Inspection Program</w:t>
      </w:r>
      <w:r w:rsidRPr="00ED1A1D">
        <w:t> </w:t>
      </w:r>
    </w:p>
    <w:p w14:paraId="78CF7C43" w14:textId="0F602FB9" w:rsidR="003C3A98" w:rsidRPr="00ED1A1D" w:rsidRDefault="003C3A98" w:rsidP="002F13A8">
      <w:pPr>
        <w:pStyle w:val="BodyText3"/>
      </w:pPr>
      <w:r w:rsidRPr="00ED1A1D">
        <w:t>2501</w:t>
      </w:r>
      <w:r w:rsidRPr="00ED1A1D">
        <w:tab/>
        <w:t xml:space="preserve">Construction Inspection Program: </w:t>
      </w:r>
      <w:r w:rsidR="007A0E83" w:rsidRPr="00ED1A1D">
        <w:t xml:space="preserve"> </w:t>
      </w:r>
      <w:r w:rsidRPr="00ED1A1D">
        <w:t>Early Site Permit (ESP)</w:t>
      </w:r>
      <w:r w:rsidR="00797FAC" w:rsidRPr="00ED1A1D">
        <w:t xml:space="preserve"> </w:t>
      </w:r>
      <w:r w:rsidR="002F1EF1" w:rsidRPr="00ED1A1D">
        <w:br/>
      </w:r>
      <w:r w:rsidR="007B3580" w:rsidRPr="00ED1A1D">
        <w:t>07/02/20</w:t>
      </w:r>
      <w:r w:rsidR="00797FAC" w:rsidRPr="00ED1A1D">
        <w:t xml:space="preserve"> (</w:t>
      </w:r>
      <w:r w:rsidR="007B3580" w:rsidRPr="00ED1A1D">
        <w:t>20</w:t>
      </w:r>
      <w:r w:rsidR="005F7246" w:rsidRPr="00ED1A1D">
        <w:t>-0</w:t>
      </w:r>
      <w:r w:rsidR="007B3580" w:rsidRPr="00ED1A1D">
        <w:t>29</w:t>
      </w:r>
      <w:r w:rsidR="00797FAC" w:rsidRPr="00ED1A1D">
        <w:t>)</w:t>
      </w:r>
    </w:p>
    <w:p w14:paraId="67D8CDA0" w14:textId="624E2F1A" w:rsidR="00865D3C" w:rsidRPr="00ED1A1D" w:rsidRDefault="003C3A98" w:rsidP="002F13A8">
      <w:pPr>
        <w:pStyle w:val="BodyText3"/>
      </w:pPr>
      <w:r w:rsidRPr="00ED1A1D">
        <w:t>2502</w:t>
      </w:r>
      <w:r w:rsidRPr="00ED1A1D">
        <w:tab/>
        <w:t xml:space="preserve">Construction Inspection Program: </w:t>
      </w:r>
      <w:r w:rsidR="00EF56C1" w:rsidRPr="00ED1A1D">
        <w:t xml:space="preserve"> </w:t>
      </w:r>
      <w:r w:rsidRPr="00ED1A1D">
        <w:t xml:space="preserve">Pre-Combined License (Pre-COL) Phase </w:t>
      </w:r>
      <w:r w:rsidR="00EF56C1" w:rsidRPr="00ED1A1D">
        <w:t>07/02/20 (20-029)</w:t>
      </w:r>
    </w:p>
    <w:p w14:paraId="035561DF" w14:textId="69012522" w:rsidR="003C3A98" w:rsidRPr="00ED1A1D" w:rsidRDefault="003C3A98" w:rsidP="002F13A8">
      <w:pPr>
        <w:pStyle w:val="BodyText3"/>
      </w:pPr>
      <w:r w:rsidRPr="00ED1A1D">
        <w:t>2503</w:t>
      </w:r>
      <w:r w:rsidRPr="00ED1A1D">
        <w:tab/>
        <w:t xml:space="preserve">Construction Inspection Program: </w:t>
      </w:r>
      <w:r w:rsidR="007A0E83" w:rsidRPr="00ED1A1D">
        <w:t xml:space="preserve"> </w:t>
      </w:r>
      <w:r w:rsidRPr="00ED1A1D">
        <w:t>Inspections of Inspections,</w:t>
      </w:r>
      <w:r w:rsidR="00E57845" w:rsidRPr="00ED1A1D">
        <w:t xml:space="preserve"> </w:t>
      </w:r>
      <w:r w:rsidRPr="00ED1A1D">
        <w:t>Tests, Analyses, and Acceptance</w:t>
      </w:r>
      <w:r w:rsidR="00E57845" w:rsidRPr="00ED1A1D">
        <w:t xml:space="preserve"> </w:t>
      </w:r>
      <w:r w:rsidRPr="00ED1A1D">
        <w:t>Criteria (ITAAC)</w:t>
      </w:r>
      <w:r w:rsidR="00DD6B4F" w:rsidRPr="00ED1A1D">
        <w:t xml:space="preserve"> Related Work</w:t>
      </w:r>
      <w:r w:rsidRPr="00ED1A1D">
        <w:t xml:space="preserve"> </w:t>
      </w:r>
      <w:r w:rsidR="002F1EF1" w:rsidRPr="00ED1A1D">
        <w:br/>
      </w:r>
      <w:r w:rsidR="00D00325" w:rsidRPr="00ED1A1D">
        <w:t>10/06/20</w:t>
      </w:r>
      <w:r w:rsidR="00A22BCE" w:rsidRPr="00ED1A1D">
        <w:t xml:space="preserve"> (</w:t>
      </w:r>
      <w:r w:rsidR="00751CDA" w:rsidRPr="00ED1A1D">
        <w:t>20</w:t>
      </w:r>
      <w:r w:rsidR="00A22BCE" w:rsidRPr="00ED1A1D">
        <w:t>-0</w:t>
      </w:r>
      <w:r w:rsidR="00D00325" w:rsidRPr="00ED1A1D">
        <w:t>48</w:t>
      </w:r>
      <w:r w:rsidRPr="00ED1A1D">
        <w:t>)</w:t>
      </w:r>
    </w:p>
    <w:p w14:paraId="7D986D51" w14:textId="6BFA782B" w:rsidR="0091358F" w:rsidRPr="00ED1A1D" w:rsidRDefault="003C3A98" w:rsidP="002F13A8">
      <w:pPr>
        <w:pStyle w:val="BodyText3"/>
      </w:pPr>
      <w:r w:rsidRPr="00ED1A1D">
        <w:t>2504</w:t>
      </w:r>
      <w:r w:rsidRPr="00ED1A1D">
        <w:tab/>
      </w:r>
      <w:r w:rsidR="00B31000" w:rsidRPr="00ED1A1D">
        <w:t>C</w:t>
      </w:r>
      <w:r w:rsidR="00123092" w:rsidRPr="00ED1A1D">
        <w:t xml:space="preserve">onstruction Inspection Program:  </w:t>
      </w:r>
      <w:r w:rsidR="00B31000" w:rsidRPr="00ED1A1D">
        <w:t>Inspection</w:t>
      </w:r>
      <w:r w:rsidR="00123092" w:rsidRPr="00ED1A1D">
        <w:t>s</w:t>
      </w:r>
      <w:r w:rsidR="00B31000" w:rsidRPr="00ED1A1D">
        <w:t xml:space="preserve"> of Construction and Operational Programs </w:t>
      </w:r>
      <w:bookmarkStart w:id="27" w:name="_Hlk58935838"/>
      <w:r w:rsidR="0095548E" w:rsidRPr="00ED1A1D">
        <w:t>12/15/20</w:t>
      </w:r>
      <w:r w:rsidR="00B31000" w:rsidRPr="00ED1A1D">
        <w:t xml:space="preserve"> </w:t>
      </w:r>
      <w:bookmarkEnd w:id="27"/>
      <w:r w:rsidR="00B31000" w:rsidRPr="00ED1A1D">
        <w:t>(</w:t>
      </w:r>
      <w:r w:rsidR="0095548E" w:rsidRPr="00ED1A1D">
        <w:t>20-72</w:t>
      </w:r>
      <w:r w:rsidR="00B31000" w:rsidRPr="00ED1A1D">
        <w:t>)</w:t>
      </w:r>
    </w:p>
    <w:p w14:paraId="26B93413" w14:textId="41D3E33A" w:rsidR="00000699" w:rsidRPr="00ED1A1D" w:rsidRDefault="003C3A98" w:rsidP="002F13A8">
      <w:pPr>
        <w:pStyle w:val="BodyText3"/>
      </w:pPr>
      <w:r w:rsidRPr="00ED1A1D">
        <w:t>2505</w:t>
      </w:r>
      <w:r w:rsidRPr="00ED1A1D">
        <w:tab/>
      </w:r>
      <w:r w:rsidR="00047859" w:rsidRPr="00ED1A1D">
        <w:t xml:space="preserve">Periodic Assessment of Construction Inspection Program Results </w:t>
      </w:r>
      <w:r w:rsidR="002F1EF1" w:rsidRPr="00ED1A1D">
        <w:br/>
      </w:r>
      <w:bookmarkStart w:id="28" w:name="_Hlk52789429"/>
      <w:r w:rsidR="00D90955" w:rsidRPr="00ED1A1D">
        <w:t xml:space="preserve">02/18/22 (22-004) </w:t>
      </w:r>
      <w:bookmarkEnd w:id="28"/>
    </w:p>
    <w:p w14:paraId="2A0F9578" w14:textId="78C0FDB6" w:rsidR="005F7B79" w:rsidRPr="00ED1A1D" w:rsidRDefault="005F7B79" w:rsidP="002F13A8">
      <w:pPr>
        <w:pStyle w:val="BodyText3"/>
      </w:pPr>
      <w:r w:rsidRPr="00ED1A1D">
        <w:t>2506</w:t>
      </w:r>
      <w:r w:rsidRPr="00ED1A1D">
        <w:tab/>
        <w:t xml:space="preserve">Construction Reactor Oversight Process General Guidance and Basis Document </w:t>
      </w:r>
      <w:r w:rsidR="008B6E58" w:rsidRPr="00ED1A1D">
        <w:t>11/25/20</w:t>
      </w:r>
      <w:r w:rsidRPr="00ED1A1D">
        <w:t xml:space="preserve"> (</w:t>
      </w:r>
      <w:r w:rsidR="00C65B55" w:rsidRPr="00ED1A1D">
        <w:t>20</w:t>
      </w:r>
      <w:r w:rsidRPr="00ED1A1D">
        <w:t>-0</w:t>
      </w:r>
      <w:r w:rsidR="008B6E58" w:rsidRPr="00ED1A1D">
        <w:t>65</w:t>
      </w:r>
      <w:r w:rsidRPr="00ED1A1D">
        <w:t>)</w:t>
      </w:r>
    </w:p>
    <w:p w14:paraId="32E5EAE5" w14:textId="453E206D" w:rsidR="005F7B79" w:rsidRPr="00ED1A1D" w:rsidRDefault="005F7B79" w:rsidP="002F13A8">
      <w:pPr>
        <w:pStyle w:val="BodyText3"/>
      </w:pPr>
      <w:r w:rsidRPr="00ED1A1D">
        <w:t>2507</w:t>
      </w:r>
      <w:r w:rsidRPr="00ED1A1D">
        <w:tab/>
      </w:r>
      <w:r w:rsidRPr="00ED1A1D">
        <w:fldChar w:fldCharType="begin"/>
      </w:r>
      <w:r w:rsidRPr="00ED1A1D">
        <w:instrText xml:space="preserve"> SEQ CHAPTER \h \r 1</w:instrText>
      </w:r>
      <w:r w:rsidRPr="00ED1A1D">
        <w:fldChar w:fldCharType="end"/>
      </w:r>
      <w:r w:rsidRPr="00ED1A1D">
        <w:t xml:space="preserve">Vendor Inspections </w:t>
      </w:r>
      <w:r w:rsidR="00357119" w:rsidRPr="00ED1A1D">
        <w:t>05/18/23 (23-014)</w:t>
      </w:r>
    </w:p>
    <w:p w14:paraId="397125EA" w14:textId="63416291" w:rsidR="005F7B79" w:rsidRPr="00ED1A1D" w:rsidRDefault="005F7B79" w:rsidP="002F13A8">
      <w:pPr>
        <w:pStyle w:val="BodyText3"/>
      </w:pPr>
      <w:r w:rsidRPr="00ED1A1D">
        <w:t>2508</w:t>
      </w:r>
      <w:r w:rsidRPr="00ED1A1D">
        <w:tab/>
      </w:r>
      <w:r w:rsidRPr="00ED1A1D">
        <w:fldChar w:fldCharType="begin"/>
      </w:r>
      <w:r w:rsidRPr="00ED1A1D">
        <w:instrText xml:space="preserve"> SEQ CHAPTER \h \r 1</w:instrText>
      </w:r>
      <w:r w:rsidRPr="00ED1A1D">
        <w:fldChar w:fldCharType="end"/>
      </w:r>
      <w:r w:rsidRPr="00ED1A1D">
        <w:t xml:space="preserve">Construction Inspection Program:  Design Certification </w:t>
      </w:r>
      <w:r w:rsidR="00B5347E" w:rsidRPr="00ED1A1D">
        <w:t xml:space="preserve">05/03/22 (22-009) </w:t>
      </w:r>
    </w:p>
    <w:p w14:paraId="52C6848B" w14:textId="456E3BF9" w:rsidR="00455606" w:rsidRPr="00ED1A1D" w:rsidRDefault="00455606" w:rsidP="002F13A8">
      <w:pPr>
        <w:pStyle w:val="BodyText3"/>
      </w:pPr>
      <w:r w:rsidRPr="00ED1A1D">
        <w:lastRenderedPageBreak/>
        <w:t>2514</w:t>
      </w:r>
      <w:r w:rsidRPr="00ED1A1D">
        <w:tab/>
        <w:t>AP1000 Reactor Inspection Program – Startup Testing Phase</w:t>
      </w:r>
      <w:r w:rsidR="001302BD" w:rsidRPr="00ED1A1D">
        <w:br/>
      </w:r>
      <w:bookmarkStart w:id="29" w:name="_Hlk61332653"/>
      <w:r w:rsidR="00584ED6" w:rsidRPr="00ED1A1D">
        <w:t>01/12/21</w:t>
      </w:r>
      <w:r w:rsidRPr="00ED1A1D">
        <w:t xml:space="preserve"> </w:t>
      </w:r>
      <w:bookmarkEnd w:id="29"/>
      <w:r w:rsidRPr="00ED1A1D">
        <w:t>(</w:t>
      </w:r>
      <w:r w:rsidR="00584ED6" w:rsidRPr="00ED1A1D">
        <w:t>21-003</w:t>
      </w:r>
      <w:r w:rsidRPr="00ED1A1D">
        <w:t>)</w:t>
      </w:r>
    </w:p>
    <w:p w14:paraId="24D7997F" w14:textId="105E8646" w:rsidR="00843F05" w:rsidRPr="00ED1A1D" w:rsidRDefault="00843F05" w:rsidP="002F13A8">
      <w:pPr>
        <w:pStyle w:val="BodyText3"/>
      </w:pPr>
      <w:r w:rsidRPr="00ED1A1D">
        <w:t xml:space="preserve">2515 </w:t>
      </w:r>
      <w:r w:rsidRPr="00ED1A1D">
        <w:tab/>
        <w:t>Light</w:t>
      </w:r>
      <w:r w:rsidR="00A165C6" w:rsidRPr="00ED1A1D">
        <w:t>-</w:t>
      </w:r>
      <w:r w:rsidRPr="00ED1A1D">
        <w:t>Water</w:t>
      </w:r>
      <w:r w:rsidR="00705A1B" w:rsidRPr="00ED1A1D">
        <w:t xml:space="preserve"> Reactor</w:t>
      </w:r>
      <w:r w:rsidRPr="00ED1A1D">
        <w:t xml:space="preserve"> Inspection Program</w:t>
      </w:r>
      <w:r w:rsidR="00E10AA0" w:rsidRPr="00ED1A1D">
        <w:t>—</w:t>
      </w:r>
      <w:r w:rsidRPr="00ED1A1D">
        <w:t xml:space="preserve">Operations Phase </w:t>
      </w:r>
      <w:bookmarkStart w:id="30" w:name="_Hlk52874658"/>
      <w:r w:rsidR="00D7411F" w:rsidRPr="00ED1A1D">
        <w:br/>
      </w:r>
      <w:r w:rsidR="0050652C">
        <w:t>12/09/24 (24-040)</w:t>
      </w:r>
      <w:bookmarkEnd w:id="30"/>
    </w:p>
    <w:p w14:paraId="7E285E2C" w14:textId="47590042" w:rsidR="00843F05" w:rsidRPr="00ED1A1D" w:rsidRDefault="00843F05" w:rsidP="002F13A8">
      <w:pPr>
        <w:pStyle w:val="BodyText3"/>
      </w:pPr>
      <w:r w:rsidRPr="00ED1A1D">
        <w:t>2515, App A</w:t>
      </w:r>
      <w:r w:rsidRPr="00ED1A1D">
        <w:tab/>
        <w:t xml:space="preserve">Risk-Informed Baseline Inspection Program </w:t>
      </w:r>
      <w:r w:rsidR="000A12FF">
        <w:t>12/12/24 (24-042)</w:t>
      </w:r>
    </w:p>
    <w:p w14:paraId="6DB1B14C" w14:textId="148C0976" w:rsidR="00843F05" w:rsidRPr="00ED1A1D" w:rsidRDefault="00843F05" w:rsidP="002F13A8">
      <w:pPr>
        <w:pStyle w:val="BodyText3"/>
      </w:pPr>
      <w:r w:rsidRPr="00ED1A1D">
        <w:t>2515, App B</w:t>
      </w:r>
      <w:r w:rsidRPr="00ED1A1D">
        <w:tab/>
        <w:t xml:space="preserve">Supplemental Inspection Program </w:t>
      </w:r>
      <w:r w:rsidR="005D5FA6" w:rsidRPr="00ED1A1D">
        <w:t>09/28/22 (</w:t>
      </w:r>
      <w:r w:rsidR="007D26CA" w:rsidRPr="00ED1A1D">
        <w:t>22-019)</w:t>
      </w:r>
    </w:p>
    <w:p w14:paraId="54EB9F6D" w14:textId="47611B51" w:rsidR="00843F05" w:rsidRPr="00ED1A1D" w:rsidRDefault="00843F05" w:rsidP="002F13A8">
      <w:pPr>
        <w:pStyle w:val="BodyText3"/>
      </w:pPr>
      <w:r w:rsidRPr="00ED1A1D">
        <w:t>2515, App C</w:t>
      </w:r>
      <w:r w:rsidRPr="00ED1A1D">
        <w:tab/>
        <w:t xml:space="preserve">Special and Infrequently Performed Inspections </w:t>
      </w:r>
      <w:bookmarkStart w:id="31" w:name="_Hlk59523847"/>
      <w:r w:rsidR="00143F87" w:rsidRPr="00ED1A1D">
        <w:t>06/26/23 (23-018)</w:t>
      </w:r>
      <w:bookmarkEnd w:id="31"/>
    </w:p>
    <w:p w14:paraId="6E500B4F" w14:textId="7E73D2DE" w:rsidR="00843F05" w:rsidRPr="00ED1A1D" w:rsidRDefault="00843F05" w:rsidP="002F13A8">
      <w:pPr>
        <w:pStyle w:val="BodyText3"/>
      </w:pPr>
      <w:r w:rsidRPr="00ED1A1D">
        <w:t>2515, App D</w:t>
      </w:r>
      <w:r w:rsidRPr="00ED1A1D">
        <w:tab/>
        <w:t xml:space="preserve">Plant Status </w:t>
      </w:r>
      <w:bookmarkStart w:id="32" w:name="_Hlk52789487"/>
      <w:r w:rsidR="00FA15AD" w:rsidRPr="00ED1A1D">
        <w:t>11/07/22</w:t>
      </w:r>
      <w:r w:rsidR="00EF0D7E" w:rsidRPr="00ED1A1D">
        <w:t xml:space="preserve"> (22-024)</w:t>
      </w:r>
      <w:bookmarkEnd w:id="32"/>
    </w:p>
    <w:p w14:paraId="0FCED96D" w14:textId="70C19ACF" w:rsidR="00843F05" w:rsidRPr="00ED1A1D" w:rsidRDefault="00843F05" w:rsidP="002F13A8">
      <w:pPr>
        <w:pStyle w:val="BodyText3"/>
      </w:pPr>
      <w:r w:rsidRPr="00ED1A1D">
        <w:t>2515, App E</w:t>
      </w:r>
      <w:r w:rsidRPr="00ED1A1D">
        <w:tab/>
      </w:r>
      <w:bookmarkStart w:id="33" w:name="_Hlk36199145"/>
      <w:r w:rsidR="00727D2D" w:rsidRPr="00ED1A1D">
        <w:t xml:space="preserve">Inspection Program Modifications During </w:t>
      </w:r>
      <w:r w:rsidR="00C303BE" w:rsidRPr="00ED1A1D">
        <w:t>P</w:t>
      </w:r>
      <w:r w:rsidR="002E50EF" w:rsidRPr="00ED1A1D">
        <w:t>ublic Health Emergencies</w:t>
      </w:r>
      <w:r w:rsidR="00B934FF" w:rsidRPr="00ED1A1D">
        <w:t xml:space="preserve"> </w:t>
      </w:r>
      <w:r w:rsidR="00727D2D" w:rsidRPr="00ED1A1D">
        <w:t xml:space="preserve">or Other </w:t>
      </w:r>
      <w:r w:rsidR="00B934FF" w:rsidRPr="00ED1A1D">
        <w:t>Conditions Restricting Inspector Onsite Presence</w:t>
      </w:r>
      <w:r w:rsidR="00727D2D" w:rsidRPr="00ED1A1D">
        <w:t xml:space="preserve"> </w:t>
      </w:r>
      <w:r w:rsidR="004A33ED" w:rsidRPr="00ED1A1D">
        <w:br/>
      </w:r>
      <w:r w:rsidR="0058720D" w:rsidRPr="00ED1A1D">
        <w:t>01/02/24 (24-001)</w:t>
      </w:r>
      <w:bookmarkEnd w:id="33"/>
    </w:p>
    <w:p w14:paraId="4C723AD9" w14:textId="77777777" w:rsidR="00843F05" w:rsidRPr="00ED1A1D" w:rsidRDefault="00843F05" w:rsidP="002F13A8">
      <w:pPr>
        <w:pStyle w:val="BodyText3"/>
      </w:pPr>
      <w:r w:rsidRPr="00ED1A1D">
        <w:t>2515, App G</w:t>
      </w:r>
      <w:r w:rsidRPr="00ED1A1D">
        <w:tab/>
        <w:t>Baseline Inspection Guidance for Power Reactors Preparing for Transition to Decommissioning Phase 02/01/16 (16-004)</w:t>
      </w:r>
    </w:p>
    <w:p w14:paraId="237068E1" w14:textId="0078C49E" w:rsidR="0004023D" w:rsidRPr="00ED1A1D" w:rsidRDefault="0004023D" w:rsidP="002F13A8">
      <w:pPr>
        <w:pStyle w:val="BodyText3"/>
      </w:pPr>
      <w:r w:rsidRPr="00ED1A1D">
        <w:t>2515/194</w:t>
      </w:r>
      <w:r w:rsidR="008A0D0F" w:rsidRPr="00ED1A1D">
        <w:t xml:space="preserve">, Rev </w:t>
      </w:r>
      <w:r w:rsidR="00ED1A1D">
        <w:t>3</w:t>
      </w:r>
      <w:r w:rsidR="00204058">
        <w:t>,</w:t>
      </w:r>
      <w:r w:rsidR="008A0D0F" w:rsidRPr="00ED1A1D">
        <w:t xml:space="preserve"> </w:t>
      </w:r>
      <w:r w:rsidRPr="00ED1A1D">
        <w:t>Inspection of the Licensees’ Implementation of Industry Initiative Associated</w:t>
      </w:r>
      <w:r w:rsidR="001302BD" w:rsidRPr="00ED1A1D">
        <w:t xml:space="preserve"> </w:t>
      </w:r>
      <w:r w:rsidRPr="00ED1A1D">
        <w:t xml:space="preserve">with the Open Phase Condition Design Vulnerabilities in Electric Power Systems (NRC Bulletin 2012-01) </w:t>
      </w:r>
      <w:r w:rsidR="00D544E5" w:rsidRPr="00ED1A1D">
        <w:t>08/18/20</w:t>
      </w:r>
      <w:r w:rsidRPr="00ED1A1D">
        <w:t xml:space="preserve"> (</w:t>
      </w:r>
      <w:r w:rsidR="007560B3" w:rsidRPr="00ED1A1D">
        <w:t>20</w:t>
      </w:r>
      <w:r w:rsidRPr="00ED1A1D">
        <w:t>-0</w:t>
      </w:r>
      <w:r w:rsidR="00D544E5" w:rsidRPr="00ED1A1D">
        <w:t>39</w:t>
      </w:r>
      <w:r w:rsidRPr="00ED1A1D">
        <w:t>)</w:t>
      </w:r>
    </w:p>
    <w:p w14:paraId="4916BD0C" w14:textId="3CFB1161" w:rsidR="003C3A98" w:rsidRPr="00ED1A1D" w:rsidRDefault="00425351" w:rsidP="002F13A8">
      <w:pPr>
        <w:pStyle w:val="BodyText3"/>
      </w:pPr>
      <w:r w:rsidRPr="00ED1A1D">
        <w:t>2516</w:t>
      </w:r>
      <w:r w:rsidRPr="00ED1A1D">
        <w:tab/>
      </w:r>
      <w:r w:rsidR="003C3A98" w:rsidRPr="00ED1A1D">
        <w:t xml:space="preserve">Policy and Guidance </w:t>
      </w:r>
      <w:r w:rsidR="007446CE" w:rsidRPr="00ED1A1D">
        <w:t>f</w:t>
      </w:r>
      <w:r w:rsidR="003C3A98" w:rsidRPr="00ED1A1D">
        <w:t xml:space="preserve">or </w:t>
      </w:r>
      <w:r w:rsidR="007446CE" w:rsidRPr="00ED1A1D">
        <w:t>t</w:t>
      </w:r>
      <w:r w:rsidR="003C3A98" w:rsidRPr="00ED1A1D">
        <w:t>he License Renewal Inspection</w:t>
      </w:r>
      <w:r w:rsidR="001C5116" w:rsidRPr="00ED1A1D">
        <w:t xml:space="preserve"> </w:t>
      </w:r>
      <w:r w:rsidR="003C3A98" w:rsidRPr="00ED1A1D">
        <w:t>Program</w:t>
      </w:r>
      <w:r w:rsidR="008A0D0F" w:rsidRPr="00ED1A1D">
        <w:br/>
      </w:r>
      <w:r w:rsidR="00ED1A1D">
        <w:t>10/10/24 (24-027)</w:t>
      </w:r>
    </w:p>
    <w:p w14:paraId="085F446A" w14:textId="4FDDB99D" w:rsidR="008E4F8D" w:rsidRPr="00ED1A1D" w:rsidRDefault="000951AA" w:rsidP="002F13A8">
      <w:pPr>
        <w:pStyle w:val="BodyText3"/>
      </w:pPr>
      <w:r w:rsidRPr="00ED1A1D">
        <w:t>2518</w:t>
      </w:r>
      <w:r w:rsidRPr="00ED1A1D">
        <w:tab/>
      </w:r>
      <w:r w:rsidR="00CE6157" w:rsidRPr="00ED1A1D">
        <w:t>RESERVED</w:t>
      </w:r>
      <w:r w:rsidR="00CE6B4C" w:rsidRPr="00ED1A1D">
        <w:t xml:space="preserve"> </w:t>
      </w:r>
      <w:r w:rsidRPr="00ED1A1D">
        <w:t xml:space="preserve">for Construction Inspection Program: </w:t>
      </w:r>
      <w:r w:rsidR="00F81CFD" w:rsidRPr="00ED1A1D">
        <w:t xml:space="preserve"> </w:t>
      </w:r>
      <w:r w:rsidR="00B1407C" w:rsidRPr="00ED1A1D">
        <w:t>Advanced Reactors, Pre-</w:t>
      </w:r>
      <w:r w:rsidRPr="00ED1A1D">
        <w:t>Construction Permit (CP)</w:t>
      </w:r>
    </w:p>
    <w:p w14:paraId="49D03BD2" w14:textId="082694FB" w:rsidR="005F7B79" w:rsidRPr="00ED1A1D" w:rsidRDefault="005F7B79" w:rsidP="002F13A8">
      <w:pPr>
        <w:pStyle w:val="BodyText3"/>
      </w:pPr>
      <w:r w:rsidRPr="00ED1A1D">
        <w:t>2519</w:t>
      </w:r>
      <w:r w:rsidRPr="00ED1A1D">
        <w:tab/>
        <w:t>Construction Significance Determination Process</w:t>
      </w:r>
      <w:r w:rsidR="005519A1" w:rsidRPr="00ED1A1D">
        <w:t xml:space="preserve"> </w:t>
      </w:r>
      <w:r w:rsidR="00A576DE" w:rsidRPr="00ED1A1D">
        <w:t>10/26/20</w:t>
      </w:r>
      <w:r w:rsidR="005519A1" w:rsidRPr="00ED1A1D">
        <w:t xml:space="preserve"> (</w:t>
      </w:r>
      <w:r w:rsidR="00A576DE" w:rsidRPr="00ED1A1D">
        <w:t>20</w:t>
      </w:r>
      <w:r w:rsidR="005519A1" w:rsidRPr="00ED1A1D">
        <w:t>-0</w:t>
      </w:r>
      <w:r w:rsidR="00A576DE" w:rsidRPr="00ED1A1D">
        <w:t>55</w:t>
      </w:r>
      <w:r w:rsidRPr="00ED1A1D">
        <w:t>)</w:t>
      </w:r>
    </w:p>
    <w:p w14:paraId="46058266" w14:textId="189A1281" w:rsidR="005F7B79" w:rsidRPr="00ED1A1D" w:rsidRDefault="005F7B79" w:rsidP="002F13A8">
      <w:pPr>
        <w:pStyle w:val="BodyText3"/>
      </w:pPr>
      <w:r w:rsidRPr="00ED1A1D">
        <w:t>2522</w:t>
      </w:r>
      <w:r w:rsidRPr="00ED1A1D">
        <w:tab/>
        <w:t>Construction Reactor Oversight Process Self-Assessment Program</w:t>
      </w:r>
      <w:r w:rsidR="008A0D0F" w:rsidRPr="00ED1A1D">
        <w:br/>
      </w:r>
      <w:r w:rsidRPr="00ED1A1D">
        <w:t>07/28/14 (14-017)</w:t>
      </w:r>
    </w:p>
    <w:p w14:paraId="29E618B2" w14:textId="1B5237A4" w:rsidR="005F7B79" w:rsidRPr="00ED1A1D" w:rsidRDefault="005F7B79" w:rsidP="002F13A8">
      <w:pPr>
        <w:pStyle w:val="BodyText3"/>
      </w:pPr>
      <w:r w:rsidRPr="00ED1A1D">
        <w:t>2522, App A</w:t>
      </w:r>
      <w:r w:rsidRPr="00ED1A1D">
        <w:tab/>
        <w:t>Construction Reactor Oversight Process Self-Assessment Metrics</w:t>
      </w:r>
      <w:r w:rsidR="008A0D0F" w:rsidRPr="00ED1A1D">
        <w:br/>
      </w:r>
      <w:r w:rsidR="009B1111" w:rsidRPr="00ED1A1D">
        <w:t>10/03/17 (17-021</w:t>
      </w:r>
      <w:r w:rsidRPr="00ED1A1D">
        <w:t>)</w:t>
      </w:r>
    </w:p>
    <w:p w14:paraId="7B4E1DFB" w14:textId="30ECB202" w:rsidR="005F7B79" w:rsidRPr="00ED1A1D" w:rsidRDefault="005F7B79" w:rsidP="002F13A8">
      <w:pPr>
        <w:pStyle w:val="BodyText3"/>
      </w:pPr>
      <w:r w:rsidRPr="00ED1A1D">
        <w:t>2523</w:t>
      </w:r>
      <w:r w:rsidRPr="00ED1A1D">
        <w:tab/>
        <w:t xml:space="preserve">NRC Application of the Reactor Operating Experience Program in NRC Oversight Processes </w:t>
      </w:r>
      <w:r w:rsidR="00D67478" w:rsidRPr="00ED1A1D">
        <w:t>01/15/21</w:t>
      </w:r>
      <w:r w:rsidRPr="00ED1A1D">
        <w:t xml:space="preserve"> (</w:t>
      </w:r>
      <w:r w:rsidR="00D67478" w:rsidRPr="00ED1A1D">
        <w:t>21-005</w:t>
      </w:r>
      <w:r w:rsidRPr="00ED1A1D">
        <w:t>)</w:t>
      </w:r>
    </w:p>
    <w:p w14:paraId="7EE124A9" w14:textId="566DE346" w:rsidR="005F7B79" w:rsidRPr="00ED1A1D" w:rsidRDefault="005F7B79" w:rsidP="002F13A8">
      <w:pPr>
        <w:pStyle w:val="BodyText3"/>
      </w:pPr>
      <w:r w:rsidRPr="00ED1A1D">
        <w:t>2545</w:t>
      </w:r>
      <w:r w:rsidRPr="00ED1A1D">
        <w:tab/>
        <w:t>Research and Test Reactor Inspection Program 0</w:t>
      </w:r>
      <w:r w:rsidR="00381ED9" w:rsidRPr="00ED1A1D">
        <w:t>3/13/20</w:t>
      </w:r>
      <w:r w:rsidRPr="00ED1A1D">
        <w:t xml:space="preserve"> (</w:t>
      </w:r>
      <w:r w:rsidR="00381ED9" w:rsidRPr="00ED1A1D">
        <w:t>20-015</w:t>
      </w:r>
      <w:r w:rsidRPr="00ED1A1D">
        <w:t>)</w:t>
      </w:r>
    </w:p>
    <w:p w14:paraId="1E48589D" w14:textId="59C0F470" w:rsidR="005F7B79" w:rsidRPr="00ED1A1D" w:rsidRDefault="005F7B79" w:rsidP="002F13A8">
      <w:pPr>
        <w:pStyle w:val="BodyText3"/>
      </w:pPr>
      <w:r w:rsidRPr="00ED1A1D">
        <w:t>2550</w:t>
      </w:r>
      <w:r w:rsidRPr="00ED1A1D">
        <w:tab/>
        <w:t xml:space="preserve">Non-Power </w:t>
      </w:r>
      <w:r w:rsidR="00A41B30" w:rsidRPr="00ED1A1D">
        <w:t>Production</w:t>
      </w:r>
      <w:r w:rsidR="00D37BC9" w:rsidRPr="00ED1A1D">
        <w:t xml:space="preserve"> and Utilization</w:t>
      </w:r>
      <w:r w:rsidRPr="00ED1A1D">
        <w:t xml:space="preserve"> Facilities (NPUFs) Licensed Under 10</w:t>
      </w:r>
      <w:r w:rsidR="002A4ECD" w:rsidRPr="00ED1A1D">
        <w:t> </w:t>
      </w:r>
      <w:r w:rsidRPr="00ED1A1D">
        <w:t>CFR Part 50:  Construction Inspection Program (CIP)</w:t>
      </w:r>
      <w:r w:rsidR="004B4833" w:rsidRPr="00ED1A1D">
        <w:t xml:space="preserve"> </w:t>
      </w:r>
      <w:r w:rsidR="00BE387C" w:rsidRPr="00ED1A1D">
        <w:br/>
      </w:r>
      <w:r w:rsidR="00745785" w:rsidRPr="00ED1A1D">
        <w:t>05/16/24 (24-015)</w:t>
      </w:r>
    </w:p>
    <w:p w14:paraId="3250FEBE" w14:textId="52C09507" w:rsidR="005F7B79" w:rsidRPr="00ED1A1D" w:rsidRDefault="005F7B79" w:rsidP="002F13A8">
      <w:pPr>
        <w:pStyle w:val="BodyText3"/>
      </w:pPr>
      <w:r w:rsidRPr="00ED1A1D">
        <w:t>2561</w:t>
      </w:r>
      <w:r w:rsidRPr="00ED1A1D">
        <w:tab/>
        <w:t>Decommissioning Power Reactor Inspection Program</w:t>
      </w:r>
      <w:r w:rsidR="00AC259F" w:rsidRPr="00ED1A1D">
        <w:t>01/06/21</w:t>
      </w:r>
      <w:r w:rsidR="00D37469" w:rsidRPr="00ED1A1D">
        <w:t xml:space="preserve"> (</w:t>
      </w:r>
      <w:r w:rsidR="00AC259F" w:rsidRPr="00ED1A1D">
        <w:t>21-002</w:t>
      </w:r>
      <w:r w:rsidRPr="00ED1A1D">
        <w:t>)</w:t>
      </w:r>
    </w:p>
    <w:p w14:paraId="0C387F47" w14:textId="7E7CF18C" w:rsidR="00E26D76" w:rsidRPr="00ED1A1D" w:rsidRDefault="001E39EA" w:rsidP="002F13A8">
      <w:pPr>
        <w:pStyle w:val="BodyText3"/>
      </w:pPr>
      <w:r w:rsidRPr="00ED1A1D">
        <w:t>2562</w:t>
      </w:r>
      <w:r w:rsidRPr="00ED1A1D">
        <w:tab/>
        <w:t>Light</w:t>
      </w:r>
      <w:r w:rsidR="00AB5A5B" w:rsidRPr="00ED1A1D">
        <w:noBreakHyphen/>
      </w:r>
      <w:r w:rsidRPr="00ED1A1D">
        <w:t xml:space="preserve">Water Reactor Inspection Program for Restart of Reactor Facilities </w:t>
      </w:r>
      <w:r w:rsidR="00654B53" w:rsidRPr="00ED1A1D">
        <w:t>f</w:t>
      </w:r>
      <w:r w:rsidR="0000473F" w:rsidRPr="00ED1A1D">
        <w:t xml:space="preserve">ollowing </w:t>
      </w:r>
      <w:r w:rsidR="00654B53" w:rsidRPr="00ED1A1D">
        <w:t xml:space="preserve">Permanent Cessation of Power Operations </w:t>
      </w:r>
      <w:r w:rsidR="00090886" w:rsidRPr="00ED1A1D">
        <w:t>07/29/24 (24-023)</w:t>
      </w:r>
    </w:p>
    <w:p w14:paraId="68498AEC" w14:textId="214E3F61" w:rsidR="005F7B79" w:rsidRPr="00ED1A1D" w:rsidRDefault="00203820" w:rsidP="002F13A8">
      <w:pPr>
        <w:pStyle w:val="BodyText3"/>
      </w:pPr>
      <w:r w:rsidRPr="00ED1A1D">
        <w:t>2565</w:t>
      </w:r>
      <w:r w:rsidRPr="00ED1A1D">
        <w:tab/>
        <w:t>Regional Inspection Activities for Naval Reactors Naval Vessels Undergoing Decommissioning</w:t>
      </w:r>
      <w:r w:rsidR="00A45404" w:rsidRPr="00ED1A1D">
        <w:t xml:space="preserve"> 08/28/20 (20-040)</w:t>
      </w:r>
    </w:p>
    <w:p w14:paraId="17B92FBA" w14:textId="77777777" w:rsidR="00B874BB" w:rsidRPr="00ED1A1D" w:rsidRDefault="00B874BB" w:rsidP="002F13A8">
      <w:pPr>
        <w:pStyle w:val="BodyText3"/>
      </w:pPr>
      <w:r w:rsidRPr="00ED1A1D">
        <w:t>2570</w:t>
      </w:r>
      <w:r w:rsidRPr="00ED1A1D">
        <w:tab/>
        <w:t>RESERVED for Advanced Reactor Construction Oversight Program</w:t>
      </w:r>
    </w:p>
    <w:p w14:paraId="3668BC4D" w14:textId="77777777" w:rsidR="00B874BB" w:rsidRPr="00ED1A1D" w:rsidRDefault="00B874BB" w:rsidP="002F13A8">
      <w:pPr>
        <w:pStyle w:val="BodyText3"/>
      </w:pPr>
      <w:r w:rsidRPr="00ED1A1D">
        <w:t>2571</w:t>
      </w:r>
      <w:r w:rsidRPr="00ED1A1D">
        <w:tab/>
        <w:t>RESERVED for Advanced Reactor Construction Oversight Program</w:t>
      </w:r>
    </w:p>
    <w:p w14:paraId="6B0CA59E" w14:textId="77777777" w:rsidR="00B874BB" w:rsidRPr="00ED1A1D" w:rsidRDefault="00B874BB" w:rsidP="002F13A8">
      <w:pPr>
        <w:pStyle w:val="BodyText3"/>
      </w:pPr>
      <w:r w:rsidRPr="00ED1A1D">
        <w:t>2572</w:t>
      </w:r>
      <w:r w:rsidRPr="00ED1A1D">
        <w:tab/>
        <w:t>RESERVED for Advanced Reactor Construction Oversight Program</w:t>
      </w:r>
    </w:p>
    <w:p w14:paraId="5F3AA1D2" w14:textId="2571FC15" w:rsidR="00B874BB" w:rsidRPr="00ED1A1D" w:rsidRDefault="00B874BB" w:rsidP="002F13A8">
      <w:pPr>
        <w:pStyle w:val="BodyText3"/>
      </w:pPr>
      <w:r w:rsidRPr="00ED1A1D">
        <w:t>2573</w:t>
      </w:r>
      <w:r w:rsidRPr="00ED1A1D">
        <w:tab/>
        <w:t xml:space="preserve">RESERVED </w:t>
      </w:r>
      <w:r w:rsidR="00F1092E" w:rsidRPr="00F1092E">
        <w:t xml:space="preserve">Inspection </w:t>
      </w:r>
      <w:r w:rsidR="00F1092E">
        <w:t>o</w:t>
      </w:r>
      <w:r w:rsidR="00F1092E" w:rsidRPr="00F1092E">
        <w:t xml:space="preserve">f </w:t>
      </w:r>
      <w:r w:rsidR="00F1092E">
        <w:t>t</w:t>
      </w:r>
      <w:r w:rsidR="00F1092E" w:rsidRPr="00F1092E">
        <w:t xml:space="preserve">he Advanced Power Reactor “Quality </w:t>
      </w:r>
      <w:r w:rsidR="00F1092E">
        <w:t>o</w:t>
      </w:r>
      <w:r w:rsidR="00F1092E" w:rsidRPr="00F1092E">
        <w:t>f Reactor Plant Construction” Strategic Performance Area</w:t>
      </w:r>
    </w:p>
    <w:p w14:paraId="675EE634" w14:textId="0299FD40" w:rsidR="00B874BB" w:rsidRPr="00ED1A1D" w:rsidRDefault="00B874BB" w:rsidP="002F13A8">
      <w:pPr>
        <w:pStyle w:val="BodyText3"/>
      </w:pPr>
      <w:r w:rsidRPr="00ED1A1D">
        <w:t>2574</w:t>
      </w:r>
      <w:r w:rsidRPr="00ED1A1D">
        <w:tab/>
        <w:t xml:space="preserve">RESERVED </w:t>
      </w:r>
      <w:r w:rsidR="00C350CA" w:rsidRPr="00C350CA">
        <w:t xml:space="preserve">Inspection </w:t>
      </w:r>
      <w:r w:rsidR="00C350CA">
        <w:t>o</w:t>
      </w:r>
      <w:r w:rsidR="00C350CA" w:rsidRPr="00C350CA">
        <w:t xml:space="preserve">f </w:t>
      </w:r>
      <w:r w:rsidR="00C350CA">
        <w:t>t</w:t>
      </w:r>
      <w:r w:rsidR="00C350CA" w:rsidRPr="00C350CA">
        <w:t>he Advanced Power Reactor “Operational Readiness” Strategic Performance Area</w:t>
      </w:r>
    </w:p>
    <w:p w14:paraId="3EB24ED4" w14:textId="77777777" w:rsidR="00B874BB" w:rsidRPr="00ED1A1D" w:rsidRDefault="00B874BB" w:rsidP="002F13A8">
      <w:pPr>
        <w:pStyle w:val="BodyText3"/>
      </w:pPr>
      <w:r w:rsidRPr="00ED1A1D">
        <w:t>2575</w:t>
      </w:r>
      <w:r w:rsidRPr="00ED1A1D">
        <w:tab/>
        <w:t>RESERVED for Advanced Reactor Construction Oversight Program</w:t>
      </w:r>
    </w:p>
    <w:p w14:paraId="5986F11B" w14:textId="77777777" w:rsidR="00B874BB" w:rsidRPr="00ED1A1D" w:rsidRDefault="00B874BB" w:rsidP="002F13A8">
      <w:pPr>
        <w:pStyle w:val="BodyText3"/>
      </w:pPr>
      <w:r w:rsidRPr="00ED1A1D">
        <w:t>2576</w:t>
      </w:r>
      <w:r w:rsidRPr="00ED1A1D">
        <w:tab/>
        <w:t>RESERVED for Advanced Reactor Construction Oversight Program</w:t>
      </w:r>
    </w:p>
    <w:p w14:paraId="28DC8DB3" w14:textId="77777777" w:rsidR="00B874BB" w:rsidRPr="00ED1A1D" w:rsidRDefault="00B874BB" w:rsidP="002F13A8">
      <w:pPr>
        <w:pStyle w:val="BodyText3"/>
      </w:pPr>
      <w:r w:rsidRPr="00ED1A1D">
        <w:t>2577</w:t>
      </w:r>
      <w:r w:rsidRPr="00ED1A1D">
        <w:tab/>
        <w:t>RESERVED for Advanced Reactor Construction Oversight Program</w:t>
      </w:r>
    </w:p>
    <w:p w14:paraId="3034CD4B" w14:textId="77777777" w:rsidR="00B874BB" w:rsidRPr="00ED1A1D" w:rsidRDefault="00B874BB" w:rsidP="002F13A8">
      <w:pPr>
        <w:pStyle w:val="BodyText3"/>
      </w:pPr>
      <w:r w:rsidRPr="00ED1A1D">
        <w:t>2578</w:t>
      </w:r>
      <w:r w:rsidRPr="00ED1A1D">
        <w:tab/>
        <w:t>RESERVED for Advanced Reactor Construction Oversight Program</w:t>
      </w:r>
    </w:p>
    <w:p w14:paraId="53BE9A33" w14:textId="56409BE8" w:rsidR="00843F05" w:rsidRPr="00ED1A1D" w:rsidRDefault="00843F05" w:rsidP="002F13A8">
      <w:pPr>
        <w:pStyle w:val="Heading2"/>
      </w:pPr>
      <w:r w:rsidRPr="00ED1A1D">
        <w:lastRenderedPageBreak/>
        <w:t>2600</w:t>
      </w:r>
      <w:r w:rsidRPr="00ED1A1D">
        <w:tab/>
      </w:r>
      <w:r w:rsidRPr="00ED1A1D">
        <w:rPr>
          <w:u w:val="single"/>
        </w:rPr>
        <w:t>Fuel</w:t>
      </w:r>
      <w:r w:rsidR="00847221" w:rsidRPr="00ED1A1D">
        <w:rPr>
          <w:u w:val="single"/>
        </w:rPr>
        <w:t xml:space="preserve"> </w:t>
      </w:r>
      <w:r w:rsidRPr="00ED1A1D">
        <w:rPr>
          <w:u w:val="single"/>
        </w:rPr>
        <w:t>Cycle</w:t>
      </w:r>
      <w:r w:rsidR="00847221" w:rsidRPr="00ED1A1D">
        <w:rPr>
          <w:u w:val="single"/>
        </w:rPr>
        <w:t xml:space="preserve"> </w:t>
      </w:r>
      <w:r w:rsidRPr="00ED1A1D">
        <w:rPr>
          <w:u w:val="single"/>
        </w:rPr>
        <w:t>Facility</w:t>
      </w:r>
      <w:r w:rsidR="00847221" w:rsidRPr="00ED1A1D">
        <w:rPr>
          <w:u w:val="single"/>
        </w:rPr>
        <w:t xml:space="preserve"> </w:t>
      </w:r>
      <w:r w:rsidRPr="00ED1A1D">
        <w:rPr>
          <w:u w:val="single"/>
        </w:rPr>
        <w:t>Inspection</w:t>
      </w:r>
      <w:r w:rsidR="00847221" w:rsidRPr="00ED1A1D">
        <w:rPr>
          <w:u w:val="single"/>
        </w:rPr>
        <w:t xml:space="preserve"> </w:t>
      </w:r>
      <w:r w:rsidRPr="00ED1A1D">
        <w:rPr>
          <w:u w:val="single"/>
        </w:rPr>
        <w:t>Program</w:t>
      </w:r>
    </w:p>
    <w:p w14:paraId="5EAA2901" w14:textId="3EE54F04" w:rsidR="00843F05" w:rsidRPr="00ED1A1D" w:rsidRDefault="00843F05" w:rsidP="002F13A8">
      <w:pPr>
        <w:pStyle w:val="BodyText3"/>
      </w:pPr>
      <w:r w:rsidRPr="00ED1A1D">
        <w:t xml:space="preserve">2600 </w:t>
      </w:r>
      <w:r w:rsidRPr="00ED1A1D">
        <w:tab/>
        <w:t xml:space="preserve">Fuel Cycle Facility Operational Safety and Safeguards Inspection Program </w:t>
      </w:r>
      <w:r w:rsidR="004C3253" w:rsidRPr="00ED1A1D">
        <w:t>07/27/23 (23-021)</w:t>
      </w:r>
    </w:p>
    <w:p w14:paraId="40F3E919" w14:textId="64C5D926" w:rsidR="00843F05" w:rsidRPr="00ED1A1D" w:rsidRDefault="00843F05" w:rsidP="002F13A8">
      <w:pPr>
        <w:pStyle w:val="BodyText3"/>
      </w:pPr>
      <w:r w:rsidRPr="00ED1A1D">
        <w:t>2600, App A</w:t>
      </w:r>
      <w:r w:rsidRPr="00ED1A1D">
        <w:tab/>
        <w:t>Guidance for Conducting Fuel Cycle Inspections</w:t>
      </w:r>
      <w:r w:rsidR="009F5362" w:rsidRPr="00ED1A1D">
        <w:t xml:space="preserve"> Fuel Cycle Facility Terminology</w:t>
      </w:r>
      <w:r w:rsidR="00E61A20" w:rsidRPr="00ED1A1D">
        <w:t xml:space="preserve"> </w:t>
      </w:r>
      <w:r w:rsidR="004C3253" w:rsidRPr="00ED1A1D">
        <w:t>07/27/23 (23-021)</w:t>
      </w:r>
    </w:p>
    <w:p w14:paraId="684246D6" w14:textId="16606456" w:rsidR="00843F05" w:rsidRPr="00ED1A1D" w:rsidRDefault="00843F05" w:rsidP="002F13A8">
      <w:pPr>
        <w:pStyle w:val="BodyText3"/>
      </w:pPr>
      <w:r w:rsidRPr="00ED1A1D">
        <w:t>2600, App B</w:t>
      </w:r>
      <w:r w:rsidRPr="00ED1A1D">
        <w:tab/>
        <w:t>NRC Core Inspection Requirements</w:t>
      </w:r>
      <w:r w:rsidR="006532D6" w:rsidRPr="00ED1A1D">
        <w:t xml:space="preserve"> </w:t>
      </w:r>
      <w:r w:rsidR="004C3253" w:rsidRPr="00ED1A1D">
        <w:t>07/27/23 (23-021)</w:t>
      </w:r>
    </w:p>
    <w:p w14:paraId="51A46904" w14:textId="1771CD4A" w:rsidR="00843F05" w:rsidRPr="00ED1A1D" w:rsidRDefault="00843F05" w:rsidP="002F13A8">
      <w:pPr>
        <w:pStyle w:val="BodyText3"/>
      </w:pPr>
      <w:r w:rsidRPr="00ED1A1D">
        <w:t>2600, App C</w:t>
      </w:r>
      <w:r w:rsidRPr="00ED1A1D">
        <w:tab/>
        <w:t xml:space="preserve">Fuel Cycle Resident Inspection Program </w:t>
      </w:r>
      <w:r w:rsidR="006A520A" w:rsidRPr="00ED1A1D">
        <w:t>10/09/19</w:t>
      </w:r>
      <w:r w:rsidRPr="00ED1A1D">
        <w:t xml:space="preserve"> (1</w:t>
      </w:r>
      <w:r w:rsidR="006A520A" w:rsidRPr="00ED1A1D">
        <w:t>9</w:t>
      </w:r>
      <w:r w:rsidRPr="00ED1A1D">
        <w:t>-0</w:t>
      </w:r>
      <w:r w:rsidR="006A520A" w:rsidRPr="00ED1A1D">
        <w:t>33</w:t>
      </w:r>
      <w:r w:rsidRPr="00ED1A1D">
        <w:t>)</w:t>
      </w:r>
    </w:p>
    <w:p w14:paraId="2B5DA029" w14:textId="03DD4F0D" w:rsidR="0004023D" w:rsidRPr="00ED1A1D" w:rsidRDefault="00843F05" w:rsidP="002F13A8">
      <w:pPr>
        <w:pStyle w:val="BodyText3"/>
      </w:pPr>
      <w:r w:rsidRPr="00ED1A1D">
        <w:t xml:space="preserve">2600, App D </w:t>
      </w:r>
      <w:r w:rsidRPr="00ED1A1D">
        <w:tab/>
        <w:t xml:space="preserve">Fuel Cycle Facility Inspection Planning </w:t>
      </w:r>
      <w:r w:rsidR="004F444B" w:rsidRPr="00ED1A1D">
        <w:t>06/12/18 (18-015</w:t>
      </w:r>
      <w:r w:rsidRPr="00ED1A1D">
        <w:t>)</w:t>
      </w:r>
    </w:p>
    <w:p w14:paraId="41D61957" w14:textId="791208FE" w:rsidR="0095548E" w:rsidRPr="00ED1A1D" w:rsidRDefault="0095548E" w:rsidP="002F13A8">
      <w:pPr>
        <w:pStyle w:val="BodyText3"/>
      </w:pPr>
      <w:r w:rsidRPr="00ED1A1D">
        <w:t>2600</w:t>
      </w:r>
      <w:r w:rsidR="003E6312" w:rsidRPr="00ED1A1D">
        <w:t>,</w:t>
      </w:r>
      <w:r w:rsidRPr="00ED1A1D">
        <w:t xml:space="preserve"> App E</w:t>
      </w:r>
      <w:r w:rsidRPr="00ED1A1D">
        <w:tab/>
        <w:t>Inspection Program Modifications During Pandemics, Epidemics, or Other Widespread Illnesses or Diseases 12/15/20 (20-072)</w:t>
      </w:r>
    </w:p>
    <w:p w14:paraId="3219B25B" w14:textId="5612746D" w:rsidR="00843F05" w:rsidRPr="00ED1A1D" w:rsidRDefault="00843F05" w:rsidP="002F13A8">
      <w:pPr>
        <w:pStyle w:val="BodyText3"/>
      </w:pPr>
      <w:r w:rsidRPr="00ED1A1D">
        <w:t>2600/016</w:t>
      </w:r>
      <w:r w:rsidRPr="00ED1A1D">
        <w:tab/>
        <w:t>Inspection of Activities Associated with NRC Generic Letter 2015-01</w:t>
      </w:r>
      <w:r w:rsidR="00EB22A1" w:rsidRPr="00ED1A1D">
        <w:br/>
      </w:r>
      <w:r w:rsidRPr="00ED1A1D">
        <w:t>11/09/16 (16-029)</w:t>
      </w:r>
    </w:p>
    <w:p w14:paraId="7EC4779C" w14:textId="24FB65A6" w:rsidR="00843F05" w:rsidRPr="00ED1A1D" w:rsidRDefault="00843F05" w:rsidP="002F13A8">
      <w:pPr>
        <w:pStyle w:val="BodyText3"/>
      </w:pPr>
      <w:r w:rsidRPr="00ED1A1D">
        <w:t>2601</w:t>
      </w:r>
      <w:r w:rsidRPr="00ED1A1D">
        <w:tab/>
        <w:t>Reactive Inspection Decision Making Process for Fuel Facilities</w:t>
      </w:r>
      <w:r w:rsidR="00EB22A1" w:rsidRPr="00ED1A1D">
        <w:br/>
      </w:r>
      <w:r w:rsidRPr="00ED1A1D">
        <w:t>09/20/16 (16-023)</w:t>
      </w:r>
    </w:p>
    <w:p w14:paraId="3C8ABDA2" w14:textId="0E6AF2D0" w:rsidR="008C102A" w:rsidRPr="00ED1A1D" w:rsidRDefault="00843F05" w:rsidP="002F13A8">
      <w:pPr>
        <w:pStyle w:val="BodyText3"/>
      </w:pPr>
      <w:r w:rsidRPr="00ED1A1D">
        <w:t>2602</w:t>
      </w:r>
      <w:r w:rsidRPr="00ED1A1D">
        <w:tab/>
        <w:t xml:space="preserve">Decommissioning </w:t>
      </w:r>
      <w:r w:rsidR="00D44163" w:rsidRPr="00ED1A1D">
        <w:t>Fuel Cycle, Uranium Recovery, and</w:t>
      </w:r>
      <w:r w:rsidR="006D3A12" w:rsidRPr="00ED1A1D">
        <w:t xml:space="preserve"> Materials </w:t>
      </w:r>
      <w:r w:rsidRPr="00ED1A1D">
        <w:t xml:space="preserve">Inspection Program </w:t>
      </w:r>
      <w:r w:rsidR="006D3A12" w:rsidRPr="00ED1A1D">
        <w:t>12/15/22 (22-026)</w:t>
      </w:r>
    </w:p>
    <w:p w14:paraId="3199D41B" w14:textId="39F58B77" w:rsidR="006371BC" w:rsidRPr="00ED1A1D" w:rsidRDefault="00CE6157" w:rsidP="002F13A8">
      <w:pPr>
        <w:pStyle w:val="BodyText3"/>
      </w:pPr>
      <w:r w:rsidRPr="00ED1A1D">
        <w:t>2603</w:t>
      </w:r>
      <w:r w:rsidRPr="00ED1A1D">
        <w:tab/>
        <w:t>RESERVED</w:t>
      </w:r>
      <w:r w:rsidR="006371BC" w:rsidRPr="00ED1A1D">
        <w:t xml:space="preserve"> for Fuel </w:t>
      </w:r>
      <w:r w:rsidR="00477600" w:rsidRPr="00ED1A1D">
        <w:t xml:space="preserve">Cycle </w:t>
      </w:r>
      <w:r w:rsidR="006371BC" w:rsidRPr="00ED1A1D">
        <w:t>Facility Construction Inspection Program Assessment</w:t>
      </w:r>
    </w:p>
    <w:p w14:paraId="756AEAFE" w14:textId="02787021" w:rsidR="003C3A98" w:rsidRPr="00ED1A1D" w:rsidRDefault="003C3A98" w:rsidP="002F13A8">
      <w:pPr>
        <w:pStyle w:val="BodyText3"/>
      </w:pPr>
      <w:r w:rsidRPr="00ED1A1D">
        <w:t>2604</w:t>
      </w:r>
      <w:r w:rsidRPr="00ED1A1D">
        <w:tab/>
        <w:t xml:space="preserve">Licensee Performance Review </w:t>
      </w:r>
      <w:r w:rsidR="009A6C0D" w:rsidRPr="00ED1A1D">
        <w:t>01/31/22 (22-002)</w:t>
      </w:r>
    </w:p>
    <w:p w14:paraId="21C614A7" w14:textId="7806A1C4" w:rsidR="00491C78" w:rsidRPr="00ED1A1D" w:rsidRDefault="00491C78" w:rsidP="002F13A8">
      <w:pPr>
        <w:pStyle w:val="BodyText3"/>
      </w:pPr>
      <w:r w:rsidRPr="00ED1A1D">
        <w:t>2606</w:t>
      </w:r>
      <w:r w:rsidRPr="00ED1A1D">
        <w:tab/>
        <w:t xml:space="preserve">Assessment of the Risk Resulting </w:t>
      </w:r>
      <w:proofErr w:type="gramStart"/>
      <w:r w:rsidRPr="00ED1A1D">
        <w:t>From</w:t>
      </w:r>
      <w:proofErr w:type="gramEnd"/>
      <w:r w:rsidRPr="00ED1A1D">
        <w:t xml:space="preserve"> a </w:t>
      </w:r>
      <w:r w:rsidR="00723A8D" w:rsidRPr="00ED1A1D">
        <w:t>Potential Safety Non</w:t>
      </w:r>
      <w:r w:rsidR="00BD5F1F" w:rsidRPr="00ED1A1D">
        <w:t>c</w:t>
      </w:r>
      <w:r w:rsidR="00723A8D" w:rsidRPr="00ED1A1D">
        <w:t>ompliance</w:t>
      </w:r>
      <w:r w:rsidRPr="00ED1A1D">
        <w:t xml:space="preserve"> at a Fuel Cycle Facility</w:t>
      </w:r>
      <w:r w:rsidR="006F1372" w:rsidRPr="00ED1A1D">
        <w:t xml:space="preserve"> </w:t>
      </w:r>
      <w:r w:rsidR="007E781B" w:rsidRPr="00ED1A1D">
        <w:t>0</w:t>
      </w:r>
      <w:r w:rsidR="004D46AE" w:rsidRPr="00ED1A1D">
        <w:t>4</w:t>
      </w:r>
      <w:r w:rsidR="007E781B" w:rsidRPr="00ED1A1D">
        <w:t>/</w:t>
      </w:r>
      <w:r w:rsidR="004D46AE" w:rsidRPr="00ED1A1D">
        <w:t>0</w:t>
      </w:r>
      <w:r w:rsidR="007E781B" w:rsidRPr="00ED1A1D">
        <w:t>1/16</w:t>
      </w:r>
      <w:r w:rsidR="006F1372" w:rsidRPr="00ED1A1D">
        <w:t xml:space="preserve"> (1</w:t>
      </w:r>
      <w:r w:rsidR="007E781B" w:rsidRPr="00ED1A1D">
        <w:t>6-010</w:t>
      </w:r>
      <w:r w:rsidR="006F1372" w:rsidRPr="00ED1A1D">
        <w:t>)</w:t>
      </w:r>
    </w:p>
    <w:p w14:paraId="4713003E" w14:textId="3178DF2E" w:rsidR="006F1372" w:rsidRPr="00ED1A1D" w:rsidRDefault="006F1372" w:rsidP="002F13A8">
      <w:pPr>
        <w:pStyle w:val="BodyText3"/>
      </w:pPr>
      <w:r w:rsidRPr="00ED1A1D">
        <w:t>2606</w:t>
      </w:r>
      <w:r w:rsidR="00C766F8" w:rsidRPr="00ED1A1D">
        <w:t>,</w:t>
      </w:r>
      <w:r w:rsidRPr="00ED1A1D">
        <w:t xml:space="preserve"> E-2</w:t>
      </w:r>
      <w:r w:rsidRPr="00ED1A1D">
        <w:tab/>
      </w:r>
      <w:r w:rsidR="00C444EA" w:rsidRPr="00ED1A1D">
        <w:t>Evaluation</w:t>
      </w:r>
      <w:r w:rsidR="00EA14AA" w:rsidRPr="00ED1A1D">
        <w:t>s</w:t>
      </w:r>
      <w:r w:rsidR="00C444EA" w:rsidRPr="00ED1A1D">
        <w:t xml:space="preserve"> Based on Specific Licensee ISAs 09/26/12 (12-022)</w:t>
      </w:r>
    </w:p>
    <w:p w14:paraId="0FADFDDE" w14:textId="5D9AF899" w:rsidR="003C3A98" w:rsidRPr="00ED1A1D" w:rsidRDefault="003C3A98" w:rsidP="002F13A8">
      <w:pPr>
        <w:pStyle w:val="BodyText3"/>
      </w:pPr>
      <w:r w:rsidRPr="00ED1A1D">
        <w:t>2620</w:t>
      </w:r>
      <w:r w:rsidRPr="00ED1A1D">
        <w:tab/>
        <w:t>On-Site Construction Reviews o</w:t>
      </w:r>
      <w:r w:rsidR="007446CE" w:rsidRPr="00ED1A1D">
        <w:t xml:space="preserve">f Remedial Action at Inactive </w:t>
      </w:r>
      <w:r w:rsidRPr="00ED1A1D">
        <w:t>Uranium Mill Tailing Sites (Title I, Uranium Mill Tailings Radiation</w:t>
      </w:r>
      <w:r w:rsidR="00EE2B1A" w:rsidRPr="00ED1A1D">
        <w:t xml:space="preserve"> </w:t>
      </w:r>
      <w:r w:rsidRPr="00ED1A1D">
        <w:t xml:space="preserve">Control Act) </w:t>
      </w:r>
      <w:r w:rsidR="003E6312" w:rsidRPr="00ED1A1D">
        <w:br/>
      </w:r>
      <w:r w:rsidRPr="00ED1A1D">
        <w:t>10/05/01 (01-020)</w:t>
      </w:r>
    </w:p>
    <w:p w14:paraId="20F0E001" w14:textId="36B000CE" w:rsidR="003C3A98" w:rsidRPr="00ED1A1D" w:rsidRDefault="003C3A98" w:rsidP="002F13A8">
      <w:pPr>
        <w:pStyle w:val="BodyText3"/>
      </w:pPr>
      <w:r w:rsidRPr="00ED1A1D">
        <w:t>2630</w:t>
      </w:r>
      <w:r w:rsidRPr="00ED1A1D">
        <w:tab/>
        <w:t xml:space="preserve">Mixed Oxide Fuel Fabrication Facility Construction Inspection </w:t>
      </w:r>
      <w:r w:rsidR="000E790D" w:rsidRPr="00ED1A1D">
        <w:t>Program 09/20/16 (16-023</w:t>
      </w:r>
      <w:r w:rsidRPr="00ED1A1D">
        <w:t>)</w:t>
      </w:r>
    </w:p>
    <w:p w14:paraId="53CE3C3C" w14:textId="16F25ABA" w:rsidR="00001F94" w:rsidRPr="00ED1A1D" w:rsidRDefault="00001F94" w:rsidP="002F13A8">
      <w:pPr>
        <w:pStyle w:val="BodyText3"/>
      </w:pPr>
      <w:r w:rsidRPr="00ED1A1D">
        <w:t>2635</w:t>
      </w:r>
      <w:r w:rsidRPr="00ED1A1D">
        <w:tab/>
      </w:r>
      <w:r w:rsidR="00D91340" w:rsidRPr="00ED1A1D">
        <w:t>RESERVED</w:t>
      </w:r>
      <w:r w:rsidRPr="00ED1A1D">
        <w:t xml:space="preserve"> for Uranium Enrichment Facility Construction and Pre-Operational Readiness Review Inspection Programs</w:t>
      </w:r>
    </w:p>
    <w:p w14:paraId="06A9EE30" w14:textId="40FAF27F" w:rsidR="006C20E8" w:rsidRPr="00ED1A1D" w:rsidRDefault="006C20E8" w:rsidP="002F13A8">
      <w:pPr>
        <w:pStyle w:val="BodyText3"/>
      </w:pPr>
      <w:r w:rsidRPr="00ED1A1D">
        <w:t>2650</w:t>
      </w:r>
      <w:r w:rsidRPr="00ED1A1D">
        <w:tab/>
        <w:t xml:space="preserve">Fuel Cycle </w:t>
      </w:r>
      <w:r w:rsidR="00ED4AA7" w:rsidRPr="00ED1A1D">
        <w:t xml:space="preserve">Inspection </w:t>
      </w:r>
      <w:r w:rsidRPr="00ED1A1D">
        <w:t>Assessment Program</w:t>
      </w:r>
      <w:r w:rsidR="00081D23" w:rsidRPr="00ED1A1D">
        <w:t xml:space="preserve"> 11/08/18 (18-038)</w:t>
      </w:r>
    </w:p>
    <w:p w14:paraId="2771F409" w14:textId="05D9D5C0" w:rsidR="006C20E8" w:rsidRPr="00ED1A1D" w:rsidRDefault="003C3A98" w:rsidP="002F13A8">
      <w:pPr>
        <w:pStyle w:val="BodyText3"/>
      </w:pPr>
      <w:r w:rsidRPr="00ED1A1D">
        <w:t>2681</w:t>
      </w:r>
      <w:r w:rsidRPr="00ED1A1D">
        <w:tab/>
        <w:t xml:space="preserve">Physical Protection and Transport of </w:t>
      </w:r>
      <w:r w:rsidR="00C6501D" w:rsidRPr="00ED1A1D">
        <w:t>Special Nuclear Material</w:t>
      </w:r>
      <w:r w:rsidRPr="00ED1A1D">
        <w:t xml:space="preserve"> and Irradiated Fuel</w:t>
      </w:r>
      <w:r w:rsidR="005208E8" w:rsidRPr="00ED1A1D">
        <w:t xml:space="preserve"> </w:t>
      </w:r>
      <w:r w:rsidRPr="00ED1A1D">
        <w:t>Inspections of Fu</w:t>
      </w:r>
      <w:r w:rsidR="00B15881" w:rsidRPr="00ED1A1D">
        <w:t xml:space="preserve">el Facilities </w:t>
      </w:r>
      <w:r w:rsidR="00545024" w:rsidRPr="00ED1A1D">
        <w:t>10/27</w:t>
      </w:r>
      <w:r w:rsidR="00EB4ABE" w:rsidRPr="00ED1A1D">
        <w:t>/17</w:t>
      </w:r>
      <w:r w:rsidR="0009417F" w:rsidRPr="00ED1A1D">
        <w:t xml:space="preserve"> (</w:t>
      </w:r>
      <w:r w:rsidR="00545024" w:rsidRPr="00ED1A1D">
        <w:t>17-023</w:t>
      </w:r>
      <w:r w:rsidR="0009417F" w:rsidRPr="00ED1A1D">
        <w:t>)</w:t>
      </w:r>
    </w:p>
    <w:p w14:paraId="1A29E296" w14:textId="724AFEF6" w:rsidR="005F7B79" w:rsidRPr="00ED1A1D" w:rsidRDefault="005F7B79" w:rsidP="002F13A8">
      <w:pPr>
        <w:pStyle w:val="BodyText3"/>
      </w:pPr>
      <w:r w:rsidRPr="00ED1A1D">
        <w:t>2682</w:t>
      </w:r>
      <w:r w:rsidRPr="00ED1A1D">
        <w:tab/>
        <w:t>Technical Assistance for Safeguards MC&amp;A Inspections at</w:t>
      </w:r>
      <w:r w:rsidR="003E6312" w:rsidRPr="00ED1A1D">
        <w:br/>
      </w:r>
      <w:r w:rsidRPr="00ED1A1D">
        <w:t>Fuel Facilities 06/18/84 (84-18)</w:t>
      </w:r>
    </w:p>
    <w:p w14:paraId="53E6462B" w14:textId="68D977C5" w:rsidR="005F7B79" w:rsidRPr="00ED1A1D" w:rsidRDefault="005F7B79" w:rsidP="002F13A8">
      <w:pPr>
        <w:pStyle w:val="BodyText3"/>
      </w:pPr>
      <w:r w:rsidRPr="00ED1A1D">
        <w:t>2683</w:t>
      </w:r>
      <w:r w:rsidRPr="00ED1A1D">
        <w:tab/>
        <w:t>M</w:t>
      </w:r>
      <w:r w:rsidR="00D14806" w:rsidRPr="00ED1A1D">
        <w:t>aterial</w:t>
      </w:r>
      <w:r w:rsidR="00AE7028" w:rsidRPr="00ED1A1D">
        <w:t xml:space="preserve"> </w:t>
      </w:r>
      <w:r w:rsidRPr="00ED1A1D">
        <w:t>C</w:t>
      </w:r>
      <w:r w:rsidR="00AE7028" w:rsidRPr="00ED1A1D">
        <w:t xml:space="preserve">ontrol and </w:t>
      </w:r>
      <w:r w:rsidRPr="00ED1A1D">
        <w:t>A</w:t>
      </w:r>
      <w:r w:rsidR="00AE7028" w:rsidRPr="00ED1A1D">
        <w:t>ccounting</w:t>
      </w:r>
      <w:r w:rsidRPr="00ED1A1D">
        <w:t xml:space="preserve"> Inspection of Fuel </w:t>
      </w:r>
      <w:r w:rsidR="007949B8" w:rsidRPr="00ED1A1D">
        <w:t xml:space="preserve">Cycle </w:t>
      </w:r>
      <w:r w:rsidRPr="00ED1A1D">
        <w:t xml:space="preserve">Facilities </w:t>
      </w:r>
      <w:r w:rsidR="003E6312" w:rsidRPr="00ED1A1D">
        <w:br/>
      </w:r>
      <w:r w:rsidR="007949B8" w:rsidRPr="00ED1A1D">
        <w:t>02/07/24 (24-005)</w:t>
      </w:r>
    </w:p>
    <w:p w14:paraId="441EC9DF" w14:textId="45A049B5" w:rsidR="005F7B79" w:rsidRPr="00ED1A1D" w:rsidRDefault="005F7B79" w:rsidP="002F13A8">
      <w:pPr>
        <w:pStyle w:val="BodyText3"/>
      </w:pPr>
      <w:r w:rsidRPr="00ED1A1D">
        <w:t>2690</w:t>
      </w:r>
      <w:r w:rsidRPr="00ED1A1D">
        <w:tab/>
      </w:r>
      <w:r w:rsidR="00A62FC6" w:rsidRPr="00ED1A1D">
        <w:t>Inspection Program for Storage of Spent Reactor Fuel and Reactor-Related Greater-Than-Class C Waste at Independent Spent Fuel Storage Installations and for 10 CFR Part 71 Transportation Packagings</w:t>
      </w:r>
      <w:r w:rsidRPr="00ED1A1D">
        <w:t xml:space="preserve"> </w:t>
      </w:r>
      <w:r w:rsidR="003E6312" w:rsidRPr="00ED1A1D">
        <w:br/>
      </w:r>
      <w:r w:rsidR="00A62FC6" w:rsidRPr="00ED1A1D">
        <w:t>1</w:t>
      </w:r>
      <w:r w:rsidR="0000295C">
        <w:t>0/16/24</w:t>
      </w:r>
      <w:r w:rsidRPr="00ED1A1D">
        <w:t xml:space="preserve"> (</w:t>
      </w:r>
      <w:r w:rsidR="00A62FC6" w:rsidRPr="00ED1A1D">
        <w:t>2</w:t>
      </w:r>
      <w:r w:rsidR="0000295C">
        <w:t>4-028</w:t>
      </w:r>
      <w:r w:rsidRPr="00ED1A1D">
        <w:t>)</w:t>
      </w:r>
    </w:p>
    <w:p w14:paraId="6C333937" w14:textId="37055412" w:rsidR="008C625D" w:rsidRPr="00ED1A1D" w:rsidRDefault="009C76E2" w:rsidP="002F13A8">
      <w:pPr>
        <w:pStyle w:val="BodyText3"/>
      </w:pPr>
      <w:r w:rsidRPr="00ED1A1D">
        <w:t>2690/011</w:t>
      </w:r>
      <w:r w:rsidR="003E6312" w:rsidRPr="00ED1A1D">
        <w:t>, Rev 1</w:t>
      </w:r>
      <w:r w:rsidR="00986ABD" w:rsidRPr="00ED1A1D">
        <w:t xml:space="preserve">, </w:t>
      </w:r>
      <w:r w:rsidRPr="00ED1A1D">
        <w:t xml:space="preserve">Review of Aging Management Programs at Independent Spent Fuel </w:t>
      </w:r>
      <w:r w:rsidR="00986ABD" w:rsidRPr="00ED1A1D">
        <w:br/>
      </w:r>
      <w:r w:rsidR="00DB6E10" w:rsidRPr="00ED1A1D">
        <w:t>Storage</w:t>
      </w:r>
      <w:r w:rsidR="007B0023" w:rsidRPr="00ED1A1D">
        <w:t xml:space="preserve"> Installations 02/20/20 (20-010)</w:t>
      </w:r>
    </w:p>
    <w:p w14:paraId="6235A74F" w14:textId="0C7B7DDC" w:rsidR="00736DC0" w:rsidRPr="00ED1A1D" w:rsidRDefault="00736DC0" w:rsidP="002F13A8">
      <w:pPr>
        <w:pStyle w:val="BodyText3"/>
      </w:pPr>
      <w:r w:rsidRPr="00ED1A1D">
        <w:t>2691</w:t>
      </w:r>
      <w:r w:rsidRPr="00ED1A1D">
        <w:tab/>
        <w:t>Technical Basis for the Independent Spent Fuel Storage Installation Inspection Program</w:t>
      </w:r>
      <w:r w:rsidR="004D2BE1" w:rsidRPr="00ED1A1D">
        <w:t xml:space="preserve"> 12/07/20 (20-069)</w:t>
      </w:r>
    </w:p>
    <w:p w14:paraId="3F606FD8" w14:textId="002D7DE2" w:rsidR="005F7B79" w:rsidRPr="00ED1A1D" w:rsidRDefault="005F7B79" w:rsidP="002F13A8">
      <w:pPr>
        <w:pStyle w:val="BodyText3"/>
      </w:pPr>
      <w:r w:rsidRPr="00ED1A1D">
        <w:t>2694</w:t>
      </w:r>
      <w:r w:rsidRPr="00ED1A1D">
        <w:tab/>
      </w:r>
      <w:r w:rsidR="007B7872" w:rsidRPr="00ED1A1D">
        <w:t>Fuel Cycle</w:t>
      </w:r>
      <w:r w:rsidRPr="00ED1A1D">
        <w:t xml:space="preserve"> Facility Construction and</w:t>
      </w:r>
      <w:r w:rsidR="007B7872" w:rsidRPr="00ED1A1D">
        <w:t xml:space="preserve"> Pre-o</w:t>
      </w:r>
      <w:r w:rsidRPr="00ED1A1D">
        <w:t xml:space="preserve">perational Readiness Review </w:t>
      </w:r>
      <w:r w:rsidR="007B7872" w:rsidRPr="00ED1A1D">
        <w:t>Inspection Programs 0830/17 (17-017</w:t>
      </w:r>
      <w:r w:rsidRPr="00ED1A1D">
        <w:t>)</w:t>
      </w:r>
    </w:p>
    <w:p w14:paraId="71AF8BC1" w14:textId="6972E7E3" w:rsidR="005F7B79" w:rsidRPr="00ED1A1D" w:rsidRDefault="005F7B79" w:rsidP="002F13A8">
      <w:pPr>
        <w:pStyle w:val="BodyText3"/>
      </w:pPr>
      <w:r w:rsidRPr="00ED1A1D">
        <w:t>2696</w:t>
      </w:r>
      <w:r w:rsidRPr="00ED1A1D">
        <w:tab/>
        <w:t>Louisiana Energy Services Gas Centrifuge Facility Construction and Pre</w:t>
      </w:r>
      <w:r w:rsidR="00986ABD" w:rsidRPr="00ED1A1D">
        <w:noBreakHyphen/>
      </w:r>
      <w:r w:rsidRPr="00ED1A1D">
        <w:t xml:space="preserve">Operational Readiness Review Inspection Programs </w:t>
      </w:r>
      <w:r w:rsidR="00986ABD" w:rsidRPr="00ED1A1D">
        <w:br/>
      </w:r>
      <w:r w:rsidRPr="00ED1A1D">
        <w:t>10/19/06 (06-028)</w:t>
      </w:r>
    </w:p>
    <w:p w14:paraId="4319BC3F" w14:textId="77777777" w:rsidR="005F7B79" w:rsidRPr="00ED1A1D" w:rsidRDefault="005F7B79" w:rsidP="00616E37">
      <w:pPr>
        <w:pStyle w:val="BodyText2"/>
      </w:pPr>
      <w:r w:rsidRPr="00ED1A1D">
        <w:lastRenderedPageBreak/>
        <w:t>2700</w:t>
      </w:r>
      <w:r w:rsidRPr="00ED1A1D">
        <w:tab/>
      </w:r>
      <w:r w:rsidRPr="00ED1A1D">
        <w:rPr>
          <w:u w:val="single"/>
        </w:rPr>
        <w:t>Licensee Contractor and Vendor Inspection Program</w:t>
      </w:r>
      <w:r w:rsidRPr="00ED1A1D">
        <w:t xml:space="preserve"> </w:t>
      </w:r>
    </w:p>
    <w:p w14:paraId="20FBA418" w14:textId="77777777" w:rsidR="00843F05" w:rsidRPr="00ED1A1D" w:rsidRDefault="00843F05" w:rsidP="00616E37">
      <w:pPr>
        <w:pStyle w:val="BodyText2"/>
      </w:pPr>
      <w:r w:rsidRPr="00ED1A1D">
        <w:t>2800</w:t>
      </w:r>
      <w:r w:rsidRPr="00ED1A1D">
        <w:tab/>
      </w:r>
      <w:r w:rsidRPr="00ED1A1D">
        <w:rPr>
          <w:u w:val="single"/>
        </w:rPr>
        <w:t>Materials Inspection Program</w:t>
      </w:r>
    </w:p>
    <w:p w14:paraId="6506AECD" w14:textId="0CCB8F23" w:rsidR="00843F05" w:rsidRPr="00ED1A1D" w:rsidRDefault="00843F05" w:rsidP="002F13A8">
      <w:pPr>
        <w:pStyle w:val="BodyText3"/>
      </w:pPr>
      <w:r w:rsidRPr="00ED1A1D">
        <w:t>2800</w:t>
      </w:r>
      <w:r w:rsidRPr="00ED1A1D">
        <w:tab/>
        <w:t>Mater</w:t>
      </w:r>
      <w:r w:rsidR="003D17F7" w:rsidRPr="00ED1A1D">
        <w:t xml:space="preserve">ials Inspection Program </w:t>
      </w:r>
      <w:r w:rsidR="00756FD4" w:rsidRPr="00ED1A1D">
        <w:t>06/16/23 (23-017)</w:t>
      </w:r>
    </w:p>
    <w:p w14:paraId="13F548FE" w14:textId="1E74FD11" w:rsidR="007951D6" w:rsidRPr="00ED1A1D" w:rsidRDefault="007951D6" w:rsidP="002F13A8">
      <w:pPr>
        <w:pStyle w:val="BodyText3"/>
      </w:pPr>
      <w:r w:rsidRPr="00ED1A1D">
        <w:t>2800/041</w:t>
      </w:r>
      <w:r w:rsidRPr="00ED1A1D">
        <w:tab/>
        <w:t xml:space="preserve">10 CFR Part 37 </w:t>
      </w:r>
      <w:r w:rsidR="00BF5604" w:rsidRPr="00ED1A1D">
        <w:t>Physical</w:t>
      </w:r>
      <w:r w:rsidR="00AB14B5" w:rsidRPr="00ED1A1D">
        <w:t xml:space="preserve"> Protection of Category 1 and Category 2 Quantities of Radioactive Material </w:t>
      </w:r>
      <w:r w:rsidR="00D2221A" w:rsidRPr="00ED1A1D">
        <w:t xml:space="preserve">at Facilities with a </w:t>
      </w:r>
      <w:r w:rsidR="00583C53" w:rsidRPr="00ED1A1D">
        <w:t xml:space="preserve">10 CFR </w:t>
      </w:r>
      <w:r w:rsidRPr="00ED1A1D">
        <w:t xml:space="preserve">Part 73 Physical Protection </w:t>
      </w:r>
      <w:proofErr w:type="gramStart"/>
      <w:r w:rsidRPr="00ED1A1D">
        <w:t>Program</w:t>
      </w:r>
      <w:r w:rsidR="00583C53" w:rsidRPr="00ED1A1D">
        <w:t xml:space="preserve">  </w:t>
      </w:r>
      <w:r w:rsidR="00E17F1E" w:rsidRPr="00ED1A1D">
        <w:t>07</w:t>
      </w:r>
      <w:proofErr w:type="gramEnd"/>
      <w:r w:rsidR="00E17F1E" w:rsidRPr="00ED1A1D">
        <w:t>/01/15 (15</w:t>
      </w:r>
      <w:r w:rsidR="003D0E50" w:rsidRPr="00ED1A1D">
        <w:t>-01</w:t>
      </w:r>
      <w:r w:rsidR="00E17F1E" w:rsidRPr="00ED1A1D">
        <w:t>3</w:t>
      </w:r>
      <w:r w:rsidRPr="00ED1A1D">
        <w:t>)</w:t>
      </w:r>
    </w:p>
    <w:p w14:paraId="00890812" w14:textId="10744C7F" w:rsidR="008A0A3E" w:rsidRPr="00ED1A1D" w:rsidRDefault="008A0A3E" w:rsidP="002F13A8">
      <w:pPr>
        <w:pStyle w:val="BodyText3"/>
      </w:pPr>
      <w:r w:rsidRPr="00ED1A1D">
        <w:t>2800/043</w:t>
      </w:r>
      <w:r w:rsidR="002F13A8" w:rsidRPr="00ED1A1D">
        <w:t xml:space="preserve"> Rev 4, </w:t>
      </w:r>
      <w:r w:rsidRPr="00ED1A1D">
        <w:t>Inspection of Facilities Potentially Co</w:t>
      </w:r>
      <w:r w:rsidR="000E4C45" w:rsidRPr="00ED1A1D">
        <w:t>ntaminated with Discrete Radium</w:t>
      </w:r>
      <w:r w:rsidR="002F13A8" w:rsidRPr="00ED1A1D">
        <w:br/>
      </w:r>
      <w:r w:rsidRPr="00ED1A1D">
        <w:t>226 Sources</w:t>
      </w:r>
      <w:r w:rsidR="00F71AE0" w:rsidRPr="00ED1A1D">
        <w:t xml:space="preserve"> </w:t>
      </w:r>
      <w:bookmarkStart w:id="34" w:name="_Hlk59523927"/>
      <w:r w:rsidR="0088458C" w:rsidRPr="00ED1A1D">
        <w:t>12/22/20</w:t>
      </w:r>
      <w:r w:rsidR="000E4C45" w:rsidRPr="00ED1A1D">
        <w:t xml:space="preserve"> </w:t>
      </w:r>
      <w:bookmarkEnd w:id="34"/>
      <w:r w:rsidR="000E4C45" w:rsidRPr="00ED1A1D">
        <w:t>(</w:t>
      </w:r>
      <w:r w:rsidR="0088458C" w:rsidRPr="00ED1A1D">
        <w:t>20-076</w:t>
      </w:r>
      <w:r w:rsidR="00BB65F5" w:rsidRPr="00ED1A1D">
        <w:t>)</w:t>
      </w:r>
    </w:p>
    <w:p w14:paraId="332F4993" w14:textId="6B3F5EBF" w:rsidR="001D3117" w:rsidRPr="00ED1A1D" w:rsidRDefault="00CE1DAD" w:rsidP="002F13A8">
      <w:pPr>
        <w:pStyle w:val="BodyText3"/>
      </w:pPr>
      <w:r w:rsidRPr="00ED1A1D">
        <w:t>2800/044</w:t>
      </w:r>
      <w:r w:rsidRPr="00ED1A1D">
        <w:tab/>
      </w:r>
      <w:r w:rsidR="006E1BF8" w:rsidRPr="00ED1A1D">
        <w:t>Assessment of Physical Protection Requirements Under 10</w:t>
      </w:r>
      <w:r w:rsidR="00736C9E" w:rsidRPr="00ED1A1D">
        <w:t> </w:t>
      </w:r>
      <w:r w:rsidR="006E1BF8" w:rsidRPr="00ED1A1D">
        <w:t>CFR 150.14 for Agreement State Licensees Possessing</w:t>
      </w:r>
      <w:r w:rsidR="000A2B3B" w:rsidRPr="00ED1A1D">
        <w:t xml:space="preserve">, Using, or </w:t>
      </w:r>
      <w:proofErr w:type="gramStart"/>
      <w:r w:rsidR="000A2B3B" w:rsidRPr="00ED1A1D">
        <w:t>Transporting</w:t>
      </w:r>
      <w:r w:rsidR="00E97790" w:rsidRPr="00ED1A1D">
        <w:t xml:space="preserve"> </w:t>
      </w:r>
      <w:r w:rsidR="006E1BF8" w:rsidRPr="00ED1A1D">
        <w:t xml:space="preserve"> Special</w:t>
      </w:r>
      <w:proofErr w:type="gramEnd"/>
      <w:r w:rsidR="006E1BF8" w:rsidRPr="00ED1A1D">
        <w:t xml:space="preserve"> </w:t>
      </w:r>
      <w:r w:rsidR="00B554A1" w:rsidRPr="00ED1A1D">
        <w:t>Nuclear Material</w:t>
      </w:r>
      <w:r w:rsidR="00E97790" w:rsidRPr="00ED1A1D">
        <w:t xml:space="preserve"> of </w:t>
      </w:r>
      <w:r w:rsidR="00B554A1" w:rsidRPr="00ED1A1D">
        <w:t>Low Strategic Significance</w:t>
      </w:r>
      <w:r w:rsidR="009A7CEC" w:rsidRPr="00ED1A1D">
        <w:t xml:space="preserve"> 03/06/23 (23-005)</w:t>
      </w:r>
    </w:p>
    <w:p w14:paraId="2407507D" w14:textId="1005991E" w:rsidR="008E4F8D" w:rsidRPr="00ED1A1D" w:rsidRDefault="003C3A98" w:rsidP="002F13A8">
      <w:pPr>
        <w:pStyle w:val="BodyText3"/>
      </w:pPr>
      <w:r w:rsidRPr="00ED1A1D">
        <w:t>2801</w:t>
      </w:r>
      <w:r w:rsidRPr="00ED1A1D">
        <w:tab/>
        <w:t xml:space="preserve">Uranium </w:t>
      </w:r>
      <w:r w:rsidR="009A2572" w:rsidRPr="00ED1A1D">
        <w:t>Recovery</w:t>
      </w:r>
      <w:r w:rsidRPr="00ED1A1D">
        <w:t xml:space="preserve"> </w:t>
      </w:r>
      <w:r w:rsidR="009A2572" w:rsidRPr="00ED1A1D">
        <w:t xml:space="preserve">and </w:t>
      </w:r>
      <w:r w:rsidRPr="00ED1A1D">
        <w:t>11</w:t>
      </w:r>
      <w:proofErr w:type="gramStart"/>
      <w:r w:rsidRPr="00ED1A1D">
        <w:t>e.(</w:t>
      </w:r>
      <w:proofErr w:type="gramEnd"/>
      <w:r w:rsidRPr="00ED1A1D">
        <w:t>2) Byproduct</w:t>
      </w:r>
      <w:r w:rsidR="00475480" w:rsidRPr="00ED1A1D">
        <w:t xml:space="preserve"> Material </w:t>
      </w:r>
      <w:r w:rsidRPr="00ED1A1D">
        <w:t xml:space="preserve">Facility Inspection Program </w:t>
      </w:r>
      <w:r w:rsidR="008C113B" w:rsidRPr="00ED1A1D">
        <w:t>07/26/24 (24-022)</w:t>
      </w:r>
    </w:p>
    <w:p w14:paraId="043973E9" w14:textId="007C94F8" w:rsidR="005F7B79" w:rsidRPr="00ED1A1D" w:rsidRDefault="005F7B79" w:rsidP="002F13A8">
      <w:pPr>
        <w:pStyle w:val="BodyText3"/>
      </w:pPr>
      <w:r w:rsidRPr="00ED1A1D">
        <w:t>2810</w:t>
      </w:r>
      <w:r w:rsidRPr="00ED1A1D">
        <w:tab/>
        <w:t xml:space="preserve">Master Material License Oversight and Inspection Program </w:t>
      </w:r>
      <w:r w:rsidR="007E5B5D" w:rsidRPr="00ED1A1D">
        <w:br/>
      </w:r>
      <w:r w:rsidR="00E4311A" w:rsidRPr="00ED1A1D">
        <w:t>10/29/21 (21-036)</w:t>
      </w:r>
    </w:p>
    <w:p w14:paraId="17216D6D" w14:textId="2CBC1200" w:rsidR="005F7B79" w:rsidRPr="00ED1A1D" w:rsidRDefault="005F7B79" w:rsidP="002F13A8">
      <w:pPr>
        <w:pStyle w:val="BodyText3"/>
      </w:pPr>
      <w:r w:rsidRPr="00ED1A1D">
        <w:t>2815</w:t>
      </w:r>
      <w:r w:rsidRPr="00ED1A1D">
        <w:tab/>
        <w:t>Construction and Preoperational Inspection of Panoramic,</w:t>
      </w:r>
      <w:r w:rsidR="00E7140E" w:rsidRPr="00ED1A1D">
        <w:br/>
      </w:r>
      <w:r w:rsidRPr="00ED1A1D">
        <w:t>Wet-Source-Storage Gamma Irradiators 03/27/01 (01-010)</w:t>
      </w:r>
    </w:p>
    <w:p w14:paraId="48A2CCBA" w14:textId="77777777" w:rsidR="005F7B79" w:rsidRPr="00ED1A1D" w:rsidRDefault="005F7B79" w:rsidP="00616E37">
      <w:pPr>
        <w:pStyle w:val="BodyText2"/>
      </w:pPr>
      <w:r w:rsidRPr="00ED1A1D">
        <w:t>2900</w:t>
      </w:r>
      <w:r w:rsidRPr="00ED1A1D">
        <w:tab/>
      </w:r>
      <w:r w:rsidRPr="00ED1A1D">
        <w:rPr>
          <w:u w:val="single"/>
        </w:rPr>
        <w:t>Performance Appraisal Program</w:t>
      </w:r>
    </w:p>
    <w:p w14:paraId="6F2841B2" w14:textId="5AE30DC4" w:rsidR="005F7B79" w:rsidRPr="00ED1A1D" w:rsidRDefault="005F7B79" w:rsidP="002F13A8">
      <w:pPr>
        <w:pStyle w:val="BodyText3"/>
      </w:pPr>
      <w:r w:rsidRPr="00ED1A1D">
        <w:t>2901</w:t>
      </w:r>
      <w:r w:rsidRPr="00ED1A1D">
        <w:tab/>
        <w:t xml:space="preserve">Team Inspections </w:t>
      </w:r>
      <w:r w:rsidR="00362681" w:rsidRPr="00ED1A1D">
        <w:t>05/20/22 (22-010)</w:t>
      </w:r>
      <w:r w:rsidRPr="00ED1A1D">
        <w:t xml:space="preserve"> </w:t>
      </w:r>
    </w:p>
    <w:p w14:paraId="766D3D47" w14:textId="3BF772AD" w:rsidR="005F7B79" w:rsidRPr="00ED1A1D" w:rsidRDefault="005F7B79" w:rsidP="002F13A8">
      <w:pPr>
        <w:pStyle w:val="BodyText3"/>
      </w:pPr>
      <w:r w:rsidRPr="00ED1A1D">
        <w:t>2920</w:t>
      </w:r>
      <w:r w:rsidRPr="00ED1A1D">
        <w:tab/>
        <w:t>Construction Appraisal Team Inspection Program 03/29/85 (85-11)</w:t>
      </w:r>
    </w:p>
    <w:p w14:paraId="1633C4A3" w14:textId="77777777" w:rsidR="005F7B79" w:rsidRPr="00ED1A1D" w:rsidRDefault="005F7B79" w:rsidP="0026436D">
      <w:pPr>
        <w:pStyle w:val="Heading1"/>
      </w:pPr>
      <w:r w:rsidRPr="00ED1A1D">
        <w:t>3000</w:t>
      </w:r>
      <w:r w:rsidRPr="00ED1A1D">
        <w:tab/>
      </w:r>
      <w:r w:rsidRPr="00ED1A1D">
        <w:rPr>
          <w:u w:val="single"/>
        </w:rPr>
        <w:t>Management Meetings</w:t>
      </w:r>
    </w:p>
    <w:p w14:paraId="78752815" w14:textId="77777777" w:rsidR="00843F05" w:rsidRPr="00ED1A1D" w:rsidRDefault="00843F05" w:rsidP="00616E37">
      <w:pPr>
        <w:pStyle w:val="BodyText2"/>
      </w:pPr>
      <w:r w:rsidRPr="00ED1A1D">
        <w:t>3100</w:t>
      </w:r>
      <w:r w:rsidRPr="00ED1A1D">
        <w:tab/>
      </w:r>
      <w:r w:rsidRPr="00ED1A1D">
        <w:rPr>
          <w:u w:val="single"/>
        </w:rPr>
        <w:t>Reserved</w:t>
      </w:r>
    </w:p>
    <w:p w14:paraId="0F27E29F" w14:textId="77777777" w:rsidR="00843F05" w:rsidRPr="00ED1A1D" w:rsidRDefault="00843F05" w:rsidP="00616E37">
      <w:pPr>
        <w:pStyle w:val="BodyText2"/>
      </w:pPr>
      <w:r w:rsidRPr="00ED1A1D">
        <w:t>3200</w:t>
      </w:r>
      <w:r w:rsidRPr="00ED1A1D">
        <w:tab/>
      </w:r>
      <w:r w:rsidRPr="00ED1A1D">
        <w:rPr>
          <w:u w:val="single"/>
        </w:rPr>
        <w:t>Reserved</w:t>
      </w:r>
    </w:p>
    <w:p w14:paraId="675B644C" w14:textId="77777777" w:rsidR="00843F05" w:rsidRPr="00ED1A1D" w:rsidRDefault="00843F05" w:rsidP="00616E37">
      <w:pPr>
        <w:pStyle w:val="BodyText2"/>
      </w:pPr>
      <w:r w:rsidRPr="00ED1A1D">
        <w:t>3300</w:t>
      </w:r>
      <w:r w:rsidRPr="00ED1A1D">
        <w:tab/>
      </w:r>
      <w:r w:rsidRPr="00ED1A1D">
        <w:rPr>
          <w:u w:val="single"/>
        </w:rPr>
        <w:t>Reserved</w:t>
      </w:r>
    </w:p>
    <w:p w14:paraId="10E15DCA" w14:textId="30794646" w:rsidR="00843F05" w:rsidRPr="00ED1A1D" w:rsidRDefault="006F7BBB" w:rsidP="00616E37">
      <w:pPr>
        <w:pStyle w:val="BodyText2"/>
        <w:rPr>
          <w:u w:val="single"/>
        </w:rPr>
      </w:pPr>
      <w:r w:rsidRPr="00ED1A1D">
        <w:t>3400</w:t>
      </w:r>
      <w:r w:rsidRPr="00ED1A1D">
        <w:tab/>
      </w:r>
      <w:r w:rsidR="00843F05" w:rsidRPr="00ED1A1D">
        <w:rPr>
          <w:u w:val="single"/>
        </w:rPr>
        <w:t>Reserved</w:t>
      </w:r>
    </w:p>
    <w:p w14:paraId="2EE9129F" w14:textId="77777777" w:rsidR="00E4446D" w:rsidRPr="00ED1A1D" w:rsidRDefault="00E4446D" w:rsidP="00616E37">
      <w:pPr>
        <w:pStyle w:val="BodyText2"/>
      </w:pPr>
      <w:r w:rsidRPr="00ED1A1D">
        <w:t>3500</w:t>
      </w:r>
      <w:r w:rsidRPr="00ED1A1D">
        <w:tab/>
      </w:r>
      <w:r w:rsidRPr="00ED1A1D">
        <w:rPr>
          <w:u w:val="single"/>
        </w:rPr>
        <w:t>Quality Assurance</w:t>
      </w:r>
    </w:p>
    <w:p w14:paraId="441EA3A5" w14:textId="367A44A1" w:rsidR="00E4446D" w:rsidRPr="00ED1A1D" w:rsidRDefault="0028757F" w:rsidP="002F13A8">
      <w:pPr>
        <w:pStyle w:val="BodyText3"/>
      </w:pPr>
      <w:r w:rsidRPr="00ED1A1D">
        <w:t>35007</w:t>
      </w:r>
      <w:r w:rsidRPr="00ED1A1D">
        <w:tab/>
      </w:r>
      <w:r w:rsidR="00E4446D" w:rsidRPr="00ED1A1D">
        <w:t>Quality Assurance Program Implementation During Construction and Pre</w:t>
      </w:r>
      <w:r w:rsidR="00C83314" w:rsidRPr="00ED1A1D">
        <w:noBreakHyphen/>
      </w:r>
      <w:r w:rsidR="00E4446D" w:rsidRPr="00ED1A1D">
        <w:t xml:space="preserve">Construction </w:t>
      </w:r>
      <w:proofErr w:type="gramStart"/>
      <w:r w:rsidR="00E4446D" w:rsidRPr="00ED1A1D">
        <w:t xml:space="preserve">Activities </w:t>
      </w:r>
      <w:r w:rsidR="00675D57" w:rsidRPr="00ED1A1D">
        <w:t xml:space="preserve"> 02</w:t>
      </w:r>
      <w:proofErr w:type="gramEnd"/>
      <w:r w:rsidR="00675D57" w:rsidRPr="00ED1A1D">
        <w:t>/09/22 (22-003)</w:t>
      </w:r>
    </w:p>
    <w:p w14:paraId="105D617B" w14:textId="0BA79CDF" w:rsidR="005F7B79" w:rsidRPr="00ED1A1D" w:rsidRDefault="005F7B79" w:rsidP="002F13A8">
      <w:pPr>
        <w:pStyle w:val="BodyText3"/>
      </w:pPr>
      <w:r w:rsidRPr="00ED1A1D">
        <w:t>35017</w:t>
      </w:r>
      <w:r w:rsidRPr="00ED1A1D">
        <w:tab/>
        <w:t xml:space="preserve">Quality Assurance Implementation Inspection </w:t>
      </w:r>
      <w:r w:rsidR="00331D5D" w:rsidRPr="00ED1A1D">
        <w:t>12/10/20</w:t>
      </w:r>
      <w:r w:rsidRPr="00ED1A1D">
        <w:t xml:space="preserve"> (</w:t>
      </w:r>
      <w:r w:rsidR="00331D5D" w:rsidRPr="00ED1A1D">
        <w:t>20-070</w:t>
      </w:r>
      <w:r w:rsidRPr="00ED1A1D">
        <w:t>)</w:t>
      </w:r>
    </w:p>
    <w:p w14:paraId="69715D36" w14:textId="3839DC52" w:rsidR="005F7B79" w:rsidRPr="00ED1A1D" w:rsidRDefault="005F7B79" w:rsidP="002F13A8">
      <w:pPr>
        <w:pStyle w:val="BodyText3"/>
      </w:pPr>
      <w:r w:rsidRPr="00ED1A1D">
        <w:t>35023</w:t>
      </w:r>
      <w:r w:rsidRPr="00ED1A1D">
        <w:tab/>
      </w:r>
      <w:r w:rsidR="00D91340" w:rsidRPr="00ED1A1D">
        <w:t>RESERVED</w:t>
      </w:r>
      <w:r w:rsidRPr="00ED1A1D">
        <w:t xml:space="preserve"> for Design Reliability Assurance Program</w:t>
      </w:r>
    </w:p>
    <w:p w14:paraId="3D11BCEE" w14:textId="1EC6104E" w:rsidR="005F7B79" w:rsidRPr="00ED1A1D" w:rsidRDefault="005F7B79" w:rsidP="002F13A8">
      <w:pPr>
        <w:pStyle w:val="BodyText3"/>
      </w:pPr>
      <w:r w:rsidRPr="00ED1A1D">
        <w:t>35031</w:t>
      </w:r>
      <w:r w:rsidRPr="00ED1A1D">
        <w:tab/>
      </w:r>
      <w:r w:rsidR="00D91340" w:rsidRPr="00ED1A1D">
        <w:t>RESERVED</w:t>
      </w:r>
      <w:r w:rsidRPr="00ED1A1D">
        <w:t xml:space="preserve"> for Design Certification Pre-Meeting</w:t>
      </w:r>
    </w:p>
    <w:p w14:paraId="6C89C7E8" w14:textId="2F6C43FF" w:rsidR="005F7B79" w:rsidRPr="00ED1A1D" w:rsidRDefault="005F7B79" w:rsidP="002F13A8">
      <w:pPr>
        <w:pStyle w:val="BodyText3"/>
      </w:pPr>
      <w:r w:rsidRPr="00ED1A1D">
        <w:t>35032</w:t>
      </w:r>
      <w:r w:rsidRPr="00ED1A1D">
        <w:tab/>
      </w:r>
      <w:r w:rsidR="00D91340" w:rsidRPr="00ED1A1D">
        <w:t>RESERVED</w:t>
      </w:r>
      <w:r w:rsidRPr="00ED1A1D">
        <w:t xml:space="preserve"> for Pre-Docketing Design Certification Quality Assurance Controls Inspection</w:t>
      </w:r>
    </w:p>
    <w:p w14:paraId="7CC6FA20" w14:textId="7BD83928" w:rsidR="005F7B79" w:rsidRPr="00ED1A1D" w:rsidRDefault="005F7B79" w:rsidP="002F13A8">
      <w:pPr>
        <w:pStyle w:val="BodyText3"/>
      </w:pPr>
      <w:r w:rsidRPr="00ED1A1D">
        <w:lastRenderedPageBreak/>
        <w:t>35033</w:t>
      </w:r>
      <w:r w:rsidRPr="00ED1A1D">
        <w:tab/>
      </w:r>
      <w:r w:rsidR="00D91340" w:rsidRPr="00ED1A1D">
        <w:t>RESERVED</w:t>
      </w:r>
      <w:r w:rsidRPr="00ED1A1D">
        <w:t xml:space="preserve"> for Post-Docketing Design Certification Quality Assurance</w:t>
      </w:r>
      <w:r w:rsidR="007909F0" w:rsidRPr="00ED1A1D">
        <w:br/>
      </w:r>
      <w:r w:rsidRPr="00ED1A1D">
        <w:t>Controls Inspection</w:t>
      </w:r>
    </w:p>
    <w:p w14:paraId="78769EB9" w14:textId="3115BDDA" w:rsidR="005F7B79" w:rsidRPr="00ED1A1D" w:rsidRDefault="005F7B79" w:rsidP="002F13A8">
      <w:pPr>
        <w:pStyle w:val="BodyText3"/>
      </w:pPr>
      <w:r w:rsidRPr="00ED1A1D">
        <w:t>35034</w:t>
      </w:r>
      <w:r w:rsidRPr="00ED1A1D">
        <w:tab/>
        <w:t xml:space="preserve">Design Certification Testing Inspection </w:t>
      </w:r>
      <w:r w:rsidR="004F0984" w:rsidRPr="00ED1A1D">
        <w:t>03/23/20</w:t>
      </w:r>
      <w:r w:rsidRPr="00ED1A1D">
        <w:t xml:space="preserve"> (</w:t>
      </w:r>
      <w:r w:rsidR="004F0984" w:rsidRPr="00ED1A1D">
        <w:t>20</w:t>
      </w:r>
      <w:r w:rsidRPr="00ED1A1D">
        <w:t>-0</w:t>
      </w:r>
      <w:r w:rsidR="004F0984" w:rsidRPr="00ED1A1D">
        <w:t>17</w:t>
      </w:r>
      <w:r w:rsidRPr="00ED1A1D">
        <w:t>)</w:t>
      </w:r>
    </w:p>
    <w:p w14:paraId="0DF7D2F7" w14:textId="42643045" w:rsidR="005F7B79" w:rsidRPr="00ED1A1D" w:rsidRDefault="005F7B79" w:rsidP="002F13A8">
      <w:pPr>
        <w:pStyle w:val="BodyText3"/>
      </w:pPr>
      <w:r w:rsidRPr="00ED1A1D">
        <w:t>35101</w:t>
      </w:r>
      <w:r w:rsidRPr="00ED1A1D">
        <w:tab/>
        <w:t>QA Program Implementation Inspection for Operational Programs</w:t>
      </w:r>
      <w:r w:rsidR="007909F0" w:rsidRPr="00ED1A1D">
        <w:br/>
      </w:r>
      <w:r w:rsidR="00D25F80" w:rsidRPr="00ED1A1D">
        <w:t xml:space="preserve">12/29/21 (21-041) </w:t>
      </w:r>
    </w:p>
    <w:p w14:paraId="762A76C2" w14:textId="1D15A967" w:rsidR="009C76E2" w:rsidRPr="00ED1A1D" w:rsidRDefault="005F7B79" w:rsidP="002F13A8">
      <w:pPr>
        <w:pStyle w:val="BodyText3"/>
      </w:pPr>
      <w:r w:rsidRPr="00ED1A1D">
        <w:t>35710</w:t>
      </w:r>
      <w:r w:rsidRPr="00ED1A1D">
        <w:tab/>
        <w:t xml:space="preserve">Quality Assurance Inspection of </w:t>
      </w:r>
      <w:r w:rsidR="008C766F" w:rsidRPr="00ED1A1D">
        <w:t xml:space="preserve">Safety-Related </w:t>
      </w:r>
      <w:r w:rsidRPr="00ED1A1D">
        <w:t>Software</w:t>
      </w:r>
      <w:r w:rsidR="009C76E2" w:rsidRPr="00ED1A1D">
        <w:t xml:space="preserve"> Used </w:t>
      </w:r>
      <w:r w:rsidR="00127201" w:rsidRPr="00ED1A1D">
        <w:t xml:space="preserve">for Digital Instrumentation and Control </w:t>
      </w:r>
      <w:r w:rsidR="009C76E2" w:rsidRPr="00ED1A1D">
        <w:t>in Nuclear Applications</w:t>
      </w:r>
      <w:r w:rsidR="00127201" w:rsidRPr="00ED1A1D">
        <w:t xml:space="preserve"> 04/18/24 (24-011)</w:t>
      </w:r>
    </w:p>
    <w:p w14:paraId="561ADE18" w14:textId="69F5B6F2" w:rsidR="005F7B79" w:rsidRPr="00ED1A1D" w:rsidRDefault="005F7B79" w:rsidP="002F13A8">
      <w:pPr>
        <w:pStyle w:val="BodyText3"/>
      </w:pPr>
      <w:r w:rsidRPr="00ED1A1D">
        <w:t>35962</w:t>
      </w:r>
      <w:r w:rsidRPr="00ED1A1D">
        <w:tab/>
      </w:r>
      <w:r w:rsidR="00CE6157" w:rsidRPr="00ED1A1D">
        <w:t>RESERVED</w:t>
      </w:r>
      <w:r w:rsidRPr="00ED1A1D">
        <w:t xml:space="preserve"> for Part 52 QA Program Evaluation of Engineering Service Organization</w:t>
      </w:r>
    </w:p>
    <w:p w14:paraId="547E969A" w14:textId="052FDE38" w:rsidR="00843F05" w:rsidRPr="00ED1A1D" w:rsidRDefault="00843F05" w:rsidP="00616E37">
      <w:pPr>
        <w:pStyle w:val="BodyText2"/>
      </w:pPr>
      <w:r w:rsidRPr="00ED1A1D">
        <w:t>3600</w:t>
      </w:r>
      <w:r w:rsidRPr="00ED1A1D">
        <w:tab/>
      </w:r>
      <w:r w:rsidRPr="00ED1A1D">
        <w:rPr>
          <w:u w:val="single"/>
        </w:rPr>
        <w:t>Organization and Administration</w:t>
      </w:r>
    </w:p>
    <w:p w14:paraId="24FA6FBB" w14:textId="17B35174" w:rsidR="00843F05" w:rsidRPr="00ED1A1D" w:rsidRDefault="00843F05" w:rsidP="002F13A8">
      <w:pPr>
        <w:pStyle w:val="BodyText3"/>
      </w:pPr>
      <w:bookmarkStart w:id="35" w:name="OLE_LINK3"/>
      <w:bookmarkStart w:id="36" w:name="OLE_LINK4"/>
      <w:r w:rsidRPr="00ED1A1D">
        <w:t>36100</w:t>
      </w:r>
      <w:r w:rsidRPr="00ED1A1D">
        <w:tab/>
        <w:t>Inspection of 10 CFR Part</w:t>
      </w:r>
      <w:r w:rsidR="0086717C" w:rsidRPr="00ED1A1D">
        <w:t xml:space="preserve"> </w:t>
      </w:r>
      <w:r w:rsidRPr="00ED1A1D">
        <w:t xml:space="preserve">21 </w:t>
      </w:r>
      <w:r w:rsidR="00197416" w:rsidRPr="00ED1A1D">
        <w:t xml:space="preserve">and </w:t>
      </w:r>
      <w:r w:rsidRPr="00ED1A1D">
        <w:t>Programs for</w:t>
      </w:r>
      <w:r w:rsidR="00197416" w:rsidRPr="00ED1A1D">
        <w:t xml:space="preserve"> </w:t>
      </w:r>
      <w:r w:rsidRPr="00ED1A1D">
        <w:t>Reporting Defects and Noncompliance</w:t>
      </w:r>
      <w:bookmarkEnd w:id="35"/>
      <w:bookmarkEnd w:id="36"/>
      <w:r w:rsidR="00677A1F" w:rsidRPr="00ED1A1D">
        <w:t xml:space="preserve"> </w:t>
      </w:r>
      <w:r w:rsidR="00D4579E" w:rsidRPr="00ED1A1D">
        <w:t>02/10/23 (23-003)</w:t>
      </w:r>
    </w:p>
    <w:p w14:paraId="369D291C" w14:textId="6872CF4C" w:rsidR="00843F05" w:rsidRPr="00ED1A1D" w:rsidRDefault="00843F05" w:rsidP="002F13A8">
      <w:pPr>
        <w:pStyle w:val="BodyText3"/>
      </w:pPr>
      <w:r w:rsidRPr="00ED1A1D">
        <w:t>36100.01</w:t>
      </w:r>
      <w:r w:rsidRPr="00ED1A1D">
        <w:tab/>
        <w:t xml:space="preserve">Inspection of 10 CFR </w:t>
      </w:r>
      <w:r w:rsidR="00E33EDB" w:rsidRPr="00ED1A1D">
        <w:t>50.55(e)</w:t>
      </w:r>
      <w:r w:rsidR="00763EAA" w:rsidRPr="00ED1A1D">
        <w:t xml:space="preserve"> </w:t>
      </w:r>
      <w:r w:rsidRPr="00ED1A1D">
        <w:t xml:space="preserve">Programs for Reporting Defects and Noncompliance During Construction </w:t>
      </w:r>
      <w:r w:rsidR="00095EB6" w:rsidRPr="00ED1A1D">
        <w:t>03/0</w:t>
      </w:r>
      <w:r w:rsidR="00141573" w:rsidRPr="00ED1A1D">
        <w:t>8</w:t>
      </w:r>
      <w:r w:rsidR="00095EB6" w:rsidRPr="00ED1A1D">
        <w:t>/23 (23-007)</w:t>
      </w:r>
    </w:p>
    <w:p w14:paraId="463ED849" w14:textId="77777777" w:rsidR="00843F05" w:rsidRPr="00ED1A1D" w:rsidRDefault="00843F05" w:rsidP="002F13A8">
      <w:pPr>
        <w:pStyle w:val="BodyText3"/>
      </w:pPr>
      <w:r w:rsidRPr="00ED1A1D">
        <w:t>36302</w:t>
      </w:r>
      <w:r w:rsidRPr="00ED1A1D">
        <w:tab/>
        <w:t>Part 52. Operational Staffing 08/19/08 (08-024)</w:t>
      </w:r>
    </w:p>
    <w:p w14:paraId="6ACBE5D2" w14:textId="77777777" w:rsidR="00473CD6" w:rsidRPr="00ED1A1D" w:rsidRDefault="00473CD6" w:rsidP="00616E37">
      <w:pPr>
        <w:pStyle w:val="BodyText2"/>
      </w:pPr>
      <w:r w:rsidRPr="00ED1A1D">
        <w:t>3700</w:t>
      </w:r>
      <w:r w:rsidRPr="00ED1A1D">
        <w:tab/>
      </w:r>
      <w:r w:rsidRPr="00ED1A1D">
        <w:rPr>
          <w:u w:val="single"/>
        </w:rPr>
        <w:t>Design, Design Changes, Modifications</w:t>
      </w:r>
    </w:p>
    <w:p w14:paraId="20EC5E84" w14:textId="3CE72AD4" w:rsidR="00473CD6" w:rsidRPr="00ED1A1D" w:rsidRDefault="00473CD6" w:rsidP="002F13A8">
      <w:pPr>
        <w:pStyle w:val="BodyText3"/>
      </w:pPr>
      <w:r w:rsidRPr="00ED1A1D">
        <w:t>37060</w:t>
      </w:r>
      <w:r w:rsidRPr="00ED1A1D">
        <w:tab/>
        <w:t>10</w:t>
      </w:r>
      <w:r w:rsidR="00436FC4" w:rsidRPr="00ED1A1D">
        <w:t xml:space="preserve"> </w:t>
      </w:r>
      <w:r w:rsidRPr="00ED1A1D">
        <w:t xml:space="preserve">CFR 50.69 </w:t>
      </w:r>
      <w:r w:rsidR="00023B95" w:rsidRPr="00ED1A1D">
        <w:t xml:space="preserve">Risk-Informed Categorization and Treatment of Structures, Systems, and Components </w:t>
      </w:r>
      <w:proofErr w:type="gramStart"/>
      <w:r w:rsidR="00023B95" w:rsidRPr="00ED1A1D">
        <w:t>Inspection</w:t>
      </w:r>
      <w:r w:rsidRPr="00ED1A1D">
        <w:t xml:space="preserve"> </w:t>
      </w:r>
      <w:bookmarkStart w:id="37" w:name="_Hlk46751096"/>
      <w:r w:rsidR="004A208B" w:rsidRPr="00ED1A1D">
        <w:t xml:space="preserve"> </w:t>
      </w:r>
      <w:r w:rsidR="00AB71DF" w:rsidRPr="00ED1A1D">
        <w:t>10</w:t>
      </w:r>
      <w:proofErr w:type="gramEnd"/>
      <w:r w:rsidR="00AB71DF" w:rsidRPr="00ED1A1D">
        <w:t>/18/22 (22-023)</w:t>
      </w:r>
      <w:bookmarkEnd w:id="37"/>
    </w:p>
    <w:p w14:paraId="26F2A22E" w14:textId="0912796D" w:rsidR="00410CB8" w:rsidRPr="00ED1A1D" w:rsidRDefault="00473CD6" w:rsidP="002F13A8">
      <w:pPr>
        <w:pStyle w:val="BodyText3"/>
      </w:pPr>
      <w:r w:rsidRPr="00ED1A1D">
        <w:t>37700</w:t>
      </w:r>
      <w:r w:rsidRPr="00ED1A1D">
        <w:tab/>
        <w:t>Design Changes</w:t>
      </w:r>
      <w:r w:rsidR="009A75F5" w:rsidRPr="00ED1A1D">
        <w:t xml:space="preserve"> </w:t>
      </w:r>
      <w:r w:rsidRPr="00ED1A1D">
        <w:t>and Modifications 09/17/01 (01-017</w:t>
      </w:r>
      <w:proofErr w:type="gramStart"/>
      <w:r w:rsidRPr="00ED1A1D">
        <w:t>)</w:t>
      </w:r>
      <w:r w:rsidR="00500D2A" w:rsidRPr="00ED1A1D">
        <w:t xml:space="preserve">  R</w:t>
      </w:r>
      <w:proofErr w:type="gramEnd"/>
    </w:p>
    <w:p w14:paraId="7155A525" w14:textId="00D4D5EC" w:rsidR="005F7B79" w:rsidRPr="00ED1A1D" w:rsidRDefault="005F7B79" w:rsidP="002F13A8">
      <w:pPr>
        <w:pStyle w:val="BodyText3"/>
      </w:pPr>
      <w:r w:rsidRPr="00ED1A1D">
        <w:t>37801</w:t>
      </w:r>
      <w:r w:rsidRPr="00ED1A1D">
        <w:tab/>
        <w:t>Safety Reviews, Design Changes, and Modifications at</w:t>
      </w:r>
      <w:r w:rsidR="00890825" w:rsidRPr="00ED1A1D">
        <w:t xml:space="preserve"> </w:t>
      </w:r>
      <w:r w:rsidRPr="00ED1A1D">
        <w:t xml:space="preserve">Permanently </w:t>
      </w:r>
      <w:proofErr w:type="spellStart"/>
      <w:r w:rsidRPr="00ED1A1D">
        <w:t>Shutdown</w:t>
      </w:r>
      <w:proofErr w:type="spellEnd"/>
      <w:r w:rsidRPr="00ED1A1D">
        <w:t xml:space="preserve"> Reactors </w:t>
      </w:r>
      <w:r w:rsidR="00FB3AB6" w:rsidRPr="00ED1A1D">
        <w:t>09/09/20</w:t>
      </w:r>
      <w:r w:rsidRPr="00ED1A1D">
        <w:t xml:space="preserve"> (</w:t>
      </w:r>
      <w:r w:rsidR="00FB3AB6" w:rsidRPr="00ED1A1D">
        <w:t>20-041</w:t>
      </w:r>
      <w:r w:rsidRPr="00ED1A1D">
        <w:t>)</w:t>
      </w:r>
    </w:p>
    <w:p w14:paraId="7DAD74C6" w14:textId="4FA2BF61" w:rsidR="005F7B79" w:rsidRPr="00ED1A1D" w:rsidRDefault="005F7B79" w:rsidP="002F13A8">
      <w:pPr>
        <w:pStyle w:val="BodyText3"/>
      </w:pPr>
      <w:r w:rsidRPr="00ED1A1D">
        <w:t>37803</w:t>
      </w:r>
      <w:r w:rsidRPr="00ED1A1D">
        <w:tab/>
      </w:r>
      <w:r w:rsidR="00D91340" w:rsidRPr="00ED1A1D">
        <w:t>RESERVED</w:t>
      </w:r>
    </w:p>
    <w:p w14:paraId="0265C559" w14:textId="3194C781" w:rsidR="005F7B79" w:rsidRPr="00ED1A1D" w:rsidRDefault="005F7B79" w:rsidP="002F13A8">
      <w:pPr>
        <w:pStyle w:val="BodyText3"/>
      </w:pPr>
      <w:r w:rsidRPr="00ED1A1D">
        <w:t>37804</w:t>
      </w:r>
      <w:r w:rsidRPr="00ED1A1D">
        <w:tab/>
        <w:t xml:space="preserve">Aircraft Impact </w:t>
      </w:r>
      <w:proofErr w:type="gramStart"/>
      <w:r w:rsidRPr="00ED1A1D">
        <w:t>Assessment</w:t>
      </w:r>
      <w:bookmarkStart w:id="38" w:name="_Hlk35848591"/>
      <w:r w:rsidR="007C10ED" w:rsidRPr="00ED1A1D">
        <w:t xml:space="preserve">  </w:t>
      </w:r>
      <w:r w:rsidR="004F0984" w:rsidRPr="00ED1A1D">
        <w:t>03</w:t>
      </w:r>
      <w:proofErr w:type="gramEnd"/>
      <w:r w:rsidR="004F0984" w:rsidRPr="00ED1A1D">
        <w:t>/23/20</w:t>
      </w:r>
      <w:r w:rsidRPr="00ED1A1D">
        <w:t xml:space="preserve"> </w:t>
      </w:r>
      <w:bookmarkEnd w:id="38"/>
      <w:r w:rsidRPr="00ED1A1D">
        <w:t>(</w:t>
      </w:r>
      <w:r w:rsidR="004F0984" w:rsidRPr="00ED1A1D">
        <w:t>20-017</w:t>
      </w:r>
      <w:r w:rsidRPr="00ED1A1D">
        <w:t>)</w:t>
      </w:r>
    </w:p>
    <w:p w14:paraId="15508CB9" w14:textId="33B65C7B" w:rsidR="005F7B79" w:rsidRPr="00ED1A1D" w:rsidRDefault="005F7B79" w:rsidP="002F13A8">
      <w:pPr>
        <w:pStyle w:val="BodyText3"/>
      </w:pPr>
      <w:r w:rsidRPr="00ED1A1D">
        <w:t xml:space="preserve">37805 </w:t>
      </w:r>
      <w:r w:rsidRPr="00ED1A1D">
        <w:tab/>
        <w:t xml:space="preserve">Engineering Design Verification Inspections </w:t>
      </w:r>
      <w:r w:rsidR="00C130DE" w:rsidRPr="00ED1A1D">
        <w:t>04/08/20</w:t>
      </w:r>
      <w:r w:rsidRPr="00ED1A1D">
        <w:t xml:space="preserve"> (</w:t>
      </w:r>
      <w:r w:rsidR="00C130DE" w:rsidRPr="00ED1A1D">
        <w:t>20</w:t>
      </w:r>
      <w:r w:rsidRPr="00ED1A1D">
        <w:t>-0</w:t>
      </w:r>
      <w:r w:rsidR="00C130DE" w:rsidRPr="00ED1A1D">
        <w:t>20</w:t>
      </w:r>
      <w:r w:rsidRPr="00ED1A1D">
        <w:t>)</w:t>
      </w:r>
    </w:p>
    <w:p w14:paraId="5161DBD1" w14:textId="466C754F" w:rsidR="00173FAF" w:rsidRPr="00ED1A1D" w:rsidRDefault="00173FAF" w:rsidP="002F13A8">
      <w:pPr>
        <w:pStyle w:val="BodyText3"/>
      </w:pPr>
      <w:r w:rsidRPr="00ED1A1D">
        <w:t>37806</w:t>
      </w:r>
      <w:r w:rsidRPr="00ED1A1D">
        <w:tab/>
      </w:r>
      <w:r w:rsidR="0006686E" w:rsidRPr="00ED1A1D">
        <w:t>RESERVED Non-Nuclear Co-Located Facilities</w:t>
      </w:r>
    </w:p>
    <w:p w14:paraId="1DB68BD3" w14:textId="77777777" w:rsidR="005F7B79" w:rsidRPr="00ED1A1D" w:rsidRDefault="005F7B79" w:rsidP="00616E37">
      <w:pPr>
        <w:pStyle w:val="BodyText2"/>
        <w:rPr>
          <w:u w:val="single"/>
        </w:rPr>
      </w:pPr>
      <w:r w:rsidRPr="00ED1A1D">
        <w:t>3800</w:t>
      </w:r>
      <w:r w:rsidRPr="00ED1A1D">
        <w:tab/>
      </w:r>
      <w:r w:rsidRPr="00ED1A1D">
        <w:rPr>
          <w:u w:val="single"/>
        </w:rPr>
        <w:t>Procurement</w:t>
      </w:r>
    </w:p>
    <w:p w14:paraId="2FAA7FC8" w14:textId="77777777" w:rsidR="005F7B79" w:rsidRPr="00ED1A1D" w:rsidRDefault="005F7B79" w:rsidP="00616E37">
      <w:pPr>
        <w:pStyle w:val="BodyText2"/>
      </w:pPr>
      <w:r w:rsidRPr="00ED1A1D">
        <w:t>3900</w:t>
      </w:r>
      <w:r w:rsidRPr="00ED1A1D">
        <w:tab/>
      </w:r>
      <w:r w:rsidRPr="00ED1A1D">
        <w:rPr>
          <w:u w:val="single"/>
        </w:rPr>
        <w:t>Records</w:t>
      </w:r>
    </w:p>
    <w:p w14:paraId="3A25618E" w14:textId="77777777" w:rsidR="005F7B79" w:rsidRPr="00ED1A1D" w:rsidRDefault="005F7B79" w:rsidP="0026436D">
      <w:pPr>
        <w:pStyle w:val="Heading1"/>
      </w:pPr>
      <w:r w:rsidRPr="00ED1A1D">
        <w:t>4000</w:t>
      </w:r>
      <w:r w:rsidRPr="00ED1A1D">
        <w:tab/>
      </w:r>
      <w:r w:rsidRPr="00ED1A1D">
        <w:rPr>
          <w:u w:val="single"/>
        </w:rPr>
        <w:t>Review and Audit</w:t>
      </w:r>
    </w:p>
    <w:p w14:paraId="26370F15" w14:textId="65DCCF2B" w:rsidR="005F7B79" w:rsidRPr="00ED1A1D" w:rsidRDefault="005F7B79" w:rsidP="002F13A8">
      <w:pPr>
        <w:pStyle w:val="BodyText3"/>
      </w:pPr>
      <w:r w:rsidRPr="00ED1A1D">
        <w:t>40002</w:t>
      </w:r>
      <w:r w:rsidRPr="00ED1A1D">
        <w:tab/>
        <w:t>Inspections to Review Allegations 06/28/02 (02-024)</w:t>
      </w:r>
    </w:p>
    <w:p w14:paraId="294A5EFD" w14:textId="7D50377B" w:rsidR="005F7B79" w:rsidRPr="00ED1A1D" w:rsidRDefault="005F7B79" w:rsidP="002F13A8">
      <w:pPr>
        <w:pStyle w:val="BodyText3"/>
      </w:pPr>
      <w:r w:rsidRPr="00ED1A1D">
        <w:t>40100</w:t>
      </w:r>
      <w:r w:rsidRPr="00ED1A1D">
        <w:tab/>
        <w:t>Independent Safety Culture Assessment Follow</w:t>
      </w:r>
      <w:r w:rsidR="004A4788">
        <w:t>-</w:t>
      </w:r>
      <w:r w:rsidRPr="00ED1A1D">
        <w:t>up</w:t>
      </w:r>
      <w:r w:rsidR="00034084" w:rsidRPr="00ED1A1D">
        <w:t xml:space="preserve"> </w:t>
      </w:r>
      <w:r w:rsidR="004A4788">
        <w:t>02/12/25</w:t>
      </w:r>
      <w:r w:rsidR="00116C7A" w:rsidRPr="00ED1A1D">
        <w:t xml:space="preserve"> (</w:t>
      </w:r>
      <w:r w:rsidR="004A4788">
        <w:t>25</w:t>
      </w:r>
      <w:r w:rsidR="00116C7A" w:rsidRPr="00ED1A1D">
        <w:t>-0</w:t>
      </w:r>
      <w:r w:rsidR="004A4788">
        <w:t>0</w:t>
      </w:r>
      <w:r w:rsidR="00116C7A" w:rsidRPr="00ED1A1D">
        <w:t>2</w:t>
      </w:r>
      <w:r w:rsidRPr="00ED1A1D">
        <w:t>)</w:t>
      </w:r>
    </w:p>
    <w:p w14:paraId="252AD8E4" w14:textId="6DD92746" w:rsidR="005F7B79" w:rsidRPr="00ED1A1D" w:rsidRDefault="005F7B79" w:rsidP="002F13A8">
      <w:pPr>
        <w:pStyle w:val="BodyText3"/>
      </w:pPr>
      <w:r w:rsidRPr="00ED1A1D">
        <w:t>40505</w:t>
      </w:r>
      <w:r w:rsidRPr="00ED1A1D">
        <w:tab/>
      </w:r>
      <w:r w:rsidR="00D91340" w:rsidRPr="00ED1A1D">
        <w:t>RESERVED</w:t>
      </w:r>
      <w:r w:rsidRPr="00ED1A1D">
        <w:t xml:space="preserve"> for </w:t>
      </w:r>
      <w:r w:rsidRPr="00ED1A1D">
        <w:fldChar w:fldCharType="begin"/>
      </w:r>
      <w:r w:rsidRPr="00ED1A1D">
        <w:instrText xml:space="preserve"> SEQ CHAPTER \h \r 1</w:instrText>
      </w:r>
      <w:r w:rsidRPr="00ED1A1D">
        <w:fldChar w:fldCharType="end"/>
      </w:r>
      <w:r w:rsidRPr="00ED1A1D">
        <w:t>Effectiveness of Process to Identify, Resolve, and Prevent Construction Problems</w:t>
      </w:r>
    </w:p>
    <w:p w14:paraId="77CF7984" w14:textId="41B5E109" w:rsidR="005F7B79" w:rsidRPr="00ED1A1D" w:rsidRDefault="005F7B79" w:rsidP="002F13A8">
      <w:pPr>
        <w:pStyle w:val="BodyText3"/>
      </w:pPr>
      <w:r w:rsidRPr="00ED1A1D">
        <w:t>40600</w:t>
      </w:r>
      <w:r w:rsidRPr="00ED1A1D">
        <w:tab/>
      </w:r>
      <w:r w:rsidR="00A04812" w:rsidRPr="00ED1A1D">
        <w:t>Licensee Program for Managing Inspections, Tests, Analyses, and Acceptance Criteria (ITAAC) Closure</w:t>
      </w:r>
      <w:r w:rsidRPr="00ED1A1D">
        <w:t xml:space="preserve"> </w:t>
      </w:r>
      <w:bookmarkStart w:id="39" w:name="_Hlk41573732"/>
      <w:r w:rsidRPr="00ED1A1D">
        <w:t>0</w:t>
      </w:r>
      <w:bookmarkEnd w:id="39"/>
      <w:r w:rsidR="00A04812" w:rsidRPr="00ED1A1D">
        <w:t>5/29/20</w:t>
      </w:r>
      <w:r w:rsidRPr="00ED1A1D">
        <w:t xml:space="preserve"> (</w:t>
      </w:r>
      <w:r w:rsidR="00A04812" w:rsidRPr="00ED1A1D">
        <w:t>20-025</w:t>
      </w:r>
      <w:r w:rsidRPr="00ED1A1D">
        <w:t>)</w:t>
      </w:r>
    </w:p>
    <w:p w14:paraId="6D75C339" w14:textId="4901D1DC" w:rsidR="005F7B79" w:rsidRPr="00ED1A1D" w:rsidRDefault="005F7B79" w:rsidP="002F13A8">
      <w:pPr>
        <w:pStyle w:val="BodyText3"/>
      </w:pPr>
      <w:r w:rsidRPr="00ED1A1D">
        <w:t>40801</w:t>
      </w:r>
      <w:r w:rsidRPr="00ED1A1D">
        <w:tab/>
      </w:r>
      <w:r w:rsidR="00CD2B92" w:rsidRPr="00ED1A1D">
        <w:t>Problem Identification and Resolution</w:t>
      </w:r>
      <w:r w:rsidRPr="00ED1A1D">
        <w:t xml:space="preserve"> at Permanently </w:t>
      </w:r>
      <w:proofErr w:type="spellStart"/>
      <w:r w:rsidRPr="00ED1A1D">
        <w:t>Shutdown</w:t>
      </w:r>
      <w:proofErr w:type="spellEnd"/>
      <w:r w:rsidRPr="00ED1A1D">
        <w:t xml:space="preserve"> Reactors </w:t>
      </w:r>
      <w:bookmarkStart w:id="40" w:name="_Hlk52789577"/>
      <w:r w:rsidRPr="00ED1A1D">
        <w:t>08/11/97</w:t>
      </w:r>
      <w:bookmarkEnd w:id="40"/>
      <w:r w:rsidRPr="00ED1A1D">
        <w:t xml:space="preserve"> (97-012)</w:t>
      </w:r>
    </w:p>
    <w:p w14:paraId="48616DAD" w14:textId="77777777" w:rsidR="00843F05" w:rsidRPr="00ED1A1D" w:rsidRDefault="00843F05" w:rsidP="00616E37">
      <w:pPr>
        <w:pStyle w:val="BodyText2"/>
      </w:pPr>
      <w:r w:rsidRPr="00ED1A1D">
        <w:lastRenderedPageBreak/>
        <w:t>4100</w:t>
      </w:r>
      <w:r w:rsidRPr="00ED1A1D">
        <w:tab/>
      </w:r>
      <w:r w:rsidRPr="00ED1A1D">
        <w:rPr>
          <w:u w:val="single"/>
        </w:rPr>
        <w:t>Training</w:t>
      </w:r>
    </w:p>
    <w:p w14:paraId="4F1CFA20" w14:textId="72B65A17" w:rsidR="00843F05" w:rsidRPr="00ED1A1D" w:rsidRDefault="00843F05" w:rsidP="002F13A8">
      <w:pPr>
        <w:pStyle w:val="BodyText3"/>
      </w:pPr>
      <w:r w:rsidRPr="00ED1A1D">
        <w:t>41500</w:t>
      </w:r>
      <w:r w:rsidRPr="00ED1A1D">
        <w:tab/>
        <w:t>Training and Qualification Effectiveness 06/13/95 (95-007</w:t>
      </w:r>
      <w:proofErr w:type="gramStart"/>
      <w:r w:rsidRPr="00ED1A1D">
        <w:t xml:space="preserve">) </w:t>
      </w:r>
      <w:r w:rsidR="00B73B74" w:rsidRPr="00ED1A1D">
        <w:t xml:space="preserve"> R</w:t>
      </w:r>
      <w:proofErr w:type="gramEnd"/>
    </w:p>
    <w:p w14:paraId="16694CA4" w14:textId="67E540E7" w:rsidR="00843F05" w:rsidRPr="00ED1A1D" w:rsidRDefault="00843F05" w:rsidP="002F13A8">
      <w:pPr>
        <w:pStyle w:val="BodyText3"/>
      </w:pPr>
      <w:r w:rsidRPr="00ED1A1D">
        <w:t>41501</w:t>
      </w:r>
      <w:r w:rsidRPr="00ED1A1D">
        <w:tab/>
      </w:r>
      <w:r w:rsidR="009275B5" w:rsidRPr="00ED1A1D">
        <w:t>Pa</w:t>
      </w:r>
      <w:r w:rsidR="00B85142" w:rsidRPr="00ED1A1D">
        <w:t xml:space="preserve">rt 52, </w:t>
      </w:r>
      <w:r w:rsidRPr="00ED1A1D">
        <w:t xml:space="preserve">Review of Training and Qualification Programs </w:t>
      </w:r>
      <w:r w:rsidR="009E3306" w:rsidRPr="00ED1A1D">
        <w:br/>
      </w:r>
      <w:r w:rsidR="006B75DF" w:rsidRPr="00ED1A1D">
        <w:t>06/04/19</w:t>
      </w:r>
      <w:r w:rsidRPr="00ED1A1D">
        <w:t xml:space="preserve"> </w:t>
      </w:r>
      <w:r w:rsidR="006B75DF" w:rsidRPr="00ED1A1D">
        <w:t>(19-018</w:t>
      </w:r>
      <w:r w:rsidRPr="00ED1A1D">
        <w:t>)</w:t>
      </w:r>
    </w:p>
    <w:p w14:paraId="60ADDF61" w14:textId="34D21FDF" w:rsidR="00843F05" w:rsidRPr="00ED1A1D" w:rsidRDefault="00843F05" w:rsidP="002F13A8">
      <w:pPr>
        <w:pStyle w:val="BodyText3"/>
      </w:pPr>
      <w:r w:rsidRPr="00ED1A1D">
        <w:t>41502</w:t>
      </w:r>
      <w:r w:rsidRPr="00ED1A1D">
        <w:tab/>
        <w:t>Nuclear Power Plant Simulation Facilities 10/16/12 (12-024)</w:t>
      </w:r>
    </w:p>
    <w:p w14:paraId="3DE440F0" w14:textId="77777777" w:rsidR="00567E73" w:rsidRPr="00ED1A1D" w:rsidRDefault="00567E73" w:rsidP="00616E37">
      <w:pPr>
        <w:pStyle w:val="BodyText2"/>
      </w:pPr>
      <w:r w:rsidRPr="00ED1A1D">
        <w:t>4200</w:t>
      </w:r>
      <w:r w:rsidRPr="00ED1A1D">
        <w:tab/>
      </w:r>
      <w:r w:rsidRPr="00ED1A1D">
        <w:rPr>
          <w:u w:val="single"/>
        </w:rPr>
        <w:t>Procedures</w:t>
      </w:r>
    </w:p>
    <w:p w14:paraId="1706A28E" w14:textId="49CBB327" w:rsidR="00567E73" w:rsidRPr="00ED1A1D" w:rsidRDefault="00567E73" w:rsidP="002F13A8">
      <w:pPr>
        <w:pStyle w:val="BodyText3"/>
      </w:pPr>
      <w:r w:rsidRPr="00ED1A1D">
        <w:t>42001</w:t>
      </w:r>
      <w:r w:rsidRPr="00ED1A1D">
        <w:tab/>
        <w:t>Emergency Operating Procedures 06/28/91 (91-009</w:t>
      </w:r>
      <w:proofErr w:type="gramStart"/>
      <w:r w:rsidRPr="00ED1A1D">
        <w:t>)</w:t>
      </w:r>
      <w:r w:rsidR="00B73B74" w:rsidRPr="00ED1A1D">
        <w:t xml:space="preserve">  R</w:t>
      </w:r>
      <w:proofErr w:type="gramEnd"/>
    </w:p>
    <w:p w14:paraId="7496CD1E" w14:textId="15F8EED2" w:rsidR="00567E73" w:rsidRPr="00ED1A1D" w:rsidRDefault="00567E73" w:rsidP="002F13A8">
      <w:pPr>
        <w:pStyle w:val="BodyText3"/>
      </w:pPr>
      <w:r w:rsidRPr="00ED1A1D">
        <w:t>42401</w:t>
      </w:r>
      <w:r w:rsidRPr="00ED1A1D">
        <w:tab/>
        <w:t>Part 52, Plant Procedures10/27/10 (10-022)</w:t>
      </w:r>
    </w:p>
    <w:p w14:paraId="5847E631" w14:textId="77777777" w:rsidR="00567E73" w:rsidRPr="00ED1A1D" w:rsidRDefault="00567E73" w:rsidP="002F13A8">
      <w:pPr>
        <w:pStyle w:val="BodyText3"/>
      </w:pPr>
      <w:r w:rsidRPr="00ED1A1D">
        <w:t>42453</w:t>
      </w:r>
      <w:r w:rsidRPr="00ED1A1D">
        <w:tab/>
        <w:t>Part 52, Operating Procedures Inspection 08/19/08 (08-024)</w:t>
      </w:r>
    </w:p>
    <w:p w14:paraId="5956CE06" w14:textId="2161FDA8" w:rsidR="00567E73" w:rsidRPr="00ED1A1D" w:rsidRDefault="00567E73" w:rsidP="002F13A8">
      <w:pPr>
        <w:pStyle w:val="BodyText3"/>
      </w:pPr>
      <w:r w:rsidRPr="00ED1A1D">
        <w:t>42454</w:t>
      </w:r>
      <w:r w:rsidRPr="00ED1A1D">
        <w:tab/>
        <w:t xml:space="preserve">Part 52, Emergency </w:t>
      </w:r>
      <w:r w:rsidR="0012266B" w:rsidRPr="00ED1A1D">
        <w:t>Operating Procedures 09/09/13 (13-020</w:t>
      </w:r>
      <w:r w:rsidRPr="00ED1A1D">
        <w:t>)</w:t>
      </w:r>
    </w:p>
    <w:p w14:paraId="722AAF6B" w14:textId="68654BB0" w:rsidR="00567E73" w:rsidRPr="00ED1A1D" w:rsidRDefault="00567E73" w:rsidP="002F13A8">
      <w:pPr>
        <w:pStyle w:val="BodyText3"/>
      </w:pPr>
      <w:r w:rsidRPr="00ED1A1D">
        <w:t>42700</w:t>
      </w:r>
      <w:r w:rsidRPr="00ED1A1D">
        <w:tab/>
        <w:t>Plant Procedures 11/15/95 (95-015</w:t>
      </w:r>
      <w:proofErr w:type="gramStart"/>
      <w:r w:rsidRPr="00ED1A1D">
        <w:t xml:space="preserve">) </w:t>
      </w:r>
      <w:r w:rsidR="00B73B74" w:rsidRPr="00ED1A1D">
        <w:t xml:space="preserve"> R</w:t>
      </w:r>
      <w:proofErr w:type="gramEnd"/>
    </w:p>
    <w:p w14:paraId="1666264F" w14:textId="77777777" w:rsidR="00AC37D6" w:rsidRPr="00ED1A1D" w:rsidRDefault="00AC37D6" w:rsidP="00616E37">
      <w:pPr>
        <w:pStyle w:val="BodyText2"/>
      </w:pPr>
      <w:r w:rsidRPr="00ED1A1D">
        <w:t>4300</w:t>
      </w:r>
      <w:r w:rsidRPr="00ED1A1D">
        <w:tab/>
      </w:r>
      <w:r w:rsidRPr="00ED1A1D">
        <w:rPr>
          <w:u w:val="single"/>
        </w:rPr>
        <w:t>Vendor Procedures</w:t>
      </w:r>
    </w:p>
    <w:p w14:paraId="74116D1E" w14:textId="32A30027" w:rsidR="00AC37D6" w:rsidRPr="00ED1A1D" w:rsidRDefault="00AC37D6" w:rsidP="002F13A8">
      <w:pPr>
        <w:pStyle w:val="BodyText3"/>
      </w:pPr>
      <w:r w:rsidRPr="00ED1A1D">
        <w:t>43002</w:t>
      </w:r>
      <w:r w:rsidRPr="00ED1A1D">
        <w:tab/>
        <w:t xml:space="preserve">Routine Inspections of Nuclear </w:t>
      </w:r>
      <w:proofErr w:type="gramStart"/>
      <w:r w:rsidRPr="00ED1A1D">
        <w:t xml:space="preserve">Vendors </w:t>
      </w:r>
      <w:r w:rsidR="00680B09" w:rsidRPr="00ED1A1D">
        <w:t xml:space="preserve"> </w:t>
      </w:r>
      <w:r w:rsidR="00B62B02" w:rsidRPr="00ED1A1D">
        <w:t>02</w:t>
      </w:r>
      <w:proofErr w:type="gramEnd"/>
      <w:r w:rsidR="00B62B02" w:rsidRPr="00ED1A1D">
        <w:t>/10/23 (23-003)</w:t>
      </w:r>
      <w:r w:rsidR="00680B09" w:rsidRPr="00ED1A1D">
        <w:t xml:space="preserve"> </w:t>
      </w:r>
    </w:p>
    <w:p w14:paraId="5B940A76" w14:textId="6E3992B5" w:rsidR="00AC37D6" w:rsidRPr="00ED1A1D" w:rsidRDefault="00AC37D6" w:rsidP="002F13A8">
      <w:pPr>
        <w:pStyle w:val="BodyText3"/>
      </w:pPr>
      <w:r w:rsidRPr="00ED1A1D">
        <w:t>43003</w:t>
      </w:r>
      <w:r w:rsidRPr="00ED1A1D">
        <w:tab/>
        <w:t xml:space="preserve">Reactive Inspections of Nuclear Vendors </w:t>
      </w:r>
      <w:r w:rsidR="00C130DE" w:rsidRPr="00ED1A1D">
        <w:t>04/08/20</w:t>
      </w:r>
      <w:r w:rsidR="007B229F" w:rsidRPr="00ED1A1D">
        <w:t xml:space="preserve"> (</w:t>
      </w:r>
      <w:r w:rsidR="00C130DE" w:rsidRPr="00ED1A1D">
        <w:t>20-020</w:t>
      </w:r>
      <w:r w:rsidRPr="00ED1A1D">
        <w:t>)</w:t>
      </w:r>
    </w:p>
    <w:p w14:paraId="596246BA" w14:textId="62D4BFF6" w:rsidR="0017200A" w:rsidRPr="00ED1A1D" w:rsidRDefault="00AC37D6" w:rsidP="002F13A8">
      <w:pPr>
        <w:pStyle w:val="BodyText3"/>
      </w:pPr>
      <w:r w:rsidRPr="00ED1A1D">
        <w:t>43004</w:t>
      </w:r>
      <w:r w:rsidRPr="00ED1A1D">
        <w:tab/>
        <w:t xml:space="preserve">Inspection of Commercial-Grade Dedication Programs </w:t>
      </w:r>
      <w:r w:rsidR="00AD509A" w:rsidRPr="00ED1A1D">
        <w:t>02/10/23 (23-003)</w:t>
      </w:r>
    </w:p>
    <w:p w14:paraId="2A40430F" w14:textId="0CF50809" w:rsidR="0017200A" w:rsidRPr="00ED1A1D" w:rsidRDefault="00AC37D6" w:rsidP="002F13A8">
      <w:pPr>
        <w:pStyle w:val="BodyText3"/>
      </w:pPr>
      <w:r w:rsidRPr="00ED1A1D">
        <w:t>43005</w:t>
      </w:r>
      <w:r w:rsidRPr="00ED1A1D">
        <w:tab/>
        <w:t xml:space="preserve">NRC Oversight of Third-Party Organizations Implementing Quality Assurance Requirements </w:t>
      </w:r>
      <w:r w:rsidR="00430B60" w:rsidRPr="00ED1A1D">
        <w:t>10/07/24</w:t>
      </w:r>
      <w:r w:rsidR="003658F1" w:rsidRPr="00ED1A1D">
        <w:t xml:space="preserve"> (</w:t>
      </w:r>
      <w:r w:rsidR="00DB0196" w:rsidRPr="00ED1A1D">
        <w:t>2</w:t>
      </w:r>
      <w:r w:rsidR="00430B60" w:rsidRPr="00ED1A1D">
        <w:t>4</w:t>
      </w:r>
      <w:r w:rsidR="00DB0196" w:rsidRPr="00ED1A1D">
        <w:t>-0</w:t>
      </w:r>
      <w:r w:rsidR="00430B60" w:rsidRPr="00ED1A1D">
        <w:t>26</w:t>
      </w:r>
      <w:r w:rsidRPr="00ED1A1D">
        <w:t>)</w:t>
      </w:r>
    </w:p>
    <w:p w14:paraId="7E596917" w14:textId="09850887" w:rsidR="0017200A" w:rsidRPr="00ED1A1D" w:rsidRDefault="0017200A" w:rsidP="002F13A8">
      <w:pPr>
        <w:pStyle w:val="BodyText3"/>
      </w:pPr>
      <w:r w:rsidRPr="00ED1A1D">
        <w:t>43006</w:t>
      </w:r>
      <w:r w:rsidRPr="00ED1A1D">
        <w:tab/>
      </w:r>
      <w:r w:rsidR="00826AB1" w:rsidRPr="00ED1A1D">
        <w:t xml:space="preserve">Inspection of </w:t>
      </w:r>
      <w:r w:rsidR="005429A0" w:rsidRPr="00ED1A1D">
        <w:t>t</w:t>
      </w:r>
      <w:r w:rsidR="00826AB1" w:rsidRPr="00ED1A1D">
        <w:t xml:space="preserve">he Implementation </w:t>
      </w:r>
      <w:r w:rsidR="003850A1" w:rsidRPr="00ED1A1D">
        <w:t>o</w:t>
      </w:r>
      <w:r w:rsidR="00826AB1" w:rsidRPr="00ED1A1D">
        <w:t xml:space="preserve">f Mitigation Strategies </w:t>
      </w:r>
      <w:r w:rsidR="003850A1" w:rsidRPr="00ED1A1D">
        <w:t xml:space="preserve">Order </w:t>
      </w:r>
      <w:r w:rsidR="00826AB1" w:rsidRPr="00ED1A1D">
        <w:t>Regulati</w:t>
      </w:r>
      <w:r w:rsidR="003850A1" w:rsidRPr="00ED1A1D">
        <w:t>ng</w:t>
      </w:r>
      <w:r w:rsidR="008553C7" w:rsidRPr="00ED1A1D">
        <w:t xml:space="preserve"> t</w:t>
      </w:r>
      <w:r w:rsidR="00826AB1" w:rsidRPr="00ED1A1D">
        <w:t>he Use of National S</w:t>
      </w:r>
      <w:r w:rsidR="008553C7" w:rsidRPr="00ED1A1D">
        <w:t>AFER</w:t>
      </w:r>
      <w:r w:rsidR="00826AB1" w:rsidRPr="00ED1A1D">
        <w:t xml:space="preserve"> Response Centers </w:t>
      </w:r>
      <w:r w:rsidR="00372615" w:rsidRPr="00ED1A1D">
        <w:br/>
        <w:t>06/16/22 (22-013)</w:t>
      </w:r>
    </w:p>
    <w:p w14:paraId="760BE951" w14:textId="77777777" w:rsidR="00C67A6B" w:rsidRPr="00ED1A1D" w:rsidRDefault="00C67A6B" w:rsidP="00616E37">
      <w:pPr>
        <w:pStyle w:val="BodyText2"/>
      </w:pPr>
      <w:r w:rsidRPr="00ED1A1D">
        <w:t>4400</w:t>
      </w:r>
      <w:r w:rsidRPr="00ED1A1D">
        <w:tab/>
      </w:r>
      <w:r w:rsidRPr="00ED1A1D">
        <w:rPr>
          <w:u w:val="single"/>
        </w:rPr>
        <w:t>Reserved</w:t>
      </w:r>
    </w:p>
    <w:p w14:paraId="3E467309" w14:textId="77777777" w:rsidR="00090790" w:rsidRPr="00ED1A1D" w:rsidRDefault="00090790" w:rsidP="00616E37">
      <w:pPr>
        <w:pStyle w:val="BodyText2"/>
      </w:pPr>
      <w:r w:rsidRPr="00ED1A1D">
        <w:t>4500</w:t>
      </w:r>
      <w:r w:rsidRPr="00ED1A1D">
        <w:tab/>
      </w:r>
      <w:r w:rsidRPr="00ED1A1D">
        <w:rPr>
          <w:u w:val="single"/>
        </w:rPr>
        <w:t>Geotechnical/Foundation</w:t>
      </w:r>
    </w:p>
    <w:p w14:paraId="5C9E0F90" w14:textId="11B40D73" w:rsidR="00090790" w:rsidRPr="00ED1A1D" w:rsidRDefault="00090790" w:rsidP="002F13A8">
      <w:pPr>
        <w:pStyle w:val="BodyText3"/>
      </w:pPr>
      <w:r w:rsidRPr="00ED1A1D">
        <w:t>45052</w:t>
      </w:r>
      <w:r w:rsidRPr="00ED1A1D">
        <w:tab/>
        <w:t xml:space="preserve">Review of Geotechnical and Site Characterization Activities </w:t>
      </w:r>
      <w:r w:rsidR="00D264D4" w:rsidRPr="00ED1A1D">
        <w:br/>
      </w:r>
      <w:r w:rsidR="006E157E" w:rsidRPr="00ED1A1D">
        <w:t>04/05/22 (22-006)</w:t>
      </w:r>
    </w:p>
    <w:p w14:paraId="5E24C4B7" w14:textId="77777777" w:rsidR="00090790" w:rsidRPr="00ED1A1D" w:rsidRDefault="00090790" w:rsidP="00616E37">
      <w:pPr>
        <w:pStyle w:val="BodyText2"/>
      </w:pPr>
      <w:r w:rsidRPr="00ED1A1D">
        <w:t>4600</w:t>
      </w:r>
      <w:r w:rsidRPr="00ED1A1D">
        <w:tab/>
      </w:r>
      <w:r w:rsidRPr="00ED1A1D">
        <w:rPr>
          <w:u w:val="single"/>
        </w:rPr>
        <w:t>Structural Concrete</w:t>
      </w:r>
    </w:p>
    <w:p w14:paraId="56063E4F" w14:textId="77777777" w:rsidR="00090790" w:rsidRPr="00ED1A1D" w:rsidRDefault="00090790" w:rsidP="00616E37">
      <w:pPr>
        <w:pStyle w:val="BodyText2"/>
        <w:rPr>
          <w:u w:val="single"/>
        </w:rPr>
      </w:pPr>
      <w:r w:rsidRPr="00ED1A1D">
        <w:t>4700</w:t>
      </w:r>
      <w:r w:rsidRPr="00ED1A1D">
        <w:tab/>
      </w:r>
      <w:r w:rsidRPr="00ED1A1D">
        <w:rPr>
          <w:u w:val="single"/>
        </w:rPr>
        <w:t>Containment (Post-Tensioning)</w:t>
      </w:r>
    </w:p>
    <w:p w14:paraId="6DC6ED6A" w14:textId="1EF86067" w:rsidR="00CF5230" w:rsidRPr="00ED1A1D" w:rsidRDefault="0032761B" w:rsidP="00616E37">
      <w:pPr>
        <w:pStyle w:val="BodyText2"/>
        <w:rPr>
          <w:u w:val="single"/>
        </w:rPr>
      </w:pPr>
      <w:r w:rsidRPr="00ED1A1D">
        <w:t>4800</w:t>
      </w:r>
      <w:r w:rsidRPr="00ED1A1D">
        <w:tab/>
      </w:r>
      <w:r w:rsidR="00090790" w:rsidRPr="00ED1A1D">
        <w:rPr>
          <w:u w:val="single"/>
        </w:rPr>
        <w:t>Structural Steel and Supports</w:t>
      </w:r>
    </w:p>
    <w:p w14:paraId="56C904A8" w14:textId="77777777" w:rsidR="003C3A98" w:rsidRPr="00ED1A1D" w:rsidRDefault="003C3A98" w:rsidP="00616E37">
      <w:pPr>
        <w:pStyle w:val="BodyText2"/>
      </w:pPr>
      <w:r w:rsidRPr="00ED1A1D">
        <w:t>4900</w:t>
      </w:r>
      <w:r w:rsidRPr="00ED1A1D">
        <w:tab/>
      </w:r>
      <w:r w:rsidRPr="00ED1A1D">
        <w:rPr>
          <w:u w:val="single"/>
        </w:rPr>
        <w:t>Piping</w:t>
      </w:r>
    </w:p>
    <w:p w14:paraId="4F19DE4B" w14:textId="7513DABE" w:rsidR="0034154B" w:rsidRPr="00ED1A1D" w:rsidRDefault="00711921" w:rsidP="002F13A8">
      <w:pPr>
        <w:pStyle w:val="BodyText3"/>
      </w:pPr>
      <w:r w:rsidRPr="00ED1A1D">
        <w:t>49001</w:t>
      </w:r>
      <w:r w:rsidRPr="00ED1A1D">
        <w:tab/>
        <w:t xml:space="preserve">Inspection of Erosion-Corrosion / Flow-Accelerated-Corrosion Monitoring </w:t>
      </w:r>
      <w:proofErr w:type="gramStart"/>
      <w:r w:rsidRPr="00ED1A1D">
        <w:t>Programs</w:t>
      </w:r>
      <w:r w:rsidR="000B4191" w:rsidRPr="00ED1A1D">
        <w:t xml:space="preserve">  12</w:t>
      </w:r>
      <w:proofErr w:type="gramEnd"/>
      <w:r w:rsidR="000B4191" w:rsidRPr="00ED1A1D">
        <w:t>/11/98 (</w:t>
      </w:r>
      <w:r w:rsidR="00542756" w:rsidRPr="00ED1A1D">
        <w:t>98-019)</w:t>
      </w:r>
      <w:r w:rsidR="0091025B" w:rsidRPr="00ED1A1D">
        <w:t xml:space="preserve"> R</w:t>
      </w:r>
    </w:p>
    <w:p w14:paraId="0A8D7362" w14:textId="77777777" w:rsidR="003C3A98" w:rsidRPr="00ED1A1D" w:rsidRDefault="003C3A98" w:rsidP="0026436D">
      <w:pPr>
        <w:pStyle w:val="Heading1"/>
      </w:pPr>
      <w:r w:rsidRPr="00ED1A1D">
        <w:lastRenderedPageBreak/>
        <w:t>5000</w:t>
      </w:r>
      <w:r w:rsidRPr="00ED1A1D">
        <w:tab/>
      </w:r>
      <w:r w:rsidRPr="00ED1A1D">
        <w:rPr>
          <w:u w:val="single"/>
        </w:rPr>
        <w:t>Mechanical Components and Equipment</w:t>
      </w:r>
    </w:p>
    <w:p w14:paraId="0891341B" w14:textId="0A122005" w:rsidR="00887904" w:rsidRPr="00C97C43" w:rsidRDefault="003C3A98" w:rsidP="002F13A8">
      <w:pPr>
        <w:pStyle w:val="BodyText3"/>
      </w:pPr>
      <w:r w:rsidRPr="00ED1A1D">
        <w:t>50001</w:t>
      </w:r>
      <w:r w:rsidR="00D264D4" w:rsidRPr="00ED1A1D">
        <w:tab/>
      </w:r>
      <w:r w:rsidRPr="00ED1A1D">
        <w:t xml:space="preserve">Steam Generator </w:t>
      </w:r>
      <w:r w:rsidRPr="00C97C43">
        <w:t xml:space="preserve">Replacement Inspection </w:t>
      </w:r>
      <w:r w:rsidR="00804922" w:rsidRPr="00C97C43">
        <w:t>02/</w:t>
      </w:r>
      <w:r w:rsidR="00C97C43" w:rsidRPr="00C97C43">
        <w:t>04</w:t>
      </w:r>
      <w:r w:rsidR="00804922" w:rsidRPr="00C97C43">
        <w:t>/25</w:t>
      </w:r>
      <w:r w:rsidR="0022314F" w:rsidRPr="00C97C43">
        <w:t xml:space="preserve"> (</w:t>
      </w:r>
      <w:r w:rsidR="00804922" w:rsidRPr="00C97C43">
        <w:t>25-001</w:t>
      </w:r>
      <w:r w:rsidR="0022314F" w:rsidRPr="00C97C43">
        <w:t>)</w:t>
      </w:r>
    </w:p>
    <w:p w14:paraId="4588A1A3" w14:textId="40F191E4" w:rsidR="003C3A98" w:rsidRPr="00C97C43" w:rsidRDefault="003C3A98" w:rsidP="002F13A8">
      <w:pPr>
        <w:pStyle w:val="BodyText3"/>
      </w:pPr>
      <w:r w:rsidRPr="00C97C43">
        <w:t>50002</w:t>
      </w:r>
      <w:r w:rsidRPr="00C97C43">
        <w:tab/>
      </w:r>
      <w:r w:rsidR="00475480" w:rsidRPr="00C97C43">
        <w:t>Steam Generators</w:t>
      </w:r>
      <w:r w:rsidRPr="00C97C43">
        <w:t xml:space="preserve"> 12/31/96 (96-024</w:t>
      </w:r>
      <w:proofErr w:type="gramStart"/>
      <w:r w:rsidRPr="00C97C43">
        <w:t>)</w:t>
      </w:r>
      <w:r w:rsidR="00EC18FF" w:rsidRPr="00C97C43">
        <w:t xml:space="preserve">  R</w:t>
      </w:r>
      <w:proofErr w:type="gramEnd"/>
    </w:p>
    <w:p w14:paraId="25ADBC0A" w14:textId="71242B79" w:rsidR="003C3A98" w:rsidRPr="00ED1A1D" w:rsidRDefault="003C3A98" w:rsidP="002F13A8">
      <w:pPr>
        <w:pStyle w:val="BodyText3"/>
      </w:pPr>
      <w:r w:rsidRPr="00C97C43">
        <w:t>50003</w:t>
      </w:r>
      <w:r w:rsidRPr="00C97C43">
        <w:tab/>
        <w:t xml:space="preserve">Pressurizer Replacement Inspection </w:t>
      </w:r>
      <w:r w:rsidR="009E4E3D" w:rsidRPr="00C97C43">
        <w:t>02/</w:t>
      </w:r>
      <w:r w:rsidR="00C97C43" w:rsidRPr="00C97C43">
        <w:t>04</w:t>
      </w:r>
      <w:r w:rsidR="009E4E3D" w:rsidRPr="00C97C43">
        <w:t>/25 (25</w:t>
      </w:r>
      <w:r w:rsidR="009E4E3D">
        <w:t>-001</w:t>
      </w:r>
      <w:r w:rsidR="009E4E3D" w:rsidRPr="00ED1A1D">
        <w:t>)</w:t>
      </w:r>
    </w:p>
    <w:p w14:paraId="15138C99" w14:textId="7C3CCB43" w:rsidR="008C102A" w:rsidRPr="00ED1A1D" w:rsidRDefault="00E5191D" w:rsidP="002F13A8">
      <w:pPr>
        <w:pStyle w:val="BodyText3"/>
      </w:pPr>
      <w:r w:rsidRPr="00ED1A1D">
        <w:t>50054</w:t>
      </w:r>
      <w:r w:rsidRPr="00ED1A1D">
        <w:tab/>
        <w:t xml:space="preserve">Reactor Vessel Material Surveillance </w:t>
      </w:r>
      <w:r w:rsidR="005403E6" w:rsidRPr="00ED1A1D">
        <w:t>Program 12</w:t>
      </w:r>
      <w:r w:rsidR="00B474DD" w:rsidRPr="00ED1A1D">
        <w:t>/04/08</w:t>
      </w:r>
      <w:r w:rsidRPr="00ED1A1D">
        <w:t xml:space="preserve"> (</w:t>
      </w:r>
      <w:r w:rsidR="00B474DD" w:rsidRPr="00ED1A1D">
        <w:t>08-034</w:t>
      </w:r>
      <w:r w:rsidRPr="00ED1A1D">
        <w:t>)</w:t>
      </w:r>
    </w:p>
    <w:p w14:paraId="2A058F91" w14:textId="434EC0A0" w:rsidR="00000699" w:rsidRPr="00ED1A1D" w:rsidRDefault="004B654C" w:rsidP="002F13A8">
      <w:pPr>
        <w:pStyle w:val="BodyText3"/>
      </w:pPr>
      <w:r w:rsidRPr="00ED1A1D">
        <w:t>50056</w:t>
      </w:r>
      <w:r w:rsidR="00766312" w:rsidRPr="00ED1A1D">
        <w:tab/>
      </w:r>
      <w:r w:rsidR="00D91340" w:rsidRPr="00ED1A1D">
        <w:t>RESERVED</w:t>
      </w:r>
      <w:r w:rsidR="003C3A98" w:rsidRPr="00ED1A1D">
        <w:t xml:space="preserve"> for </w:t>
      </w:r>
      <w:r w:rsidR="00000647" w:rsidRPr="00ED1A1D">
        <w:t>Reactor Vessel Material Surveillance Program</w:t>
      </w:r>
    </w:p>
    <w:p w14:paraId="67FAC6F9" w14:textId="77777777" w:rsidR="003C3A98" w:rsidRPr="00ED1A1D" w:rsidRDefault="003C3A98" w:rsidP="00616E37">
      <w:pPr>
        <w:pStyle w:val="BodyText2"/>
      </w:pPr>
      <w:r w:rsidRPr="00ED1A1D">
        <w:t>5100</w:t>
      </w:r>
      <w:r w:rsidRPr="00ED1A1D">
        <w:tab/>
      </w:r>
      <w:r w:rsidRPr="00ED1A1D">
        <w:rPr>
          <w:u w:val="single"/>
        </w:rPr>
        <w:t>Electrical Components and Systems</w:t>
      </w:r>
    </w:p>
    <w:p w14:paraId="76244DC7" w14:textId="4D437B2F" w:rsidR="005F7B79" w:rsidRPr="00ED1A1D" w:rsidRDefault="005F7B79" w:rsidP="002F13A8">
      <w:pPr>
        <w:pStyle w:val="BodyText3"/>
      </w:pPr>
      <w:r w:rsidRPr="00ED1A1D">
        <w:t>51080</w:t>
      </w:r>
      <w:r w:rsidRPr="00ED1A1D">
        <w:tab/>
      </w:r>
      <w:r w:rsidR="008A2BEC" w:rsidRPr="00ED1A1D">
        <w:t>Part 52, Environmental Qualification</w:t>
      </w:r>
      <w:r w:rsidR="005239C6" w:rsidRPr="00ED1A1D">
        <w:t xml:space="preserve"> </w:t>
      </w:r>
      <w:r w:rsidR="008A2BEC" w:rsidRPr="00ED1A1D">
        <w:t>(EQ) Program for Electrical and Mechanical Equipment</w:t>
      </w:r>
      <w:r w:rsidRPr="00ED1A1D">
        <w:t xml:space="preserve"> </w:t>
      </w:r>
      <w:r w:rsidR="001A1CB5" w:rsidRPr="00ED1A1D">
        <w:t>06/26/17 (17-013</w:t>
      </w:r>
      <w:r w:rsidRPr="00ED1A1D">
        <w:t>)</w:t>
      </w:r>
    </w:p>
    <w:p w14:paraId="69C8D4DC" w14:textId="77777777" w:rsidR="005F7B79" w:rsidRPr="00ED1A1D" w:rsidRDefault="005F7B79" w:rsidP="00616E37">
      <w:pPr>
        <w:pStyle w:val="BodyText2"/>
      </w:pPr>
      <w:r w:rsidRPr="00ED1A1D">
        <w:t>5200</w:t>
      </w:r>
      <w:r w:rsidRPr="00ED1A1D">
        <w:tab/>
      </w:r>
      <w:r w:rsidRPr="00ED1A1D">
        <w:rPr>
          <w:u w:val="single"/>
        </w:rPr>
        <w:t>Instrumentation Systems and Components</w:t>
      </w:r>
    </w:p>
    <w:p w14:paraId="1004966E" w14:textId="71B661B3" w:rsidR="005F7B79" w:rsidRPr="00ED1A1D" w:rsidRDefault="005F7B79" w:rsidP="002F13A8">
      <w:pPr>
        <w:pStyle w:val="BodyText3"/>
      </w:pPr>
      <w:r w:rsidRPr="00ED1A1D">
        <w:t>52003</w:t>
      </w:r>
      <w:r w:rsidRPr="00ED1A1D">
        <w:tab/>
        <w:t xml:space="preserve">Digital Instrumentation and Control Modification Inspection </w:t>
      </w:r>
      <w:r w:rsidR="001A32CB" w:rsidRPr="00ED1A1D">
        <w:br/>
      </w:r>
      <w:r w:rsidR="003E7F29" w:rsidRPr="00ED1A1D">
        <w:t>07/09/21</w:t>
      </w:r>
      <w:r w:rsidRPr="00ED1A1D">
        <w:t xml:space="preserve"> (</w:t>
      </w:r>
      <w:r w:rsidR="003207BB" w:rsidRPr="00ED1A1D">
        <w:t>21-023</w:t>
      </w:r>
      <w:r w:rsidRPr="00ED1A1D">
        <w:t>)</w:t>
      </w:r>
    </w:p>
    <w:p w14:paraId="2BE2EAF5" w14:textId="1F9E87A0" w:rsidR="005F7B79" w:rsidRPr="00ED1A1D" w:rsidRDefault="0032761B" w:rsidP="00616E37">
      <w:pPr>
        <w:pStyle w:val="BodyText2"/>
        <w:rPr>
          <w:u w:val="single"/>
        </w:rPr>
      </w:pPr>
      <w:r w:rsidRPr="00ED1A1D">
        <w:t>5300</w:t>
      </w:r>
      <w:r w:rsidRPr="00ED1A1D">
        <w:tab/>
      </w:r>
      <w:r w:rsidR="005F7B79" w:rsidRPr="00ED1A1D">
        <w:rPr>
          <w:u w:val="single"/>
        </w:rPr>
        <w:t>Containment Penetrations</w:t>
      </w:r>
    </w:p>
    <w:p w14:paraId="3504F11D" w14:textId="77777777" w:rsidR="005F7B79" w:rsidRPr="00ED1A1D" w:rsidRDefault="005F7B79" w:rsidP="00616E37">
      <w:pPr>
        <w:pStyle w:val="BodyText2"/>
      </w:pPr>
      <w:r w:rsidRPr="00ED1A1D">
        <w:t>5400</w:t>
      </w:r>
      <w:r w:rsidRPr="00ED1A1D">
        <w:tab/>
      </w:r>
      <w:r w:rsidRPr="00ED1A1D">
        <w:rPr>
          <w:u w:val="single"/>
        </w:rPr>
        <w:t>Cleanliness</w:t>
      </w:r>
    </w:p>
    <w:p w14:paraId="5C0E0D7C" w14:textId="77777777" w:rsidR="005F7B79" w:rsidRPr="00ED1A1D" w:rsidRDefault="005F7B79" w:rsidP="00616E37">
      <w:pPr>
        <w:pStyle w:val="BodyText2"/>
      </w:pPr>
      <w:r w:rsidRPr="00ED1A1D">
        <w:t>5500</w:t>
      </w:r>
      <w:r w:rsidRPr="00ED1A1D">
        <w:tab/>
      </w:r>
      <w:r w:rsidRPr="00ED1A1D">
        <w:rPr>
          <w:u w:val="single"/>
        </w:rPr>
        <w:t>Welding</w:t>
      </w:r>
    </w:p>
    <w:p w14:paraId="7BCDE745" w14:textId="1396BAB5" w:rsidR="005F7B79" w:rsidRPr="00ED1A1D" w:rsidRDefault="005F7B79" w:rsidP="002F13A8">
      <w:pPr>
        <w:pStyle w:val="BodyText3"/>
      </w:pPr>
      <w:r w:rsidRPr="00ED1A1D">
        <w:t>55050</w:t>
      </w:r>
      <w:r w:rsidRPr="00ED1A1D">
        <w:tab/>
        <w:t>Nuclear Welding General Inspection Procedure 06/20/83 (83-06</w:t>
      </w:r>
      <w:proofErr w:type="gramStart"/>
      <w:r w:rsidRPr="00ED1A1D">
        <w:t>)</w:t>
      </w:r>
      <w:r w:rsidR="00AF034E" w:rsidRPr="00ED1A1D">
        <w:t xml:space="preserve">  R</w:t>
      </w:r>
      <w:proofErr w:type="gramEnd"/>
    </w:p>
    <w:p w14:paraId="252E2F3D" w14:textId="18856096" w:rsidR="005F7B79" w:rsidRPr="00ED1A1D" w:rsidRDefault="005F7B79" w:rsidP="002858CA">
      <w:pPr>
        <w:pStyle w:val="BodyText3"/>
      </w:pPr>
      <w:r w:rsidRPr="00ED1A1D">
        <w:t>55100</w:t>
      </w:r>
      <w:r w:rsidRPr="00ED1A1D">
        <w:tab/>
        <w:t>Structural Welding General Inspection Procedure 06/20/83 (83-06</w:t>
      </w:r>
      <w:proofErr w:type="gramStart"/>
      <w:r w:rsidRPr="00ED1A1D">
        <w:t>)</w:t>
      </w:r>
      <w:r w:rsidR="00221B9D" w:rsidRPr="00ED1A1D">
        <w:t xml:space="preserve">  R</w:t>
      </w:r>
      <w:proofErr w:type="gramEnd"/>
    </w:p>
    <w:p w14:paraId="37484556" w14:textId="77777777" w:rsidR="00843F05" w:rsidRPr="00ED1A1D" w:rsidRDefault="00843F05" w:rsidP="00616E37">
      <w:pPr>
        <w:pStyle w:val="BodyText2"/>
      </w:pPr>
      <w:r w:rsidRPr="00ED1A1D">
        <w:t>5600</w:t>
      </w:r>
      <w:r w:rsidRPr="00ED1A1D">
        <w:tab/>
      </w:r>
      <w:r w:rsidRPr="00ED1A1D">
        <w:rPr>
          <w:u w:val="single"/>
        </w:rPr>
        <w:t>Calibration</w:t>
      </w:r>
    </w:p>
    <w:p w14:paraId="02EA7005" w14:textId="4FFFCBCC" w:rsidR="00843F05" w:rsidRPr="00ED1A1D" w:rsidRDefault="00843F05" w:rsidP="002F13A8">
      <w:pPr>
        <w:pStyle w:val="BodyText3"/>
      </w:pPr>
      <w:r w:rsidRPr="00ED1A1D">
        <w:t>56700</w:t>
      </w:r>
      <w:r w:rsidR="00E11CF5" w:rsidRPr="00ED1A1D">
        <w:tab/>
      </w:r>
      <w:r w:rsidRPr="00ED1A1D">
        <w:t>Calibration 03/23/05 (05-008</w:t>
      </w:r>
      <w:proofErr w:type="gramStart"/>
      <w:r w:rsidRPr="00ED1A1D">
        <w:t>)</w:t>
      </w:r>
      <w:r w:rsidR="00120EDF" w:rsidRPr="00ED1A1D">
        <w:t xml:space="preserve">  R</w:t>
      </w:r>
      <w:proofErr w:type="gramEnd"/>
    </w:p>
    <w:p w14:paraId="5BED6D18" w14:textId="77777777" w:rsidR="003C3A98" w:rsidRPr="00ED1A1D" w:rsidRDefault="003C3A98" w:rsidP="00616E37">
      <w:pPr>
        <w:pStyle w:val="BodyText2"/>
      </w:pPr>
      <w:r w:rsidRPr="00ED1A1D">
        <w:t>5700</w:t>
      </w:r>
      <w:r w:rsidRPr="00ED1A1D">
        <w:tab/>
      </w:r>
      <w:r w:rsidRPr="00ED1A1D">
        <w:rPr>
          <w:u w:val="single"/>
        </w:rPr>
        <w:t>Nondestructive Examination, Destructive Examination and Fabrication</w:t>
      </w:r>
      <w:r w:rsidRPr="00ED1A1D">
        <w:t xml:space="preserve"> </w:t>
      </w:r>
      <w:r w:rsidRPr="00ED1A1D">
        <w:rPr>
          <w:u w:val="single"/>
        </w:rPr>
        <w:t>Testing</w:t>
      </w:r>
    </w:p>
    <w:p w14:paraId="2ED6717D" w14:textId="04662AF8" w:rsidR="003C3A98" w:rsidRPr="00ED1A1D" w:rsidRDefault="003C3A98" w:rsidP="002F13A8">
      <w:pPr>
        <w:pStyle w:val="BodyText3"/>
      </w:pPr>
      <w:r w:rsidRPr="00ED1A1D">
        <w:t>57050</w:t>
      </w:r>
      <w:r w:rsidRPr="00ED1A1D">
        <w:tab/>
        <w:t>Visual Testing Examination 03/09/99 (99-003</w:t>
      </w:r>
      <w:proofErr w:type="gramStart"/>
      <w:r w:rsidRPr="00ED1A1D">
        <w:t>)</w:t>
      </w:r>
      <w:r w:rsidR="00975F63" w:rsidRPr="00ED1A1D">
        <w:t xml:space="preserve">  R</w:t>
      </w:r>
      <w:proofErr w:type="gramEnd"/>
    </w:p>
    <w:p w14:paraId="73CC8EFD" w14:textId="5E8B2856" w:rsidR="00410CB8" w:rsidRPr="00ED1A1D" w:rsidRDefault="003C3A98" w:rsidP="002F13A8">
      <w:pPr>
        <w:pStyle w:val="BodyText3"/>
      </w:pPr>
      <w:r w:rsidRPr="00ED1A1D">
        <w:t>57060</w:t>
      </w:r>
      <w:r w:rsidRPr="00ED1A1D">
        <w:tab/>
        <w:t>Liquid Penetrant Testing Examination 03/09/99 (99-003</w:t>
      </w:r>
      <w:proofErr w:type="gramStart"/>
      <w:r w:rsidRPr="00ED1A1D">
        <w:t>)</w:t>
      </w:r>
      <w:r w:rsidR="00C3413F" w:rsidRPr="00ED1A1D">
        <w:t xml:space="preserve">  R</w:t>
      </w:r>
      <w:proofErr w:type="gramEnd"/>
    </w:p>
    <w:p w14:paraId="0996842A" w14:textId="1B974695" w:rsidR="005F7B79" w:rsidRPr="00ED1A1D" w:rsidRDefault="005F7B79" w:rsidP="002F13A8">
      <w:pPr>
        <w:pStyle w:val="BodyText3"/>
      </w:pPr>
      <w:r w:rsidRPr="00ED1A1D">
        <w:t>57070</w:t>
      </w:r>
      <w:r w:rsidRPr="00ED1A1D">
        <w:tab/>
        <w:t>Magnetic Particle Testing Examination 03/09/99 (99-003</w:t>
      </w:r>
      <w:proofErr w:type="gramStart"/>
      <w:r w:rsidRPr="00ED1A1D">
        <w:t>)</w:t>
      </w:r>
      <w:r w:rsidR="00512E8F" w:rsidRPr="00ED1A1D">
        <w:t xml:space="preserve">  R</w:t>
      </w:r>
      <w:proofErr w:type="gramEnd"/>
    </w:p>
    <w:p w14:paraId="6E58E34C" w14:textId="157B85B8" w:rsidR="005F7B79" w:rsidRPr="00ED1A1D" w:rsidRDefault="005F7B79" w:rsidP="002F13A8">
      <w:pPr>
        <w:pStyle w:val="BodyText3"/>
      </w:pPr>
      <w:r w:rsidRPr="00ED1A1D">
        <w:t>57080</w:t>
      </w:r>
      <w:r w:rsidRPr="00ED1A1D">
        <w:tab/>
        <w:t>Ultrasonic Testing Examination 03/09/99 (99-003</w:t>
      </w:r>
      <w:proofErr w:type="gramStart"/>
      <w:r w:rsidRPr="00ED1A1D">
        <w:t>)</w:t>
      </w:r>
      <w:r w:rsidR="00512E8F" w:rsidRPr="00ED1A1D">
        <w:t xml:space="preserve">  R</w:t>
      </w:r>
      <w:proofErr w:type="gramEnd"/>
    </w:p>
    <w:p w14:paraId="35184F81" w14:textId="25189B3A" w:rsidR="005F7B79" w:rsidRPr="00ED1A1D" w:rsidRDefault="005F7B79" w:rsidP="002F13A8">
      <w:pPr>
        <w:pStyle w:val="BodyText3"/>
      </w:pPr>
      <w:r w:rsidRPr="00ED1A1D">
        <w:t>57090</w:t>
      </w:r>
      <w:r w:rsidRPr="00ED1A1D">
        <w:tab/>
        <w:t>Nondestructive Examination Procedure Radiographic</w:t>
      </w:r>
      <w:r w:rsidR="001A32CB" w:rsidRPr="00ED1A1D">
        <w:t xml:space="preserve"> </w:t>
      </w:r>
      <w:r w:rsidRPr="00ED1A1D">
        <w:t>Examination Procedure Review/Work Observation/Record</w:t>
      </w:r>
      <w:r w:rsidR="001A32CB" w:rsidRPr="00ED1A1D">
        <w:t xml:space="preserve"> </w:t>
      </w:r>
      <w:r w:rsidRPr="00ED1A1D">
        <w:t xml:space="preserve">Review </w:t>
      </w:r>
      <w:r w:rsidR="001A32CB" w:rsidRPr="00ED1A1D">
        <w:br/>
      </w:r>
      <w:r w:rsidRPr="00ED1A1D">
        <w:t>06/14/93 (93-005</w:t>
      </w:r>
      <w:proofErr w:type="gramStart"/>
      <w:r w:rsidRPr="00ED1A1D">
        <w:t>)</w:t>
      </w:r>
      <w:r w:rsidR="00A204CF" w:rsidRPr="00ED1A1D">
        <w:t xml:space="preserve">  R</w:t>
      </w:r>
      <w:proofErr w:type="gramEnd"/>
    </w:p>
    <w:p w14:paraId="18B4DCCA" w14:textId="77777777" w:rsidR="005F7B79" w:rsidRPr="00ED1A1D" w:rsidRDefault="005F7B79" w:rsidP="00616E37">
      <w:pPr>
        <w:pStyle w:val="BodyText2"/>
      </w:pPr>
      <w:r w:rsidRPr="00ED1A1D">
        <w:lastRenderedPageBreak/>
        <w:t>5800</w:t>
      </w:r>
      <w:r w:rsidRPr="00ED1A1D">
        <w:tab/>
      </w:r>
      <w:r w:rsidRPr="00ED1A1D">
        <w:rPr>
          <w:u w:val="single"/>
        </w:rPr>
        <w:t>Special Processes</w:t>
      </w:r>
    </w:p>
    <w:p w14:paraId="43F739F6" w14:textId="77777777" w:rsidR="005F7B79" w:rsidRPr="00ED1A1D" w:rsidRDefault="005F7B79" w:rsidP="00616E37">
      <w:pPr>
        <w:pStyle w:val="BodyText2"/>
        <w:rPr>
          <w:u w:val="single"/>
        </w:rPr>
      </w:pPr>
      <w:r w:rsidRPr="00ED1A1D">
        <w:t>5900</w:t>
      </w:r>
      <w:r w:rsidRPr="00ED1A1D">
        <w:tab/>
      </w:r>
      <w:r w:rsidRPr="00ED1A1D">
        <w:rPr>
          <w:u w:val="single"/>
        </w:rPr>
        <w:t>Reserve Shutdown System</w:t>
      </w:r>
    </w:p>
    <w:p w14:paraId="231D9112" w14:textId="77777777" w:rsidR="005F7B79" w:rsidRPr="00ED1A1D" w:rsidRDefault="005F7B79" w:rsidP="0026436D">
      <w:pPr>
        <w:pStyle w:val="Heading1"/>
      </w:pPr>
      <w:r w:rsidRPr="00ED1A1D">
        <w:t>6000</w:t>
      </w:r>
      <w:r w:rsidRPr="00ED1A1D">
        <w:tab/>
      </w:r>
      <w:r w:rsidRPr="00ED1A1D">
        <w:rPr>
          <w:u w:val="single"/>
        </w:rPr>
        <w:t>Fuel Fabrication, Handling and Storage</w:t>
      </w:r>
    </w:p>
    <w:p w14:paraId="4EE4E86D" w14:textId="4CBA9B03" w:rsidR="005F7B79" w:rsidRPr="00ED1A1D" w:rsidRDefault="005F7B79" w:rsidP="00453ED8">
      <w:pPr>
        <w:pStyle w:val="BodyText3"/>
      </w:pPr>
      <w:r w:rsidRPr="00ED1A1D">
        <w:t>60705</w:t>
      </w:r>
      <w:r w:rsidRPr="00ED1A1D">
        <w:tab/>
        <w:t>Preparation for Refueling 07/27/95 (95-009</w:t>
      </w:r>
      <w:proofErr w:type="gramStart"/>
      <w:r w:rsidRPr="00ED1A1D">
        <w:t>)</w:t>
      </w:r>
      <w:r w:rsidR="00FA2156" w:rsidRPr="00ED1A1D">
        <w:t xml:space="preserve">  R</w:t>
      </w:r>
      <w:proofErr w:type="gramEnd"/>
    </w:p>
    <w:p w14:paraId="3EB574D1" w14:textId="2DD9A9DE" w:rsidR="005F7B79" w:rsidRPr="00ED1A1D" w:rsidRDefault="005F7B79" w:rsidP="00453ED8">
      <w:pPr>
        <w:pStyle w:val="BodyText3"/>
      </w:pPr>
      <w:r w:rsidRPr="00ED1A1D">
        <w:t>60710</w:t>
      </w:r>
      <w:r w:rsidRPr="00ED1A1D">
        <w:tab/>
        <w:t>Refueling Activities 07/27/95 (95-009</w:t>
      </w:r>
      <w:proofErr w:type="gramStart"/>
      <w:r w:rsidRPr="00ED1A1D">
        <w:t>)</w:t>
      </w:r>
      <w:r w:rsidR="006164DC" w:rsidRPr="00ED1A1D">
        <w:t xml:space="preserve">  R</w:t>
      </w:r>
      <w:proofErr w:type="gramEnd"/>
    </w:p>
    <w:p w14:paraId="524F39E3" w14:textId="12567315" w:rsidR="005F7B79" w:rsidRPr="00ED1A1D" w:rsidRDefault="005F7B79" w:rsidP="00453ED8">
      <w:pPr>
        <w:pStyle w:val="BodyText3"/>
      </w:pPr>
      <w:r w:rsidRPr="00ED1A1D">
        <w:t>60715</w:t>
      </w:r>
      <w:r w:rsidRPr="00ED1A1D">
        <w:tab/>
        <w:t xml:space="preserve">Spent Fuel </w:t>
      </w:r>
      <w:r w:rsidR="00822720" w:rsidRPr="00ED1A1D">
        <w:t xml:space="preserve">Pool </w:t>
      </w:r>
      <w:r w:rsidRPr="00ED1A1D">
        <w:t xml:space="preserve">Safety at Operating Reactors </w:t>
      </w:r>
      <w:bookmarkStart w:id="41" w:name="_Hlk51138518"/>
      <w:r w:rsidR="004F0BDC" w:rsidRPr="00ED1A1D">
        <w:t>09/16/20</w:t>
      </w:r>
      <w:r w:rsidRPr="00ED1A1D">
        <w:t xml:space="preserve"> </w:t>
      </w:r>
      <w:bookmarkEnd w:id="41"/>
      <w:r w:rsidRPr="00ED1A1D">
        <w:t>(</w:t>
      </w:r>
      <w:r w:rsidR="004F0BDC" w:rsidRPr="00ED1A1D">
        <w:t>20</w:t>
      </w:r>
      <w:r w:rsidRPr="00ED1A1D">
        <w:t>-0</w:t>
      </w:r>
      <w:r w:rsidR="004F0BDC" w:rsidRPr="00ED1A1D">
        <w:t>43</w:t>
      </w:r>
      <w:r w:rsidRPr="00ED1A1D">
        <w:t>)</w:t>
      </w:r>
    </w:p>
    <w:p w14:paraId="446C89A3" w14:textId="7183D492" w:rsidR="005F7B79" w:rsidRPr="00ED1A1D" w:rsidRDefault="005F7B79" w:rsidP="00453ED8">
      <w:pPr>
        <w:pStyle w:val="BodyText3"/>
      </w:pPr>
      <w:r w:rsidRPr="00ED1A1D">
        <w:t>60801</w:t>
      </w:r>
      <w:r w:rsidRPr="00ED1A1D">
        <w:tab/>
      </w:r>
      <w:r w:rsidR="00FC4889" w:rsidRPr="00ED1A1D">
        <w:t xml:space="preserve">Spent Fuel Pool Maintenance, Surveillance, and Safety at Permanently </w:t>
      </w:r>
      <w:proofErr w:type="spellStart"/>
      <w:r w:rsidR="00FC4889" w:rsidRPr="00ED1A1D">
        <w:t>Shutdown</w:t>
      </w:r>
      <w:proofErr w:type="spellEnd"/>
      <w:r w:rsidR="00FC4889" w:rsidRPr="00ED1A1D">
        <w:t xml:space="preserve"> Reactors </w:t>
      </w:r>
      <w:bookmarkStart w:id="42" w:name="_Hlk50535315"/>
      <w:r w:rsidR="00FC4889" w:rsidRPr="00ED1A1D">
        <w:t>09/09/20</w:t>
      </w:r>
      <w:r w:rsidRPr="00ED1A1D">
        <w:t xml:space="preserve"> </w:t>
      </w:r>
      <w:bookmarkEnd w:id="42"/>
      <w:r w:rsidRPr="00ED1A1D">
        <w:t>(</w:t>
      </w:r>
      <w:r w:rsidR="00FC4889" w:rsidRPr="00ED1A1D">
        <w:t>20-041</w:t>
      </w:r>
      <w:r w:rsidRPr="00ED1A1D">
        <w:t>)</w:t>
      </w:r>
    </w:p>
    <w:p w14:paraId="138B6F39" w14:textId="110428B9" w:rsidR="005F7B79" w:rsidRPr="00ED1A1D" w:rsidRDefault="005F7B79" w:rsidP="00453ED8">
      <w:pPr>
        <w:pStyle w:val="BodyText3"/>
      </w:pPr>
      <w:r w:rsidRPr="00ED1A1D">
        <w:t>60845</w:t>
      </w:r>
      <w:r w:rsidRPr="00ED1A1D">
        <w:tab/>
        <w:t>Operation of Int</w:t>
      </w:r>
      <w:r w:rsidR="00E07D51" w:rsidRPr="00ED1A1D">
        <w:t>e</w:t>
      </w:r>
      <w:r w:rsidRPr="00ED1A1D">
        <w:t xml:space="preserve">r-Unit Fuel Transfer Canister and Cask System </w:t>
      </w:r>
      <w:r w:rsidR="00453ED8" w:rsidRPr="00ED1A1D">
        <w:br/>
      </w:r>
      <w:r w:rsidR="00677A1F" w:rsidRPr="00ED1A1D">
        <w:t>05/16/19 (19-015</w:t>
      </w:r>
      <w:r w:rsidRPr="00ED1A1D">
        <w:t>)</w:t>
      </w:r>
    </w:p>
    <w:p w14:paraId="6736A1F7" w14:textId="7761584F" w:rsidR="005F7B79" w:rsidRPr="00ED1A1D" w:rsidRDefault="005F7B79" w:rsidP="00453ED8">
      <w:pPr>
        <w:pStyle w:val="BodyText3"/>
      </w:pPr>
      <w:r w:rsidRPr="00ED1A1D">
        <w:t>60851</w:t>
      </w:r>
      <w:r w:rsidRPr="00ED1A1D">
        <w:tab/>
        <w:t>Design Control of ISFSI Components 01/16/08 (08-003)</w:t>
      </w:r>
    </w:p>
    <w:p w14:paraId="35F06CC7" w14:textId="11921C0D" w:rsidR="005F7B79" w:rsidRPr="00ED1A1D" w:rsidRDefault="005F7B79" w:rsidP="00453ED8">
      <w:pPr>
        <w:pStyle w:val="BodyText3"/>
      </w:pPr>
      <w:r w:rsidRPr="00ED1A1D">
        <w:t>60852</w:t>
      </w:r>
      <w:r w:rsidRPr="00ED1A1D">
        <w:tab/>
        <w:t xml:space="preserve">ISFSI Component Fabrication by Outside Fabricators </w:t>
      </w:r>
      <w:r w:rsidR="007F2858" w:rsidRPr="00ED1A1D">
        <w:t>08/17/23 (23-024)</w:t>
      </w:r>
    </w:p>
    <w:p w14:paraId="3C2DF6F0" w14:textId="6005B591" w:rsidR="005F7B79" w:rsidRPr="00ED1A1D" w:rsidRDefault="005F7B79" w:rsidP="00453ED8">
      <w:pPr>
        <w:pStyle w:val="BodyText3"/>
      </w:pPr>
      <w:r w:rsidRPr="00ED1A1D">
        <w:t>60853</w:t>
      </w:r>
      <w:r w:rsidRPr="00ED1A1D">
        <w:tab/>
        <w:t xml:space="preserve">On-Site Fabrication of Components and Construction of an </w:t>
      </w:r>
      <w:r w:rsidR="00852F36" w:rsidRPr="00ED1A1D">
        <w:t>Independent Spent Fuel Storage Installation</w:t>
      </w:r>
      <w:r w:rsidRPr="00ED1A1D">
        <w:t xml:space="preserve"> </w:t>
      </w:r>
      <w:bookmarkStart w:id="43" w:name="_Hlk50707747"/>
      <w:r w:rsidR="007F2858" w:rsidRPr="00ED1A1D">
        <w:t>08/17/23 (23-024)</w:t>
      </w:r>
      <w:bookmarkEnd w:id="43"/>
    </w:p>
    <w:p w14:paraId="4A6731B9" w14:textId="70160208" w:rsidR="005F7B79" w:rsidRPr="00ED1A1D" w:rsidRDefault="005F7B79" w:rsidP="00453ED8">
      <w:pPr>
        <w:pStyle w:val="BodyText3"/>
      </w:pPr>
      <w:r w:rsidRPr="00ED1A1D">
        <w:t>60854</w:t>
      </w:r>
      <w:r w:rsidRPr="00ED1A1D">
        <w:tab/>
        <w:t xml:space="preserve">Preoperational Testing of an Independent Spent Fuel Storage Installation </w:t>
      </w:r>
      <w:r w:rsidR="0062607D" w:rsidRPr="00ED1A1D">
        <w:t>10/20/20</w:t>
      </w:r>
      <w:r w:rsidRPr="00ED1A1D">
        <w:t xml:space="preserve"> (</w:t>
      </w:r>
      <w:r w:rsidR="0062607D" w:rsidRPr="00ED1A1D">
        <w:t>20-052</w:t>
      </w:r>
      <w:r w:rsidRPr="00ED1A1D">
        <w:t>)</w:t>
      </w:r>
    </w:p>
    <w:p w14:paraId="29B0886F" w14:textId="1758EC70" w:rsidR="005F7B79" w:rsidRPr="00ED1A1D" w:rsidRDefault="005F7B79" w:rsidP="00453ED8">
      <w:pPr>
        <w:pStyle w:val="BodyText3"/>
      </w:pPr>
      <w:r w:rsidRPr="00ED1A1D">
        <w:t>60855</w:t>
      </w:r>
      <w:r w:rsidRPr="00ED1A1D">
        <w:tab/>
        <w:t xml:space="preserve">Operation of an Independent Spent Fuel Storage Installation </w:t>
      </w:r>
      <w:r w:rsidR="0075575A" w:rsidRPr="00ED1A1D">
        <w:br/>
      </w:r>
      <w:r w:rsidR="00914736" w:rsidRPr="00ED1A1D">
        <w:t>11/25/20 (</w:t>
      </w:r>
      <w:r w:rsidR="0075575A" w:rsidRPr="00ED1A1D">
        <w:t>20-065)</w:t>
      </w:r>
    </w:p>
    <w:p w14:paraId="746EE61C" w14:textId="49733E28" w:rsidR="005F7B79" w:rsidRPr="00ED1A1D" w:rsidRDefault="005F7B79" w:rsidP="00453ED8">
      <w:pPr>
        <w:pStyle w:val="BodyText3"/>
      </w:pPr>
      <w:r w:rsidRPr="00ED1A1D">
        <w:t>60856</w:t>
      </w:r>
      <w:r w:rsidRPr="00ED1A1D">
        <w:tab/>
        <w:t xml:space="preserve">Review of 10 CFR 72.212(b) Evaluations </w:t>
      </w:r>
      <w:bookmarkStart w:id="44" w:name="_Hlk54088945"/>
      <w:r w:rsidR="0062607D" w:rsidRPr="00ED1A1D">
        <w:t>10/20/20</w:t>
      </w:r>
      <w:r w:rsidRPr="00ED1A1D">
        <w:t xml:space="preserve"> </w:t>
      </w:r>
      <w:bookmarkEnd w:id="44"/>
      <w:r w:rsidRPr="00ED1A1D">
        <w:t>(</w:t>
      </w:r>
      <w:r w:rsidR="0062607D" w:rsidRPr="00ED1A1D">
        <w:t>20-052</w:t>
      </w:r>
      <w:r w:rsidRPr="00ED1A1D">
        <w:t>)</w:t>
      </w:r>
    </w:p>
    <w:p w14:paraId="5D7EAD91" w14:textId="65246A95" w:rsidR="005F7B79" w:rsidRPr="00ED1A1D" w:rsidRDefault="005F7B79" w:rsidP="00453ED8">
      <w:pPr>
        <w:pStyle w:val="BodyText3"/>
      </w:pPr>
      <w:r w:rsidRPr="00ED1A1D">
        <w:t>60857</w:t>
      </w:r>
      <w:r w:rsidRPr="00ED1A1D">
        <w:tab/>
        <w:t xml:space="preserve">Review of 10 CFR 72.48 Evaluations </w:t>
      </w:r>
      <w:r w:rsidR="0062607D" w:rsidRPr="00ED1A1D">
        <w:t>10/20/20</w:t>
      </w:r>
      <w:r w:rsidRPr="00ED1A1D">
        <w:t xml:space="preserve"> </w:t>
      </w:r>
      <w:r w:rsidR="0062607D" w:rsidRPr="00ED1A1D">
        <w:t>(20-052</w:t>
      </w:r>
      <w:r w:rsidRPr="00ED1A1D">
        <w:t>)</w:t>
      </w:r>
    </w:p>
    <w:p w14:paraId="5FD57502" w14:textId="4119BF1B" w:rsidR="005F7B79" w:rsidRPr="00ED1A1D" w:rsidRDefault="005F7B79" w:rsidP="00453ED8">
      <w:pPr>
        <w:pStyle w:val="BodyText3"/>
      </w:pPr>
      <w:r w:rsidRPr="00ED1A1D">
        <w:t>60858</w:t>
      </w:r>
      <w:r w:rsidRPr="00ED1A1D">
        <w:tab/>
        <w:t>Away-From-Reactor I</w:t>
      </w:r>
      <w:r w:rsidR="00766504" w:rsidRPr="00ED1A1D">
        <w:t xml:space="preserve">ndependent </w:t>
      </w:r>
      <w:r w:rsidRPr="00ED1A1D">
        <w:t>S</w:t>
      </w:r>
      <w:r w:rsidR="00766504" w:rsidRPr="00ED1A1D">
        <w:t xml:space="preserve">pent </w:t>
      </w:r>
      <w:r w:rsidRPr="00ED1A1D">
        <w:t>F</w:t>
      </w:r>
      <w:r w:rsidR="007009C4" w:rsidRPr="00ED1A1D">
        <w:t xml:space="preserve">uel </w:t>
      </w:r>
      <w:r w:rsidRPr="00ED1A1D">
        <w:t>S</w:t>
      </w:r>
      <w:r w:rsidR="007009C4" w:rsidRPr="00ED1A1D">
        <w:t xml:space="preserve">torage </w:t>
      </w:r>
      <w:r w:rsidRPr="00ED1A1D">
        <w:t>I</w:t>
      </w:r>
      <w:r w:rsidR="007009C4" w:rsidRPr="00ED1A1D">
        <w:t>nstallation</w:t>
      </w:r>
      <w:r w:rsidRPr="00ED1A1D">
        <w:t xml:space="preserve"> Inspection Guidance </w:t>
      </w:r>
      <w:r w:rsidR="00540572" w:rsidRPr="00ED1A1D">
        <w:t>11/12/20</w:t>
      </w:r>
      <w:r w:rsidRPr="00ED1A1D">
        <w:t xml:space="preserve"> (</w:t>
      </w:r>
      <w:r w:rsidR="00540572" w:rsidRPr="00ED1A1D">
        <w:t>20-062</w:t>
      </w:r>
      <w:r w:rsidRPr="00ED1A1D">
        <w:t>)</w:t>
      </w:r>
    </w:p>
    <w:p w14:paraId="1AF6A5B2" w14:textId="5C438FB4" w:rsidR="004A7412" w:rsidRPr="00ED1A1D" w:rsidRDefault="00843F05" w:rsidP="00453ED8">
      <w:pPr>
        <w:pStyle w:val="BodyText3"/>
      </w:pPr>
      <w:r w:rsidRPr="00ED1A1D">
        <w:t>60859</w:t>
      </w:r>
      <w:r w:rsidRPr="00ED1A1D">
        <w:tab/>
      </w:r>
      <w:r w:rsidR="004A7412" w:rsidRPr="00ED1A1D">
        <w:t>Independent Spent Fuel Storage Installation</w:t>
      </w:r>
      <w:r w:rsidR="00E770A3" w:rsidRPr="00ED1A1D">
        <w:t xml:space="preserve"> (ISFSI) License Renewal Inspection 09/11/2024 (24-025)</w:t>
      </w:r>
    </w:p>
    <w:p w14:paraId="033F5A96" w14:textId="0F815C83" w:rsidR="00843F05" w:rsidRPr="00ED1A1D" w:rsidRDefault="004A7412" w:rsidP="00453ED8">
      <w:pPr>
        <w:pStyle w:val="BodyText3"/>
      </w:pPr>
      <w:r w:rsidRPr="00ED1A1D">
        <w:t>60860</w:t>
      </w:r>
      <w:r w:rsidRPr="00ED1A1D">
        <w:tab/>
      </w:r>
      <w:r w:rsidR="00D91340" w:rsidRPr="00ED1A1D">
        <w:t>RESERVED</w:t>
      </w:r>
      <w:r w:rsidR="00843F05" w:rsidRPr="00ED1A1D">
        <w:t xml:space="preserve"> for Welding Verification Checklist for Transportation and ISFSI Components</w:t>
      </w:r>
    </w:p>
    <w:p w14:paraId="3082D375" w14:textId="70C6B466" w:rsidR="00843F05" w:rsidRPr="00ED1A1D" w:rsidRDefault="00843F05" w:rsidP="00453ED8">
      <w:pPr>
        <w:pStyle w:val="BodyText3"/>
      </w:pPr>
      <w:r w:rsidRPr="00ED1A1D">
        <w:t>6086</w:t>
      </w:r>
      <w:r w:rsidR="004A7412" w:rsidRPr="00ED1A1D">
        <w:t>1</w:t>
      </w:r>
      <w:r w:rsidRPr="00ED1A1D">
        <w:tab/>
      </w:r>
      <w:r w:rsidR="00D91340" w:rsidRPr="00ED1A1D">
        <w:t>RESERVED</w:t>
      </w:r>
      <w:r w:rsidRPr="00ED1A1D">
        <w:t xml:space="preserve"> for Nondestructive Examination Procedure Visual Examination Procedure Review/Work Observation/Record Review of Transportation and ISFSI Components</w:t>
      </w:r>
    </w:p>
    <w:p w14:paraId="25F6F45E" w14:textId="3E82AFD9" w:rsidR="006371BC" w:rsidRPr="00ED1A1D" w:rsidRDefault="00843F05" w:rsidP="00453ED8">
      <w:pPr>
        <w:pStyle w:val="BodyText3"/>
      </w:pPr>
      <w:r w:rsidRPr="00ED1A1D">
        <w:t>6086</w:t>
      </w:r>
      <w:r w:rsidR="004A7412" w:rsidRPr="00ED1A1D">
        <w:t>2</w:t>
      </w:r>
      <w:r w:rsidRPr="00ED1A1D">
        <w:tab/>
      </w:r>
      <w:r w:rsidR="00D91340" w:rsidRPr="00ED1A1D">
        <w:t>RESERVED</w:t>
      </w:r>
      <w:r w:rsidRPr="00ED1A1D">
        <w:t xml:space="preserve"> for Nondestructive Examination Procedure Liquid Penetrant Examination Procedure Review/Work Observation/Record Review of Transportation ISFSI Components</w:t>
      </w:r>
    </w:p>
    <w:p w14:paraId="0E0981DC" w14:textId="36A0F365" w:rsidR="009001C1" w:rsidRPr="00ED1A1D" w:rsidRDefault="009001C1" w:rsidP="00453ED8">
      <w:pPr>
        <w:pStyle w:val="BodyText3"/>
      </w:pPr>
      <w:r w:rsidRPr="00ED1A1D">
        <w:t>6086</w:t>
      </w:r>
      <w:r w:rsidR="004A7412" w:rsidRPr="00ED1A1D">
        <w:t>3</w:t>
      </w:r>
      <w:r w:rsidRPr="00ED1A1D">
        <w:tab/>
      </w:r>
      <w:r w:rsidR="00D91340" w:rsidRPr="00ED1A1D">
        <w:t>RESERVED</w:t>
      </w:r>
      <w:r w:rsidRPr="00ED1A1D">
        <w:t xml:space="preserve"> for Nondestructive Examination Procedure Magnetic Particle Examination Procedure Review/Work Observation/Record Review of Transportation ISFSI Components</w:t>
      </w:r>
    </w:p>
    <w:p w14:paraId="1DC781E2" w14:textId="57A6422E" w:rsidR="009001C1" w:rsidRPr="00ED1A1D" w:rsidRDefault="009001C1" w:rsidP="00453ED8">
      <w:pPr>
        <w:pStyle w:val="BodyText3"/>
      </w:pPr>
      <w:r w:rsidRPr="00ED1A1D">
        <w:t>6086</w:t>
      </w:r>
      <w:r w:rsidR="004A7412" w:rsidRPr="00ED1A1D">
        <w:t>4</w:t>
      </w:r>
      <w:r w:rsidRPr="00ED1A1D">
        <w:tab/>
      </w:r>
      <w:r w:rsidR="00D91340" w:rsidRPr="00ED1A1D">
        <w:t>RESERVED</w:t>
      </w:r>
      <w:r w:rsidRPr="00ED1A1D">
        <w:t xml:space="preserve"> for Nondestructive Examination Procedure Ultrasonic Examination Procedure Review/Work Observation/Record Review</w:t>
      </w:r>
    </w:p>
    <w:p w14:paraId="09CE6DFB" w14:textId="2045CC69" w:rsidR="009001C1" w:rsidRPr="00ED1A1D" w:rsidRDefault="009001C1" w:rsidP="00453ED8">
      <w:pPr>
        <w:pStyle w:val="BodyText3"/>
      </w:pPr>
      <w:r w:rsidRPr="00ED1A1D">
        <w:t>6086</w:t>
      </w:r>
      <w:r w:rsidR="004A7412" w:rsidRPr="00ED1A1D">
        <w:t>5</w:t>
      </w:r>
      <w:r w:rsidRPr="00ED1A1D">
        <w:tab/>
      </w:r>
      <w:r w:rsidR="00D91340" w:rsidRPr="00ED1A1D">
        <w:t>RESERVED</w:t>
      </w:r>
      <w:r w:rsidRPr="00ED1A1D">
        <w:t xml:space="preserve"> for Nondestructive Examination Procedure Radiographic Examination Procedure Review/Work Observation/Record Review of Transportation and ISFSI Components</w:t>
      </w:r>
    </w:p>
    <w:p w14:paraId="473282DE" w14:textId="77777777" w:rsidR="003C3A98" w:rsidRPr="00ED1A1D" w:rsidRDefault="003C3A98" w:rsidP="00616E37">
      <w:pPr>
        <w:pStyle w:val="BodyText2"/>
      </w:pPr>
      <w:r w:rsidRPr="00ED1A1D">
        <w:t>6100</w:t>
      </w:r>
      <w:r w:rsidRPr="00ED1A1D">
        <w:tab/>
      </w:r>
      <w:r w:rsidRPr="00ED1A1D">
        <w:rPr>
          <w:u w:val="single"/>
        </w:rPr>
        <w:t>Surveillance</w:t>
      </w:r>
    </w:p>
    <w:p w14:paraId="0412ECC6" w14:textId="1841AB91" w:rsidR="003C3A98" w:rsidRPr="00ED1A1D" w:rsidRDefault="003C3A98" w:rsidP="000F345E">
      <w:pPr>
        <w:pStyle w:val="BodyText3"/>
      </w:pPr>
      <w:r w:rsidRPr="00ED1A1D">
        <w:t>61705</w:t>
      </w:r>
      <w:r w:rsidRPr="00ED1A1D">
        <w:tab/>
        <w:t>Calibration of Nuclear Instrumentation Systems</w:t>
      </w:r>
      <w:r w:rsidR="003C00D0" w:rsidRPr="00ED1A1D">
        <w:t xml:space="preserve"> </w:t>
      </w:r>
      <w:r w:rsidRPr="00ED1A1D">
        <w:t>05/12/86 (86-25</w:t>
      </w:r>
      <w:proofErr w:type="gramStart"/>
      <w:r w:rsidRPr="00ED1A1D">
        <w:t xml:space="preserve">) </w:t>
      </w:r>
      <w:r w:rsidR="00946A07" w:rsidRPr="00ED1A1D">
        <w:t xml:space="preserve"> R</w:t>
      </w:r>
      <w:proofErr w:type="gramEnd"/>
    </w:p>
    <w:p w14:paraId="6512139C" w14:textId="78D82CF5" w:rsidR="003C3A98" w:rsidRPr="00ED1A1D" w:rsidRDefault="003C3A98" w:rsidP="000F345E">
      <w:pPr>
        <w:pStyle w:val="BodyText3"/>
      </w:pPr>
      <w:r w:rsidRPr="00ED1A1D">
        <w:t>61706</w:t>
      </w:r>
      <w:r w:rsidR="00512A04" w:rsidRPr="00ED1A1D">
        <w:tab/>
      </w:r>
      <w:r w:rsidRPr="00ED1A1D">
        <w:t>Core Thermal Power Evaluat</w:t>
      </w:r>
      <w:r w:rsidR="00512A04" w:rsidRPr="00ED1A1D">
        <w:t xml:space="preserve">ion </w:t>
      </w:r>
      <w:r w:rsidRPr="00ED1A1D">
        <w:t>07/14/86 (86-36</w:t>
      </w:r>
      <w:proofErr w:type="gramStart"/>
      <w:r w:rsidRPr="00ED1A1D">
        <w:t xml:space="preserve">) </w:t>
      </w:r>
      <w:r w:rsidR="00007FB6" w:rsidRPr="00ED1A1D">
        <w:t xml:space="preserve"> R</w:t>
      </w:r>
      <w:proofErr w:type="gramEnd"/>
    </w:p>
    <w:p w14:paraId="018743E8" w14:textId="5BBCE634" w:rsidR="003C3A98" w:rsidRPr="00ED1A1D" w:rsidRDefault="003C3A98" w:rsidP="000F345E">
      <w:pPr>
        <w:pStyle w:val="BodyText3"/>
      </w:pPr>
      <w:r w:rsidRPr="00ED1A1D">
        <w:t>61707</w:t>
      </w:r>
      <w:r w:rsidRPr="00ED1A1D">
        <w:tab/>
        <w:t>Determinat</w:t>
      </w:r>
      <w:r w:rsidR="00512A04" w:rsidRPr="00ED1A1D">
        <w:t xml:space="preserve">ion of Reactor Shutdown Margin </w:t>
      </w:r>
      <w:r w:rsidRPr="00ED1A1D">
        <w:t>10/11/85</w:t>
      </w:r>
      <w:r w:rsidR="003C00D0" w:rsidRPr="00ED1A1D">
        <w:t xml:space="preserve"> </w:t>
      </w:r>
      <w:r w:rsidRPr="00ED1A1D">
        <w:t>(85-31</w:t>
      </w:r>
      <w:proofErr w:type="gramStart"/>
      <w:r w:rsidRPr="00ED1A1D">
        <w:t xml:space="preserve">) </w:t>
      </w:r>
      <w:r w:rsidR="00007FB6" w:rsidRPr="00ED1A1D">
        <w:t xml:space="preserve"> R</w:t>
      </w:r>
      <w:proofErr w:type="gramEnd"/>
    </w:p>
    <w:p w14:paraId="14A86F8C" w14:textId="30381183" w:rsidR="003C3A98" w:rsidRPr="00ED1A1D" w:rsidRDefault="003C3A98" w:rsidP="000F345E">
      <w:pPr>
        <w:pStyle w:val="BodyText3"/>
      </w:pPr>
      <w:r w:rsidRPr="00ED1A1D">
        <w:lastRenderedPageBreak/>
        <w:t>61708</w:t>
      </w:r>
      <w:r w:rsidR="00512A04" w:rsidRPr="00ED1A1D">
        <w:tab/>
      </w:r>
      <w:r w:rsidRPr="00ED1A1D">
        <w:t>Isothermal and Moderator Temperature Coefficient</w:t>
      </w:r>
      <w:r w:rsidR="000F345E" w:rsidRPr="00ED1A1D">
        <w:t xml:space="preserve"> </w:t>
      </w:r>
      <w:r w:rsidR="00512A04" w:rsidRPr="00ED1A1D">
        <w:tab/>
        <w:t xml:space="preserve">Determinations </w:t>
      </w:r>
      <w:r w:rsidRPr="00ED1A1D">
        <w:t>10/11/85 (85-31</w:t>
      </w:r>
      <w:proofErr w:type="gramStart"/>
      <w:r w:rsidRPr="00ED1A1D">
        <w:t>)</w:t>
      </w:r>
      <w:r w:rsidR="00007FB6" w:rsidRPr="00ED1A1D">
        <w:t xml:space="preserve">  R</w:t>
      </w:r>
      <w:proofErr w:type="gramEnd"/>
    </w:p>
    <w:p w14:paraId="5C1C523A" w14:textId="02B1F823" w:rsidR="003C3A98" w:rsidRPr="00ED1A1D" w:rsidRDefault="003C3A98" w:rsidP="000F345E">
      <w:pPr>
        <w:pStyle w:val="BodyText3"/>
      </w:pPr>
      <w:r w:rsidRPr="00ED1A1D">
        <w:t>61709</w:t>
      </w:r>
      <w:r w:rsidRPr="00ED1A1D">
        <w:tab/>
        <w:t>Total Power Coefficient of Reactivity at Pressurized</w:t>
      </w:r>
      <w:r w:rsidR="000F345E" w:rsidRPr="00ED1A1D">
        <w:t xml:space="preserve"> </w:t>
      </w:r>
      <w:r w:rsidRPr="00ED1A1D">
        <w:t>Water Re</w:t>
      </w:r>
      <w:r w:rsidR="00512A04" w:rsidRPr="00ED1A1D">
        <w:t>actors</w:t>
      </w:r>
      <w:r w:rsidRPr="00ED1A1D">
        <w:t xml:space="preserve"> 07/14/86 (86-36</w:t>
      </w:r>
      <w:proofErr w:type="gramStart"/>
      <w:r w:rsidRPr="00ED1A1D">
        <w:t xml:space="preserve">) </w:t>
      </w:r>
      <w:r w:rsidR="00007FB6" w:rsidRPr="00ED1A1D">
        <w:t xml:space="preserve"> R</w:t>
      </w:r>
      <w:proofErr w:type="gramEnd"/>
    </w:p>
    <w:p w14:paraId="458B6E9C" w14:textId="1A7B1319" w:rsidR="003C3A98" w:rsidRPr="00ED1A1D" w:rsidRDefault="003C3A98" w:rsidP="000F345E">
      <w:pPr>
        <w:pStyle w:val="BodyText3"/>
      </w:pPr>
      <w:r w:rsidRPr="00ED1A1D">
        <w:t>61710</w:t>
      </w:r>
      <w:r w:rsidR="00512A04" w:rsidRPr="00ED1A1D">
        <w:tab/>
      </w:r>
      <w:r w:rsidRPr="00ED1A1D">
        <w:t>Contro</w:t>
      </w:r>
      <w:r w:rsidR="00512A04" w:rsidRPr="00ED1A1D">
        <w:t xml:space="preserve">l Rod Worth Measurements </w:t>
      </w:r>
      <w:r w:rsidR="00FB6B09" w:rsidRPr="00ED1A1D">
        <w:t>for Pressurized Water Reactors</w:t>
      </w:r>
      <w:r w:rsidR="00512A04" w:rsidRPr="00ED1A1D">
        <w:t xml:space="preserve"> </w:t>
      </w:r>
      <w:r w:rsidR="00CC3552" w:rsidRPr="00ED1A1D">
        <w:br/>
      </w:r>
      <w:r w:rsidRPr="00ED1A1D">
        <w:t>10/11/85</w:t>
      </w:r>
      <w:r w:rsidR="00FB6B09" w:rsidRPr="00ED1A1D">
        <w:t xml:space="preserve"> </w:t>
      </w:r>
      <w:r w:rsidRPr="00ED1A1D">
        <w:t>(85-31</w:t>
      </w:r>
      <w:proofErr w:type="gramStart"/>
      <w:r w:rsidRPr="00ED1A1D">
        <w:t>)</w:t>
      </w:r>
      <w:r w:rsidR="00007FB6" w:rsidRPr="00ED1A1D">
        <w:t xml:space="preserve">  R</w:t>
      </w:r>
      <w:proofErr w:type="gramEnd"/>
    </w:p>
    <w:p w14:paraId="111F33F6" w14:textId="7AE4115D" w:rsidR="003C3A98" w:rsidRPr="00ED1A1D" w:rsidRDefault="003C3A98" w:rsidP="000F345E">
      <w:pPr>
        <w:pStyle w:val="BodyText3"/>
      </w:pPr>
      <w:r w:rsidRPr="00ED1A1D">
        <w:t>61715</w:t>
      </w:r>
      <w:r w:rsidR="00512A04" w:rsidRPr="00ED1A1D">
        <w:tab/>
      </w:r>
      <w:r w:rsidRPr="00ED1A1D">
        <w:t>Verific</w:t>
      </w:r>
      <w:r w:rsidR="00512A04" w:rsidRPr="00ED1A1D">
        <w:t xml:space="preserve">ation of Containment Integrity </w:t>
      </w:r>
      <w:r w:rsidRPr="00ED1A1D">
        <w:t>12/23/86 (86-60</w:t>
      </w:r>
      <w:proofErr w:type="gramStart"/>
      <w:r w:rsidRPr="00ED1A1D">
        <w:t>)</w:t>
      </w:r>
      <w:r w:rsidR="003A3F67" w:rsidRPr="00ED1A1D">
        <w:t xml:space="preserve">  R</w:t>
      </w:r>
      <w:proofErr w:type="gramEnd"/>
    </w:p>
    <w:p w14:paraId="75191D4F" w14:textId="6DCA09BA" w:rsidR="003C3A98" w:rsidRPr="00ED1A1D" w:rsidRDefault="003C3A98" w:rsidP="000F345E">
      <w:pPr>
        <w:pStyle w:val="BodyText3"/>
      </w:pPr>
      <w:r w:rsidRPr="00ED1A1D">
        <w:t>61720</w:t>
      </w:r>
      <w:r w:rsidR="00512A04" w:rsidRPr="00ED1A1D">
        <w:tab/>
      </w:r>
      <w:r w:rsidRPr="00ED1A1D">
        <w:t>Conta</w:t>
      </w:r>
      <w:r w:rsidR="00B15881" w:rsidRPr="00ED1A1D">
        <w:t xml:space="preserve">inment Local Leak Rate Testing </w:t>
      </w:r>
      <w:r w:rsidRPr="00ED1A1D">
        <w:t>10/03/85 (85-30</w:t>
      </w:r>
      <w:proofErr w:type="gramStart"/>
      <w:r w:rsidRPr="00ED1A1D">
        <w:t>)</w:t>
      </w:r>
      <w:r w:rsidR="003A3F67" w:rsidRPr="00ED1A1D">
        <w:t xml:space="preserve">  R</w:t>
      </w:r>
      <w:proofErr w:type="gramEnd"/>
    </w:p>
    <w:p w14:paraId="5F8661B3" w14:textId="6A377D2D" w:rsidR="003C3A98" w:rsidRPr="00ED1A1D" w:rsidRDefault="003C3A98" w:rsidP="000F345E">
      <w:pPr>
        <w:pStyle w:val="BodyText3"/>
      </w:pPr>
      <w:r w:rsidRPr="00ED1A1D">
        <w:t>61726</w:t>
      </w:r>
      <w:r w:rsidR="00512A04" w:rsidRPr="00ED1A1D">
        <w:tab/>
      </w:r>
      <w:r w:rsidR="00B15881" w:rsidRPr="00ED1A1D">
        <w:t xml:space="preserve">Surveillance Observations </w:t>
      </w:r>
      <w:r w:rsidRPr="00ED1A1D">
        <w:t xml:space="preserve">06/24/98 (98-010) </w:t>
      </w:r>
      <w:r w:rsidR="003A3F67" w:rsidRPr="00ED1A1D">
        <w:t xml:space="preserve">  R</w:t>
      </w:r>
    </w:p>
    <w:p w14:paraId="7219317D" w14:textId="24EE6F7B" w:rsidR="003C3A98" w:rsidRPr="00ED1A1D" w:rsidRDefault="003C3A98" w:rsidP="000F345E">
      <w:pPr>
        <w:pStyle w:val="BodyText3"/>
      </w:pPr>
      <w:r w:rsidRPr="00ED1A1D">
        <w:t>61728</w:t>
      </w:r>
      <w:r w:rsidR="00512A04" w:rsidRPr="00ED1A1D">
        <w:tab/>
      </w:r>
      <w:r w:rsidRPr="00ED1A1D">
        <w:t>Independent Measurement of RCS Leak Rates for a PWR</w:t>
      </w:r>
      <w:r w:rsidR="000F345E" w:rsidRPr="00ED1A1D">
        <w:br/>
      </w:r>
      <w:r w:rsidRPr="00ED1A1D">
        <w:t>01/01/84 (84-02</w:t>
      </w:r>
      <w:proofErr w:type="gramStart"/>
      <w:r w:rsidRPr="00ED1A1D">
        <w:t>)</w:t>
      </w:r>
      <w:r w:rsidR="003A3F67" w:rsidRPr="00ED1A1D">
        <w:t xml:space="preserve">  R</w:t>
      </w:r>
      <w:proofErr w:type="gramEnd"/>
    </w:p>
    <w:p w14:paraId="216C5EDB" w14:textId="77777777" w:rsidR="003C3A98" w:rsidRPr="00ED1A1D" w:rsidRDefault="003C3A98" w:rsidP="002F13A8">
      <w:pPr>
        <w:pStyle w:val="Heading2"/>
      </w:pPr>
      <w:r w:rsidRPr="00ED1A1D">
        <w:t>6200</w:t>
      </w:r>
      <w:r w:rsidRPr="00ED1A1D">
        <w:tab/>
      </w:r>
      <w:r w:rsidRPr="00ED1A1D">
        <w:rPr>
          <w:u w:val="single"/>
        </w:rPr>
        <w:t>Maintenance</w:t>
      </w:r>
    </w:p>
    <w:p w14:paraId="4D2D0C24" w14:textId="6CF0CE0A" w:rsidR="00000699" w:rsidRPr="00ED1A1D" w:rsidRDefault="003C3A98" w:rsidP="000F345E">
      <w:pPr>
        <w:pStyle w:val="BodyText3"/>
      </w:pPr>
      <w:r w:rsidRPr="00ED1A1D">
        <w:t>62002</w:t>
      </w:r>
      <w:r w:rsidRPr="00ED1A1D">
        <w:tab/>
        <w:t>Inspection of Structures, Passive Components, and Civil</w:t>
      </w:r>
      <w:r w:rsidR="000F345E" w:rsidRPr="00ED1A1D">
        <w:t xml:space="preserve"> </w:t>
      </w:r>
      <w:r w:rsidRPr="00ED1A1D">
        <w:t>Engineering Fe</w:t>
      </w:r>
      <w:r w:rsidR="00B15881" w:rsidRPr="00ED1A1D">
        <w:t xml:space="preserve">atures at Nuclear Power Plants </w:t>
      </w:r>
      <w:r w:rsidRPr="00ED1A1D">
        <w:t>12/31/96 (96-024</w:t>
      </w:r>
      <w:proofErr w:type="gramStart"/>
      <w:r w:rsidRPr="00ED1A1D">
        <w:t>)</w:t>
      </w:r>
      <w:r w:rsidR="003A3F67" w:rsidRPr="00ED1A1D">
        <w:t xml:space="preserve">  R</w:t>
      </w:r>
      <w:proofErr w:type="gramEnd"/>
    </w:p>
    <w:p w14:paraId="75B1CA5B" w14:textId="179B59B4" w:rsidR="003C3A98" w:rsidRPr="00ED1A1D" w:rsidRDefault="003C3A98" w:rsidP="000F345E">
      <w:pPr>
        <w:pStyle w:val="BodyText3"/>
      </w:pPr>
      <w:r w:rsidRPr="00ED1A1D">
        <w:t>62003</w:t>
      </w:r>
      <w:r w:rsidR="00512A04" w:rsidRPr="00ED1A1D">
        <w:tab/>
      </w:r>
      <w:r w:rsidRPr="00ED1A1D">
        <w:t>Inspection of Steel and Concrete Containment</w:t>
      </w:r>
      <w:r w:rsidR="00025D90" w:rsidRPr="00ED1A1D">
        <w:t xml:space="preserve"> Structure</w:t>
      </w:r>
      <w:r w:rsidRPr="00ED1A1D">
        <w:t xml:space="preserve">s at Nuclear </w:t>
      </w:r>
      <w:r w:rsidR="00512A04" w:rsidRPr="00ED1A1D">
        <w:t xml:space="preserve">Power Plants </w:t>
      </w:r>
      <w:r w:rsidRPr="00ED1A1D">
        <w:t>06/11/97 (97-008</w:t>
      </w:r>
      <w:proofErr w:type="gramStart"/>
      <w:r w:rsidRPr="00ED1A1D">
        <w:t>)</w:t>
      </w:r>
      <w:r w:rsidR="003A3F67" w:rsidRPr="00ED1A1D">
        <w:t xml:space="preserve">  R</w:t>
      </w:r>
      <w:proofErr w:type="gramEnd"/>
    </w:p>
    <w:p w14:paraId="4E32D5A0" w14:textId="5792277B" w:rsidR="00732D6B" w:rsidRPr="00ED1A1D" w:rsidRDefault="0091007D" w:rsidP="000F345E">
      <w:pPr>
        <w:pStyle w:val="BodyText3"/>
      </w:pPr>
      <w:r w:rsidRPr="00ED1A1D">
        <w:t>62700</w:t>
      </w:r>
      <w:r w:rsidRPr="00ED1A1D">
        <w:tab/>
        <w:t xml:space="preserve">Maintenance Program </w:t>
      </w:r>
      <w:proofErr w:type="gramStart"/>
      <w:r w:rsidRPr="00ED1A1D">
        <w:t>Implementation</w:t>
      </w:r>
      <w:r w:rsidR="00010C1F" w:rsidRPr="00ED1A1D">
        <w:t xml:space="preserve">  04</w:t>
      </w:r>
      <w:proofErr w:type="gramEnd"/>
      <w:r w:rsidR="00010C1F" w:rsidRPr="00ED1A1D">
        <w:t>/04/00 (</w:t>
      </w:r>
      <w:r w:rsidR="00946A07" w:rsidRPr="00ED1A1D">
        <w:t>00-005)  R</w:t>
      </w:r>
    </w:p>
    <w:p w14:paraId="40AD0A48" w14:textId="1D0171CD" w:rsidR="003C3A98" w:rsidRPr="00ED1A1D" w:rsidRDefault="003C3A98" w:rsidP="000F345E">
      <w:pPr>
        <w:pStyle w:val="BodyText3"/>
      </w:pPr>
      <w:r w:rsidRPr="00ED1A1D">
        <w:t>62706</w:t>
      </w:r>
      <w:r w:rsidR="00512A04" w:rsidRPr="00ED1A1D">
        <w:tab/>
      </w:r>
      <w:r w:rsidRPr="00ED1A1D">
        <w:t>Maintenance Rule 12/13/00 (00-028</w:t>
      </w:r>
      <w:proofErr w:type="gramStart"/>
      <w:r w:rsidRPr="00ED1A1D">
        <w:t>)</w:t>
      </w:r>
      <w:r w:rsidR="005B1F01" w:rsidRPr="00ED1A1D">
        <w:t xml:space="preserve">  R</w:t>
      </w:r>
      <w:proofErr w:type="gramEnd"/>
    </w:p>
    <w:p w14:paraId="4970447F" w14:textId="5B779053" w:rsidR="00FF3F51" w:rsidRPr="00ED1A1D" w:rsidRDefault="00FF3F51" w:rsidP="000F345E">
      <w:pPr>
        <w:pStyle w:val="BodyText3"/>
      </w:pPr>
      <w:r w:rsidRPr="00ED1A1D">
        <w:t>62708</w:t>
      </w:r>
      <w:r w:rsidRPr="00ED1A1D">
        <w:tab/>
        <w:t xml:space="preserve">Motor-Operated Valve Capability </w:t>
      </w:r>
      <w:bookmarkStart w:id="45" w:name="_Hlk45799714"/>
      <w:r w:rsidR="00C31B3E" w:rsidRPr="00ED1A1D">
        <w:t>07/16/20</w:t>
      </w:r>
      <w:r w:rsidR="00C05BB0" w:rsidRPr="00ED1A1D">
        <w:t xml:space="preserve"> </w:t>
      </w:r>
      <w:bookmarkEnd w:id="45"/>
      <w:r w:rsidR="00C05BB0" w:rsidRPr="00ED1A1D">
        <w:t>(</w:t>
      </w:r>
      <w:r w:rsidR="00C31B3E" w:rsidRPr="00ED1A1D">
        <w:t>20</w:t>
      </w:r>
      <w:r w:rsidR="00C05BB0" w:rsidRPr="00ED1A1D">
        <w:t>-0</w:t>
      </w:r>
      <w:r w:rsidR="00C31B3E" w:rsidRPr="00ED1A1D">
        <w:t>33</w:t>
      </w:r>
      <w:r w:rsidRPr="00ED1A1D">
        <w:t>)</w:t>
      </w:r>
    </w:p>
    <w:p w14:paraId="79697F46" w14:textId="426BDF1D" w:rsidR="003C3A98" w:rsidRPr="00ED1A1D" w:rsidRDefault="003C3A98" w:rsidP="000F345E">
      <w:pPr>
        <w:pStyle w:val="BodyText3"/>
      </w:pPr>
      <w:r w:rsidRPr="00ED1A1D">
        <w:t>62709</w:t>
      </w:r>
      <w:r w:rsidR="00512A04" w:rsidRPr="00ED1A1D">
        <w:tab/>
      </w:r>
      <w:r w:rsidRPr="00ED1A1D">
        <w:t>Configuration Risk Assessment and Risk Management Process</w:t>
      </w:r>
      <w:r w:rsidR="000F345E" w:rsidRPr="00ED1A1D">
        <w:t xml:space="preserve"> </w:t>
      </w:r>
      <w:r w:rsidR="000F345E" w:rsidRPr="00ED1A1D">
        <w:br/>
      </w:r>
      <w:r w:rsidRPr="00ED1A1D">
        <w:t>12/28/00 (00-029</w:t>
      </w:r>
      <w:proofErr w:type="gramStart"/>
      <w:r w:rsidRPr="00ED1A1D">
        <w:t>)</w:t>
      </w:r>
      <w:r w:rsidR="005B1F01" w:rsidRPr="00ED1A1D">
        <w:t xml:space="preserve">  R</w:t>
      </w:r>
      <w:proofErr w:type="gramEnd"/>
    </w:p>
    <w:p w14:paraId="63F91972" w14:textId="526E4D36" w:rsidR="00B15893" w:rsidRPr="00ED1A1D" w:rsidRDefault="003C3A98" w:rsidP="000F345E">
      <w:pPr>
        <w:pStyle w:val="BodyText3"/>
      </w:pPr>
      <w:r w:rsidRPr="00ED1A1D">
        <w:t>62710</w:t>
      </w:r>
      <w:r w:rsidRPr="00ED1A1D">
        <w:tab/>
        <w:t xml:space="preserve">Power-Operated Gate Valve Pressure Locking and Thermal Binding </w:t>
      </w:r>
      <w:r w:rsidR="00643EBC" w:rsidRPr="00ED1A1D">
        <w:t>04/30/10 (10-013</w:t>
      </w:r>
      <w:proofErr w:type="gramStart"/>
      <w:r w:rsidR="00643EBC" w:rsidRPr="00ED1A1D">
        <w:t>)</w:t>
      </w:r>
      <w:r w:rsidR="005B1F01" w:rsidRPr="00ED1A1D">
        <w:t xml:space="preserve">  R</w:t>
      </w:r>
      <w:proofErr w:type="gramEnd"/>
    </w:p>
    <w:p w14:paraId="665215B6" w14:textId="6C94ECC7" w:rsidR="00C84EB0" w:rsidRPr="00ED1A1D" w:rsidRDefault="00C84EB0" w:rsidP="000F345E">
      <w:pPr>
        <w:pStyle w:val="BodyText3"/>
      </w:pPr>
      <w:r w:rsidRPr="00ED1A1D">
        <w:t xml:space="preserve">62711 </w:t>
      </w:r>
      <w:r w:rsidRPr="00ED1A1D">
        <w:tab/>
      </w:r>
      <w:r w:rsidR="00D91340" w:rsidRPr="00ED1A1D">
        <w:t>RESERVED</w:t>
      </w:r>
      <w:r w:rsidRPr="00ED1A1D">
        <w:t xml:space="preserve"> for Operationa</w:t>
      </w:r>
      <w:r w:rsidR="00FF3F51" w:rsidRPr="00ED1A1D">
        <w:t>l Reliability Assurance Process</w:t>
      </w:r>
    </w:p>
    <w:p w14:paraId="7617C526" w14:textId="284C782B" w:rsidR="00FF3F51" w:rsidRPr="00ED1A1D" w:rsidRDefault="00FF3F51" w:rsidP="002858CA">
      <w:pPr>
        <w:pStyle w:val="BodyText3"/>
      </w:pPr>
      <w:r w:rsidRPr="00ED1A1D">
        <w:t>62712</w:t>
      </w:r>
      <w:r w:rsidRPr="00ED1A1D">
        <w:tab/>
        <w:t xml:space="preserve">Part 52, Maintenance Rule </w:t>
      </w:r>
      <w:r w:rsidR="003D5B87" w:rsidRPr="00ED1A1D">
        <w:t>08/13/13 (13-017</w:t>
      </w:r>
      <w:proofErr w:type="gramStart"/>
      <w:r w:rsidR="003D5B87" w:rsidRPr="00ED1A1D">
        <w:t>)</w:t>
      </w:r>
      <w:r w:rsidR="001A40FC" w:rsidRPr="00ED1A1D">
        <w:t xml:space="preserve">  R</w:t>
      </w:r>
      <w:proofErr w:type="gramEnd"/>
    </w:p>
    <w:p w14:paraId="7209B37B" w14:textId="360E7731" w:rsidR="003C3A98" w:rsidRPr="00ED1A1D" w:rsidRDefault="0032761B" w:rsidP="00616E37">
      <w:pPr>
        <w:pStyle w:val="BodyText2"/>
        <w:rPr>
          <w:u w:val="single"/>
        </w:rPr>
      </w:pPr>
      <w:r w:rsidRPr="00ED1A1D">
        <w:t>6300</w:t>
      </w:r>
      <w:r w:rsidRPr="00ED1A1D">
        <w:tab/>
      </w:r>
      <w:r w:rsidR="003C3A98" w:rsidRPr="00ED1A1D">
        <w:rPr>
          <w:u w:val="single"/>
        </w:rPr>
        <w:t>Construction Testing</w:t>
      </w:r>
    </w:p>
    <w:p w14:paraId="52905B49" w14:textId="77777777" w:rsidR="00090790" w:rsidRPr="00ED1A1D" w:rsidRDefault="00090790" w:rsidP="00616E37">
      <w:pPr>
        <w:pStyle w:val="BodyText2"/>
      </w:pPr>
      <w:r w:rsidRPr="00ED1A1D">
        <w:t>6400</w:t>
      </w:r>
      <w:r w:rsidRPr="00ED1A1D">
        <w:tab/>
      </w:r>
      <w:r w:rsidRPr="00ED1A1D">
        <w:rPr>
          <w:u w:val="single"/>
        </w:rPr>
        <w:t>Fire Prevention/Protection</w:t>
      </w:r>
    </w:p>
    <w:p w14:paraId="47470453" w14:textId="2FEE5EF2" w:rsidR="00090790" w:rsidRPr="00ED1A1D" w:rsidRDefault="00090790" w:rsidP="000F345E">
      <w:pPr>
        <w:pStyle w:val="BodyText3"/>
      </w:pPr>
      <w:r w:rsidRPr="00ED1A1D">
        <w:t>64102</w:t>
      </w:r>
      <w:r w:rsidRPr="00ED1A1D">
        <w:tab/>
      </w:r>
      <w:r w:rsidR="00D91340" w:rsidRPr="00ED1A1D">
        <w:t>RESERVED</w:t>
      </w:r>
      <w:r w:rsidRPr="00ED1A1D">
        <w:t xml:space="preserve"> for Part 52 Post fire Safe Shutdown, Emergency Lighting and Oil Collection Capabilities</w:t>
      </w:r>
    </w:p>
    <w:p w14:paraId="12505564" w14:textId="2B2EBC53" w:rsidR="00090790" w:rsidRPr="00ED1A1D" w:rsidRDefault="00090790" w:rsidP="000F345E">
      <w:pPr>
        <w:pStyle w:val="BodyText3"/>
      </w:pPr>
      <w:r w:rsidRPr="00ED1A1D">
        <w:t>64704</w:t>
      </w:r>
      <w:r w:rsidRPr="00ED1A1D">
        <w:tab/>
      </w:r>
      <w:r w:rsidR="000A480A" w:rsidRPr="00ED1A1D">
        <w:t xml:space="preserve">Fire Protection Program at Permanently </w:t>
      </w:r>
      <w:proofErr w:type="spellStart"/>
      <w:r w:rsidR="000A480A" w:rsidRPr="00ED1A1D">
        <w:t>Shutdown</w:t>
      </w:r>
      <w:proofErr w:type="spellEnd"/>
      <w:r w:rsidR="000A480A" w:rsidRPr="00ED1A1D">
        <w:t xml:space="preserve"> Reactors </w:t>
      </w:r>
      <w:r w:rsidR="000F345E" w:rsidRPr="00ED1A1D">
        <w:br/>
      </w:r>
      <w:r w:rsidR="000A480A" w:rsidRPr="00ED1A1D">
        <w:t>11/05/20</w:t>
      </w:r>
      <w:r w:rsidRPr="00ED1A1D">
        <w:t xml:space="preserve"> (</w:t>
      </w:r>
      <w:r w:rsidR="000A480A" w:rsidRPr="00ED1A1D">
        <w:t>20-059</w:t>
      </w:r>
      <w:r w:rsidRPr="00ED1A1D">
        <w:t>)</w:t>
      </w:r>
    </w:p>
    <w:p w14:paraId="2EE887AA" w14:textId="756554B5" w:rsidR="00090790" w:rsidRPr="00ED1A1D" w:rsidRDefault="00090790" w:rsidP="000F345E">
      <w:pPr>
        <w:pStyle w:val="BodyText3"/>
      </w:pPr>
      <w:r w:rsidRPr="00ED1A1D">
        <w:t>64705</w:t>
      </w:r>
      <w:r w:rsidRPr="00ED1A1D">
        <w:tab/>
        <w:t xml:space="preserve">Part 52, Fire Protection Operational Program </w:t>
      </w:r>
      <w:r w:rsidR="006B75DF" w:rsidRPr="00ED1A1D">
        <w:t>06/04/19 (19-018</w:t>
      </w:r>
      <w:r w:rsidRPr="00ED1A1D">
        <w:t>)</w:t>
      </w:r>
    </w:p>
    <w:p w14:paraId="6144C6E2" w14:textId="77777777" w:rsidR="00090790" w:rsidRPr="00ED1A1D" w:rsidRDefault="00090790" w:rsidP="002F13A8">
      <w:pPr>
        <w:pStyle w:val="Heading2"/>
        <w:rPr>
          <w:u w:val="single"/>
        </w:rPr>
      </w:pPr>
      <w:r w:rsidRPr="00ED1A1D">
        <w:t>6500</w:t>
      </w:r>
      <w:r w:rsidRPr="00ED1A1D">
        <w:tab/>
      </w:r>
      <w:r w:rsidRPr="00ED1A1D">
        <w:rPr>
          <w:u w:val="single"/>
        </w:rPr>
        <w:t>10 CFR Part 52 ITAAC Inspections</w:t>
      </w:r>
    </w:p>
    <w:p w14:paraId="4E496921" w14:textId="63D5A101" w:rsidR="00090790" w:rsidRPr="00ED1A1D" w:rsidRDefault="00090790" w:rsidP="000F345E">
      <w:pPr>
        <w:pStyle w:val="BodyText3"/>
      </w:pPr>
      <w:r w:rsidRPr="00ED1A1D">
        <w:t>65001</w:t>
      </w:r>
      <w:r w:rsidRPr="00ED1A1D">
        <w:tab/>
        <w:t xml:space="preserve">Inspections of Inspections, Tests, Analyses, and Acceptance Criteria (ITAAC) Related Work </w:t>
      </w:r>
      <w:r w:rsidR="00DC527A" w:rsidRPr="00ED1A1D">
        <w:t>08/13/13 (13-017</w:t>
      </w:r>
      <w:r w:rsidRPr="00ED1A1D">
        <w:t>)</w:t>
      </w:r>
    </w:p>
    <w:p w14:paraId="7152F984" w14:textId="6C7AF285" w:rsidR="002D064D" w:rsidRPr="00ED1A1D" w:rsidRDefault="002D064D" w:rsidP="000F345E">
      <w:pPr>
        <w:pStyle w:val="BodyText3"/>
      </w:pPr>
      <w:r w:rsidRPr="00ED1A1D">
        <w:t>65001.01</w:t>
      </w:r>
      <w:r w:rsidRPr="00ED1A1D">
        <w:tab/>
        <w:t xml:space="preserve">Inspection of ITAAC-Related Foundations &amp; Buildings </w:t>
      </w:r>
      <w:r w:rsidR="0096017B" w:rsidRPr="00ED1A1D">
        <w:t>04/18/14</w:t>
      </w:r>
      <w:r w:rsidRPr="00ED1A1D">
        <w:t xml:space="preserve"> (</w:t>
      </w:r>
      <w:r w:rsidR="0096017B" w:rsidRPr="00ED1A1D">
        <w:t>14-010</w:t>
      </w:r>
      <w:r w:rsidRPr="00ED1A1D">
        <w:t>)</w:t>
      </w:r>
    </w:p>
    <w:p w14:paraId="55D422CB" w14:textId="2C86FD7B" w:rsidR="002D064D" w:rsidRPr="00ED1A1D" w:rsidRDefault="002D064D" w:rsidP="000F345E">
      <w:pPr>
        <w:pStyle w:val="BodyText3"/>
      </w:pPr>
      <w:r w:rsidRPr="00ED1A1D">
        <w:t>65001.02</w:t>
      </w:r>
      <w:r w:rsidRPr="00ED1A1D">
        <w:tab/>
        <w:t xml:space="preserve">Inspection of ITAAC-Related Installation of Structural Concrete </w:t>
      </w:r>
      <w:r w:rsidR="000F345E" w:rsidRPr="00ED1A1D">
        <w:br/>
      </w:r>
      <w:r w:rsidRPr="00ED1A1D">
        <w:t>11/22/11 (11-037)</w:t>
      </w:r>
    </w:p>
    <w:p w14:paraId="4647A701" w14:textId="58583B2A" w:rsidR="002D064D" w:rsidRPr="00ED1A1D" w:rsidRDefault="002D064D" w:rsidP="000F345E">
      <w:pPr>
        <w:pStyle w:val="BodyText3"/>
      </w:pPr>
      <w:r w:rsidRPr="00ED1A1D">
        <w:t>65001.03</w:t>
      </w:r>
      <w:r w:rsidRPr="00ED1A1D">
        <w:tab/>
        <w:t>Inspection of ITAAC-Related Installation of Piping 08/19/08 (08-024)</w:t>
      </w:r>
    </w:p>
    <w:p w14:paraId="45DEA25C" w14:textId="2D18DB1C" w:rsidR="008C102A" w:rsidRPr="00ED1A1D" w:rsidRDefault="002D064D" w:rsidP="000F345E">
      <w:pPr>
        <w:pStyle w:val="BodyText3"/>
      </w:pPr>
      <w:r w:rsidRPr="00ED1A1D">
        <w:t>65001.04</w:t>
      </w:r>
      <w:r w:rsidRPr="00ED1A1D">
        <w:tab/>
      </w:r>
      <w:r w:rsidRPr="00ED1A1D">
        <w:rPr>
          <w:lang w:val="en-CA"/>
        </w:rPr>
        <w:fldChar w:fldCharType="begin"/>
      </w:r>
      <w:r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rPr>
          <w:lang w:val="en-CA"/>
        </w:rPr>
        <w:fldChar w:fldCharType="begin"/>
      </w:r>
      <w:r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rPr>
          <w:lang w:val="en-CA"/>
        </w:rPr>
        <w:fldChar w:fldCharType="begin"/>
      </w:r>
      <w:r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rPr>
          <w:lang w:val="en-CA"/>
        </w:rPr>
        <w:fldChar w:fldCharType="begin"/>
      </w:r>
      <w:r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rPr>
          <w:lang w:val="en-CA"/>
        </w:rPr>
        <w:fldChar w:fldCharType="begin"/>
      </w:r>
      <w:r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rPr>
          <w:lang w:val="en-CA"/>
        </w:rPr>
        <w:fldChar w:fldCharType="begin"/>
      </w:r>
      <w:r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t xml:space="preserve">Inspection of ITAAC-Related Installation of Pipe Supports and Restraints </w:t>
      </w:r>
      <w:r w:rsidR="0020439A" w:rsidRPr="00ED1A1D">
        <w:t>08/13/14 (14-018</w:t>
      </w:r>
      <w:r w:rsidRPr="00ED1A1D">
        <w:t>)</w:t>
      </w:r>
    </w:p>
    <w:p w14:paraId="09078AD4" w14:textId="52A54339" w:rsidR="00090790" w:rsidRPr="00ED1A1D" w:rsidRDefault="00090790" w:rsidP="000F345E">
      <w:pPr>
        <w:pStyle w:val="BodyText3"/>
      </w:pPr>
      <w:r w:rsidRPr="00ED1A1D">
        <w:lastRenderedPageBreak/>
        <w:t>65001.05</w:t>
      </w:r>
      <w:r w:rsidRPr="00ED1A1D">
        <w:tab/>
        <w:t xml:space="preserve">Inspection of ITAAC-Related Installation of Reactor Pressure Vessel and Internals </w:t>
      </w:r>
      <w:r w:rsidR="002D064D" w:rsidRPr="00ED1A1D">
        <w:t>08/19/08 (08/19/08</w:t>
      </w:r>
      <w:r w:rsidRPr="00ED1A1D">
        <w:t>)</w:t>
      </w:r>
    </w:p>
    <w:p w14:paraId="2FF63BB1" w14:textId="511B4126" w:rsidR="00000699" w:rsidRPr="00ED1A1D" w:rsidRDefault="00090790" w:rsidP="000F345E">
      <w:pPr>
        <w:pStyle w:val="BodyText3"/>
      </w:pPr>
      <w:r w:rsidRPr="00ED1A1D">
        <w:t>65001.06</w:t>
      </w:r>
      <w:r w:rsidRPr="00ED1A1D">
        <w:tab/>
        <w:t>Inspection of ITAAC-Related Installation o</w:t>
      </w:r>
      <w:r w:rsidR="00965D09" w:rsidRPr="00ED1A1D">
        <w:t>f</w:t>
      </w:r>
      <w:r w:rsidRPr="00ED1A1D">
        <w:t xml:space="preserve"> Mechanical Components </w:t>
      </w:r>
      <w:r w:rsidR="000F345E" w:rsidRPr="00ED1A1D">
        <w:br/>
      </w:r>
      <w:r w:rsidR="00DC5A60" w:rsidRPr="00ED1A1D">
        <w:t>01/27/15 (15-001)</w:t>
      </w:r>
    </w:p>
    <w:p w14:paraId="145CBA9D" w14:textId="0114A5C1" w:rsidR="0091437C" w:rsidRPr="00ED1A1D" w:rsidRDefault="0091437C" w:rsidP="000F345E">
      <w:pPr>
        <w:pStyle w:val="BodyText3"/>
      </w:pPr>
      <w:r w:rsidRPr="00ED1A1D">
        <w:t>65001.07</w:t>
      </w:r>
      <w:r w:rsidRPr="00ED1A1D">
        <w:tab/>
      </w:r>
      <w:r w:rsidRPr="00ED1A1D">
        <w:rPr>
          <w:bCs/>
        </w:rPr>
        <w:t>Inspection of ITAAC-Related Installation of Valves</w:t>
      </w:r>
      <w:r w:rsidRPr="00ED1A1D">
        <w:t xml:space="preserve"> 07/29/08 (08-021)</w:t>
      </w:r>
      <w:r w:rsidR="001C042D" w:rsidRPr="00ED1A1D">
        <w:t xml:space="preserve"> </w:t>
      </w:r>
    </w:p>
    <w:p w14:paraId="446FD8B0" w14:textId="10277C70" w:rsidR="00B55043" w:rsidRPr="00ED1A1D" w:rsidRDefault="00B55043" w:rsidP="000F345E">
      <w:pPr>
        <w:pStyle w:val="BodyText3"/>
      </w:pPr>
      <w:r w:rsidRPr="00ED1A1D">
        <w:t>65001.08</w:t>
      </w:r>
      <w:r w:rsidRPr="00ED1A1D">
        <w:tab/>
        <w:t>Inspection of ITAAC-Related Installation of Electric Components and Systems 08/19/08 (08-024)</w:t>
      </w:r>
    </w:p>
    <w:p w14:paraId="11D8AA40" w14:textId="55DD8551" w:rsidR="00143B93" w:rsidRPr="00ED1A1D" w:rsidRDefault="00143B93" w:rsidP="000F345E">
      <w:pPr>
        <w:pStyle w:val="BodyText3"/>
      </w:pPr>
      <w:r w:rsidRPr="00ED1A1D">
        <w:t>65001.09</w:t>
      </w:r>
      <w:r w:rsidRPr="00ED1A1D">
        <w:tab/>
        <w:t>Inspection of ITAAC-Related Installation of Electric and Fiber Optic Cable 08/05/09 (09-019)</w:t>
      </w:r>
    </w:p>
    <w:p w14:paraId="40080E00" w14:textId="2E505559" w:rsidR="00047859" w:rsidRPr="00ED1A1D" w:rsidRDefault="00047859" w:rsidP="000F345E">
      <w:pPr>
        <w:pStyle w:val="BodyText3"/>
      </w:pPr>
      <w:r w:rsidRPr="00ED1A1D">
        <w:t>65001.10</w:t>
      </w:r>
      <w:r w:rsidRPr="00ED1A1D">
        <w:tab/>
        <w:t>Inspection of ITAAC-Related Installation of Instrument Components and Systems 10/20/08 (08-029)</w:t>
      </w:r>
    </w:p>
    <w:p w14:paraId="100DEB0C" w14:textId="5AE6FC1D" w:rsidR="00C14331" w:rsidRPr="00ED1A1D" w:rsidRDefault="00C14331" w:rsidP="000F345E">
      <w:pPr>
        <w:pStyle w:val="BodyText3"/>
      </w:pPr>
      <w:r w:rsidRPr="00ED1A1D">
        <w:t>65001.11</w:t>
      </w:r>
      <w:r w:rsidRPr="00ED1A1D">
        <w:tab/>
        <w:t>Construction Inspection Program Inspection of ITAAC-Related Containment Integrity and Containment Penetration 08/19/08 (08-024)</w:t>
      </w:r>
    </w:p>
    <w:p w14:paraId="00FEE50F" w14:textId="6A62DAFF" w:rsidR="00B736AF" w:rsidRPr="00ED1A1D" w:rsidRDefault="00B736AF" w:rsidP="000F345E">
      <w:pPr>
        <w:pStyle w:val="BodyText3"/>
      </w:pPr>
      <w:r w:rsidRPr="00ED1A1D">
        <w:t>65001.11A</w:t>
      </w:r>
      <w:r w:rsidRPr="00ED1A1D">
        <w:tab/>
      </w:r>
      <w:r w:rsidR="00AC33C7" w:rsidRPr="00ED1A1D">
        <w:t xml:space="preserve">Part 52, </w:t>
      </w:r>
      <w:r w:rsidRPr="00ED1A1D">
        <w:t>Containment Structural Integrity Test 12/20/19 (19-041)</w:t>
      </w:r>
    </w:p>
    <w:p w14:paraId="4DA61EAE" w14:textId="6D784924" w:rsidR="0091437C" w:rsidRPr="00ED1A1D" w:rsidRDefault="0091437C" w:rsidP="000F345E">
      <w:pPr>
        <w:pStyle w:val="BodyText3"/>
      </w:pPr>
      <w:r w:rsidRPr="00ED1A1D">
        <w:t>65001.12</w:t>
      </w:r>
      <w:r w:rsidRPr="00ED1A1D">
        <w:tab/>
      </w:r>
      <w:r w:rsidRPr="00ED1A1D">
        <w:rPr>
          <w:bCs/>
        </w:rPr>
        <w:t xml:space="preserve">Inspection of ITAAC-Related Installation of Heating, Ventilating, and Air Conditioning Systems </w:t>
      </w:r>
      <w:r w:rsidRPr="00ED1A1D">
        <w:t>07/29/08 (08-021)</w:t>
      </w:r>
    </w:p>
    <w:p w14:paraId="78F3D5D2" w14:textId="3A9AE87C" w:rsidR="00143B93" w:rsidRPr="00ED1A1D" w:rsidRDefault="00143B93" w:rsidP="000F345E">
      <w:pPr>
        <w:pStyle w:val="BodyText3"/>
      </w:pPr>
      <w:r w:rsidRPr="00ED1A1D">
        <w:t>65001.13</w:t>
      </w:r>
      <w:r w:rsidRPr="00ED1A1D">
        <w:tab/>
        <w:t>Inspection of ITAAC-Related Installation of Load Handling Equipment and Fuel Racks 08/05/09 (09-019)</w:t>
      </w:r>
    </w:p>
    <w:p w14:paraId="3D5ED213" w14:textId="136949D2" w:rsidR="0091437C" w:rsidRPr="00ED1A1D" w:rsidRDefault="0091437C" w:rsidP="000F345E">
      <w:pPr>
        <w:pStyle w:val="BodyText3"/>
      </w:pPr>
      <w:r w:rsidRPr="00ED1A1D">
        <w:t>65001.14</w:t>
      </w:r>
      <w:r w:rsidRPr="00ED1A1D">
        <w:tab/>
        <w:t xml:space="preserve">Inspection of ITAAC-Related Installation of Complex Systems with Multiple Components </w:t>
      </w:r>
      <w:r w:rsidR="00477E03" w:rsidRPr="00ED1A1D">
        <w:t>06/24/15 (15-012</w:t>
      </w:r>
      <w:r w:rsidRPr="00ED1A1D">
        <w:t>)</w:t>
      </w:r>
    </w:p>
    <w:p w14:paraId="79ADF53F" w14:textId="4941AFA4" w:rsidR="00F4240A" w:rsidRPr="00ED1A1D" w:rsidRDefault="00592D0A" w:rsidP="000F345E">
      <w:pPr>
        <w:pStyle w:val="BodyText3"/>
      </w:pPr>
      <w:r w:rsidRPr="00ED1A1D">
        <w:t>65001.</w:t>
      </w:r>
      <w:r w:rsidR="001C666C" w:rsidRPr="00ED1A1D">
        <w:t>15</w:t>
      </w:r>
      <w:r w:rsidR="001C666C" w:rsidRPr="00ED1A1D">
        <w:tab/>
        <w:t>Inspection of ITAAC-Related Installation of Fire Protection Equipment</w:t>
      </w:r>
      <w:r w:rsidR="00F4240A" w:rsidRPr="00ED1A1D">
        <w:t xml:space="preserve"> 07/01/08 (08-019)</w:t>
      </w:r>
    </w:p>
    <w:p w14:paraId="21A663A1" w14:textId="7EE5ED33" w:rsidR="00336E64" w:rsidRPr="00ED1A1D" w:rsidRDefault="00C54B17" w:rsidP="000F345E">
      <w:pPr>
        <w:pStyle w:val="BodyText3"/>
      </w:pPr>
      <w:r w:rsidRPr="00ED1A1D">
        <w:rPr>
          <w:lang w:val="en-CA"/>
        </w:rPr>
        <w:fldChar w:fldCharType="begin"/>
      </w:r>
      <w:r w:rsidR="00336E64"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rPr>
          <w:lang w:val="en-CA"/>
        </w:rPr>
        <w:fldChar w:fldCharType="begin"/>
      </w:r>
      <w:r w:rsidR="00336E64"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="00336E64" w:rsidRPr="00ED1A1D">
        <w:t>65001.16</w:t>
      </w:r>
      <w:r w:rsidR="00336E64" w:rsidRPr="00ED1A1D">
        <w:tab/>
        <w:t xml:space="preserve">Inspection of ITAAC-Related Engineering </w:t>
      </w:r>
      <w:r w:rsidR="003D6DB9" w:rsidRPr="00ED1A1D">
        <w:t>06/20/14</w:t>
      </w:r>
      <w:r w:rsidR="00336E64" w:rsidRPr="00ED1A1D">
        <w:t xml:space="preserve"> (</w:t>
      </w:r>
      <w:r w:rsidR="003D6DB9" w:rsidRPr="00ED1A1D">
        <w:t>14-013</w:t>
      </w:r>
      <w:r w:rsidR="00336E64" w:rsidRPr="00ED1A1D">
        <w:t>)</w:t>
      </w:r>
    </w:p>
    <w:p w14:paraId="0748E724" w14:textId="1A04D668" w:rsidR="00861AD9" w:rsidRPr="00ED1A1D" w:rsidRDefault="00861AD9" w:rsidP="000F345E">
      <w:pPr>
        <w:pStyle w:val="BodyText3"/>
      </w:pPr>
      <w:r w:rsidRPr="00ED1A1D">
        <w:t>65001.17</w:t>
      </w:r>
      <w:r w:rsidRPr="00ED1A1D">
        <w:tab/>
        <w:t xml:space="preserve">Inspection of ITAAC-Related Security Structures, Systems, and Components </w:t>
      </w:r>
      <w:r w:rsidR="00AD3F15" w:rsidRPr="00ED1A1D">
        <w:t>09/30/16</w:t>
      </w:r>
      <w:r w:rsidRPr="00ED1A1D">
        <w:t xml:space="preserve"> (</w:t>
      </w:r>
      <w:r w:rsidR="00AD3F15" w:rsidRPr="00ED1A1D">
        <w:t>16-025</w:t>
      </w:r>
      <w:r w:rsidRPr="00ED1A1D">
        <w:t>)</w:t>
      </w:r>
    </w:p>
    <w:p w14:paraId="12D806C7" w14:textId="46A21C89" w:rsidR="001C042D" w:rsidRPr="00ED1A1D" w:rsidRDefault="001C042D" w:rsidP="000F345E">
      <w:pPr>
        <w:pStyle w:val="BodyText3"/>
      </w:pPr>
      <w:r w:rsidRPr="00ED1A1D">
        <w:t>65001.18</w:t>
      </w:r>
      <w:r w:rsidRPr="00ED1A1D">
        <w:tab/>
        <w:t>Inspection of Emergency Planning ITAAC 10/30/08 (08-030)</w:t>
      </w:r>
    </w:p>
    <w:p w14:paraId="0488CAB3" w14:textId="542D9BEB" w:rsidR="00356EB8" w:rsidRPr="00ED1A1D" w:rsidRDefault="00047859" w:rsidP="000F345E">
      <w:pPr>
        <w:pStyle w:val="BodyText3"/>
      </w:pPr>
      <w:r w:rsidRPr="00ED1A1D">
        <w:t>65001.19</w:t>
      </w:r>
      <w:r w:rsidRPr="00ED1A1D">
        <w:tab/>
        <w:t>Inspection of Installation of ITAAC-Related Radiation Monitoring Components and Systems 10/20/08 (08-029)</w:t>
      </w:r>
    </w:p>
    <w:p w14:paraId="0ED4F6AB" w14:textId="77777777" w:rsidR="00787D65" w:rsidRPr="00ED1A1D" w:rsidRDefault="00787D65" w:rsidP="000F345E">
      <w:pPr>
        <w:pStyle w:val="BodyText3"/>
      </w:pPr>
      <w:r w:rsidRPr="00ED1A1D">
        <w:t>65001.20</w:t>
      </w:r>
      <w:r w:rsidRPr="00ED1A1D">
        <w:tab/>
        <w:t>Inspection of Safety-Related Piping Design Acceptance Criteria (DAC)-Related ITAAC</w:t>
      </w:r>
      <w:r w:rsidR="007B3DE9" w:rsidRPr="00ED1A1D">
        <w:t xml:space="preserve"> 06/02/11 (11-009)</w:t>
      </w:r>
    </w:p>
    <w:p w14:paraId="1B07B618" w14:textId="15FBD4FD" w:rsidR="00B27F47" w:rsidRPr="00ED1A1D" w:rsidRDefault="00B27F47" w:rsidP="000F345E">
      <w:pPr>
        <w:pStyle w:val="BodyText3"/>
      </w:pPr>
      <w:r w:rsidRPr="00ED1A1D">
        <w:t>65001.21</w:t>
      </w:r>
      <w:r w:rsidRPr="00ED1A1D">
        <w:tab/>
        <w:t>Inspection of Pipe Rupture Hazard</w:t>
      </w:r>
      <w:r w:rsidR="000E485C" w:rsidRPr="00ED1A1D">
        <w:t>s</w:t>
      </w:r>
      <w:r w:rsidRPr="00ED1A1D">
        <w:t xml:space="preserve"> Analys</w:t>
      </w:r>
      <w:r w:rsidR="00783375" w:rsidRPr="00ED1A1D">
        <w:t>e</w:t>
      </w:r>
      <w:r w:rsidRPr="00ED1A1D">
        <w:t xml:space="preserve">s </w:t>
      </w:r>
      <w:r w:rsidR="00783375" w:rsidRPr="00ED1A1D">
        <w:t xml:space="preserve">(Inside and Outside Containment) </w:t>
      </w:r>
      <w:r w:rsidRPr="00ED1A1D">
        <w:t>Design Acceptance Criteria (DAC)</w:t>
      </w:r>
      <w:r w:rsidR="006C790C" w:rsidRPr="00ED1A1D">
        <w:t>-</w:t>
      </w:r>
      <w:r w:rsidRPr="00ED1A1D">
        <w:t>Related ITAAC</w:t>
      </w:r>
      <w:r w:rsidR="00E443EC" w:rsidRPr="00ED1A1D">
        <w:t xml:space="preserve"> </w:t>
      </w:r>
      <w:r w:rsidR="006C790C" w:rsidRPr="00ED1A1D">
        <w:br/>
      </w:r>
      <w:r w:rsidR="00E443EC" w:rsidRPr="00ED1A1D">
        <w:t>11/07/11 (11-029)</w:t>
      </w:r>
    </w:p>
    <w:p w14:paraId="11E1847F" w14:textId="77777777" w:rsidR="00B27F47" w:rsidRPr="00ED1A1D" w:rsidRDefault="00B27F47" w:rsidP="000F345E">
      <w:pPr>
        <w:pStyle w:val="BodyText3"/>
      </w:pPr>
      <w:r w:rsidRPr="00ED1A1D">
        <w:t>65001.22</w:t>
      </w:r>
      <w:r w:rsidRPr="00ED1A1D">
        <w:tab/>
        <w:t>Inspection of Digital Instrumentation and Control (DI&amp;C) System/Software Design Acceptance Criteria (DAC) – Related ITAAC</w:t>
      </w:r>
      <w:r w:rsidR="003C00D0" w:rsidRPr="00ED1A1D">
        <w:t xml:space="preserve"> </w:t>
      </w:r>
      <w:r w:rsidR="00C548F7" w:rsidRPr="00ED1A1D">
        <w:t>12/19/11 (11-041)</w:t>
      </w:r>
    </w:p>
    <w:p w14:paraId="331107C1" w14:textId="1DDBF9FC" w:rsidR="001B5377" w:rsidRPr="00ED1A1D" w:rsidRDefault="00FB6F13" w:rsidP="000F345E">
      <w:pPr>
        <w:pStyle w:val="BodyText3"/>
      </w:pPr>
      <w:r w:rsidRPr="00ED1A1D">
        <w:t>65001.23</w:t>
      </w:r>
      <w:r w:rsidRPr="00ED1A1D">
        <w:tab/>
      </w:r>
      <w:r w:rsidR="001B5377" w:rsidRPr="00ED1A1D">
        <w:t xml:space="preserve">Inspection of </w:t>
      </w:r>
      <w:r w:rsidRPr="00ED1A1D">
        <w:t>H</w:t>
      </w:r>
      <w:r w:rsidR="001B5377" w:rsidRPr="00ED1A1D">
        <w:t xml:space="preserve">uman </w:t>
      </w:r>
      <w:r w:rsidRPr="00ED1A1D">
        <w:t>F</w:t>
      </w:r>
      <w:r w:rsidR="001B5377" w:rsidRPr="00ED1A1D">
        <w:t xml:space="preserve">actors </w:t>
      </w:r>
      <w:r w:rsidR="00FF3F51" w:rsidRPr="00ED1A1D">
        <w:t>E</w:t>
      </w:r>
      <w:r w:rsidR="001B5377" w:rsidRPr="00ED1A1D">
        <w:t>ngineering</w:t>
      </w:r>
      <w:r w:rsidR="00FF3F51" w:rsidRPr="00ED1A1D">
        <w:t xml:space="preserve"> </w:t>
      </w:r>
      <w:r w:rsidR="00E11888" w:rsidRPr="00ED1A1D">
        <w:t>Verification and</w:t>
      </w:r>
      <w:r w:rsidR="00FF3F51" w:rsidRPr="00ED1A1D">
        <w:t xml:space="preserve"> Validation</w:t>
      </w:r>
      <w:r w:rsidR="000F345E" w:rsidRPr="00ED1A1D">
        <w:t xml:space="preserve"> </w:t>
      </w:r>
      <w:r w:rsidR="001B5377" w:rsidRPr="00ED1A1D">
        <w:t xml:space="preserve">ITAAC </w:t>
      </w:r>
      <w:r w:rsidR="00D37758" w:rsidRPr="00ED1A1D">
        <w:t>12/22/14 (14-031</w:t>
      </w:r>
      <w:r w:rsidR="001B5377" w:rsidRPr="00ED1A1D">
        <w:t>)</w:t>
      </w:r>
    </w:p>
    <w:p w14:paraId="10DD6A0A" w14:textId="74C372A4" w:rsidR="002D064D" w:rsidRPr="00ED1A1D" w:rsidRDefault="002D064D" w:rsidP="000F345E">
      <w:pPr>
        <w:pStyle w:val="BodyText3"/>
      </w:pPr>
      <w:r w:rsidRPr="00ED1A1D">
        <w:rPr>
          <w:lang w:val="en-CA"/>
        </w:rPr>
        <w:t>6</w:t>
      </w:r>
      <w:r w:rsidRPr="00ED1A1D">
        <w:t>5001.A</w:t>
      </w:r>
      <w:r w:rsidRPr="00ED1A1D">
        <w:tab/>
      </w:r>
      <w:r w:rsidR="00835C8C" w:rsidRPr="00ED1A1D">
        <w:t>Inspection of the As-</w:t>
      </w:r>
      <w:r w:rsidR="00767B07" w:rsidRPr="00ED1A1D">
        <w:t>Built Attributes for Structures, Systems, and Components (SSCs) Associated with</w:t>
      </w:r>
      <w:r w:rsidR="00835C8C" w:rsidRPr="00ED1A1D">
        <w:t xml:space="preserve"> </w:t>
      </w:r>
      <w:r w:rsidRPr="00ED1A1D">
        <w:t>ITAAC  09/25/13 (13-023)</w:t>
      </w:r>
    </w:p>
    <w:p w14:paraId="1939B975" w14:textId="0911E97B" w:rsidR="002D064D" w:rsidRPr="00ED1A1D" w:rsidRDefault="002D064D" w:rsidP="000F345E">
      <w:pPr>
        <w:pStyle w:val="BodyText3"/>
      </w:pPr>
      <w:r w:rsidRPr="00ED1A1D">
        <w:t>65001.B</w:t>
      </w:r>
      <w:r w:rsidRPr="00ED1A1D">
        <w:tab/>
        <w:t>Inspection of the ITAAC-Related Welding</w:t>
      </w:r>
      <w:r w:rsidR="00FA4D3F" w:rsidRPr="00ED1A1D">
        <w:t xml:space="preserve"> and Non</w:t>
      </w:r>
      <w:r w:rsidR="000B3951" w:rsidRPr="00ED1A1D">
        <w:t>destructive Examination</w:t>
      </w:r>
      <w:r w:rsidRPr="00ED1A1D">
        <w:t xml:space="preserve"> Program</w:t>
      </w:r>
      <w:r w:rsidR="000B3951" w:rsidRPr="00ED1A1D">
        <w:t>s</w:t>
      </w:r>
      <w:r w:rsidRPr="00ED1A1D">
        <w:t xml:space="preserve"> </w:t>
      </w:r>
      <w:r w:rsidR="00116AB4" w:rsidRPr="00ED1A1D">
        <w:t>11</w:t>
      </w:r>
      <w:r w:rsidRPr="00ED1A1D">
        <w:t>/</w:t>
      </w:r>
      <w:r w:rsidR="00116AB4" w:rsidRPr="00ED1A1D">
        <w:t>04</w:t>
      </w:r>
      <w:r w:rsidRPr="00ED1A1D">
        <w:t>/1</w:t>
      </w:r>
      <w:r w:rsidR="00116AB4" w:rsidRPr="00ED1A1D">
        <w:t>9</w:t>
      </w:r>
      <w:r w:rsidRPr="00ED1A1D">
        <w:t xml:space="preserve"> (1</w:t>
      </w:r>
      <w:r w:rsidR="00116AB4" w:rsidRPr="00ED1A1D">
        <w:t>9</w:t>
      </w:r>
      <w:r w:rsidRPr="00ED1A1D">
        <w:t>-0</w:t>
      </w:r>
      <w:r w:rsidR="00116AB4" w:rsidRPr="00ED1A1D">
        <w:t>34</w:t>
      </w:r>
      <w:r w:rsidRPr="00ED1A1D">
        <w:t>)</w:t>
      </w:r>
    </w:p>
    <w:p w14:paraId="66B16984" w14:textId="35CB9457" w:rsidR="002D064D" w:rsidRPr="00ED1A1D" w:rsidRDefault="002D064D" w:rsidP="000F345E">
      <w:pPr>
        <w:pStyle w:val="BodyText3"/>
      </w:pPr>
      <w:r w:rsidRPr="00ED1A1D">
        <w:t>65001.C</w:t>
      </w:r>
      <w:r w:rsidRPr="00ED1A1D">
        <w:tab/>
      </w:r>
      <w:r w:rsidRPr="00ED1A1D">
        <w:rPr>
          <w:lang w:val="en-CA"/>
        </w:rPr>
        <w:fldChar w:fldCharType="begin"/>
      </w:r>
      <w:r w:rsidRPr="00ED1A1D">
        <w:rPr>
          <w:lang w:val="en-CA"/>
        </w:rPr>
        <w:instrText xml:space="preserve"> SEQ CHAPTER \h \r 1</w:instrText>
      </w:r>
      <w:r w:rsidRPr="00ED1A1D">
        <w:rPr>
          <w:lang w:val="en-CA"/>
        </w:rPr>
        <w:fldChar w:fldCharType="end"/>
      </w:r>
      <w:r w:rsidRPr="00ED1A1D">
        <w:t xml:space="preserve">Inspection of the ITAAC-Related Construction Test Program </w:t>
      </w:r>
      <w:r w:rsidR="000F345E" w:rsidRPr="00ED1A1D">
        <w:br/>
      </w:r>
      <w:r w:rsidRPr="00ED1A1D">
        <w:t>04/18/14 (14-010)</w:t>
      </w:r>
    </w:p>
    <w:p w14:paraId="424039F6" w14:textId="78ACDBFE" w:rsidR="002D064D" w:rsidRPr="00ED1A1D" w:rsidRDefault="002D064D" w:rsidP="000F345E">
      <w:pPr>
        <w:pStyle w:val="BodyText3"/>
      </w:pPr>
      <w:r w:rsidRPr="00ED1A1D">
        <w:t xml:space="preserve">65001.D </w:t>
      </w:r>
      <w:r w:rsidRPr="00ED1A1D">
        <w:tab/>
        <w:t xml:space="preserve">Inspection of the ITAAC-Related Operational Testing Program </w:t>
      </w:r>
      <w:r w:rsidR="000F345E" w:rsidRPr="00ED1A1D">
        <w:br/>
      </w:r>
      <w:r w:rsidR="00510031" w:rsidRPr="00ED1A1D">
        <w:t>05/09/14 (14-011</w:t>
      </w:r>
      <w:r w:rsidRPr="00ED1A1D">
        <w:t>)</w:t>
      </w:r>
    </w:p>
    <w:p w14:paraId="34FC5880" w14:textId="77777777" w:rsidR="002D064D" w:rsidRPr="00ED1A1D" w:rsidRDefault="002D064D" w:rsidP="000F345E">
      <w:pPr>
        <w:pStyle w:val="BodyText3"/>
      </w:pPr>
      <w:r w:rsidRPr="00ED1A1D">
        <w:t>65001.E</w:t>
      </w:r>
      <w:r w:rsidRPr="00ED1A1D">
        <w:tab/>
        <w:t xml:space="preserve">Inspection of the ITAAC-Related Qualification Program </w:t>
      </w:r>
      <w:r w:rsidR="003D6DB9" w:rsidRPr="00ED1A1D">
        <w:t>06/20/14</w:t>
      </w:r>
      <w:r w:rsidRPr="00ED1A1D">
        <w:t xml:space="preserve"> (</w:t>
      </w:r>
      <w:r w:rsidR="003D6DB9" w:rsidRPr="00ED1A1D">
        <w:t>14-013</w:t>
      </w:r>
      <w:r w:rsidRPr="00ED1A1D">
        <w:t>)</w:t>
      </w:r>
    </w:p>
    <w:p w14:paraId="4FDC00F0" w14:textId="77777777" w:rsidR="008C102A" w:rsidRPr="00ED1A1D" w:rsidRDefault="002D064D" w:rsidP="000F345E">
      <w:pPr>
        <w:pStyle w:val="BodyText3"/>
      </w:pPr>
      <w:r w:rsidRPr="00ED1A1D">
        <w:t>65001.F</w:t>
      </w:r>
      <w:r w:rsidRPr="00ED1A1D">
        <w:tab/>
        <w:t>Inspection of the ITAAC-Related Design and Fabrication Requirements 09/20/13 (13-022)</w:t>
      </w:r>
    </w:p>
    <w:p w14:paraId="3BD4B6EC" w14:textId="77777777" w:rsidR="003C3A98" w:rsidRPr="00ED1A1D" w:rsidRDefault="003C3A98" w:rsidP="00616E37">
      <w:pPr>
        <w:pStyle w:val="BodyText2"/>
      </w:pPr>
      <w:r w:rsidRPr="00ED1A1D">
        <w:lastRenderedPageBreak/>
        <w:t>6600</w:t>
      </w:r>
      <w:r w:rsidRPr="00ED1A1D">
        <w:tab/>
      </w:r>
      <w:r w:rsidRPr="00ED1A1D">
        <w:rPr>
          <w:u w:val="single"/>
        </w:rPr>
        <w:t>Reserved</w:t>
      </w:r>
    </w:p>
    <w:p w14:paraId="126EC1FB" w14:textId="77777777" w:rsidR="003C3A98" w:rsidRPr="00ED1A1D" w:rsidRDefault="003C3A98" w:rsidP="00616E37">
      <w:pPr>
        <w:pStyle w:val="BodyText2"/>
      </w:pPr>
      <w:r w:rsidRPr="00ED1A1D">
        <w:t>6700</w:t>
      </w:r>
      <w:r w:rsidRPr="00ED1A1D">
        <w:tab/>
      </w:r>
      <w:r w:rsidRPr="00ED1A1D">
        <w:rPr>
          <w:u w:val="single"/>
        </w:rPr>
        <w:t>Reserved</w:t>
      </w:r>
    </w:p>
    <w:p w14:paraId="7DDFF4D9" w14:textId="77777777" w:rsidR="003C3A98" w:rsidRPr="00ED1A1D" w:rsidRDefault="003C3A98" w:rsidP="00616E37">
      <w:pPr>
        <w:pStyle w:val="BodyText2"/>
      </w:pPr>
      <w:r w:rsidRPr="00ED1A1D">
        <w:t>6800</w:t>
      </w:r>
      <w:r w:rsidRPr="00ED1A1D">
        <w:tab/>
      </w:r>
      <w:r w:rsidRPr="00ED1A1D">
        <w:rPr>
          <w:u w:val="single"/>
        </w:rPr>
        <w:t>Reserved</w:t>
      </w:r>
    </w:p>
    <w:p w14:paraId="7FD6F308" w14:textId="1E115A98" w:rsidR="003C3A98" w:rsidRPr="00ED1A1D" w:rsidRDefault="003C3A98" w:rsidP="002F13A8">
      <w:pPr>
        <w:pStyle w:val="Heading2"/>
      </w:pPr>
      <w:r w:rsidRPr="00ED1A1D">
        <w:t>6900</w:t>
      </w:r>
      <w:r w:rsidRPr="00ED1A1D">
        <w:tab/>
      </w:r>
      <w:r w:rsidRPr="00ED1A1D">
        <w:rPr>
          <w:u w:val="single"/>
        </w:rPr>
        <w:t>Non-Power Reactor Inspection</w:t>
      </w:r>
    </w:p>
    <w:p w14:paraId="6792E5F4" w14:textId="61BC6C9D" w:rsidR="003C3A98" w:rsidRPr="00ED1A1D" w:rsidRDefault="003C3A98" w:rsidP="000F345E">
      <w:pPr>
        <w:pStyle w:val="BodyText3"/>
      </w:pPr>
      <w:r w:rsidRPr="00ED1A1D">
        <w:t>69001</w:t>
      </w:r>
      <w:r w:rsidR="00512A04" w:rsidRPr="00ED1A1D">
        <w:tab/>
      </w:r>
      <w:r w:rsidRPr="00ED1A1D">
        <w:t>Class II Research and Test Reactors 02/03/04 (04-004)</w:t>
      </w:r>
    </w:p>
    <w:p w14:paraId="098CAE5D" w14:textId="149F9D2D" w:rsidR="003C3A98" w:rsidRPr="00ED1A1D" w:rsidRDefault="003C3A98" w:rsidP="000F345E">
      <w:pPr>
        <w:pStyle w:val="BodyText3"/>
      </w:pPr>
      <w:r w:rsidRPr="00ED1A1D">
        <w:t>69002</w:t>
      </w:r>
      <w:r w:rsidR="00512A04" w:rsidRPr="00ED1A1D">
        <w:tab/>
      </w:r>
      <w:r w:rsidRPr="00ED1A1D">
        <w:t>Class III Research and Test Reactors 02/03/04 (04-004)</w:t>
      </w:r>
    </w:p>
    <w:p w14:paraId="1919ABE6" w14:textId="4E2DD302" w:rsidR="003C3A98" w:rsidRPr="00ED1A1D" w:rsidRDefault="003C3A98" w:rsidP="000F345E">
      <w:pPr>
        <w:pStyle w:val="BodyText3"/>
      </w:pPr>
      <w:r w:rsidRPr="00ED1A1D">
        <w:t>69003</w:t>
      </w:r>
      <w:r w:rsidR="00512A04" w:rsidRPr="00ED1A1D">
        <w:tab/>
      </w:r>
      <w:r w:rsidRPr="00ED1A1D">
        <w:t>Class I Research and Test Reactor Operator Licenses,</w:t>
      </w:r>
      <w:r w:rsidR="00835501" w:rsidRPr="00ED1A1D">
        <w:t xml:space="preserve"> </w:t>
      </w:r>
      <w:r w:rsidRPr="00ED1A1D">
        <w:t>Requalification, and Medical Examinations 02/03/04 (04-004)</w:t>
      </w:r>
    </w:p>
    <w:p w14:paraId="39E49BF9" w14:textId="0872E304" w:rsidR="00410CB8" w:rsidRPr="00ED1A1D" w:rsidRDefault="003C3A98" w:rsidP="000F345E">
      <w:pPr>
        <w:pStyle w:val="BodyText3"/>
      </w:pPr>
      <w:r w:rsidRPr="00ED1A1D">
        <w:t>69004</w:t>
      </w:r>
      <w:r w:rsidR="00512A04" w:rsidRPr="00ED1A1D">
        <w:tab/>
      </w:r>
      <w:r w:rsidRPr="00ED1A1D">
        <w:t>Class I Research and Test Reactor Effluent and Environmental</w:t>
      </w:r>
      <w:r w:rsidR="00835501" w:rsidRPr="00ED1A1D">
        <w:t xml:space="preserve"> </w:t>
      </w:r>
      <w:r w:rsidRPr="00ED1A1D">
        <w:t>Monitoring 02/03/04 (04-004)</w:t>
      </w:r>
    </w:p>
    <w:p w14:paraId="12408031" w14:textId="3A7BD46A" w:rsidR="005F7B79" w:rsidRPr="00ED1A1D" w:rsidRDefault="005F7B79" w:rsidP="000F345E">
      <w:pPr>
        <w:pStyle w:val="BodyText3"/>
      </w:pPr>
      <w:r w:rsidRPr="00ED1A1D">
        <w:t>69005</w:t>
      </w:r>
      <w:r w:rsidRPr="00ED1A1D">
        <w:tab/>
        <w:t>Class I Research and Test Reactor Experiments 02/03/04 (04-004)</w:t>
      </w:r>
    </w:p>
    <w:p w14:paraId="6102F37C" w14:textId="37789FC2" w:rsidR="005F7B79" w:rsidRPr="00ED1A1D" w:rsidRDefault="005F7B79" w:rsidP="000F345E">
      <w:pPr>
        <w:pStyle w:val="BodyText3"/>
      </w:pPr>
      <w:r w:rsidRPr="00ED1A1D">
        <w:t>69006</w:t>
      </w:r>
      <w:r w:rsidRPr="00ED1A1D">
        <w:tab/>
        <w:t>Class I Research and Test Reactors Organization and Operations</w:t>
      </w:r>
      <w:r w:rsidR="00835501" w:rsidRPr="00ED1A1D">
        <w:t xml:space="preserve"> </w:t>
      </w:r>
      <w:r w:rsidRPr="00ED1A1D">
        <w:t>and Maintenance Activities 02/03/04 (04-004)</w:t>
      </w:r>
    </w:p>
    <w:p w14:paraId="49124FB1" w14:textId="4263B334" w:rsidR="00843F05" w:rsidRPr="00ED1A1D" w:rsidRDefault="00843F05" w:rsidP="000F345E">
      <w:pPr>
        <w:pStyle w:val="BodyText3"/>
      </w:pPr>
      <w:r w:rsidRPr="00ED1A1D">
        <w:t>69007</w:t>
      </w:r>
      <w:r w:rsidRPr="00ED1A1D">
        <w:tab/>
        <w:t>Class I Research and Test Reactor Review and Audit and Design</w:t>
      </w:r>
      <w:r w:rsidR="00835501" w:rsidRPr="00ED1A1D">
        <w:t xml:space="preserve"> </w:t>
      </w:r>
      <w:r w:rsidRPr="00ED1A1D">
        <w:t>Change Functions 02/03/04 (04-004)</w:t>
      </w:r>
    </w:p>
    <w:p w14:paraId="5E881BC1" w14:textId="2A20BE6D" w:rsidR="00843F05" w:rsidRPr="00ED1A1D" w:rsidRDefault="00843F05" w:rsidP="000F345E">
      <w:pPr>
        <w:pStyle w:val="BodyText3"/>
      </w:pPr>
      <w:r w:rsidRPr="00ED1A1D">
        <w:t>69008</w:t>
      </w:r>
      <w:r w:rsidRPr="00ED1A1D">
        <w:tab/>
        <w:t>Class I Research and Test Reactor Procedures 02/03/04 (04-004)</w:t>
      </w:r>
    </w:p>
    <w:p w14:paraId="0A4AB992" w14:textId="46B905E6" w:rsidR="003C3A98" w:rsidRPr="00ED1A1D" w:rsidRDefault="003C3A98" w:rsidP="000F345E">
      <w:pPr>
        <w:pStyle w:val="BodyText3"/>
      </w:pPr>
      <w:r w:rsidRPr="00ED1A1D">
        <w:t>69009</w:t>
      </w:r>
      <w:r w:rsidR="00512A04" w:rsidRPr="00ED1A1D">
        <w:tab/>
      </w:r>
      <w:r w:rsidRPr="00ED1A1D">
        <w:t>Class I Research and Test Reactor Fuel Movement</w:t>
      </w:r>
      <w:r w:rsidR="00AD3220" w:rsidRPr="00ED1A1D">
        <w:t xml:space="preserve"> </w:t>
      </w:r>
      <w:r w:rsidRPr="00ED1A1D">
        <w:t>02/03/04 (04-004)</w:t>
      </w:r>
    </w:p>
    <w:p w14:paraId="6FBDC29E" w14:textId="43241DE6" w:rsidR="003C3A98" w:rsidRPr="00ED1A1D" w:rsidRDefault="003C3A98" w:rsidP="000F345E">
      <w:pPr>
        <w:pStyle w:val="BodyText3"/>
      </w:pPr>
      <w:r w:rsidRPr="00ED1A1D">
        <w:t>69010</w:t>
      </w:r>
      <w:r w:rsidR="00512A04" w:rsidRPr="00ED1A1D">
        <w:tab/>
      </w:r>
      <w:r w:rsidRPr="00ED1A1D">
        <w:t>Class I Research and Test Reactor Surveillance 02/03/04 (04-004)</w:t>
      </w:r>
    </w:p>
    <w:p w14:paraId="7BCC2BB8" w14:textId="4A57A34E" w:rsidR="003C3A98" w:rsidRPr="00ED1A1D" w:rsidRDefault="003C3A98" w:rsidP="000F345E">
      <w:pPr>
        <w:pStyle w:val="BodyText3"/>
      </w:pPr>
      <w:r w:rsidRPr="00ED1A1D">
        <w:t>69011</w:t>
      </w:r>
      <w:r w:rsidR="00512A04" w:rsidRPr="00ED1A1D">
        <w:tab/>
      </w:r>
      <w:r w:rsidRPr="00ED1A1D">
        <w:t>Class I Research and Test Reactor Emergency Preparedness</w:t>
      </w:r>
      <w:r w:rsidR="00AD3220" w:rsidRPr="00ED1A1D">
        <w:br/>
      </w:r>
      <w:r w:rsidRPr="00ED1A1D">
        <w:t>02/03/04 (04-004)</w:t>
      </w:r>
    </w:p>
    <w:p w14:paraId="03995D73" w14:textId="505477A5" w:rsidR="003C3A98" w:rsidRPr="00ED1A1D" w:rsidRDefault="003C3A98" w:rsidP="000F345E">
      <w:pPr>
        <w:pStyle w:val="BodyText3"/>
      </w:pPr>
      <w:r w:rsidRPr="00ED1A1D">
        <w:t>69012</w:t>
      </w:r>
      <w:r w:rsidR="00512A04" w:rsidRPr="00ED1A1D">
        <w:tab/>
      </w:r>
      <w:r w:rsidRPr="00ED1A1D">
        <w:t>Class I Research and Test Reactors Radiation Protection</w:t>
      </w:r>
      <w:r w:rsidR="00AD3220" w:rsidRPr="00ED1A1D">
        <w:br/>
      </w:r>
      <w:r w:rsidRPr="00ED1A1D">
        <w:t>02/03/04 (04-004)</w:t>
      </w:r>
    </w:p>
    <w:p w14:paraId="2DA2C8F7" w14:textId="537EC3EA" w:rsidR="00DF45F7" w:rsidRPr="00ED1A1D" w:rsidRDefault="003C3A98" w:rsidP="000F345E">
      <w:pPr>
        <w:pStyle w:val="BodyText3"/>
      </w:pPr>
      <w:r w:rsidRPr="00ED1A1D">
        <w:t>69013</w:t>
      </w:r>
      <w:r w:rsidR="00512A04" w:rsidRPr="00ED1A1D">
        <w:tab/>
      </w:r>
      <w:r w:rsidRPr="00ED1A1D">
        <w:t>Research and Test Reactor Decommissioning 02/03/04 (04-004)</w:t>
      </w:r>
    </w:p>
    <w:p w14:paraId="59046A72" w14:textId="03A3F75D" w:rsidR="003D6DB9" w:rsidRDefault="007B229F" w:rsidP="000F345E">
      <w:pPr>
        <w:pStyle w:val="BodyText3"/>
      </w:pPr>
      <w:r w:rsidRPr="00ED1A1D">
        <w:t>69020</w:t>
      </w:r>
      <w:r w:rsidRPr="00ED1A1D">
        <w:tab/>
        <w:t xml:space="preserve">Inspections of Safety-Related Items (and Services) During Construction of Non-Power Production and Utilization Facilities </w:t>
      </w:r>
      <w:r w:rsidR="00C60704">
        <w:t>03/2</w:t>
      </w:r>
      <w:r w:rsidR="008C4955">
        <w:t>5</w:t>
      </w:r>
      <w:r w:rsidR="00C60704">
        <w:t>/25 (25-005)</w:t>
      </w:r>
    </w:p>
    <w:p w14:paraId="3E5BEFC2" w14:textId="4AEFBA6A" w:rsidR="009C798F" w:rsidRDefault="009C798F" w:rsidP="009C798F">
      <w:pPr>
        <w:pStyle w:val="BodyText3"/>
      </w:pPr>
      <w:r>
        <w:t>69020.A</w:t>
      </w:r>
      <w:r>
        <w:tab/>
      </w:r>
      <w:r w:rsidR="005847E3" w:rsidRPr="005847E3">
        <w:t>Inspection of Foundations and Buildings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6809C7DB" w14:textId="69CF5F21" w:rsidR="009C798F" w:rsidRDefault="009C798F" w:rsidP="009C798F">
      <w:pPr>
        <w:pStyle w:val="BodyText3"/>
      </w:pPr>
      <w:r>
        <w:t>69020.B</w:t>
      </w:r>
      <w:r>
        <w:tab/>
      </w:r>
      <w:r w:rsidR="005847E3" w:rsidRPr="005847E3">
        <w:t>Inspection of Structural Concrete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5A45095A" w14:textId="53816109" w:rsidR="009C798F" w:rsidRDefault="009C798F" w:rsidP="009C798F">
      <w:pPr>
        <w:pStyle w:val="BodyText3"/>
      </w:pPr>
      <w:r>
        <w:t>69020.C</w:t>
      </w:r>
      <w:r>
        <w:tab/>
      </w:r>
      <w:r w:rsidR="005847E3" w:rsidRPr="005847E3">
        <w:t>Inspection of Structural Steel and Supports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2584B802" w14:textId="25746D43" w:rsidR="009C798F" w:rsidRDefault="009C798F" w:rsidP="009C798F">
      <w:pPr>
        <w:pStyle w:val="BodyText3"/>
      </w:pPr>
      <w:r>
        <w:t>69020.D</w:t>
      </w:r>
      <w:r>
        <w:tab/>
      </w:r>
      <w:r w:rsidR="00836555" w:rsidRPr="00836555">
        <w:t>Inspection of Piping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6F93F74C" w14:textId="7E9078C1" w:rsidR="009C798F" w:rsidRDefault="009C798F" w:rsidP="009C798F">
      <w:pPr>
        <w:pStyle w:val="BodyText3"/>
      </w:pPr>
      <w:r>
        <w:t>69020.E</w:t>
      </w:r>
      <w:r>
        <w:tab/>
      </w:r>
      <w:r w:rsidR="00836555" w:rsidRPr="00836555">
        <w:t>Inspection of Piping Supports and Restraints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1A82FEE5" w14:textId="07758704" w:rsidR="009C798F" w:rsidRDefault="009C798F" w:rsidP="009C798F">
      <w:pPr>
        <w:pStyle w:val="BodyText3"/>
      </w:pPr>
      <w:r>
        <w:t>69020.F</w:t>
      </w:r>
      <w:r>
        <w:tab/>
      </w:r>
      <w:r w:rsidR="00836555" w:rsidRPr="00836555">
        <w:t>Inspection of Mechanical Components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2E795A67" w14:textId="42C96484" w:rsidR="009C798F" w:rsidRDefault="009C798F" w:rsidP="009C798F">
      <w:pPr>
        <w:pStyle w:val="BodyText3"/>
      </w:pPr>
      <w:r>
        <w:t>69020.G</w:t>
      </w:r>
      <w:r>
        <w:tab/>
      </w:r>
      <w:r w:rsidR="00266BED" w:rsidRPr="00266BED">
        <w:t>Inspection of Electrical Cable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008DF8A4" w14:textId="43220168" w:rsidR="009C798F" w:rsidRDefault="009C798F" w:rsidP="009C798F">
      <w:pPr>
        <w:pStyle w:val="BodyText3"/>
      </w:pPr>
      <w:r>
        <w:t>69020.H</w:t>
      </w:r>
      <w:r>
        <w:tab/>
      </w:r>
      <w:r w:rsidR="00266BED" w:rsidRPr="00266BED">
        <w:t>Inspection of Electrical Components and Systems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6188492C" w14:textId="0A9CCA60" w:rsidR="009C798F" w:rsidRDefault="009C798F" w:rsidP="009C798F">
      <w:pPr>
        <w:pStyle w:val="BodyText3"/>
      </w:pPr>
      <w:r>
        <w:t>69020.I</w:t>
      </w:r>
      <w:r>
        <w:tab/>
      </w:r>
      <w:r w:rsidR="00266BED" w:rsidRPr="00266BED">
        <w:t>Inspection of Ventilation and Confinement Systems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446C1386" w14:textId="3C0C8550" w:rsidR="009C798F" w:rsidRDefault="009C798F" w:rsidP="009C798F">
      <w:pPr>
        <w:pStyle w:val="BodyText3"/>
      </w:pPr>
      <w:r>
        <w:t>69020.J</w:t>
      </w:r>
      <w:r>
        <w:tab/>
      </w:r>
      <w:r w:rsidR="009C6C9A" w:rsidRPr="009C6C9A">
        <w:t>Inspection of Instrumentation and Control Systems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0135C843" w14:textId="47632FFE" w:rsidR="009C798F" w:rsidRDefault="009C798F" w:rsidP="009C798F">
      <w:pPr>
        <w:pStyle w:val="BodyText3"/>
      </w:pPr>
      <w:r>
        <w:lastRenderedPageBreak/>
        <w:t>69020.K</w:t>
      </w:r>
      <w:r>
        <w:tab/>
      </w:r>
      <w:r w:rsidR="009C6C9A" w:rsidRPr="009C6C9A">
        <w:t>Inspection of Safety Significant Welding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075057E2" w14:textId="43350C9F" w:rsidR="009C798F" w:rsidRDefault="009C798F" w:rsidP="009C798F">
      <w:pPr>
        <w:pStyle w:val="BodyText3"/>
      </w:pPr>
      <w:r>
        <w:t>69020.L</w:t>
      </w:r>
      <w:r>
        <w:tab/>
      </w:r>
      <w:r w:rsidR="009C6C9A" w:rsidRPr="009C6C9A">
        <w:t>Inspection of Fire Protection Systems Under Construction at Non-Power Production and Utilization Facilities</w:t>
      </w:r>
      <w:r w:rsidR="004806E3" w:rsidRPr="00ED1A1D">
        <w:t xml:space="preserve"> </w:t>
      </w:r>
      <w:r w:rsidR="004806E3">
        <w:t>03/25/25 (25-005)</w:t>
      </w:r>
    </w:p>
    <w:p w14:paraId="4CDAC937" w14:textId="4DE05103" w:rsidR="00383668" w:rsidRPr="00ED1A1D" w:rsidRDefault="009C798F" w:rsidP="009C798F">
      <w:pPr>
        <w:pStyle w:val="BodyText3"/>
      </w:pPr>
      <w:r>
        <w:t>69020.M</w:t>
      </w:r>
      <w:r>
        <w:tab/>
      </w:r>
      <w:r w:rsidR="008C4955" w:rsidRPr="008C4955">
        <w:t>Inspection of Digital Instrumentation and Control (DI&amp;C) System/Software Design at Non-Power Production and Utilization Facilities</w:t>
      </w:r>
      <w:r w:rsidR="004806E3" w:rsidRPr="00ED1A1D">
        <w:t xml:space="preserve"> </w:t>
      </w:r>
      <w:r w:rsidR="004806E3">
        <w:br/>
      </w:r>
      <w:r w:rsidR="004806E3">
        <w:t>03/25/25 (25-005)</w:t>
      </w:r>
    </w:p>
    <w:p w14:paraId="235A7A17" w14:textId="43FD900D" w:rsidR="00D33858" w:rsidRPr="00ED1A1D" w:rsidRDefault="007B229F" w:rsidP="000F345E">
      <w:pPr>
        <w:pStyle w:val="BodyText3"/>
      </w:pPr>
      <w:r w:rsidRPr="00ED1A1D">
        <w:t>69021</w:t>
      </w:r>
      <w:r w:rsidRPr="00ED1A1D">
        <w:tab/>
      </w:r>
      <w:r w:rsidR="00D33858" w:rsidRPr="00ED1A1D">
        <w:t xml:space="preserve">Inspections of Quality Assurance Program Implementation During Construction of </w:t>
      </w:r>
      <w:r w:rsidRPr="00ED1A1D">
        <w:t>Non-Power Production and Utilization Facilities</w:t>
      </w:r>
      <w:r w:rsidR="00081707" w:rsidRPr="00ED1A1D">
        <w:br/>
      </w:r>
      <w:r w:rsidR="00EE2828">
        <w:t>03/25/25 (25-005)</w:t>
      </w:r>
    </w:p>
    <w:p w14:paraId="610A7E0C" w14:textId="25FA1FF4" w:rsidR="003D6DB9" w:rsidRPr="00ED1A1D" w:rsidRDefault="007B229F" w:rsidP="000F345E">
      <w:pPr>
        <w:pStyle w:val="BodyText3"/>
      </w:pPr>
      <w:r w:rsidRPr="00ED1A1D">
        <w:t>69022</w:t>
      </w:r>
      <w:r w:rsidRPr="00ED1A1D">
        <w:tab/>
      </w:r>
      <w:r w:rsidR="00D33858" w:rsidRPr="00ED1A1D">
        <w:t xml:space="preserve">Inspections of Operational Readiness During Construction of </w:t>
      </w:r>
      <w:r w:rsidRPr="00ED1A1D">
        <w:t>Non-Power Production and Utilization Facilities</w:t>
      </w:r>
      <w:r w:rsidR="00EE2828" w:rsidRPr="00ED1A1D">
        <w:t xml:space="preserve"> </w:t>
      </w:r>
      <w:r w:rsidR="00EE2828">
        <w:t>03/25/25 (25-005)</w:t>
      </w:r>
    </w:p>
    <w:p w14:paraId="1344390A" w14:textId="77777777" w:rsidR="003C3A98" w:rsidRPr="00ED1A1D" w:rsidRDefault="003C3A98" w:rsidP="0026436D">
      <w:pPr>
        <w:pStyle w:val="Heading1"/>
      </w:pPr>
      <w:r w:rsidRPr="00ED1A1D">
        <w:t>7000</w:t>
      </w:r>
      <w:r w:rsidRPr="00ED1A1D">
        <w:tab/>
      </w:r>
      <w:r w:rsidRPr="00ED1A1D">
        <w:rPr>
          <w:u w:val="single"/>
        </w:rPr>
        <w:t>Preoperational Testing</w:t>
      </w:r>
    </w:p>
    <w:p w14:paraId="64FB026E" w14:textId="6D0D0DD6" w:rsidR="003C3A98" w:rsidRPr="00ED1A1D" w:rsidRDefault="003C3A98" w:rsidP="000F345E">
      <w:pPr>
        <w:pStyle w:val="BodyText3"/>
      </w:pPr>
      <w:r w:rsidRPr="00ED1A1D">
        <w:t>70307</w:t>
      </w:r>
      <w:r w:rsidRPr="00ED1A1D">
        <w:tab/>
        <w:t>Containment Integrated Leak Rate Test Procedure</w:t>
      </w:r>
      <w:r w:rsidR="00D41028" w:rsidRPr="00ED1A1D">
        <w:t xml:space="preserve"> </w:t>
      </w:r>
      <w:r w:rsidR="00512A04" w:rsidRPr="00ED1A1D">
        <w:t>Review</w:t>
      </w:r>
      <w:r w:rsidRPr="00ED1A1D">
        <w:t xml:space="preserve"> 03/07/86 (86-13) </w:t>
      </w:r>
      <w:r w:rsidR="00D41028" w:rsidRPr="00ED1A1D">
        <w:t>R</w:t>
      </w:r>
    </w:p>
    <w:p w14:paraId="0C9918DF" w14:textId="28D8B332" w:rsidR="009F4704" w:rsidRPr="00ED1A1D" w:rsidRDefault="009F4704" w:rsidP="000F345E">
      <w:pPr>
        <w:pStyle w:val="BodyText3"/>
      </w:pPr>
      <w:r w:rsidRPr="00ED1A1D">
        <w:t>70313</w:t>
      </w:r>
      <w:r w:rsidRPr="00ED1A1D">
        <w:tab/>
        <w:t>Containment Integrated Leak Rate Test</w:t>
      </w:r>
      <w:r w:rsidR="00D97D42" w:rsidRPr="00ED1A1D">
        <w:t xml:space="preserve"> Surveillance</w:t>
      </w:r>
      <w:r w:rsidRPr="00ED1A1D">
        <w:t xml:space="preserve"> 11/12/85 (85-36) </w:t>
      </w:r>
      <w:r w:rsidR="00044362" w:rsidRPr="00ED1A1D">
        <w:t xml:space="preserve">  R</w:t>
      </w:r>
    </w:p>
    <w:p w14:paraId="685BCD7E" w14:textId="1C5F40BC" w:rsidR="00843F05" w:rsidRPr="00ED1A1D" w:rsidRDefault="00843F05" w:rsidP="000F345E">
      <w:pPr>
        <w:pStyle w:val="BodyText3"/>
      </w:pPr>
      <w:r w:rsidRPr="00ED1A1D">
        <w:t>70323</w:t>
      </w:r>
      <w:r w:rsidRPr="00ED1A1D">
        <w:tab/>
        <w:t>Containment Leak Rate Test Results Evaluation 10/03/85 (85-30</w:t>
      </w:r>
      <w:proofErr w:type="gramStart"/>
      <w:r w:rsidRPr="00ED1A1D">
        <w:t xml:space="preserve">) </w:t>
      </w:r>
      <w:r w:rsidR="003520A0" w:rsidRPr="00ED1A1D">
        <w:t xml:space="preserve"> R</w:t>
      </w:r>
      <w:proofErr w:type="gramEnd"/>
    </w:p>
    <w:p w14:paraId="24E75A9A" w14:textId="0D432F49" w:rsidR="0080375F" w:rsidRPr="00ED1A1D" w:rsidRDefault="0080375F" w:rsidP="000F345E">
      <w:pPr>
        <w:pStyle w:val="BodyText3"/>
      </w:pPr>
      <w:r w:rsidRPr="00ED1A1D">
        <w:t>70367</w:t>
      </w:r>
      <w:r w:rsidRPr="00ED1A1D">
        <w:tab/>
      </w:r>
      <w:r w:rsidR="009443DA" w:rsidRPr="00ED1A1D">
        <w:t xml:space="preserve">Part 52, </w:t>
      </w:r>
      <w:r w:rsidR="006D4869" w:rsidRPr="00ED1A1D">
        <w:t xml:space="preserve">Inspection of </w:t>
      </w:r>
      <w:r w:rsidRPr="00ED1A1D">
        <w:t xml:space="preserve">Preoperational Test Program </w:t>
      </w:r>
      <w:bookmarkStart w:id="46" w:name="_Hlk54089212"/>
      <w:r w:rsidR="0062607D" w:rsidRPr="00ED1A1D">
        <w:t>10/20/20</w:t>
      </w:r>
      <w:r w:rsidR="006D4869" w:rsidRPr="00ED1A1D">
        <w:t xml:space="preserve"> </w:t>
      </w:r>
      <w:bookmarkEnd w:id="46"/>
      <w:r w:rsidR="006D4869" w:rsidRPr="00ED1A1D">
        <w:t>(</w:t>
      </w:r>
      <w:r w:rsidR="0062607D" w:rsidRPr="00ED1A1D">
        <w:t>20-052</w:t>
      </w:r>
      <w:r w:rsidR="006D4869" w:rsidRPr="00ED1A1D">
        <w:t>)</w:t>
      </w:r>
    </w:p>
    <w:p w14:paraId="38CB7BB6" w14:textId="2104A01A" w:rsidR="0080375F" w:rsidRPr="00ED1A1D" w:rsidRDefault="0080375F" w:rsidP="000F345E">
      <w:pPr>
        <w:pStyle w:val="BodyText3"/>
      </w:pPr>
      <w:r w:rsidRPr="00ED1A1D">
        <w:t>70368</w:t>
      </w:r>
      <w:r w:rsidRPr="00ED1A1D">
        <w:tab/>
      </w:r>
      <w:r w:rsidR="00042C2C" w:rsidRPr="00ED1A1D">
        <w:t xml:space="preserve">Part 52 </w:t>
      </w:r>
      <w:r w:rsidRPr="00ED1A1D">
        <w:t>Containment Leak Rate Testing</w:t>
      </w:r>
      <w:r w:rsidR="004C07B1" w:rsidRPr="00ED1A1D">
        <w:t xml:space="preserve"> Program</w:t>
      </w:r>
      <w:r w:rsidRPr="00ED1A1D">
        <w:t xml:space="preserve"> (Programmatic)</w:t>
      </w:r>
      <w:r w:rsidR="0027288F" w:rsidRPr="00ED1A1D">
        <w:br/>
      </w:r>
      <w:r w:rsidR="001A1CB5" w:rsidRPr="00ED1A1D">
        <w:t>06/26/17 (17-013</w:t>
      </w:r>
      <w:r w:rsidR="00E443EC" w:rsidRPr="00ED1A1D">
        <w:t>)</w:t>
      </w:r>
    </w:p>
    <w:p w14:paraId="7155C177" w14:textId="497EBEEA" w:rsidR="008C102A" w:rsidRPr="00ED1A1D" w:rsidRDefault="0080375F" w:rsidP="000F345E">
      <w:pPr>
        <w:pStyle w:val="BodyText3"/>
      </w:pPr>
      <w:r w:rsidRPr="00ED1A1D">
        <w:t>70369</w:t>
      </w:r>
      <w:r w:rsidRPr="00ED1A1D">
        <w:tab/>
      </w:r>
      <w:r w:rsidR="00D91340" w:rsidRPr="00ED1A1D">
        <w:t>RESERVED</w:t>
      </w:r>
      <w:r w:rsidR="00042C2C" w:rsidRPr="00ED1A1D">
        <w:t xml:space="preserve"> for Part 52 </w:t>
      </w:r>
      <w:r w:rsidRPr="00ED1A1D">
        <w:t>Containment Leak Rate Testing</w:t>
      </w:r>
    </w:p>
    <w:p w14:paraId="01EBF5F5" w14:textId="1E6EFD10" w:rsidR="0080375F" w:rsidRPr="00ED1A1D" w:rsidRDefault="0080375F" w:rsidP="000F345E">
      <w:pPr>
        <w:pStyle w:val="BodyText3"/>
      </w:pPr>
      <w:r w:rsidRPr="00ED1A1D">
        <w:t>70371</w:t>
      </w:r>
      <w:r w:rsidRPr="00ED1A1D">
        <w:tab/>
      </w:r>
      <w:r w:rsidR="00D91340" w:rsidRPr="00ED1A1D">
        <w:t>RESERVED</w:t>
      </w:r>
      <w:r w:rsidR="00042C2C" w:rsidRPr="00ED1A1D">
        <w:t xml:space="preserve"> for Part 52 </w:t>
      </w:r>
      <w:r w:rsidRPr="00ED1A1D">
        <w:t>Testing of Pipe Support and Restraint System</w:t>
      </w:r>
    </w:p>
    <w:p w14:paraId="54477811" w14:textId="22EF116D" w:rsidR="003C3A98" w:rsidRPr="00ED1A1D" w:rsidRDefault="003C3A98" w:rsidP="000F345E">
      <w:pPr>
        <w:pStyle w:val="BodyText3"/>
      </w:pPr>
      <w:r w:rsidRPr="00ED1A1D">
        <w:t>70701</w:t>
      </w:r>
      <w:r w:rsidR="00512A04" w:rsidRPr="00ED1A1D">
        <w:tab/>
      </w:r>
      <w:r w:rsidR="00D91340" w:rsidRPr="00ED1A1D">
        <w:t>RESERVED</w:t>
      </w:r>
    </w:p>
    <w:p w14:paraId="54D609A1" w14:textId="487C486E" w:rsidR="003C3A98" w:rsidRPr="00ED1A1D" w:rsidRDefault="003C3A98" w:rsidP="000F345E">
      <w:pPr>
        <w:pStyle w:val="BodyText3"/>
      </w:pPr>
      <w:r w:rsidRPr="00ED1A1D">
        <w:t>70702</w:t>
      </w:r>
      <w:r w:rsidRPr="00ED1A1D">
        <w:tab/>
      </w:r>
      <w:r w:rsidR="00BC291D" w:rsidRPr="00ED1A1D">
        <w:t xml:space="preserve">Part 52, </w:t>
      </w:r>
      <w:r w:rsidR="006D4869" w:rsidRPr="00ED1A1D">
        <w:t>Inspection of Preoperation</w:t>
      </w:r>
      <w:r w:rsidR="005519A1" w:rsidRPr="00ED1A1D">
        <w:t>al Test Performance 12/06/17 (17-028</w:t>
      </w:r>
      <w:r w:rsidR="006D4869" w:rsidRPr="00ED1A1D">
        <w:t>)</w:t>
      </w:r>
    </w:p>
    <w:p w14:paraId="77BFDD8A" w14:textId="77777777" w:rsidR="003C3A98" w:rsidRPr="00ED1A1D" w:rsidRDefault="003C3A98" w:rsidP="002F13A8">
      <w:pPr>
        <w:pStyle w:val="Heading2"/>
      </w:pPr>
      <w:r w:rsidRPr="00ED1A1D">
        <w:t>7100</w:t>
      </w:r>
      <w:r w:rsidRPr="00ED1A1D">
        <w:tab/>
      </w:r>
      <w:r w:rsidR="00231AAE" w:rsidRPr="00ED1A1D">
        <w:rPr>
          <w:u w:val="single"/>
        </w:rPr>
        <w:t xml:space="preserve">Operations (License &amp; TS </w:t>
      </w:r>
      <w:r w:rsidRPr="00ED1A1D">
        <w:rPr>
          <w:u w:val="single"/>
        </w:rPr>
        <w:t>Requirements)</w:t>
      </w:r>
    </w:p>
    <w:p w14:paraId="0187D791" w14:textId="02C6BC25" w:rsidR="00410CB8" w:rsidRPr="00ED1A1D" w:rsidRDefault="003C3A98" w:rsidP="000F345E">
      <w:pPr>
        <w:pStyle w:val="BodyText3"/>
      </w:pPr>
      <w:r w:rsidRPr="00ED1A1D">
        <w:t>71002</w:t>
      </w:r>
      <w:r w:rsidR="00512A04" w:rsidRPr="00ED1A1D">
        <w:tab/>
      </w:r>
      <w:r w:rsidRPr="00ED1A1D">
        <w:t xml:space="preserve">License Renewal Inspection </w:t>
      </w:r>
      <w:r w:rsidR="0003081F" w:rsidRPr="00ED1A1D">
        <w:t>06/26/23 (23-018)</w:t>
      </w:r>
    </w:p>
    <w:p w14:paraId="53658AB9" w14:textId="002E5C86" w:rsidR="00A84D04" w:rsidRPr="00ED1A1D" w:rsidRDefault="00A84D04" w:rsidP="000F345E">
      <w:pPr>
        <w:pStyle w:val="BodyText3"/>
      </w:pPr>
      <w:r w:rsidRPr="00ED1A1D">
        <w:t>71003</w:t>
      </w:r>
      <w:r w:rsidRPr="00ED1A1D">
        <w:tab/>
        <w:t xml:space="preserve">Post-Approval Site Inspection for License Renewal </w:t>
      </w:r>
      <w:r w:rsidRPr="00ED1A1D">
        <w:tab/>
      </w:r>
      <w:r w:rsidR="00EF3B18" w:rsidRPr="00ED1A1D">
        <w:t>08/11/23 (23-023)</w:t>
      </w:r>
    </w:p>
    <w:p w14:paraId="7987CC1F" w14:textId="56711F44" w:rsidR="00A84D04" w:rsidRPr="00ED1A1D" w:rsidRDefault="00A84D04" w:rsidP="000F345E">
      <w:pPr>
        <w:pStyle w:val="BodyText3"/>
      </w:pPr>
      <w:r w:rsidRPr="00ED1A1D">
        <w:t>71004</w:t>
      </w:r>
      <w:r w:rsidRPr="00ED1A1D">
        <w:tab/>
        <w:t xml:space="preserve">Power Uprate </w:t>
      </w:r>
      <w:r w:rsidR="000868FE" w:rsidRPr="00ED1A1D">
        <w:t>02/09/22 (22-003)</w:t>
      </w:r>
    </w:p>
    <w:p w14:paraId="69AEC2A9" w14:textId="7F7B29DE" w:rsidR="00A84D04" w:rsidRPr="00ED1A1D" w:rsidRDefault="00A84D04" w:rsidP="000F345E">
      <w:pPr>
        <w:pStyle w:val="BodyText3"/>
      </w:pPr>
      <w:r w:rsidRPr="00ED1A1D">
        <w:t>71007</w:t>
      </w:r>
      <w:r w:rsidRPr="00ED1A1D">
        <w:tab/>
        <w:t>Reactor Vessel Hea</w:t>
      </w:r>
      <w:r w:rsidR="00805E64" w:rsidRPr="00ED1A1D">
        <w:t xml:space="preserve">d Replacement Inspection </w:t>
      </w:r>
      <w:r w:rsidR="009E4E3D" w:rsidRPr="00C97C43">
        <w:t>02/</w:t>
      </w:r>
      <w:r w:rsidR="00C97C43" w:rsidRPr="00C97C43">
        <w:t>04</w:t>
      </w:r>
      <w:r w:rsidR="009E4E3D" w:rsidRPr="00C97C43">
        <w:t>/25</w:t>
      </w:r>
      <w:r w:rsidR="009E4E3D" w:rsidRPr="00ED1A1D">
        <w:t xml:space="preserve"> (</w:t>
      </w:r>
      <w:r w:rsidR="009E4E3D">
        <w:t>25-001</w:t>
      </w:r>
      <w:r w:rsidR="009E4E3D" w:rsidRPr="00ED1A1D">
        <w:t>)</w:t>
      </w:r>
    </w:p>
    <w:p w14:paraId="2192BDCE" w14:textId="6B502652" w:rsidR="00C84489" w:rsidRPr="00ED1A1D" w:rsidRDefault="00C84489" w:rsidP="000F345E">
      <w:pPr>
        <w:pStyle w:val="BodyText3"/>
      </w:pPr>
      <w:r w:rsidRPr="00ED1A1D">
        <w:t>71013</w:t>
      </w:r>
      <w:r w:rsidRPr="00ED1A1D">
        <w:tab/>
        <w:t xml:space="preserve">Site Inspection for Plants with a Timely </w:t>
      </w:r>
      <w:r w:rsidR="009B54E1" w:rsidRPr="00ED1A1D">
        <w:t>R</w:t>
      </w:r>
      <w:r w:rsidRPr="00ED1A1D">
        <w:t xml:space="preserve">enewal Application </w:t>
      </w:r>
      <w:r w:rsidR="009B54E1" w:rsidRPr="00ED1A1D">
        <w:br/>
      </w:r>
      <w:r w:rsidRPr="00ED1A1D">
        <w:t>06/26/23</w:t>
      </w:r>
      <w:r w:rsidR="009B54E1" w:rsidRPr="00ED1A1D">
        <w:t xml:space="preserve"> (23-018)</w:t>
      </w:r>
    </w:p>
    <w:p w14:paraId="6411CC6D" w14:textId="0E6DB3AD" w:rsidR="00A84D04" w:rsidRPr="00ED1A1D" w:rsidRDefault="00A84D04" w:rsidP="000F345E">
      <w:pPr>
        <w:pStyle w:val="BodyText3"/>
      </w:pPr>
      <w:r w:rsidRPr="00ED1A1D">
        <w:t>71111</w:t>
      </w:r>
      <w:r w:rsidRPr="00ED1A1D">
        <w:tab/>
        <w:t>Reactor Safety-Initiating Events, Mitigating Systems,</w:t>
      </w:r>
      <w:r w:rsidR="00DA611D" w:rsidRPr="00ED1A1D">
        <w:t xml:space="preserve"> </w:t>
      </w:r>
      <w:r w:rsidRPr="00ED1A1D">
        <w:t xml:space="preserve">Barrier Integrity </w:t>
      </w:r>
      <w:r w:rsidR="001B2388" w:rsidRPr="00ED1A1D">
        <w:br/>
      </w:r>
      <w:r w:rsidR="00DD53AF" w:rsidRPr="00ED1A1D">
        <w:t>10/13/22 (22-022)</w:t>
      </w:r>
    </w:p>
    <w:p w14:paraId="19DC6836" w14:textId="326723AD" w:rsidR="00A84D04" w:rsidRPr="00ED1A1D" w:rsidRDefault="00A84D04" w:rsidP="000F345E">
      <w:pPr>
        <w:pStyle w:val="BodyText3"/>
      </w:pPr>
      <w:r w:rsidRPr="00ED1A1D">
        <w:t>71111.01</w:t>
      </w:r>
      <w:r w:rsidRPr="00ED1A1D">
        <w:tab/>
        <w:t xml:space="preserve">Adverse Weather Protection </w:t>
      </w:r>
      <w:r w:rsidR="000D3DA1" w:rsidRPr="00ED1A1D">
        <w:t>08/01/22 (22-015)</w:t>
      </w:r>
    </w:p>
    <w:p w14:paraId="3796A7B3" w14:textId="7798FC37" w:rsidR="00A84D04" w:rsidRPr="00ED1A1D" w:rsidRDefault="00A84D04" w:rsidP="000F345E">
      <w:pPr>
        <w:pStyle w:val="BodyText3"/>
      </w:pPr>
      <w:r w:rsidRPr="00ED1A1D">
        <w:t>71111.04</w:t>
      </w:r>
      <w:r w:rsidRPr="00ED1A1D">
        <w:tab/>
        <w:t xml:space="preserve">Equipment Alignment </w:t>
      </w:r>
      <w:r w:rsidR="001D46BF" w:rsidRPr="00ED1A1D">
        <w:t>09/19/23</w:t>
      </w:r>
      <w:r w:rsidR="00E24956" w:rsidRPr="00ED1A1D">
        <w:t xml:space="preserve"> (23-028)</w:t>
      </w:r>
    </w:p>
    <w:p w14:paraId="29AC4DD4" w14:textId="7ED7F34E" w:rsidR="00A84D04" w:rsidRPr="00ED1A1D" w:rsidRDefault="00A84D04" w:rsidP="000F345E">
      <w:pPr>
        <w:pStyle w:val="BodyText3"/>
      </w:pPr>
      <w:r w:rsidRPr="00ED1A1D">
        <w:t>7111</w:t>
      </w:r>
      <w:r w:rsidR="008745A6" w:rsidRPr="00ED1A1D">
        <w:t>1.05</w:t>
      </w:r>
      <w:r w:rsidRPr="00ED1A1D">
        <w:tab/>
        <w:t xml:space="preserve">Fire Protection </w:t>
      </w:r>
      <w:r w:rsidR="00E25DEA" w:rsidRPr="00ED1A1D">
        <w:t>08/01/22 (22-015)</w:t>
      </w:r>
    </w:p>
    <w:p w14:paraId="523282A6" w14:textId="3D9E0420" w:rsidR="00A84D04" w:rsidRPr="00ED1A1D" w:rsidRDefault="00A84D04" w:rsidP="000F345E">
      <w:pPr>
        <w:pStyle w:val="BodyText3"/>
      </w:pPr>
      <w:r w:rsidRPr="00ED1A1D">
        <w:t>71111.06</w:t>
      </w:r>
      <w:r w:rsidRPr="00ED1A1D">
        <w:tab/>
        <w:t xml:space="preserve">Flood Protection Measures </w:t>
      </w:r>
      <w:r w:rsidR="004E7361" w:rsidRPr="00ED1A1D">
        <w:t>08/01/22 (22-015)</w:t>
      </w:r>
    </w:p>
    <w:p w14:paraId="76CB02D4" w14:textId="7907BFCE" w:rsidR="00A84D04" w:rsidRPr="00ED1A1D" w:rsidRDefault="00A84D04" w:rsidP="000F345E">
      <w:pPr>
        <w:pStyle w:val="BodyText3"/>
      </w:pPr>
      <w:r w:rsidRPr="00ED1A1D">
        <w:t>71111.07</w:t>
      </w:r>
      <w:r w:rsidRPr="00ED1A1D">
        <w:tab/>
        <w:t>Heat</w:t>
      </w:r>
      <w:r w:rsidR="00FC1153" w:rsidRPr="00ED1A1D">
        <w:t xml:space="preserve"> Exchanger/</w:t>
      </w:r>
      <w:r w:rsidRPr="00ED1A1D">
        <w:t xml:space="preserve">Sink Performance </w:t>
      </w:r>
      <w:bookmarkStart w:id="47" w:name="_Hlk54158344"/>
      <w:r w:rsidR="006307BC" w:rsidRPr="00ED1A1D">
        <w:t>08/18/23 (23-025)</w:t>
      </w:r>
      <w:bookmarkEnd w:id="47"/>
    </w:p>
    <w:p w14:paraId="653867C3" w14:textId="29A7855F" w:rsidR="00A84D04" w:rsidRPr="00ED1A1D" w:rsidRDefault="00A84D04" w:rsidP="000F345E">
      <w:pPr>
        <w:pStyle w:val="BodyText3"/>
      </w:pPr>
      <w:r w:rsidRPr="00ED1A1D">
        <w:t>71111.08</w:t>
      </w:r>
      <w:r w:rsidRPr="00ED1A1D">
        <w:tab/>
        <w:t>Inservice</w:t>
      </w:r>
      <w:r w:rsidR="001B5707" w:rsidRPr="00ED1A1D">
        <w:t xml:space="preserve"> </w:t>
      </w:r>
      <w:r w:rsidRPr="00ED1A1D">
        <w:t xml:space="preserve">Inspection Activities </w:t>
      </w:r>
      <w:r w:rsidR="002F7291" w:rsidRPr="00ED1A1D">
        <w:t>10/16/23 (23-030)</w:t>
      </w:r>
    </w:p>
    <w:p w14:paraId="3FF1A1A5" w14:textId="484129EB" w:rsidR="00843F05" w:rsidRPr="00ED1A1D" w:rsidRDefault="00843F05" w:rsidP="000F345E">
      <w:pPr>
        <w:pStyle w:val="BodyText3"/>
      </w:pPr>
      <w:r w:rsidRPr="00ED1A1D">
        <w:t>71111.11</w:t>
      </w:r>
      <w:r w:rsidRPr="00ED1A1D">
        <w:tab/>
        <w:t>Licensed Operator Requalification Program</w:t>
      </w:r>
      <w:r w:rsidR="001F307B" w:rsidRPr="00ED1A1D">
        <w:t xml:space="preserve"> </w:t>
      </w:r>
      <w:r w:rsidR="00803C05" w:rsidRPr="00ED1A1D">
        <w:t xml:space="preserve">and Licensed Operator Performance </w:t>
      </w:r>
      <w:r w:rsidR="00E405E7">
        <w:t>12/06/24 (24-039)</w:t>
      </w:r>
    </w:p>
    <w:p w14:paraId="33D30FCF" w14:textId="77777777" w:rsidR="00843F05" w:rsidRPr="00ED1A1D" w:rsidRDefault="00843F05" w:rsidP="000F345E">
      <w:pPr>
        <w:pStyle w:val="BodyText3"/>
      </w:pPr>
      <w:r w:rsidRPr="00ED1A1D">
        <w:t>71111.12</w:t>
      </w:r>
      <w:r w:rsidRPr="00ED1A1D">
        <w:tab/>
        <w:t xml:space="preserve">Maintenance Effectiveness </w:t>
      </w:r>
      <w:r w:rsidR="0075648B" w:rsidRPr="00ED1A1D">
        <w:t>03/31/21</w:t>
      </w:r>
      <w:r w:rsidRPr="00ED1A1D">
        <w:t>(</w:t>
      </w:r>
      <w:r w:rsidR="00132908" w:rsidRPr="00ED1A1D">
        <w:t>2</w:t>
      </w:r>
      <w:r w:rsidR="0075648B" w:rsidRPr="00ED1A1D">
        <w:t>1</w:t>
      </w:r>
      <w:r w:rsidRPr="00ED1A1D">
        <w:t>-</w:t>
      </w:r>
      <w:r w:rsidR="0075648B" w:rsidRPr="00ED1A1D">
        <w:t>016</w:t>
      </w:r>
      <w:r w:rsidRPr="00ED1A1D">
        <w:t>)</w:t>
      </w:r>
    </w:p>
    <w:p w14:paraId="2D950154" w14:textId="2071C62E" w:rsidR="00843F05" w:rsidRPr="00ED1A1D" w:rsidRDefault="00843F05" w:rsidP="000F345E">
      <w:pPr>
        <w:pStyle w:val="BodyText3"/>
      </w:pPr>
      <w:r w:rsidRPr="00ED1A1D">
        <w:t>71111.13</w:t>
      </w:r>
      <w:r w:rsidRPr="00ED1A1D">
        <w:tab/>
        <w:t>Maintenance Risk Assessments and Emergent Work Control</w:t>
      </w:r>
      <w:r w:rsidR="00FD67E6" w:rsidRPr="00ED1A1D">
        <w:br/>
      </w:r>
      <w:r w:rsidR="007E7A7A" w:rsidRPr="00ED1A1D">
        <w:t>08/01/22 (22-015)</w:t>
      </w:r>
    </w:p>
    <w:p w14:paraId="423A8A2F" w14:textId="4973DD73" w:rsidR="00843F05" w:rsidRPr="00ED1A1D" w:rsidRDefault="00843F05" w:rsidP="000F345E">
      <w:pPr>
        <w:pStyle w:val="BodyText3"/>
      </w:pPr>
      <w:r w:rsidRPr="00ED1A1D">
        <w:t>71111.15</w:t>
      </w:r>
      <w:r w:rsidRPr="00ED1A1D">
        <w:tab/>
        <w:t xml:space="preserve">Operability Determinations and Functionality Assessments </w:t>
      </w:r>
      <w:r w:rsidR="009C48BA" w:rsidRPr="00ED1A1D">
        <w:br/>
      </w:r>
      <w:bookmarkStart w:id="48" w:name="_Hlk52790149"/>
      <w:r w:rsidR="00B31811" w:rsidRPr="00ED1A1D">
        <w:t>10/05/20</w:t>
      </w:r>
      <w:r w:rsidR="005D1ACA" w:rsidRPr="00ED1A1D">
        <w:t xml:space="preserve"> </w:t>
      </w:r>
      <w:bookmarkEnd w:id="48"/>
      <w:r w:rsidR="005D1ACA" w:rsidRPr="00ED1A1D">
        <w:t>(</w:t>
      </w:r>
      <w:r w:rsidR="00B31811" w:rsidRPr="00ED1A1D">
        <w:t>20</w:t>
      </w:r>
      <w:r w:rsidR="005D1ACA" w:rsidRPr="00ED1A1D">
        <w:t>-0</w:t>
      </w:r>
      <w:r w:rsidR="00B736AF" w:rsidRPr="00ED1A1D">
        <w:t>4</w:t>
      </w:r>
      <w:r w:rsidR="00B31811" w:rsidRPr="00ED1A1D">
        <w:t>6</w:t>
      </w:r>
      <w:r w:rsidRPr="00ED1A1D">
        <w:t>)</w:t>
      </w:r>
    </w:p>
    <w:p w14:paraId="5AD3F860" w14:textId="7BD2AE8E" w:rsidR="00843F05" w:rsidRPr="00ED1A1D" w:rsidRDefault="00843F05" w:rsidP="000F345E">
      <w:pPr>
        <w:pStyle w:val="BodyText3"/>
      </w:pPr>
      <w:r w:rsidRPr="00ED1A1D">
        <w:lastRenderedPageBreak/>
        <w:t>71111.17T</w:t>
      </w:r>
      <w:r w:rsidRPr="00ED1A1D">
        <w:tab/>
        <w:t>Evaluations of Changes, Tests, and Experiments 12/08/16 (16-032)</w:t>
      </w:r>
      <w:r w:rsidR="00DB41B9" w:rsidRPr="00ED1A1D">
        <w:t xml:space="preserve"> R</w:t>
      </w:r>
    </w:p>
    <w:p w14:paraId="10EC69C6" w14:textId="638C4A08" w:rsidR="007C654D" w:rsidRPr="00ED1A1D" w:rsidRDefault="00C95D72" w:rsidP="000F345E">
      <w:pPr>
        <w:pStyle w:val="BodyText3"/>
      </w:pPr>
      <w:r w:rsidRPr="00ED1A1D">
        <w:t>71111.18</w:t>
      </w:r>
      <w:r w:rsidRPr="00ED1A1D">
        <w:tab/>
        <w:t xml:space="preserve">Plant Modifications </w:t>
      </w:r>
      <w:r w:rsidR="007E0923">
        <w:t>11/21/24 (24-036)</w:t>
      </w:r>
    </w:p>
    <w:p w14:paraId="58A27DD0" w14:textId="7BE89669" w:rsidR="00C95D72" w:rsidRPr="00ED1A1D" w:rsidRDefault="003C3A98" w:rsidP="000F345E">
      <w:pPr>
        <w:pStyle w:val="BodyText3"/>
      </w:pPr>
      <w:r w:rsidRPr="00ED1A1D">
        <w:t>71111.19</w:t>
      </w:r>
      <w:r w:rsidRPr="00ED1A1D">
        <w:tab/>
        <w:t>Post</w:t>
      </w:r>
      <w:r w:rsidR="00B64FED" w:rsidRPr="00ED1A1D">
        <w:t>-</w:t>
      </w:r>
      <w:r w:rsidRPr="00ED1A1D">
        <w:t xml:space="preserve">Maintenance Testing </w:t>
      </w:r>
      <w:r w:rsidR="00411835" w:rsidRPr="00ED1A1D">
        <w:t>10/06/20</w:t>
      </w:r>
      <w:r w:rsidRPr="00ED1A1D">
        <w:t xml:space="preserve"> (</w:t>
      </w:r>
      <w:r w:rsidR="00411835" w:rsidRPr="00ED1A1D">
        <w:t>20-047</w:t>
      </w:r>
      <w:r w:rsidRPr="00ED1A1D">
        <w:t>)</w:t>
      </w:r>
      <w:r w:rsidR="00D9633A" w:rsidRPr="00ED1A1D">
        <w:t xml:space="preserve"> </w:t>
      </w:r>
      <w:r w:rsidR="005D0CB7" w:rsidRPr="00ED1A1D">
        <w:t>R</w:t>
      </w:r>
    </w:p>
    <w:p w14:paraId="6CC166D5" w14:textId="11A08129" w:rsidR="008F2A3D" w:rsidRPr="00ED1A1D" w:rsidRDefault="008F2A3D" w:rsidP="000F345E">
      <w:pPr>
        <w:pStyle w:val="BodyText3"/>
      </w:pPr>
      <w:r w:rsidRPr="00ED1A1D">
        <w:t>71111.20</w:t>
      </w:r>
      <w:r w:rsidRPr="00ED1A1D">
        <w:tab/>
        <w:t>Refueling and Other Outage</w:t>
      </w:r>
      <w:r w:rsidR="003C00D0" w:rsidRPr="00ED1A1D">
        <w:t xml:space="preserve"> Activities </w:t>
      </w:r>
      <w:bookmarkStart w:id="49" w:name="_Hlk52803890"/>
      <w:r w:rsidR="00420960" w:rsidRPr="00ED1A1D">
        <w:t>04/06/22 (22-007)</w:t>
      </w:r>
      <w:bookmarkEnd w:id="49"/>
    </w:p>
    <w:p w14:paraId="5292E427" w14:textId="65EC7707" w:rsidR="008C102A" w:rsidRPr="00ED1A1D" w:rsidRDefault="00377A03" w:rsidP="000F345E">
      <w:pPr>
        <w:pStyle w:val="BodyText3"/>
      </w:pPr>
      <w:r w:rsidRPr="00ED1A1D">
        <w:t>71111.21M</w:t>
      </w:r>
      <w:r w:rsidRPr="00ED1A1D">
        <w:tab/>
      </w:r>
      <w:r w:rsidR="00945663" w:rsidRPr="00ED1A1D">
        <w:t>Comprehensive</w:t>
      </w:r>
      <w:r w:rsidR="00282A5F" w:rsidRPr="00ED1A1D">
        <w:t xml:space="preserve"> Engineering Team Inspection 10/07/22 (22-021)</w:t>
      </w:r>
    </w:p>
    <w:p w14:paraId="68477FDC" w14:textId="77777777" w:rsidR="00AD1CCB" w:rsidRPr="00ED1A1D" w:rsidRDefault="00AD1CCB" w:rsidP="000F345E">
      <w:pPr>
        <w:pStyle w:val="BodyText3"/>
      </w:pPr>
      <w:r w:rsidRPr="00ED1A1D">
        <w:t>71111.21N</w:t>
      </w:r>
      <w:r w:rsidRPr="00ED1A1D">
        <w:tab/>
        <w:t>Design Bases Assurance Inspection (Programs) 02/05/19 (19-005)</w:t>
      </w:r>
    </w:p>
    <w:p w14:paraId="1A011701" w14:textId="511C0D18" w:rsidR="00785279" w:rsidRPr="00ED1A1D" w:rsidRDefault="00785279" w:rsidP="000F345E">
      <w:pPr>
        <w:pStyle w:val="BodyText3"/>
      </w:pPr>
      <w:r w:rsidRPr="00ED1A1D">
        <w:t>71111.21N.02 Design</w:t>
      </w:r>
      <w:r w:rsidR="00E2759A" w:rsidRPr="00ED1A1D">
        <w:t>-</w:t>
      </w:r>
      <w:r w:rsidRPr="00ED1A1D">
        <w:t xml:space="preserve">Basis Capability of </w:t>
      </w:r>
      <w:r w:rsidR="00265211" w:rsidRPr="00ED1A1D">
        <w:t>P</w:t>
      </w:r>
      <w:r w:rsidRPr="00ED1A1D">
        <w:t>ower</w:t>
      </w:r>
      <w:r w:rsidR="00265211" w:rsidRPr="00ED1A1D">
        <w:t>-</w:t>
      </w:r>
      <w:r w:rsidRPr="00ED1A1D">
        <w:t>Operated Valves Under 10 CFR 50.55a Requirements</w:t>
      </w:r>
      <w:r w:rsidR="00B019C2" w:rsidRPr="00ED1A1D">
        <w:t xml:space="preserve"> </w:t>
      </w:r>
      <w:bookmarkStart w:id="50" w:name="_Hlk53125532"/>
      <w:r w:rsidR="00B019C2" w:rsidRPr="00ED1A1D">
        <w:t xml:space="preserve">07/26/19 </w:t>
      </w:r>
      <w:bookmarkEnd w:id="50"/>
      <w:r w:rsidR="00B019C2" w:rsidRPr="00ED1A1D">
        <w:t>(19-024)</w:t>
      </w:r>
    </w:p>
    <w:p w14:paraId="5DAEAEFE" w14:textId="76F26375" w:rsidR="000A6751" w:rsidRPr="00ED1A1D" w:rsidRDefault="000A6751" w:rsidP="000F345E">
      <w:pPr>
        <w:pStyle w:val="BodyText3"/>
      </w:pPr>
      <w:r w:rsidRPr="00ED1A1D">
        <w:t>71111.21N.03</w:t>
      </w:r>
      <w:r w:rsidRPr="00ED1A1D">
        <w:tab/>
      </w:r>
      <w:r w:rsidR="00D621E1" w:rsidRPr="00ED1A1D">
        <w:t xml:space="preserve">Commercial Grade Dedication </w:t>
      </w:r>
      <w:r w:rsidR="00240D96" w:rsidRPr="00ED1A1D">
        <w:t>02/16/23 (23-004)</w:t>
      </w:r>
    </w:p>
    <w:p w14:paraId="6E9DF358" w14:textId="7E9051F3" w:rsidR="000813AB" w:rsidRPr="00ED1A1D" w:rsidRDefault="00643732" w:rsidP="000F345E">
      <w:pPr>
        <w:pStyle w:val="BodyText3"/>
      </w:pPr>
      <w:r w:rsidRPr="00ED1A1D">
        <w:t>71111.21N.04</w:t>
      </w:r>
      <w:r w:rsidRPr="00ED1A1D">
        <w:tab/>
        <w:t xml:space="preserve">Age-Related Degradation </w:t>
      </w:r>
      <w:r w:rsidR="008545B2" w:rsidRPr="00ED1A1D">
        <w:t>12/15/23 (23-037)</w:t>
      </w:r>
    </w:p>
    <w:p w14:paraId="36DC5369" w14:textId="3BB3750B" w:rsidR="00846DBD" w:rsidRPr="00ED1A1D" w:rsidRDefault="00846DBD" w:rsidP="000F345E">
      <w:pPr>
        <w:pStyle w:val="BodyText3"/>
      </w:pPr>
      <w:r w:rsidRPr="00ED1A1D">
        <w:t>71111.21N.05 Fire Protection Team Inspection (FPTI) 06/12/19 (19-019)</w:t>
      </w:r>
    </w:p>
    <w:p w14:paraId="3D78B903" w14:textId="324603EA" w:rsidR="003C3A98" w:rsidRPr="00ED1A1D" w:rsidRDefault="003C3A98" w:rsidP="000F345E">
      <w:pPr>
        <w:pStyle w:val="BodyText3"/>
      </w:pPr>
      <w:r w:rsidRPr="00ED1A1D">
        <w:t>71111.22</w:t>
      </w:r>
      <w:r w:rsidRPr="00ED1A1D">
        <w:tab/>
        <w:t xml:space="preserve">Surveillance Testing </w:t>
      </w:r>
      <w:bookmarkStart w:id="51" w:name="_Hlk56694274"/>
      <w:r w:rsidR="0080706C" w:rsidRPr="00ED1A1D">
        <w:t xml:space="preserve">03/29/21 </w:t>
      </w:r>
      <w:bookmarkEnd w:id="51"/>
      <w:r w:rsidR="008E0DB2" w:rsidRPr="00ED1A1D">
        <w:t>(</w:t>
      </w:r>
      <w:r w:rsidR="00411835" w:rsidRPr="00ED1A1D">
        <w:t>2</w:t>
      </w:r>
      <w:r w:rsidR="0080706C" w:rsidRPr="00ED1A1D">
        <w:t>1</w:t>
      </w:r>
      <w:r w:rsidR="00411835" w:rsidRPr="00ED1A1D">
        <w:t>-</w:t>
      </w:r>
      <w:r w:rsidR="0080706C" w:rsidRPr="00ED1A1D">
        <w:t>015</w:t>
      </w:r>
      <w:r w:rsidR="00F545E9" w:rsidRPr="00ED1A1D">
        <w:t>)</w:t>
      </w:r>
      <w:r w:rsidR="005D0CB7" w:rsidRPr="00ED1A1D">
        <w:t xml:space="preserve"> R</w:t>
      </w:r>
    </w:p>
    <w:p w14:paraId="063112C3" w14:textId="6D9AB33F" w:rsidR="00C851A8" w:rsidRPr="00ED1A1D" w:rsidRDefault="00C851A8" w:rsidP="000F345E">
      <w:pPr>
        <w:pStyle w:val="BodyText3"/>
      </w:pPr>
      <w:r w:rsidRPr="00ED1A1D">
        <w:t>71111.24</w:t>
      </w:r>
      <w:r w:rsidRPr="00ED1A1D">
        <w:tab/>
        <w:t xml:space="preserve">Testing and Maintenance of Equipment Important to Risk </w:t>
      </w:r>
      <w:r w:rsidRPr="00ED1A1D">
        <w:br/>
      </w:r>
      <w:r w:rsidR="001C3CB5" w:rsidRPr="00ED1A1D">
        <w:t>03/07/23 (23-006)</w:t>
      </w:r>
    </w:p>
    <w:p w14:paraId="5B5E8812" w14:textId="5EBFFBF0" w:rsidR="00D74BE8" w:rsidRPr="00ED1A1D" w:rsidRDefault="00BC3B2C" w:rsidP="000F345E">
      <w:pPr>
        <w:pStyle w:val="BodyText3"/>
      </w:pPr>
      <w:r w:rsidRPr="00ED1A1D">
        <w:t>711</w:t>
      </w:r>
      <w:r w:rsidR="008036E2" w:rsidRPr="00ED1A1D">
        <w:t>13</w:t>
      </w:r>
      <w:r w:rsidR="00D74BE8" w:rsidRPr="00ED1A1D">
        <w:tab/>
      </w:r>
      <w:r w:rsidR="00CE6157" w:rsidRPr="00ED1A1D">
        <w:t>RESERVED</w:t>
      </w:r>
      <w:r w:rsidR="008036E2" w:rsidRPr="00ED1A1D">
        <w:t xml:space="preserve"> for</w:t>
      </w:r>
      <w:r w:rsidR="00D74BE8" w:rsidRPr="00ED1A1D">
        <w:t xml:space="preserve"> Review of License Renewal Commitments for Plants in Timely Renewal </w:t>
      </w:r>
    </w:p>
    <w:p w14:paraId="54970E87" w14:textId="1A455650" w:rsidR="003C3A98" w:rsidRPr="00ED1A1D" w:rsidRDefault="003C3A98" w:rsidP="000F345E">
      <w:pPr>
        <w:pStyle w:val="BodyText3"/>
      </w:pPr>
      <w:r w:rsidRPr="00ED1A1D">
        <w:t>71114</w:t>
      </w:r>
      <w:r w:rsidRPr="00ED1A1D">
        <w:tab/>
        <w:t>Reactor Safety</w:t>
      </w:r>
      <w:r w:rsidR="00B24B51" w:rsidRPr="00ED1A1D">
        <w:t>-Emergency Preparedness 0</w:t>
      </w:r>
      <w:r w:rsidR="00050B8B" w:rsidRPr="00ED1A1D">
        <w:t>4</w:t>
      </w:r>
      <w:r w:rsidR="00B24B51" w:rsidRPr="00ED1A1D">
        <w:t>/</w:t>
      </w:r>
      <w:r w:rsidR="00050B8B" w:rsidRPr="00ED1A1D">
        <w:t>02</w:t>
      </w:r>
      <w:r w:rsidR="00B24B51" w:rsidRPr="00ED1A1D">
        <w:t>/</w:t>
      </w:r>
      <w:r w:rsidR="00050B8B" w:rsidRPr="00ED1A1D">
        <w:t>21</w:t>
      </w:r>
      <w:r w:rsidR="00B24B51" w:rsidRPr="00ED1A1D">
        <w:t xml:space="preserve"> (</w:t>
      </w:r>
      <w:r w:rsidR="00050B8B" w:rsidRPr="00ED1A1D">
        <w:t>21</w:t>
      </w:r>
      <w:r w:rsidR="00B24B51" w:rsidRPr="00ED1A1D">
        <w:t>-0</w:t>
      </w:r>
      <w:r w:rsidR="00050B8B" w:rsidRPr="00ED1A1D">
        <w:t>18</w:t>
      </w:r>
      <w:r w:rsidRPr="00ED1A1D">
        <w:t>)</w:t>
      </w:r>
    </w:p>
    <w:p w14:paraId="421531C7" w14:textId="6D4E93AC" w:rsidR="003C3A98" w:rsidRPr="00ED1A1D" w:rsidRDefault="003C3A98" w:rsidP="000F345E">
      <w:pPr>
        <w:pStyle w:val="BodyText3"/>
      </w:pPr>
      <w:r w:rsidRPr="00ED1A1D">
        <w:t>71114.01</w:t>
      </w:r>
      <w:r w:rsidRPr="00ED1A1D">
        <w:tab/>
        <w:t>Exer</w:t>
      </w:r>
      <w:r w:rsidR="009724F3" w:rsidRPr="00ED1A1D">
        <w:t>cise Evaluation 07/21/16 (16-017)</w:t>
      </w:r>
    </w:p>
    <w:p w14:paraId="422365E0" w14:textId="7A889050" w:rsidR="003C3A98" w:rsidRPr="00ED1A1D" w:rsidRDefault="003C3A98" w:rsidP="000F345E">
      <w:pPr>
        <w:pStyle w:val="BodyText3"/>
      </w:pPr>
      <w:r w:rsidRPr="00ED1A1D">
        <w:t>71114.02</w:t>
      </w:r>
      <w:r w:rsidRPr="00ED1A1D">
        <w:tab/>
      </w:r>
      <w:r w:rsidR="00501025" w:rsidRPr="00ED1A1D">
        <w:rPr>
          <w:bCs/>
        </w:rPr>
        <w:t>Alert and Notification System Evaluation</w:t>
      </w:r>
      <w:r w:rsidR="009724F3" w:rsidRPr="00ED1A1D">
        <w:t xml:space="preserve"> </w:t>
      </w:r>
      <w:r w:rsidR="00AD695B">
        <w:t>12/12/24 (24-042)</w:t>
      </w:r>
    </w:p>
    <w:p w14:paraId="49CA74AB" w14:textId="489AA260" w:rsidR="003C3A98" w:rsidRPr="00ED1A1D" w:rsidRDefault="003C3A98" w:rsidP="000F345E">
      <w:pPr>
        <w:pStyle w:val="BodyText3"/>
      </w:pPr>
      <w:r w:rsidRPr="00ED1A1D">
        <w:t>71114.03</w:t>
      </w:r>
      <w:r w:rsidRPr="00ED1A1D">
        <w:tab/>
        <w:t xml:space="preserve">Emergency Response Organization </w:t>
      </w:r>
      <w:r w:rsidR="00B24B51" w:rsidRPr="00ED1A1D">
        <w:t>Staffing and Augmentation System</w:t>
      </w:r>
      <w:r w:rsidR="003A5FE8" w:rsidRPr="00ED1A1D">
        <w:t xml:space="preserve"> </w:t>
      </w:r>
      <w:r w:rsidR="009724F3" w:rsidRPr="00ED1A1D">
        <w:t>07/21/16 (16-017)</w:t>
      </w:r>
    </w:p>
    <w:p w14:paraId="22CEABA0" w14:textId="00B8CF39" w:rsidR="003C3A98" w:rsidRPr="00ED1A1D" w:rsidRDefault="003C3A98" w:rsidP="000F345E">
      <w:pPr>
        <w:pStyle w:val="BodyText3"/>
      </w:pPr>
      <w:r w:rsidRPr="00ED1A1D">
        <w:t>71114.04</w:t>
      </w:r>
      <w:r w:rsidRPr="00ED1A1D">
        <w:tab/>
        <w:t>Emergency Action Level and Emergency Plan Changes</w:t>
      </w:r>
      <w:r w:rsidR="009724F3" w:rsidRPr="00ED1A1D">
        <w:t xml:space="preserve"> </w:t>
      </w:r>
      <w:r w:rsidR="003A5FE8" w:rsidRPr="00ED1A1D">
        <w:t xml:space="preserve"> </w:t>
      </w:r>
      <w:r w:rsidR="003A5FE8" w:rsidRPr="00ED1A1D">
        <w:br/>
      </w:r>
      <w:r w:rsidR="009724F3" w:rsidRPr="00ED1A1D">
        <w:t>07/21/16 (16-017)</w:t>
      </w:r>
    </w:p>
    <w:p w14:paraId="6D9AE6AC" w14:textId="1B06274B" w:rsidR="003C3A98" w:rsidRPr="00ED1A1D" w:rsidRDefault="00B24B51" w:rsidP="000F345E">
      <w:pPr>
        <w:pStyle w:val="BodyText3"/>
      </w:pPr>
      <w:r w:rsidRPr="00ED1A1D">
        <w:t>71114.05</w:t>
      </w:r>
      <w:r w:rsidRPr="00ED1A1D">
        <w:tab/>
        <w:t>Maintenance of E</w:t>
      </w:r>
      <w:r w:rsidR="003C3A98" w:rsidRPr="00ED1A1D">
        <w:t xml:space="preserve">mergency Preparedness </w:t>
      </w:r>
      <w:r w:rsidR="009724F3" w:rsidRPr="00ED1A1D">
        <w:t>07/21/16 (16-017)</w:t>
      </w:r>
      <w:r w:rsidR="003C3A98" w:rsidRPr="00ED1A1D">
        <w:t>)</w:t>
      </w:r>
    </w:p>
    <w:p w14:paraId="6A90549C" w14:textId="561E3472" w:rsidR="00000699" w:rsidRPr="00ED1A1D" w:rsidRDefault="003C3A98" w:rsidP="000F345E">
      <w:pPr>
        <w:pStyle w:val="BodyText3"/>
      </w:pPr>
      <w:r w:rsidRPr="00ED1A1D">
        <w:t>71</w:t>
      </w:r>
      <w:r w:rsidR="00B24B51" w:rsidRPr="00ED1A1D">
        <w:t>114.06</w:t>
      </w:r>
      <w:r w:rsidR="00B24B51" w:rsidRPr="00ED1A1D">
        <w:tab/>
        <w:t>D</w:t>
      </w:r>
      <w:r w:rsidR="009724F3" w:rsidRPr="00ED1A1D">
        <w:t>rill Evaluation 07/21/16 (16-017)</w:t>
      </w:r>
    </w:p>
    <w:p w14:paraId="3E0AD5E4" w14:textId="5FCEEF33" w:rsidR="00580AFC" w:rsidRPr="00ED1A1D" w:rsidRDefault="003C3A98" w:rsidP="000F345E">
      <w:pPr>
        <w:pStyle w:val="BodyText3"/>
      </w:pPr>
      <w:r w:rsidRPr="00ED1A1D">
        <w:t>71114.07</w:t>
      </w:r>
      <w:r w:rsidRPr="00ED1A1D">
        <w:tab/>
      </w:r>
      <w:r w:rsidR="00580AFC" w:rsidRPr="00ED1A1D">
        <w:t>Exercise Evaluation</w:t>
      </w:r>
      <w:r w:rsidR="00B24B51" w:rsidRPr="00ED1A1D">
        <w:t>-Hostile Action (HA) Event</w:t>
      </w:r>
      <w:r w:rsidR="00580AFC" w:rsidRPr="00ED1A1D">
        <w:t xml:space="preserve"> </w:t>
      </w:r>
      <w:r w:rsidR="009724F3" w:rsidRPr="00ED1A1D">
        <w:t>07/21/16 (16-017)</w:t>
      </w:r>
    </w:p>
    <w:p w14:paraId="40BC50EA" w14:textId="20BB660C" w:rsidR="00315903" w:rsidRPr="00ED1A1D" w:rsidRDefault="00315903" w:rsidP="000F345E">
      <w:pPr>
        <w:pStyle w:val="BodyText3"/>
      </w:pPr>
      <w:r w:rsidRPr="00ED1A1D">
        <w:t>71114.08</w:t>
      </w:r>
      <w:r w:rsidRPr="00ED1A1D">
        <w:tab/>
        <w:t>Exercise Evaluation-Scenario Review 0</w:t>
      </w:r>
      <w:r w:rsidR="00C64618" w:rsidRPr="00ED1A1D">
        <w:t>7/21/16 (16-017</w:t>
      </w:r>
      <w:r w:rsidRPr="00ED1A1D">
        <w:t>)</w:t>
      </w:r>
    </w:p>
    <w:p w14:paraId="1378E69F" w14:textId="4CF26199" w:rsidR="006371BC" w:rsidRPr="00ED1A1D" w:rsidRDefault="00B1636B" w:rsidP="000F345E">
      <w:pPr>
        <w:pStyle w:val="BodyText3"/>
      </w:pPr>
      <w:r w:rsidRPr="00ED1A1D">
        <w:t>71124</w:t>
      </w:r>
      <w:r w:rsidRPr="00ED1A1D">
        <w:tab/>
        <w:t>Radiation Safety - Public and Occupational</w:t>
      </w:r>
      <w:r w:rsidR="003B0699" w:rsidRPr="00ED1A1D">
        <w:t xml:space="preserve"> 12/</w:t>
      </w:r>
      <w:r w:rsidR="00553539" w:rsidRPr="00ED1A1D">
        <w:t>21/17</w:t>
      </w:r>
      <w:r w:rsidR="003B0699" w:rsidRPr="00ED1A1D">
        <w:t xml:space="preserve"> (</w:t>
      </w:r>
      <w:r w:rsidR="00553539" w:rsidRPr="00ED1A1D">
        <w:t>17-031</w:t>
      </w:r>
      <w:r w:rsidR="003B0699" w:rsidRPr="00ED1A1D">
        <w:t>)</w:t>
      </w:r>
    </w:p>
    <w:p w14:paraId="07A707C7" w14:textId="2764DF81" w:rsidR="00A33390" w:rsidRPr="00ED1A1D" w:rsidRDefault="003B0699" w:rsidP="000F345E">
      <w:pPr>
        <w:pStyle w:val="BodyText3"/>
      </w:pPr>
      <w:r w:rsidRPr="00ED1A1D">
        <w:t xml:space="preserve">71124.01 </w:t>
      </w:r>
      <w:r w:rsidRPr="00ED1A1D">
        <w:tab/>
        <w:t xml:space="preserve">Radiological Hazard Assessment and Exposure Controls </w:t>
      </w:r>
      <w:r w:rsidR="003A5FE8" w:rsidRPr="00ED1A1D">
        <w:br/>
      </w:r>
      <w:r w:rsidR="00DF0289" w:rsidRPr="00ED1A1D">
        <w:t>12/29/21 (21-041)</w:t>
      </w:r>
    </w:p>
    <w:p w14:paraId="5503433A" w14:textId="5827BA66" w:rsidR="00410CB8" w:rsidRPr="00ED1A1D" w:rsidRDefault="003B0699" w:rsidP="000F345E">
      <w:pPr>
        <w:pStyle w:val="BodyText3"/>
      </w:pPr>
      <w:r w:rsidRPr="00ED1A1D">
        <w:t>71124.03</w:t>
      </w:r>
      <w:r w:rsidR="00090790" w:rsidRPr="00ED1A1D">
        <w:tab/>
        <w:t>I</w:t>
      </w:r>
      <w:r w:rsidRPr="00ED1A1D">
        <w:t>n-Plant Airborne Radioactivity Control and Mitigation</w:t>
      </w:r>
      <w:r w:rsidR="00553539" w:rsidRPr="00ED1A1D">
        <w:t xml:space="preserve"> 12/2</w:t>
      </w:r>
      <w:r w:rsidR="00562C6C" w:rsidRPr="00ED1A1D">
        <w:t>3</w:t>
      </w:r>
      <w:r w:rsidR="00553539" w:rsidRPr="00ED1A1D">
        <w:t>/1</w:t>
      </w:r>
      <w:r w:rsidR="00562C6C" w:rsidRPr="00ED1A1D">
        <w:t>9</w:t>
      </w:r>
      <w:r w:rsidR="00553539" w:rsidRPr="00ED1A1D">
        <w:t xml:space="preserve"> (1</w:t>
      </w:r>
      <w:r w:rsidR="00562C6C" w:rsidRPr="00ED1A1D">
        <w:t>9</w:t>
      </w:r>
      <w:r w:rsidR="00553539" w:rsidRPr="00ED1A1D">
        <w:t>-0</w:t>
      </w:r>
      <w:r w:rsidR="00562C6C" w:rsidRPr="00ED1A1D">
        <w:t>42</w:t>
      </w:r>
      <w:r w:rsidRPr="00ED1A1D">
        <w:t>)</w:t>
      </w:r>
    </w:p>
    <w:p w14:paraId="7936FB28" w14:textId="0726C049" w:rsidR="00A84D04" w:rsidRPr="00ED1A1D" w:rsidRDefault="00A84D04" w:rsidP="000F345E">
      <w:pPr>
        <w:pStyle w:val="BodyText3"/>
      </w:pPr>
      <w:r w:rsidRPr="00ED1A1D">
        <w:t xml:space="preserve">71124.04 </w:t>
      </w:r>
      <w:r w:rsidRPr="00ED1A1D">
        <w:tab/>
        <w:t xml:space="preserve">Occupational Dose Assessment </w:t>
      </w:r>
      <w:r w:rsidR="00553539" w:rsidRPr="00ED1A1D">
        <w:t>12/2</w:t>
      </w:r>
      <w:r w:rsidR="00562C6C" w:rsidRPr="00ED1A1D">
        <w:t>3</w:t>
      </w:r>
      <w:r w:rsidR="00553539" w:rsidRPr="00ED1A1D">
        <w:t>/1</w:t>
      </w:r>
      <w:r w:rsidR="00562C6C" w:rsidRPr="00ED1A1D">
        <w:t>9</w:t>
      </w:r>
      <w:r w:rsidR="00553539" w:rsidRPr="00ED1A1D">
        <w:t xml:space="preserve"> (1</w:t>
      </w:r>
      <w:r w:rsidR="00562C6C" w:rsidRPr="00ED1A1D">
        <w:t>9</w:t>
      </w:r>
      <w:r w:rsidR="00553539" w:rsidRPr="00ED1A1D">
        <w:t>-0</w:t>
      </w:r>
      <w:r w:rsidR="00562C6C" w:rsidRPr="00ED1A1D">
        <w:t>42</w:t>
      </w:r>
      <w:r w:rsidRPr="00ED1A1D">
        <w:t>)</w:t>
      </w:r>
    </w:p>
    <w:p w14:paraId="4D4E2DBC" w14:textId="74AB7334" w:rsidR="00A84D04" w:rsidRPr="00ED1A1D" w:rsidRDefault="00A84D04" w:rsidP="000F345E">
      <w:pPr>
        <w:pStyle w:val="BodyText3"/>
      </w:pPr>
      <w:r w:rsidRPr="00ED1A1D">
        <w:t xml:space="preserve">71124.05 </w:t>
      </w:r>
      <w:r w:rsidRPr="00ED1A1D">
        <w:tab/>
        <w:t xml:space="preserve">Radiation Monitoring Instrumentation </w:t>
      </w:r>
      <w:r w:rsidR="00553539" w:rsidRPr="00ED1A1D">
        <w:t>0</w:t>
      </w:r>
      <w:r w:rsidR="0083563D" w:rsidRPr="00ED1A1D">
        <w:t>3/04/20</w:t>
      </w:r>
      <w:r w:rsidR="00553539" w:rsidRPr="00ED1A1D">
        <w:t xml:space="preserve"> (</w:t>
      </w:r>
      <w:r w:rsidR="0083563D" w:rsidRPr="00ED1A1D">
        <w:t>20</w:t>
      </w:r>
      <w:r w:rsidR="00553539" w:rsidRPr="00ED1A1D">
        <w:t>-0</w:t>
      </w:r>
      <w:r w:rsidR="0083563D" w:rsidRPr="00ED1A1D">
        <w:t>14</w:t>
      </w:r>
      <w:r w:rsidRPr="00ED1A1D">
        <w:t>)</w:t>
      </w:r>
    </w:p>
    <w:p w14:paraId="4B3D570B" w14:textId="706F850E" w:rsidR="00A84D04" w:rsidRPr="00ED1A1D" w:rsidRDefault="00A84D04" w:rsidP="000F345E">
      <w:pPr>
        <w:pStyle w:val="BodyText3"/>
      </w:pPr>
      <w:r w:rsidRPr="00ED1A1D">
        <w:t xml:space="preserve">71124.06 </w:t>
      </w:r>
      <w:r w:rsidRPr="00ED1A1D">
        <w:tab/>
        <w:t xml:space="preserve">Radioactive Gaseous and Liquid Effluent Treatment </w:t>
      </w:r>
      <w:r w:rsidR="0083563D" w:rsidRPr="00ED1A1D">
        <w:t>03/04/20 (20-014)</w:t>
      </w:r>
    </w:p>
    <w:p w14:paraId="0B41215B" w14:textId="01504AF9" w:rsidR="00A84D04" w:rsidRPr="00ED1A1D" w:rsidRDefault="00A84D04" w:rsidP="000F345E">
      <w:pPr>
        <w:pStyle w:val="BodyText3"/>
      </w:pPr>
      <w:r w:rsidRPr="00ED1A1D">
        <w:t xml:space="preserve">71124.07 </w:t>
      </w:r>
      <w:r w:rsidRPr="00ED1A1D">
        <w:tab/>
      </w:r>
      <w:r w:rsidR="00C46F93" w:rsidRPr="00ED1A1D">
        <w:t>Radiological Environmental Mo</w:t>
      </w:r>
      <w:r w:rsidR="00CC5DC8" w:rsidRPr="00ED1A1D">
        <w:t>nitoring Program</w:t>
      </w:r>
      <w:r w:rsidRPr="00ED1A1D">
        <w:t xml:space="preserve"> </w:t>
      </w:r>
      <w:r w:rsidR="0083563D" w:rsidRPr="00ED1A1D">
        <w:t>03/04/20 (20-014)</w:t>
      </w:r>
    </w:p>
    <w:p w14:paraId="5CA96A29" w14:textId="0058E0B1" w:rsidR="00A84D04" w:rsidRPr="00ED1A1D" w:rsidRDefault="00A84D04" w:rsidP="000F345E">
      <w:pPr>
        <w:pStyle w:val="BodyText3"/>
      </w:pPr>
      <w:r w:rsidRPr="00ED1A1D">
        <w:t xml:space="preserve">71124.08 </w:t>
      </w:r>
      <w:r w:rsidRPr="00ED1A1D">
        <w:tab/>
        <w:t>Radioactive Solid Waste Processing and Radioactive Material Handling, Storage,</w:t>
      </w:r>
      <w:r w:rsidR="00553539" w:rsidRPr="00ED1A1D">
        <w:t xml:space="preserve"> and Transportation </w:t>
      </w:r>
      <w:r w:rsidR="0083563D" w:rsidRPr="00ED1A1D">
        <w:t>03/04/20 (20-014)</w:t>
      </w:r>
    </w:p>
    <w:p w14:paraId="6A5A9962" w14:textId="10081A75" w:rsidR="00A84D04" w:rsidRPr="00ED1A1D" w:rsidRDefault="00A84D04" w:rsidP="000F345E">
      <w:pPr>
        <w:pStyle w:val="BodyText3"/>
      </w:pPr>
      <w:r w:rsidRPr="00ED1A1D">
        <w:t>71130</w:t>
      </w:r>
      <w:r w:rsidRPr="00ED1A1D">
        <w:tab/>
        <w:t xml:space="preserve">Security </w:t>
      </w:r>
      <w:bookmarkStart w:id="52" w:name="_Hlk46301962"/>
      <w:r w:rsidR="005270FA" w:rsidRPr="00ED1A1D">
        <w:t>12/06/23 (23-035)</w:t>
      </w:r>
      <w:bookmarkEnd w:id="52"/>
    </w:p>
    <w:p w14:paraId="30BB336C" w14:textId="0611B8B6" w:rsidR="00A84D04" w:rsidRPr="00ED1A1D" w:rsidRDefault="00A84D04" w:rsidP="000F345E">
      <w:pPr>
        <w:pStyle w:val="BodyText3"/>
      </w:pPr>
      <w:r w:rsidRPr="00ED1A1D">
        <w:t>71130.01</w:t>
      </w:r>
      <w:r w:rsidRPr="00ED1A1D">
        <w:tab/>
        <w:t xml:space="preserve">Access Authorization </w:t>
      </w:r>
      <w:r w:rsidR="00635F53" w:rsidRPr="00ED1A1D">
        <w:t>12/21/23 (23-039)</w:t>
      </w:r>
    </w:p>
    <w:p w14:paraId="18B08284" w14:textId="0E8D98FC" w:rsidR="00A84D04" w:rsidRPr="00ED1A1D" w:rsidRDefault="00A84D04" w:rsidP="000F345E">
      <w:pPr>
        <w:pStyle w:val="BodyText3"/>
      </w:pPr>
      <w:r w:rsidRPr="00ED1A1D">
        <w:t>71130.02</w:t>
      </w:r>
      <w:r w:rsidRPr="00ED1A1D">
        <w:tab/>
        <w:t xml:space="preserve">Access Control </w:t>
      </w:r>
      <w:r w:rsidR="00EC1BB7" w:rsidRPr="00ED1A1D">
        <w:t>12/18/23 (23-038)</w:t>
      </w:r>
    </w:p>
    <w:p w14:paraId="468BB1FB" w14:textId="63432822" w:rsidR="00A84D04" w:rsidRPr="00ED1A1D" w:rsidRDefault="00A84D04" w:rsidP="000F345E">
      <w:pPr>
        <w:pStyle w:val="BodyText3"/>
      </w:pPr>
      <w:r w:rsidRPr="00ED1A1D">
        <w:t>71130.03</w:t>
      </w:r>
      <w:r w:rsidRPr="00ED1A1D">
        <w:tab/>
        <w:t xml:space="preserve">Contingency Response - Force-On-Force Testing </w:t>
      </w:r>
      <w:bookmarkStart w:id="53" w:name="_Hlk63754853"/>
      <w:r w:rsidR="00DF5B89" w:rsidRPr="00ED1A1D">
        <w:t>11/15/23 (23-034)</w:t>
      </w:r>
      <w:bookmarkEnd w:id="53"/>
    </w:p>
    <w:p w14:paraId="7837D494" w14:textId="15F5DB43" w:rsidR="00A84D04" w:rsidRPr="00ED1A1D" w:rsidRDefault="00A84D04" w:rsidP="000F345E">
      <w:pPr>
        <w:pStyle w:val="BodyText3"/>
      </w:pPr>
      <w:r w:rsidRPr="00ED1A1D">
        <w:t>71130.04</w:t>
      </w:r>
      <w:r w:rsidRPr="00ED1A1D">
        <w:tab/>
        <w:t>Equipment Performance, Testing</w:t>
      </w:r>
      <w:r w:rsidR="007E3FFE" w:rsidRPr="00ED1A1D">
        <w:t>,</w:t>
      </w:r>
      <w:r w:rsidRPr="00ED1A1D">
        <w:t xml:space="preserve"> and Maintenance </w:t>
      </w:r>
      <w:r w:rsidR="007E3FFE" w:rsidRPr="00ED1A1D">
        <w:t>03/08/24 (</w:t>
      </w:r>
      <w:r w:rsidR="00B739B8" w:rsidRPr="00ED1A1D">
        <w:t>24-009)</w:t>
      </w:r>
    </w:p>
    <w:p w14:paraId="76994D7E" w14:textId="1A09FE94" w:rsidR="00A84D04" w:rsidRPr="00ED1A1D" w:rsidRDefault="00A84D04" w:rsidP="000F345E">
      <w:pPr>
        <w:pStyle w:val="BodyText3"/>
      </w:pPr>
      <w:r w:rsidRPr="00ED1A1D">
        <w:t>71130.05</w:t>
      </w:r>
      <w:r w:rsidRPr="00ED1A1D">
        <w:tab/>
        <w:t xml:space="preserve">Protective Strategy Evaluation </w:t>
      </w:r>
      <w:r w:rsidR="001120A0" w:rsidRPr="00ED1A1D">
        <w:t xml:space="preserve">and Performance Evaluation Program </w:t>
      </w:r>
      <w:r w:rsidR="003A5FE8" w:rsidRPr="00ED1A1D">
        <w:br/>
      </w:r>
      <w:r w:rsidR="00DF5B89" w:rsidRPr="00ED1A1D">
        <w:t>11/15/23 (23-034)</w:t>
      </w:r>
    </w:p>
    <w:p w14:paraId="709A182F" w14:textId="08A31E1C" w:rsidR="00A84D04" w:rsidRPr="00ED1A1D" w:rsidRDefault="00A84D04" w:rsidP="00812DBB">
      <w:pPr>
        <w:pStyle w:val="BodyText3"/>
        <w:keepNext/>
      </w:pPr>
      <w:r w:rsidRPr="00ED1A1D">
        <w:t>71130.07</w:t>
      </w:r>
      <w:r w:rsidRPr="00ED1A1D">
        <w:tab/>
        <w:t xml:space="preserve">Security Training </w:t>
      </w:r>
      <w:r w:rsidR="001534B0" w:rsidRPr="00ED1A1D">
        <w:t>01/02/24 (24-001)</w:t>
      </w:r>
    </w:p>
    <w:p w14:paraId="6ED5C142" w14:textId="4B2FC4AF" w:rsidR="00B650F4" w:rsidRPr="00ED1A1D" w:rsidRDefault="00812DBB" w:rsidP="000F345E">
      <w:pPr>
        <w:pStyle w:val="BodyText3"/>
      </w:pPr>
      <w:r w:rsidRPr="00ED1A1D">
        <w:t>71130.07EW</w:t>
      </w:r>
      <w:r w:rsidRPr="00ED1A1D">
        <w:tab/>
        <w:t xml:space="preserve">Enhanced Weapons and Preemption of Firearms Laws </w:t>
      </w:r>
      <w:r w:rsidRPr="00ED1A1D">
        <w:br/>
        <w:t>01/02/24 (24-001)</w:t>
      </w:r>
    </w:p>
    <w:p w14:paraId="337257B9" w14:textId="44358EE2" w:rsidR="00705A1E" w:rsidRPr="00ED1A1D" w:rsidRDefault="00752E24" w:rsidP="000F345E">
      <w:pPr>
        <w:pStyle w:val="BodyText3"/>
      </w:pPr>
      <w:r w:rsidRPr="00ED1A1D">
        <w:t>71130.09</w:t>
      </w:r>
      <w:r w:rsidRPr="00ED1A1D">
        <w:tab/>
        <w:t>Security Plan Changes 07/09/24 (24-020)</w:t>
      </w:r>
    </w:p>
    <w:p w14:paraId="629EA8E6" w14:textId="7AB361A6" w:rsidR="00A84D04" w:rsidRPr="00ED1A1D" w:rsidRDefault="00A84D04" w:rsidP="000F345E">
      <w:pPr>
        <w:pStyle w:val="BodyText3"/>
      </w:pPr>
      <w:r w:rsidRPr="00ED1A1D">
        <w:t>71130.08</w:t>
      </w:r>
      <w:r w:rsidRPr="00ED1A1D">
        <w:tab/>
        <w:t>Fitness</w:t>
      </w:r>
      <w:r w:rsidR="00780829" w:rsidRPr="00ED1A1D">
        <w:t>-</w:t>
      </w:r>
      <w:r w:rsidRPr="00ED1A1D">
        <w:t>for</w:t>
      </w:r>
      <w:r w:rsidR="00780829" w:rsidRPr="00ED1A1D">
        <w:t>-</w:t>
      </w:r>
      <w:r w:rsidRPr="00ED1A1D">
        <w:t xml:space="preserve">Duty Program </w:t>
      </w:r>
      <w:r w:rsidR="00FA5220" w:rsidRPr="00ED1A1D">
        <w:t>01/23/24 (24-003)</w:t>
      </w:r>
    </w:p>
    <w:p w14:paraId="7BC27A0F" w14:textId="4CE8047D" w:rsidR="00A84D04" w:rsidRPr="00ED1A1D" w:rsidRDefault="00A84D04" w:rsidP="003A5FE8">
      <w:pPr>
        <w:pStyle w:val="BodyText3"/>
      </w:pPr>
      <w:r w:rsidRPr="00ED1A1D">
        <w:t>71130.10</w:t>
      </w:r>
      <w:r w:rsidRPr="00ED1A1D">
        <w:tab/>
        <w:t>Cyber</w:t>
      </w:r>
      <w:r w:rsidR="00E77939" w:rsidRPr="00ED1A1D">
        <w:t>s</w:t>
      </w:r>
      <w:r w:rsidRPr="00ED1A1D">
        <w:t xml:space="preserve">ecurity </w:t>
      </w:r>
      <w:bookmarkStart w:id="54" w:name="_Hlk45707271"/>
      <w:r w:rsidR="009B4C2D" w:rsidRPr="00ED1A1D">
        <w:t>12/14/21</w:t>
      </w:r>
      <w:r w:rsidR="006538FB" w:rsidRPr="00ED1A1D">
        <w:t xml:space="preserve"> (21-040)</w:t>
      </w:r>
      <w:bookmarkEnd w:id="54"/>
    </w:p>
    <w:p w14:paraId="6ED190FA" w14:textId="666EF4B6" w:rsidR="00123CD1" w:rsidRPr="00ED1A1D" w:rsidRDefault="00123CD1" w:rsidP="003A5FE8">
      <w:pPr>
        <w:pStyle w:val="BodyText3"/>
      </w:pPr>
      <w:r w:rsidRPr="00ED1A1D">
        <w:t>71130.11</w:t>
      </w:r>
      <w:r w:rsidRPr="00ED1A1D">
        <w:tab/>
        <w:t xml:space="preserve">Material Control &amp; Accounting (MC&amp;A) </w:t>
      </w:r>
      <w:r w:rsidR="008D1CFE" w:rsidRPr="00ED1A1D">
        <w:t>01/07/20</w:t>
      </w:r>
      <w:r w:rsidRPr="00ED1A1D">
        <w:t xml:space="preserve"> (</w:t>
      </w:r>
      <w:r w:rsidR="008D1CFE" w:rsidRPr="00ED1A1D">
        <w:t>20-003</w:t>
      </w:r>
      <w:r w:rsidRPr="00ED1A1D">
        <w:t>)</w:t>
      </w:r>
    </w:p>
    <w:p w14:paraId="78B3A6A7" w14:textId="4DF5179F" w:rsidR="00123CD1" w:rsidRPr="00ED1A1D" w:rsidRDefault="00123CD1" w:rsidP="003A5FE8">
      <w:pPr>
        <w:pStyle w:val="BodyText3"/>
      </w:pPr>
      <w:r w:rsidRPr="00ED1A1D">
        <w:lastRenderedPageBreak/>
        <w:t>71130.12</w:t>
      </w:r>
      <w:r w:rsidRPr="00ED1A1D">
        <w:tab/>
      </w:r>
      <w:r w:rsidR="00D91340" w:rsidRPr="00ED1A1D">
        <w:t>RESERVED</w:t>
      </w:r>
      <w:r w:rsidRPr="00ED1A1D">
        <w:t xml:space="preserve"> for Physical Protection of Shipments of Irradiated Fuel</w:t>
      </w:r>
    </w:p>
    <w:p w14:paraId="1F0D3ACC" w14:textId="4E980A66" w:rsidR="00123CD1" w:rsidRPr="00ED1A1D" w:rsidRDefault="00123CD1" w:rsidP="003A5FE8">
      <w:pPr>
        <w:pStyle w:val="BodyText3"/>
      </w:pPr>
      <w:r w:rsidRPr="00ED1A1D">
        <w:t>71130.13</w:t>
      </w:r>
      <w:r w:rsidRPr="00ED1A1D">
        <w:tab/>
      </w:r>
      <w:r w:rsidR="00D91340" w:rsidRPr="00ED1A1D">
        <w:t>RESERVED</w:t>
      </w:r>
      <w:r w:rsidRPr="00ED1A1D">
        <w:t xml:space="preserve"> for Security Inspections Conducted by Resident Inspectors</w:t>
      </w:r>
    </w:p>
    <w:p w14:paraId="59956DC3" w14:textId="66AEB1BD" w:rsidR="00123CD1" w:rsidRPr="00ED1A1D" w:rsidRDefault="00123CD1" w:rsidP="003A5FE8">
      <w:pPr>
        <w:pStyle w:val="BodyText3"/>
      </w:pPr>
      <w:r w:rsidRPr="00ED1A1D">
        <w:t>71130.14</w:t>
      </w:r>
      <w:r w:rsidRPr="00ED1A1D">
        <w:tab/>
        <w:t xml:space="preserve">Review of Power Reactor Target Sets </w:t>
      </w:r>
      <w:r w:rsidR="00BE490C" w:rsidRPr="00ED1A1D">
        <w:t>03/09/23 (23-008)</w:t>
      </w:r>
    </w:p>
    <w:p w14:paraId="54A0C0E2" w14:textId="05DA5496" w:rsidR="00123CD1" w:rsidRPr="00ED1A1D" w:rsidRDefault="00123CD1" w:rsidP="003A5FE8">
      <w:pPr>
        <w:pStyle w:val="BodyText3"/>
      </w:pPr>
      <w:r w:rsidRPr="00ED1A1D">
        <w:t>71150</w:t>
      </w:r>
      <w:r w:rsidRPr="00ED1A1D">
        <w:tab/>
        <w:t xml:space="preserve">Discrepant or Unreported Performance Indicator Data </w:t>
      </w:r>
      <w:r w:rsidR="005D1ACA" w:rsidRPr="00ED1A1D">
        <w:t>04/30/19 (19-013</w:t>
      </w:r>
      <w:r w:rsidRPr="00ED1A1D">
        <w:t>)</w:t>
      </w:r>
    </w:p>
    <w:p w14:paraId="36147F49" w14:textId="0A5BDCA4" w:rsidR="00123CD1" w:rsidRPr="00ED1A1D" w:rsidRDefault="00123CD1" w:rsidP="003A5FE8">
      <w:pPr>
        <w:pStyle w:val="BodyText3"/>
      </w:pPr>
      <w:r w:rsidRPr="00ED1A1D">
        <w:t>71151</w:t>
      </w:r>
      <w:r w:rsidRPr="00ED1A1D">
        <w:tab/>
      </w:r>
      <w:bookmarkStart w:id="55" w:name="_Hlk37052628"/>
      <w:r w:rsidRPr="00ED1A1D">
        <w:t>Performance Indicator Verification</w:t>
      </w:r>
      <w:bookmarkEnd w:id="55"/>
      <w:r w:rsidR="00FD3C84">
        <w:t xml:space="preserve"> 12/12/24 (24-042)</w:t>
      </w:r>
    </w:p>
    <w:p w14:paraId="4B63DD8C" w14:textId="3F1C0714" w:rsidR="00123CD1" w:rsidRPr="00ED1A1D" w:rsidRDefault="00123CD1" w:rsidP="003A5FE8">
      <w:pPr>
        <w:pStyle w:val="BodyText3"/>
      </w:pPr>
      <w:r w:rsidRPr="00ED1A1D">
        <w:t>71152</w:t>
      </w:r>
      <w:r w:rsidRPr="00ED1A1D">
        <w:tab/>
        <w:t>Problem Identification and Resolution</w:t>
      </w:r>
      <w:r w:rsidR="00CC4FEB" w:rsidRPr="00ED1A1D">
        <w:t xml:space="preserve"> (PI&amp;R)</w:t>
      </w:r>
      <w:r w:rsidRPr="00ED1A1D">
        <w:t xml:space="preserve"> </w:t>
      </w:r>
      <w:r w:rsidR="00CC4FEB" w:rsidRPr="00ED1A1D">
        <w:t>10/31/23 (23-032)</w:t>
      </w:r>
    </w:p>
    <w:p w14:paraId="4D218F2E" w14:textId="3E236529" w:rsidR="00123CD1" w:rsidRPr="00ED1A1D" w:rsidRDefault="00123CD1" w:rsidP="003A5FE8">
      <w:pPr>
        <w:pStyle w:val="BodyText3"/>
      </w:pPr>
      <w:r w:rsidRPr="00ED1A1D">
        <w:t>71153</w:t>
      </w:r>
      <w:r w:rsidRPr="00ED1A1D">
        <w:tab/>
        <w:t>Follow</w:t>
      </w:r>
      <w:r w:rsidR="002B03B5" w:rsidRPr="00ED1A1D">
        <w:t xml:space="preserve"> </w:t>
      </w:r>
      <w:r w:rsidRPr="00ED1A1D">
        <w:t>up of Events and Notices of Enforcement Discretion</w:t>
      </w:r>
      <w:r w:rsidR="003A5FE8" w:rsidRPr="00ED1A1D">
        <w:br/>
      </w:r>
      <w:r w:rsidR="004F0BDC" w:rsidRPr="00ED1A1D">
        <w:t>09/16/20</w:t>
      </w:r>
      <w:r w:rsidR="00431B3A" w:rsidRPr="00ED1A1D">
        <w:t xml:space="preserve"> (</w:t>
      </w:r>
      <w:r w:rsidR="004F0BDC" w:rsidRPr="00ED1A1D">
        <w:t>20</w:t>
      </w:r>
      <w:r w:rsidR="00431B3A" w:rsidRPr="00ED1A1D">
        <w:t>-0</w:t>
      </w:r>
      <w:r w:rsidR="004F0BDC" w:rsidRPr="00ED1A1D">
        <w:t>43</w:t>
      </w:r>
      <w:r w:rsidRPr="00ED1A1D">
        <w:t>)</w:t>
      </w:r>
    </w:p>
    <w:p w14:paraId="1B7EA39E" w14:textId="3656A947" w:rsidR="00E12D00" w:rsidRPr="00ED1A1D" w:rsidRDefault="00E12D00" w:rsidP="003A5FE8">
      <w:pPr>
        <w:pStyle w:val="BodyText3"/>
      </w:pPr>
      <w:r w:rsidRPr="00ED1A1D">
        <w:t>71303</w:t>
      </w:r>
      <w:r w:rsidRPr="00ED1A1D">
        <w:tab/>
      </w:r>
      <w:r w:rsidR="00042C2C" w:rsidRPr="00ED1A1D">
        <w:t>Part 52</w:t>
      </w:r>
      <w:r w:rsidR="00AA0E1A" w:rsidRPr="00ED1A1D">
        <w:t>,</w:t>
      </w:r>
      <w:r w:rsidR="00042C2C" w:rsidRPr="00ED1A1D">
        <w:t xml:space="preserve"> </w:t>
      </w:r>
      <w:r w:rsidRPr="00ED1A1D">
        <w:t>Technical Specifications Review</w:t>
      </w:r>
      <w:r w:rsidR="00AA0E1A" w:rsidRPr="00ED1A1D">
        <w:t xml:space="preserve"> </w:t>
      </w:r>
      <w:bookmarkStart w:id="56" w:name="_Hlk45103502"/>
      <w:r w:rsidR="00962684" w:rsidRPr="00ED1A1D">
        <w:t>07/08/20</w:t>
      </w:r>
      <w:r w:rsidR="00AA0E1A" w:rsidRPr="00ED1A1D">
        <w:t xml:space="preserve"> </w:t>
      </w:r>
      <w:bookmarkEnd w:id="56"/>
      <w:r w:rsidR="00AA0E1A" w:rsidRPr="00ED1A1D">
        <w:t>(</w:t>
      </w:r>
      <w:r w:rsidR="00962684" w:rsidRPr="00ED1A1D">
        <w:t>20-031</w:t>
      </w:r>
      <w:r w:rsidR="00AA0E1A" w:rsidRPr="00ED1A1D">
        <w:t>)</w:t>
      </w:r>
    </w:p>
    <w:p w14:paraId="645797F2" w14:textId="35A8E807" w:rsidR="00090790" w:rsidRPr="00ED1A1D" w:rsidRDefault="00090790" w:rsidP="003A5FE8">
      <w:pPr>
        <w:pStyle w:val="BodyText3"/>
      </w:pPr>
      <w:r w:rsidRPr="00ED1A1D">
        <w:t>71715</w:t>
      </w:r>
      <w:r w:rsidRPr="00ED1A1D">
        <w:tab/>
        <w:t>Sustained Control Room and Plant Observation 04/14/92</w:t>
      </w:r>
      <w:r w:rsidR="00CD7385" w:rsidRPr="00ED1A1D">
        <w:t xml:space="preserve"> </w:t>
      </w:r>
      <w:r w:rsidRPr="00ED1A1D">
        <w:t>(92-004</w:t>
      </w:r>
      <w:proofErr w:type="gramStart"/>
      <w:r w:rsidRPr="00ED1A1D">
        <w:t>)</w:t>
      </w:r>
      <w:r w:rsidR="00983B92" w:rsidRPr="00ED1A1D">
        <w:t xml:space="preserve">  R</w:t>
      </w:r>
      <w:proofErr w:type="gramEnd"/>
    </w:p>
    <w:p w14:paraId="0F6D1DEC" w14:textId="2BDA2937" w:rsidR="003C3A98" w:rsidRPr="00ED1A1D" w:rsidRDefault="003C3A98" w:rsidP="003A5FE8">
      <w:pPr>
        <w:pStyle w:val="BodyText3"/>
      </w:pPr>
      <w:r w:rsidRPr="00ED1A1D">
        <w:t>71801</w:t>
      </w:r>
      <w:r w:rsidRPr="00ED1A1D">
        <w:tab/>
        <w:t>Decommissioning Performance and Status Review</w:t>
      </w:r>
      <w:r w:rsidR="00D448D0" w:rsidRPr="00ED1A1D">
        <w:t>s</w:t>
      </w:r>
      <w:r w:rsidR="00B72B65" w:rsidRPr="00ED1A1D">
        <w:t xml:space="preserve"> at Permanently </w:t>
      </w:r>
      <w:proofErr w:type="spellStart"/>
      <w:r w:rsidR="00B72B65" w:rsidRPr="00ED1A1D">
        <w:t>Shutdown</w:t>
      </w:r>
      <w:proofErr w:type="spellEnd"/>
      <w:r w:rsidR="00B72B65" w:rsidRPr="00ED1A1D">
        <w:t xml:space="preserve"> Reactors</w:t>
      </w:r>
      <w:r w:rsidRPr="00ED1A1D">
        <w:t xml:space="preserve"> </w:t>
      </w:r>
      <w:r w:rsidR="00D448D0" w:rsidRPr="00ED1A1D">
        <w:t>09/30/20</w:t>
      </w:r>
      <w:r w:rsidRPr="00ED1A1D">
        <w:t xml:space="preserve"> (</w:t>
      </w:r>
      <w:r w:rsidR="00D448D0" w:rsidRPr="00ED1A1D">
        <w:t>20-045</w:t>
      </w:r>
      <w:r w:rsidRPr="00ED1A1D">
        <w:t>)</w:t>
      </w:r>
    </w:p>
    <w:p w14:paraId="682195A3" w14:textId="6B6BE032" w:rsidR="00567E73" w:rsidRPr="00ED1A1D" w:rsidRDefault="003C3A98" w:rsidP="003A5FE8">
      <w:pPr>
        <w:pStyle w:val="BodyText3"/>
      </w:pPr>
      <w:r w:rsidRPr="00ED1A1D">
        <w:t>71841</w:t>
      </w:r>
      <w:r w:rsidR="00512A04" w:rsidRPr="00ED1A1D">
        <w:tab/>
      </w:r>
      <w:r w:rsidRPr="00ED1A1D">
        <w:t>Human Performance 12/12/00 (00-027</w:t>
      </w:r>
      <w:proofErr w:type="gramStart"/>
      <w:r w:rsidRPr="00ED1A1D">
        <w:t>)</w:t>
      </w:r>
      <w:r w:rsidR="007C51E9" w:rsidRPr="00ED1A1D">
        <w:t xml:space="preserve">  R</w:t>
      </w:r>
      <w:proofErr w:type="gramEnd"/>
    </w:p>
    <w:p w14:paraId="78A25248" w14:textId="77777777" w:rsidR="003C3A98" w:rsidRPr="00ED1A1D" w:rsidRDefault="003C3A98" w:rsidP="002F13A8">
      <w:pPr>
        <w:pStyle w:val="Heading2"/>
      </w:pPr>
      <w:r w:rsidRPr="00ED1A1D">
        <w:t>7200</w:t>
      </w:r>
      <w:r w:rsidRPr="00ED1A1D">
        <w:tab/>
      </w:r>
      <w:r w:rsidRPr="00ED1A1D">
        <w:rPr>
          <w:u w:val="single"/>
        </w:rPr>
        <w:t>Startup Testing</w:t>
      </w:r>
    </w:p>
    <w:p w14:paraId="380D6FDB" w14:textId="1CAA28B0" w:rsidR="003C3A98" w:rsidRPr="00ED1A1D" w:rsidRDefault="003C3A98" w:rsidP="003A5FE8">
      <w:pPr>
        <w:pStyle w:val="BodyText3"/>
      </w:pPr>
      <w:r w:rsidRPr="00ED1A1D">
        <w:t>72303</w:t>
      </w:r>
      <w:r w:rsidR="00951AD3" w:rsidRPr="00ED1A1D">
        <w:tab/>
      </w:r>
      <w:r w:rsidRPr="00ED1A1D">
        <w:t>Startup Testing for ABWR: Test Procedure Review, Test Witnessin</w:t>
      </w:r>
      <w:r w:rsidR="00951AD3" w:rsidRPr="00ED1A1D">
        <w:t xml:space="preserve">g, and Test Results Evaluation </w:t>
      </w:r>
      <w:r w:rsidRPr="00ED1A1D">
        <w:t>09/05/06 (06-021)</w:t>
      </w:r>
    </w:p>
    <w:p w14:paraId="7688EDD6" w14:textId="46E79904" w:rsidR="003C3A98" w:rsidRPr="00ED1A1D" w:rsidRDefault="003C3A98" w:rsidP="003A5FE8">
      <w:pPr>
        <w:pStyle w:val="BodyText3"/>
      </w:pPr>
      <w:r w:rsidRPr="00ED1A1D">
        <w:t>72304</w:t>
      </w:r>
      <w:r w:rsidRPr="00ED1A1D">
        <w:tab/>
      </w:r>
      <w:r w:rsidR="00455606" w:rsidRPr="00ED1A1D">
        <w:t>AP1000 Startup Test Inspections 02/28/19 (19-009</w:t>
      </w:r>
      <w:r w:rsidRPr="00ED1A1D">
        <w:t>)</w:t>
      </w:r>
    </w:p>
    <w:p w14:paraId="7E191D4E" w14:textId="3DE60752" w:rsidR="00336C96" w:rsidRPr="00ED1A1D" w:rsidRDefault="00336C96" w:rsidP="003A5FE8">
      <w:pPr>
        <w:pStyle w:val="BodyText3"/>
      </w:pPr>
      <w:r w:rsidRPr="00ED1A1D">
        <w:t>72401</w:t>
      </w:r>
      <w:r w:rsidRPr="00ED1A1D">
        <w:tab/>
      </w:r>
      <w:r w:rsidR="0093276E" w:rsidRPr="00ED1A1D">
        <w:t>Part 52</w:t>
      </w:r>
      <w:r w:rsidR="00245844" w:rsidRPr="00ED1A1D">
        <w:t>,</w:t>
      </w:r>
      <w:r w:rsidR="0093276E" w:rsidRPr="00ED1A1D">
        <w:t xml:space="preserve"> </w:t>
      </w:r>
      <w:r w:rsidR="00245844" w:rsidRPr="00ED1A1D">
        <w:t>Inspection of Startup</w:t>
      </w:r>
      <w:r w:rsidRPr="00ED1A1D">
        <w:t xml:space="preserve"> Test Program</w:t>
      </w:r>
      <w:r w:rsidR="00245844" w:rsidRPr="00ED1A1D">
        <w:t xml:space="preserve"> </w:t>
      </w:r>
      <w:r w:rsidR="004D2BE1" w:rsidRPr="00ED1A1D">
        <w:t>12/07/20</w:t>
      </w:r>
      <w:r w:rsidR="00245844" w:rsidRPr="00ED1A1D">
        <w:t xml:space="preserve"> (</w:t>
      </w:r>
      <w:r w:rsidR="004D2BE1" w:rsidRPr="00ED1A1D">
        <w:t>20-069</w:t>
      </w:r>
      <w:r w:rsidR="00245844" w:rsidRPr="00ED1A1D">
        <w:t>)</w:t>
      </w:r>
    </w:p>
    <w:p w14:paraId="24862F33" w14:textId="3CB3989A" w:rsidR="00A84D04" w:rsidRPr="00ED1A1D" w:rsidRDefault="00A84D04" w:rsidP="003A5FE8">
      <w:pPr>
        <w:pStyle w:val="BodyText3"/>
      </w:pPr>
      <w:r w:rsidRPr="00ED1A1D">
        <w:t>72501</w:t>
      </w:r>
      <w:r w:rsidRPr="00ED1A1D">
        <w:tab/>
      </w:r>
      <w:r w:rsidR="00D91340" w:rsidRPr="00ED1A1D">
        <w:t>RESERVED</w:t>
      </w:r>
      <w:r w:rsidRPr="00ED1A1D">
        <w:t xml:space="preserve"> for Part 52 Initial Fuel Load Procedure Review</w:t>
      </w:r>
    </w:p>
    <w:p w14:paraId="4ACD86BA" w14:textId="50F20E2E" w:rsidR="00A84D04" w:rsidRPr="00ED1A1D" w:rsidRDefault="00A84D04" w:rsidP="003A5FE8">
      <w:pPr>
        <w:pStyle w:val="BodyText3"/>
      </w:pPr>
      <w:r w:rsidRPr="00ED1A1D">
        <w:t>72525</w:t>
      </w:r>
      <w:r w:rsidRPr="00ED1A1D">
        <w:tab/>
      </w:r>
      <w:r w:rsidR="00D91340" w:rsidRPr="00ED1A1D">
        <w:t>RESERVED</w:t>
      </w:r>
      <w:r w:rsidRPr="00ED1A1D">
        <w:t xml:space="preserve"> for Part 52 Initial Fuel Load Witnessing </w:t>
      </w:r>
    </w:p>
    <w:p w14:paraId="25BD2DA1" w14:textId="7116EA6D" w:rsidR="00E02086" w:rsidRPr="00ED1A1D" w:rsidRDefault="00E02086" w:rsidP="003A5FE8">
      <w:pPr>
        <w:pStyle w:val="BodyText3"/>
      </w:pPr>
      <w:r w:rsidRPr="00ED1A1D">
        <w:t>72701</w:t>
      </w:r>
      <w:r w:rsidRPr="00ED1A1D">
        <w:tab/>
        <w:t>Modification Testing 04/14/92 (</w:t>
      </w:r>
      <w:r w:rsidR="00C121A2" w:rsidRPr="00ED1A1D">
        <w:t>92-004</w:t>
      </w:r>
      <w:proofErr w:type="gramStart"/>
      <w:r w:rsidR="00C121A2" w:rsidRPr="00ED1A1D">
        <w:t>)  R</w:t>
      </w:r>
      <w:proofErr w:type="gramEnd"/>
    </w:p>
    <w:p w14:paraId="49E805A5" w14:textId="77777777" w:rsidR="00A84D04" w:rsidRPr="00ED1A1D" w:rsidRDefault="00A84D04" w:rsidP="00616E37">
      <w:pPr>
        <w:pStyle w:val="BodyText2"/>
      </w:pPr>
      <w:r w:rsidRPr="00ED1A1D">
        <w:t>7300</w:t>
      </w:r>
      <w:r w:rsidRPr="00ED1A1D">
        <w:tab/>
      </w:r>
      <w:r w:rsidRPr="00ED1A1D">
        <w:rPr>
          <w:u w:val="single"/>
        </w:rPr>
        <w:t>In-service Inspection</w:t>
      </w:r>
    </w:p>
    <w:p w14:paraId="17593C31" w14:textId="26FD216A" w:rsidR="00C121A2" w:rsidRPr="00ED1A1D" w:rsidRDefault="00E40DFE" w:rsidP="002E68BE">
      <w:pPr>
        <w:pStyle w:val="BodyText3"/>
      </w:pPr>
      <w:r w:rsidRPr="00ED1A1D">
        <w:t>73051</w:t>
      </w:r>
      <w:r w:rsidRPr="00ED1A1D">
        <w:tab/>
        <w:t xml:space="preserve">Inservice Inspection – Review of </w:t>
      </w:r>
      <w:proofErr w:type="gramStart"/>
      <w:r w:rsidRPr="00ED1A1D">
        <w:t>Program  01</w:t>
      </w:r>
      <w:proofErr w:type="gramEnd"/>
      <w:r w:rsidRPr="00ED1A1D">
        <w:t>/14/86 (</w:t>
      </w:r>
      <w:r w:rsidR="003B3E92" w:rsidRPr="00ED1A1D">
        <w:t>86-003)  R</w:t>
      </w:r>
    </w:p>
    <w:p w14:paraId="179D340F" w14:textId="57F7B2AD" w:rsidR="00A84D04" w:rsidRPr="00ED1A1D" w:rsidRDefault="00A84D04" w:rsidP="002E68BE">
      <w:pPr>
        <w:pStyle w:val="BodyText3"/>
      </w:pPr>
      <w:r w:rsidRPr="00ED1A1D">
        <w:t>73052</w:t>
      </w:r>
      <w:r w:rsidRPr="00ED1A1D">
        <w:tab/>
        <w:t>In-service Inspection - Review of Procedures 01/14/86 (86-03</w:t>
      </w:r>
      <w:proofErr w:type="gramStart"/>
      <w:r w:rsidRPr="00ED1A1D">
        <w:t>)</w:t>
      </w:r>
      <w:r w:rsidR="0045315B" w:rsidRPr="00ED1A1D">
        <w:t xml:space="preserve">  R</w:t>
      </w:r>
      <w:proofErr w:type="gramEnd"/>
    </w:p>
    <w:p w14:paraId="04E2D847" w14:textId="548E8883" w:rsidR="00A84D04" w:rsidRPr="00ED1A1D" w:rsidRDefault="00A84D04" w:rsidP="002E68BE">
      <w:pPr>
        <w:pStyle w:val="BodyText3"/>
      </w:pPr>
      <w:r w:rsidRPr="00ED1A1D">
        <w:t>73054</w:t>
      </w:r>
      <w:r w:rsidRPr="00ED1A1D">
        <w:tab/>
        <w:t>Part 52, Preservice and Inservice Inspection - Review of Program</w:t>
      </w:r>
      <w:r w:rsidR="009F75F0" w:rsidRPr="00ED1A1D">
        <w:t xml:space="preserve"> </w:t>
      </w:r>
      <w:r w:rsidR="009F75F0" w:rsidRPr="00ED1A1D">
        <w:br/>
      </w:r>
      <w:r w:rsidR="00751CDA" w:rsidRPr="00ED1A1D">
        <w:t>03/04/20</w:t>
      </w:r>
      <w:r w:rsidRPr="00ED1A1D">
        <w:t xml:space="preserve"> (</w:t>
      </w:r>
      <w:r w:rsidR="00751CDA" w:rsidRPr="00ED1A1D">
        <w:t>20</w:t>
      </w:r>
      <w:r w:rsidRPr="00ED1A1D">
        <w:t>-0</w:t>
      </w:r>
      <w:r w:rsidR="00751CDA" w:rsidRPr="00ED1A1D">
        <w:t>13</w:t>
      </w:r>
      <w:r w:rsidRPr="00ED1A1D">
        <w:t>)</w:t>
      </w:r>
      <w:r w:rsidRPr="00ED1A1D">
        <w:tab/>
      </w:r>
    </w:p>
    <w:p w14:paraId="0D8FD172" w14:textId="7B17F87B" w:rsidR="00A84D04" w:rsidRPr="00ED1A1D" w:rsidRDefault="00A84D04" w:rsidP="002E68BE">
      <w:pPr>
        <w:pStyle w:val="BodyText3"/>
      </w:pPr>
      <w:r w:rsidRPr="00ED1A1D">
        <w:t>73753</w:t>
      </w:r>
      <w:r w:rsidRPr="00ED1A1D">
        <w:tab/>
        <w:t>Inservice Inspection</w:t>
      </w:r>
      <w:r w:rsidR="009F75F0" w:rsidRPr="00ED1A1D">
        <w:t xml:space="preserve"> </w:t>
      </w:r>
      <w:r w:rsidRPr="00ED1A1D">
        <w:t>06/24/98 (98-010</w:t>
      </w:r>
      <w:proofErr w:type="gramStart"/>
      <w:r w:rsidRPr="00ED1A1D">
        <w:t>)</w:t>
      </w:r>
      <w:r w:rsidR="00E654BC" w:rsidRPr="00ED1A1D">
        <w:t xml:space="preserve">  R</w:t>
      </w:r>
      <w:proofErr w:type="gramEnd"/>
    </w:p>
    <w:p w14:paraId="233939E2" w14:textId="63458A4C" w:rsidR="00A84D04" w:rsidRPr="00ED1A1D" w:rsidRDefault="00A84D04" w:rsidP="002E68BE">
      <w:pPr>
        <w:pStyle w:val="BodyText3"/>
      </w:pPr>
      <w:r w:rsidRPr="00ED1A1D">
        <w:t>73754</w:t>
      </w:r>
      <w:r w:rsidRPr="00ED1A1D">
        <w:tab/>
        <w:t xml:space="preserve">Part 52 - Preservice Inspection - Non-Destructive Examination </w:t>
      </w:r>
      <w:r w:rsidR="002E68BE" w:rsidRPr="00ED1A1D">
        <w:br/>
      </w:r>
      <w:r w:rsidR="00066545" w:rsidRPr="00ED1A1D">
        <w:t>09</w:t>
      </w:r>
      <w:r w:rsidRPr="00ED1A1D">
        <w:t>/</w:t>
      </w:r>
      <w:r w:rsidR="00066545" w:rsidRPr="00ED1A1D">
        <w:t>23</w:t>
      </w:r>
      <w:r w:rsidRPr="00ED1A1D">
        <w:t>/1</w:t>
      </w:r>
      <w:r w:rsidR="00066545" w:rsidRPr="00ED1A1D">
        <w:t>9</w:t>
      </w:r>
      <w:r w:rsidRPr="00ED1A1D">
        <w:t xml:space="preserve"> (1</w:t>
      </w:r>
      <w:r w:rsidR="00066545" w:rsidRPr="00ED1A1D">
        <w:t>9</w:t>
      </w:r>
      <w:r w:rsidRPr="00ED1A1D">
        <w:t>-02</w:t>
      </w:r>
      <w:r w:rsidR="00066545" w:rsidRPr="00ED1A1D">
        <w:t>9</w:t>
      </w:r>
      <w:r w:rsidRPr="00ED1A1D">
        <w:t>)</w:t>
      </w:r>
    </w:p>
    <w:p w14:paraId="656E45D3" w14:textId="64E90E3B" w:rsidR="00A84D04" w:rsidRPr="00ED1A1D" w:rsidRDefault="00A84D04" w:rsidP="002E68BE">
      <w:pPr>
        <w:pStyle w:val="BodyText3"/>
      </w:pPr>
      <w:r w:rsidRPr="00ED1A1D">
        <w:t>73755</w:t>
      </w:r>
      <w:r w:rsidRPr="00ED1A1D">
        <w:tab/>
        <w:t>Inservice Inspection - Data Review and Evaluation 10/27/10 (10-022</w:t>
      </w:r>
      <w:proofErr w:type="gramStart"/>
      <w:r w:rsidRPr="00ED1A1D">
        <w:t>)</w:t>
      </w:r>
      <w:r w:rsidR="000C57E5" w:rsidRPr="00ED1A1D">
        <w:t xml:space="preserve">  R</w:t>
      </w:r>
      <w:proofErr w:type="gramEnd"/>
    </w:p>
    <w:p w14:paraId="5279AEBB" w14:textId="5BD3CA7E" w:rsidR="00A84D04" w:rsidRPr="00ED1A1D" w:rsidRDefault="00A84D04" w:rsidP="002E68BE">
      <w:pPr>
        <w:pStyle w:val="BodyText3"/>
      </w:pPr>
      <w:r w:rsidRPr="00ED1A1D">
        <w:t>73756</w:t>
      </w:r>
      <w:r w:rsidRPr="00ED1A1D">
        <w:tab/>
        <w:t>In-service Testing of Pumps and Valves 07/27/95 (95-009</w:t>
      </w:r>
      <w:proofErr w:type="gramStart"/>
      <w:r w:rsidRPr="00ED1A1D">
        <w:t>)</w:t>
      </w:r>
      <w:r w:rsidR="003E7B43" w:rsidRPr="00ED1A1D">
        <w:t xml:space="preserve">  R</w:t>
      </w:r>
      <w:proofErr w:type="gramEnd"/>
    </w:p>
    <w:p w14:paraId="73791A76" w14:textId="2E95A534" w:rsidR="00A84D04" w:rsidRPr="00ED1A1D" w:rsidRDefault="00A84D04" w:rsidP="002E68BE">
      <w:pPr>
        <w:pStyle w:val="BodyText3"/>
      </w:pPr>
      <w:r w:rsidRPr="00ED1A1D">
        <w:t>73757</w:t>
      </w:r>
      <w:r w:rsidRPr="00ED1A1D">
        <w:tab/>
        <w:t xml:space="preserve">Part 52 In-service Inspection - Data Review and Evaluation </w:t>
      </w:r>
      <w:r w:rsidR="002E68BE" w:rsidRPr="00ED1A1D">
        <w:br/>
      </w:r>
      <w:r w:rsidRPr="00ED1A1D">
        <w:t>0</w:t>
      </w:r>
      <w:r w:rsidR="00066545" w:rsidRPr="00ED1A1D">
        <w:t>9</w:t>
      </w:r>
      <w:r w:rsidRPr="00ED1A1D">
        <w:t>/</w:t>
      </w:r>
      <w:r w:rsidR="00066545" w:rsidRPr="00ED1A1D">
        <w:t>23</w:t>
      </w:r>
      <w:r w:rsidRPr="00ED1A1D">
        <w:t>/1</w:t>
      </w:r>
      <w:r w:rsidR="00066545" w:rsidRPr="00ED1A1D">
        <w:t>9</w:t>
      </w:r>
      <w:r w:rsidRPr="00ED1A1D">
        <w:t xml:space="preserve"> (1</w:t>
      </w:r>
      <w:r w:rsidR="00066545" w:rsidRPr="00ED1A1D">
        <w:t>9</w:t>
      </w:r>
      <w:r w:rsidRPr="00ED1A1D">
        <w:t>-0</w:t>
      </w:r>
      <w:r w:rsidR="00066545" w:rsidRPr="00ED1A1D">
        <w:t>29</w:t>
      </w:r>
      <w:r w:rsidRPr="00ED1A1D">
        <w:t xml:space="preserve">) </w:t>
      </w:r>
    </w:p>
    <w:p w14:paraId="78E15F07" w14:textId="4837363C" w:rsidR="00A84D04" w:rsidRPr="00ED1A1D" w:rsidRDefault="00A84D04" w:rsidP="002E68BE">
      <w:pPr>
        <w:pStyle w:val="BodyText3"/>
      </w:pPr>
      <w:r w:rsidRPr="00ED1A1D">
        <w:t>73758</w:t>
      </w:r>
      <w:r w:rsidRPr="00ED1A1D">
        <w:tab/>
        <w:t>Part 52, Functional Design and Qualification, and Preservice and Inservice Testing Programs for Pumps, Valves and Dynamic Restraints</w:t>
      </w:r>
      <w:r w:rsidR="002E68BE" w:rsidRPr="00ED1A1D">
        <w:br/>
      </w:r>
      <w:r w:rsidR="00D43971" w:rsidRPr="00ED1A1D">
        <w:t>0</w:t>
      </w:r>
      <w:r w:rsidR="00562A67" w:rsidRPr="00ED1A1D">
        <w:t>2/06/20</w:t>
      </w:r>
      <w:r w:rsidR="00D43971" w:rsidRPr="00ED1A1D">
        <w:t xml:space="preserve"> (</w:t>
      </w:r>
      <w:r w:rsidR="00562A67" w:rsidRPr="00ED1A1D">
        <w:t>20</w:t>
      </w:r>
      <w:r w:rsidR="00D43971" w:rsidRPr="00ED1A1D">
        <w:t>-0</w:t>
      </w:r>
      <w:r w:rsidR="00562A67" w:rsidRPr="00ED1A1D">
        <w:t>07</w:t>
      </w:r>
      <w:r w:rsidRPr="00ED1A1D">
        <w:t>)</w:t>
      </w:r>
    </w:p>
    <w:p w14:paraId="49115DCD" w14:textId="77777777" w:rsidR="00123CD1" w:rsidRPr="00ED1A1D" w:rsidRDefault="00123CD1" w:rsidP="00616E37">
      <w:pPr>
        <w:pStyle w:val="BodyText2"/>
      </w:pPr>
      <w:r w:rsidRPr="00ED1A1D">
        <w:t>7400</w:t>
      </w:r>
      <w:r w:rsidRPr="00ED1A1D">
        <w:tab/>
      </w:r>
      <w:r w:rsidRPr="00ED1A1D">
        <w:rPr>
          <w:u w:val="single"/>
        </w:rPr>
        <w:t>Reserved</w:t>
      </w:r>
    </w:p>
    <w:p w14:paraId="5BE025ED" w14:textId="0081D0DA" w:rsidR="00123CD1" w:rsidRDefault="00123CD1" w:rsidP="003A2CD9">
      <w:pPr>
        <w:pStyle w:val="BodyText2"/>
        <w:outlineLvl w:val="1"/>
        <w:rPr>
          <w:u w:val="single"/>
        </w:rPr>
      </w:pPr>
      <w:r w:rsidRPr="00ED1A1D">
        <w:t>7500</w:t>
      </w:r>
      <w:r w:rsidRPr="00ED1A1D">
        <w:tab/>
      </w:r>
      <w:r w:rsidRPr="00ED1A1D">
        <w:rPr>
          <w:u w:val="single"/>
        </w:rPr>
        <w:t>Reserved</w:t>
      </w:r>
      <w:r w:rsidR="00364A01" w:rsidRPr="00ED1A1D">
        <w:rPr>
          <w:u w:val="single"/>
        </w:rPr>
        <w:t xml:space="preserve"> for ARCOP</w:t>
      </w:r>
    </w:p>
    <w:p w14:paraId="3BFF3F5A" w14:textId="33654591" w:rsidR="00D27AAA" w:rsidRDefault="00D27AAA" w:rsidP="00D54627">
      <w:pPr>
        <w:pStyle w:val="BodyText3"/>
      </w:pPr>
      <w:r>
        <w:t>75000</w:t>
      </w:r>
      <w:r>
        <w:tab/>
        <w:t>RESERVED for ARCOP</w:t>
      </w:r>
    </w:p>
    <w:p w14:paraId="1859F09E" w14:textId="6E1879A2" w:rsidR="00601105" w:rsidRDefault="00601105" w:rsidP="00D54627">
      <w:pPr>
        <w:pStyle w:val="BodyText3"/>
      </w:pPr>
      <w:r>
        <w:t>75100</w:t>
      </w:r>
      <w:r w:rsidR="008F635B">
        <w:tab/>
        <w:t>RESERVED for Security</w:t>
      </w:r>
    </w:p>
    <w:p w14:paraId="41A13F01" w14:textId="38A0A2AE" w:rsidR="00D54627" w:rsidRDefault="00601105" w:rsidP="00D54627">
      <w:pPr>
        <w:pStyle w:val="BodyText3"/>
      </w:pPr>
      <w:r>
        <w:t>75100.01</w:t>
      </w:r>
      <w:r w:rsidR="008F635B">
        <w:tab/>
        <w:t>RESERVED</w:t>
      </w:r>
      <w:r w:rsidR="00671BE1">
        <w:t xml:space="preserve"> </w:t>
      </w:r>
      <w:r w:rsidR="007C741D">
        <w:t>Access Authorization</w:t>
      </w:r>
    </w:p>
    <w:p w14:paraId="694AC76E" w14:textId="14C592AA" w:rsidR="00AB7018" w:rsidRDefault="00AB7018" w:rsidP="00D54627">
      <w:pPr>
        <w:pStyle w:val="BodyText3"/>
      </w:pPr>
      <w:r>
        <w:lastRenderedPageBreak/>
        <w:t>75100.02</w:t>
      </w:r>
      <w:r w:rsidR="008F635B">
        <w:tab/>
        <w:t xml:space="preserve">RESERVED </w:t>
      </w:r>
      <w:r w:rsidR="00525987">
        <w:t>Access Control</w:t>
      </w:r>
    </w:p>
    <w:p w14:paraId="415C8AF0" w14:textId="485E4C15" w:rsidR="00671BE1" w:rsidRDefault="00671BE1" w:rsidP="00D54627">
      <w:pPr>
        <w:pStyle w:val="BodyText3"/>
      </w:pPr>
      <w:r>
        <w:t>75100.03</w:t>
      </w:r>
      <w:r>
        <w:tab/>
        <w:t>RESERVED</w:t>
      </w:r>
      <w:r w:rsidR="00525987">
        <w:t xml:space="preserve"> </w:t>
      </w:r>
      <w:r w:rsidR="00525987" w:rsidRPr="00525987">
        <w:t>Performance Evaluation Program</w:t>
      </w:r>
    </w:p>
    <w:p w14:paraId="4883E9F4" w14:textId="755B46B4" w:rsidR="00671BE1" w:rsidRDefault="00671BE1" w:rsidP="00D54627">
      <w:pPr>
        <w:pStyle w:val="BodyText3"/>
      </w:pPr>
      <w:r>
        <w:t>75100.04</w:t>
      </w:r>
      <w:r>
        <w:tab/>
        <w:t>RESERVED</w:t>
      </w:r>
      <w:r w:rsidR="00EA488D">
        <w:t xml:space="preserve"> </w:t>
      </w:r>
      <w:r w:rsidR="00EA488D" w:rsidRPr="00EA488D">
        <w:t>Equipment Performance, Testing, and Maintenance</w:t>
      </w:r>
    </w:p>
    <w:p w14:paraId="76487B2B" w14:textId="3319F5DA" w:rsidR="00671BE1" w:rsidRPr="00ED1A1D" w:rsidRDefault="00671BE1" w:rsidP="00671BE1">
      <w:pPr>
        <w:pStyle w:val="BodyText3"/>
      </w:pPr>
      <w:r>
        <w:t>75100.05</w:t>
      </w:r>
      <w:r>
        <w:tab/>
        <w:t>RESERVED</w:t>
      </w:r>
      <w:r w:rsidR="00EA488D">
        <w:t xml:space="preserve"> </w:t>
      </w:r>
      <w:r w:rsidR="00EA488D" w:rsidRPr="00EA488D">
        <w:t>Protective Strategy Evaluation</w:t>
      </w:r>
    </w:p>
    <w:p w14:paraId="56D94A21" w14:textId="7DA7A894" w:rsidR="00671BE1" w:rsidRPr="00ED1A1D" w:rsidRDefault="00671BE1" w:rsidP="00671BE1">
      <w:pPr>
        <w:pStyle w:val="BodyText3"/>
      </w:pPr>
      <w:r>
        <w:t>75100.06</w:t>
      </w:r>
      <w:r>
        <w:tab/>
        <w:t>RESERVED</w:t>
      </w:r>
      <w:r w:rsidR="00EA488D">
        <w:t xml:space="preserve"> </w:t>
      </w:r>
      <w:r w:rsidR="00EA488D" w:rsidRPr="00EA488D">
        <w:t>Protection of Safeguards Information (SGI)</w:t>
      </w:r>
    </w:p>
    <w:p w14:paraId="65C91DC8" w14:textId="0B90E826" w:rsidR="00671BE1" w:rsidRPr="00ED1A1D" w:rsidRDefault="00671BE1" w:rsidP="00671BE1">
      <w:pPr>
        <w:pStyle w:val="BodyText3"/>
      </w:pPr>
      <w:r>
        <w:t>75100.07</w:t>
      </w:r>
      <w:r>
        <w:tab/>
        <w:t>RESERVED</w:t>
      </w:r>
      <w:r w:rsidR="00EA488D">
        <w:t xml:space="preserve"> </w:t>
      </w:r>
      <w:r w:rsidR="00EA488D" w:rsidRPr="00EA488D">
        <w:t>Security Training</w:t>
      </w:r>
    </w:p>
    <w:p w14:paraId="612D1AA3" w14:textId="30D90E70" w:rsidR="00671BE1" w:rsidRPr="00ED1A1D" w:rsidRDefault="00671BE1" w:rsidP="00671BE1">
      <w:pPr>
        <w:pStyle w:val="BodyText3"/>
      </w:pPr>
      <w:r>
        <w:t>75100.08</w:t>
      </w:r>
      <w:r>
        <w:tab/>
        <w:t>RESERVED</w:t>
      </w:r>
      <w:r w:rsidR="008439E7">
        <w:t xml:space="preserve"> </w:t>
      </w:r>
      <w:r w:rsidR="008439E7" w:rsidRPr="008439E7">
        <w:t>Fitness-for-Duty (FFD) Operational Program</w:t>
      </w:r>
    </w:p>
    <w:p w14:paraId="026DF558" w14:textId="559FAFB0" w:rsidR="00671BE1" w:rsidRPr="00ED1A1D" w:rsidRDefault="00671BE1" w:rsidP="00671BE1">
      <w:pPr>
        <w:pStyle w:val="BodyText3"/>
      </w:pPr>
      <w:r>
        <w:t>75100</w:t>
      </w:r>
      <w:r w:rsidR="00BB519A">
        <w:t>.09</w:t>
      </w:r>
      <w:r>
        <w:tab/>
        <w:t>RESERVED</w:t>
      </w:r>
      <w:r w:rsidR="00A360E7">
        <w:t xml:space="preserve"> Cyber</w:t>
      </w:r>
      <w:r w:rsidR="00D958B5">
        <w:t>security inspection for pre-fuel load construction</w:t>
      </w:r>
    </w:p>
    <w:p w14:paraId="2B038B63" w14:textId="626DCA2E" w:rsidR="00671BE1" w:rsidRPr="00ED1A1D" w:rsidRDefault="00671BE1" w:rsidP="00671BE1">
      <w:pPr>
        <w:pStyle w:val="BodyText3"/>
      </w:pPr>
      <w:r>
        <w:t>75100</w:t>
      </w:r>
      <w:r w:rsidR="00BB519A">
        <w:t>.10</w:t>
      </w:r>
      <w:r>
        <w:tab/>
        <w:t>RESERVED</w:t>
      </w:r>
      <w:r w:rsidR="008439E7">
        <w:t xml:space="preserve"> </w:t>
      </w:r>
      <w:r w:rsidR="008439E7" w:rsidRPr="008439E7">
        <w:t>Security Organization, Management Effectiveness, Program Reviews and Audits</w:t>
      </w:r>
    </w:p>
    <w:p w14:paraId="2390C094" w14:textId="61FCDF9C" w:rsidR="00671BE1" w:rsidRPr="00ED1A1D" w:rsidRDefault="00671BE1" w:rsidP="00671BE1">
      <w:pPr>
        <w:pStyle w:val="BodyText3"/>
      </w:pPr>
      <w:r>
        <w:t>75100</w:t>
      </w:r>
      <w:r w:rsidR="00BB519A">
        <w:t>.11</w:t>
      </w:r>
      <w:r>
        <w:tab/>
        <w:t>RESERVED</w:t>
      </w:r>
      <w:r w:rsidR="008439E7">
        <w:t xml:space="preserve"> </w:t>
      </w:r>
      <w:r w:rsidR="008439E7" w:rsidRPr="008439E7">
        <w:t>Material Control and Accounting (MC&amp;A)</w:t>
      </w:r>
    </w:p>
    <w:p w14:paraId="2FD36A95" w14:textId="7190EECE" w:rsidR="00671BE1" w:rsidRPr="00ED1A1D" w:rsidRDefault="00671BE1" w:rsidP="00671BE1">
      <w:pPr>
        <w:pStyle w:val="BodyText3"/>
      </w:pPr>
      <w:r>
        <w:t>75100</w:t>
      </w:r>
      <w:r w:rsidR="00BB519A">
        <w:t>.12</w:t>
      </w:r>
      <w:r>
        <w:tab/>
        <w:t>RESERVED</w:t>
      </w:r>
    </w:p>
    <w:p w14:paraId="670A4FB9" w14:textId="57458106" w:rsidR="00671BE1" w:rsidRPr="00ED1A1D" w:rsidRDefault="00671BE1" w:rsidP="00671BE1">
      <w:pPr>
        <w:pStyle w:val="BodyText3"/>
      </w:pPr>
      <w:r>
        <w:t>75100</w:t>
      </w:r>
      <w:r w:rsidR="00BB519A">
        <w:t>.13</w:t>
      </w:r>
      <w:r>
        <w:tab/>
        <w:t>RESERVED</w:t>
      </w:r>
    </w:p>
    <w:p w14:paraId="78EB4843" w14:textId="25A180FB" w:rsidR="00671BE1" w:rsidRPr="00ED1A1D" w:rsidRDefault="00671BE1" w:rsidP="00671BE1">
      <w:pPr>
        <w:pStyle w:val="BodyText3"/>
      </w:pPr>
      <w:r>
        <w:t>75100</w:t>
      </w:r>
      <w:r w:rsidR="00BB519A">
        <w:t>.14</w:t>
      </w:r>
      <w:r>
        <w:tab/>
        <w:t>RESERVED</w:t>
      </w:r>
      <w:r w:rsidR="00D62225">
        <w:t xml:space="preserve"> </w:t>
      </w:r>
      <w:r w:rsidR="00D62225" w:rsidRPr="00D62225">
        <w:t>Review of New Reactor Target Sets</w:t>
      </w:r>
    </w:p>
    <w:p w14:paraId="6AB41630" w14:textId="446FEBB1" w:rsidR="00D958B5" w:rsidRDefault="00671BE1" w:rsidP="00D958B5">
      <w:pPr>
        <w:pStyle w:val="BodyText3"/>
      </w:pPr>
      <w:r>
        <w:t>75100</w:t>
      </w:r>
      <w:r w:rsidR="00BB519A">
        <w:t>.15</w:t>
      </w:r>
      <w:r>
        <w:tab/>
        <w:t>RESERVED</w:t>
      </w:r>
      <w:r w:rsidR="00D958B5">
        <w:t xml:space="preserve"> Cybersecurity inspection for post-fuel load construction</w:t>
      </w:r>
    </w:p>
    <w:p w14:paraId="18B5D509" w14:textId="072B0CD1" w:rsidR="00851364" w:rsidRDefault="00851364" w:rsidP="00D958B5">
      <w:pPr>
        <w:pStyle w:val="BodyText3"/>
      </w:pPr>
      <w:r>
        <w:t>75100.16</w:t>
      </w:r>
      <w:r>
        <w:tab/>
        <w:t xml:space="preserve">RESERVED </w:t>
      </w:r>
    </w:p>
    <w:p w14:paraId="5673AA54" w14:textId="5C845369" w:rsidR="004736F8" w:rsidRDefault="004736F8" w:rsidP="00D958B5">
      <w:pPr>
        <w:pStyle w:val="BodyText3"/>
      </w:pPr>
      <w:r>
        <w:t>75100.17</w:t>
      </w:r>
      <w:r>
        <w:tab/>
        <w:t>RESERVED</w:t>
      </w:r>
    </w:p>
    <w:p w14:paraId="791A9076" w14:textId="4A1DB825" w:rsidR="004736F8" w:rsidRPr="00ED1A1D" w:rsidRDefault="004736F8" w:rsidP="00D958B5">
      <w:pPr>
        <w:pStyle w:val="BodyText3"/>
      </w:pPr>
      <w:r>
        <w:t>75100.18</w:t>
      </w:r>
      <w:r>
        <w:tab/>
        <w:t>RESERVED</w:t>
      </w:r>
    </w:p>
    <w:p w14:paraId="39252429" w14:textId="59196286" w:rsidR="00671BE1" w:rsidRDefault="004736F8" w:rsidP="00671BE1">
      <w:pPr>
        <w:pStyle w:val="BodyText3"/>
      </w:pPr>
      <w:r>
        <w:t xml:space="preserve">75100.19 </w:t>
      </w:r>
      <w:r>
        <w:tab/>
        <w:t>RESERVED</w:t>
      </w:r>
    </w:p>
    <w:p w14:paraId="2D847C05" w14:textId="56427EA3" w:rsidR="004736F8" w:rsidRDefault="004736F8" w:rsidP="00671BE1">
      <w:pPr>
        <w:pStyle w:val="BodyText3"/>
      </w:pPr>
      <w:r>
        <w:t xml:space="preserve">75100.20 </w:t>
      </w:r>
      <w:r>
        <w:tab/>
        <w:t>RESERVED</w:t>
      </w:r>
    </w:p>
    <w:p w14:paraId="4616F515" w14:textId="77777777" w:rsidR="007B0DD2" w:rsidRDefault="007B0DD2" w:rsidP="00671BE1">
      <w:pPr>
        <w:pStyle w:val="BodyText3"/>
      </w:pPr>
    </w:p>
    <w:p w14:paraId="163F86CD" w14:textId="2BDA512E" w:rsidR="007B0DD2" w:rsidRPr="00ED1A1D" w:rsidRDefault="007B0DD2" w:rsidP="00671BE1">
      <w:pPr>
        <w:pStyle w:val="BodyText3"/>
      </w:pPr>
      <w:r>
        <w:t>75200–75299</w:t>
      </w:r>
      <w:r w:rsidR="005E7E08">
        <w:tab/>
      </w:r>
      <w:r>
        <w:t>RESERVED for ARCOP Operational Readiness</w:t>
      </w:r>
    </w:p>
    <w:p w14:paraId="03B48671" w14:textId="77777777" w:rsidR="00123CD1" w:rsidRPr="00ED1A1D" w:rsidRDefault="00123CD1" w:rsidP="00616E37">
      <w:pPr>
        <w:pStyle w:val="BodyText2"/>
      </w:pPr>
      <w:r w:rsidRPr="00ED1A1D">
        <w:t>7600</w:t>
      </w:r>
      <w:r w:rsidRPr="00ED1A1D">
        <w:tab/>
      </w:r>
      <w:r w:rsidRPr="00ED1A1D">
        <w:rPr>
          <w:u w:val="single"/>
        </w:rPr>
        <w:t>Reserved</w:t>
      </w:r>
    </w:p>
    <w:p w14:paraId="6A64E071" w14:textId="77777777" w:rsidR="00123CD1" w:rsidRPr="00ED1A1D" w:rsidRDefault="00123CD1" w:rsidP="00616E37">
      <w:pPr>
        <w:pStyle w:val="BodyText2"/>
        <w:rPr>
          <w:u w:val="single"/>
        </w:rPr>
      </w:pPr>
      <w:r w:rsidRPr="00ED1A1D">
        <w:t>7700</w:t>
      </w:r>
      <w:r w:rsidRPr="00ED1A1D">
        <w:tab/>
      </w:r>
      <w:r w:rsidRPr="00ED1A1D">
        <w:rPr>
          <w:u w:val="single"/>
        </w:rPr>
        <w:t>Reserved</w:t>
      </w:r>
    </w:p>
    <w:p w14:paraId="1EEC100B" w14:textId="6EF24827" w:rsidR="00123CD1" w:rsidRPr="00ED1A1D" w:rsidRDefault="00E86772" w:rsidP="00616E37">
      <w:pPr>
        <w:pStyle w:val="BodyText2"/>
        <w:rPr>
          <w:u w:val="single"/>
        </w:rPr>
      </w:pPr>
      <w:r w:rsidRPr="00ED1A1D">
        <w:t>7800</w:t>
      </w:r>
      <w:r w:rsidRPr="00ED1A1D">
        <w:tab/>
      </w:r>
      <w:r w:rsidR="00123CD1" w:rsidRPr="00ED1A1D">
        <w:rPr>
          <w:u w:val="single"/>
        </w:rPr>
        <w:t>High Level Waste</w:t>
      </w:r>
    </w:p>
    <w:p w14:paraId="1317F193" w14:textId="30435D9B" w:rsidR="00425351" w:rsidRPr="00ED1A1D" w:rsidRDefault="00123CD1" w:rsidP="002E68BE">
      <w:pPr>
        <w:pStyle w:val="BodyText3"/>
      </w:pPr>
      <w:r w:rsidRPr="00ED1A1D">
        <w:t>78010</w:t>
      </w:r>
      <w:r w:rsidRPr="00ED1A1D">
        <w:tab/>
        <w:t>10 CFR Part 21 Program 09/11/08 (08-026)</w:t>
      </w:r>
    </w:p>
    <w:p w14:paraId="6EB3EAEB" w14:textId="77777777" w:rsidR="003C3A98" w:rsidRPr="00ED1A1D" w:rsidRDefault="003C3A98" w:rsidP="00616E37">
      <w:pPr>
        <w:pStyle w:val="BodyText2"/>
      </w:pPr>
      <w:r w:rsidRPr="00ED1A1D">
        <w:t>7900</w:t>
      </w:r>
      <w:r w:rsidRPr="00ED1A1D">
        <w:tab/>
      </w:r>
      <w:r w:rsidR="006A65C8" w:rsidRPr="00ED1A1D">
        <w:rPr>
          <w:u w:val="single"/>
        </w:rPr>
        <w:t xml:space="preserve">Water </w:t>
      </w:r>
      <w:r w:rsidRPr="00ED1A1D">
        <w:rPr>
          <w:u w:val="single"/>
        </w:rPr>
        <w:t>Chemistry</w:t>
      </w:r>
    </w:p>
    <w:p w14:paraId="759113B4" w14:textId="236ADE33" w:rsidR="00322333" w:rsidRPr="00ED1A1D" w:rsidRDefault="00322333" w:rsidP="002E68BE">
      <w:pPr>
        <w:pStyle w:val="BodyText3"/>
      </w:pPr>
      <w:r w:rsidRPr="00ED1A1D">
        <w:t>79503</w:t>
      </w:r>
      <w:r w:rsidRPr="00ED1A1D">
        <w:tab/>
      </w:r>
      <w:r w:rsidR="00D91340" w:rsidRPr="00ED1A1D">
        <w:t>RESERVED</w:t>
      </w:r>
      <w:r w:rsidR="0021490F" w:rsidRPr="00ED1A1D">
        <w:t xml:space="preserve"> for Part 52 </w:t>
      </w:r>
      <w:r w:rsidRPr="00ED1A1D">
        <w:t>LWR Water Chem. Control &amp; Chem. Analysis (Pre-Op and Supp)</w:t>
      </w:r>
    </w:p>
    <w:p w14:paraId="59ADEA1C" w14:textId="55DB0AAA" w:rsidR="00D10742" w:rsidRPr="00ED1A1D" w:rsidRDefault="00D10742" w:rsidP="002E68BE">
      <w:pPr>
        <w:pStyle w:val="BodyText3"/>
      </w:pPr>
      <w:r w:rsidRPr="00ED1A1D">
        <w:t>79504</w:t>
      </w:r>
      <w:r w:rsidRPr="00ED1A1D">
        <w:tab/>
      </w:r>
      <w:r w:rsidR="00D91340" w:rsidRPr="00ED1A1D">
        <w:t>RESERVED</w:t>
      </w:r>
      <w:r w:rsidR="0021490F" w:rsidRPr="00ED1A1D">
        <w:t xml:space="preserve"> for Part 52 </w:t>
      </w:r>
      <w:r w:rsidRPr="00ED1A1D">
        <w:t>Plant systems Affecting Plant Water Chem.</w:t>
      </w:r>
    </w:p>
    <w:p w14:paraId="7FFB089D" w14:textId="4F35082E" w:rsidR="003C3A98" w:rsidRPr="00ED1A1D" w:rsidRDefault="003C3A98" w:rsidP="002E68BE">
      <w:pPr>
        <w:pStyle w:val="BodyText3"/>
      </w:pPr>
      <w:r w:rsidRPr="00ED1A1D">
        <w:t>79702</w:t>
      </w:r>
      <w:r w:rsidRPr="00ED1A1D">
        <w:tab/>
        <w:t xml:space="preserve">Control and </w:t>
      </w:r>
      <w:r w:rsidR="00E052FC" w:rsidRPr="00ED1A1D">
        <w:t>M</w:t>
      </w:r>
      <w:r w:rsidRPr="00ED1A1D">
        <w:t>onitoring of Radiological Source Term</w:t>
      </w:r>
      <w:r w:rsidR="00CD7385" w:rsidRPr="00ED1A1D">
        <w:t xml:space="preserve"> </w:t>
      </w:r>
      <w:r w:rsidRPr="00ED1A1D">
        <w:t>04/17/00 (00-006</w:t>
      </w:r>
      <w:proofErr w:type="gramStart"/>
      <w:r w:rsidRPr="00ED1A1D">
        <w:t>)</w:t>
      </w:r>
      <w:r w:rsidR="005C50A3" w:rsidRPr="00ED1A1D">
        <w:t xml:space="preserve">  R</w:t>
      </w:r>
      <w:proofErr w:type="gramEnd"/>
    </w:p>
    <w:p w14:paraId="3C0F0ACD" w14:textId="77777777" w:rsidR="003C3A98" w:rsidRPr="00ED1A1D" w:rsidRDefault="003C3A98" w:rsidP="0026436D">
      <w:pPr>
        <w:pStyle w:val="Heading1"/>
      </w:pPr>
      <w:r w:rsidRPr="00ED1A1D">
        <w:t>8000</w:t>
      </w:r>
      <w:r w:rsidRPr="00ED1A1D">
        <w:tab/>
      </w:r>
      <w:r w:rsidRPr="00ED1A1D">
        <w:rPr>
          <w:u w:val="single"/>
        </w:rPr>
        <w:t>Environmental Protection</w:t>
      </w:r>
    </w:p>
    <w:p w14:paraId="29F1F0ED" w14:textId="4087A02E" w:rsidR="0072743E" w:rsidRPr="00ED1A1D" w:rsidRDefault="00042C2C" w:rsidP="002E68BE">
      <w:pPr>
        <w:pStyle w:val="BodyText3"/>
      </w:pPr>
      <w:r w:rsidRPr="00ED1A1D">
        <w:t>80211</w:t>
      </w:r>
      <w:r w:rsidR="0072743E" w:rsidRPr="00ED1A1D">
        <w:tab/>
      </w:r>
      <w:r w:rsidR="00D91340" w:rsidRPr="00ED1A1D">
        <w:t>RESERVED</w:t>
      </w:r>
      <w:r w:rsidR="0021490F" w:rsidRPr="00ED1A1D">
        <w:t xml:space="preserve"> for Part 52 </w:t>
      </w:r>
      <w:r w:rsidRPr="00ED1A1D">
        <w:t>Environmental Protection - Initial &amp; Periodic Inspection</w:t>
      </w:r>
    </w:p>
    <w:p w14:paraId="16D4FB2E" w14:textId="16D81847" w:rsidR="0072743E" w:rsidRPr="00ED1A1D" w:rsidRDefault="00042C2C" w:rsidP="002E68BE">
      <w:pPr>
        <w:pStyle w:val="BodyText3"/>
      </w:pPr>
      <w:r w:rsidRPr="00ED1A1D">
        <w:t>80522</w:t>
      </w:r>
      <w:r w:rsidR="0072743E" w:rsidRPr="00ED1A1D">
        <w:tab/>
      </w:r>
      <w:r w:rsidRPr="00ED1A1D">
        <w:t>Part 52</w:t>
      </w:r>
      <w:r w:rsidR="00756B24" w:rsidRPr="00ED1A1D">
        <w:t>,</w:t>
      </w:r>
      <w:r w:rsidRPr="00ED1A1D">
        <w:t xml:space="preserve"> Radiological Environmental Monitoring Program</w:t>
      </w:r>
      <w:r w:rsidR="0072743E" w:rsidRPr="00ED1A1D">
        <w:t xml:space="preserve"> (REMP) </w:t>
      </w:r>
      <w:r w:rsidR="009A6BA7" w:rsidRPr="00ED1A1D">
        <w:br/>
      </w:r>
      <w:r w:rsidR="00021479" w:rsidRPr="00ED1A1D">
        <w:t xml:space="preserve">05/07/20 </w:t>
      </w:r>
      <w:r w:rsidR="00F4240A" w:rsidRPr="00ED1A1D">
        <w:t>(</w:t>
      </w:r>
      <w:r w:rsidR="00021479" w:rsidRPr="00ED1A1D">
        <w:t>20-024</w:t>
      </w:r>
      <w:r w:rsidR="00F4240A" w:rsidRPr="00ED1A1D">
        <w:t xml:space="preserve">) </w:t>
      </w:r>
    </w:p>
    <w:p w14:paraId="49F9A638" w14:textId="0D1E41E1" w:rsidR="003C3A98" w:rsidRPr="00ED1A1D" w:rsidRDefault="00667878" w:rsidP="002E68BE">
      <w:pPr>
        <w:pStyle w:val="BodyText3"/>
      </w:pPr>
      <w:r w:rsidRPr="00ED1A1D">
        <w:t>80600</w:t>
      </w:r>
      <w:r w:rsidR="00B06AA4" w:rsidRPr="00ED1A1D">
        <w:tab/>
      </w:r>
      <w:r w:rsidR="00D91340" w:rsidRPr="00ED1A1D">
        <w:t>RESERVED</w:t>
      </w:r>
      <w:r w:rsidR="00B06AA4" w:rsidRPr="00ED1A1D">
        <w:t xml:space="preserve"> for Independent Assessment of Site Radiological Conditions</w:t>
      </w:r>
    </w:p>
    <w:p w14:paraId="75628E64" w14:textId="77777777" w:rsidR="003C3A98" w:rsidRPr="00ED1A1D" w:rsidRDefault="003C3A98" w:rsidP="002F13A8">
      <w:pPr>
        <w:pStyle w:val="Heading2"/>
      </w:pPr>
      <w:r w:rsidRPr="00ED1A1D">
        <w:lastRenderedPageBreak/>
        <w:t>8100</w:t>
      </w:r>
      <w:r w:rsidRPr="00ED1A1D">
        <w:tab/>
      </w:r>
      <w:r w:rsidRPr="00ED1A1D">
        <w:rPr>
          <w:u w:val="single"/>
        </w:rPr>
        <w:t>Physical Security</w:t>
      </w:r>
    </w:p>
    <w:p w14:paraId="7A33456D" w14:textId="06119CF9" w:rsidR="005E6DEB" w:rsidRPr="00ED1A1D" w:rsidRDefault="00667878" w:rsidP="002E68BE">
      <w:pPr>
        <w:pStyle w:val="BodyText3"/>
      </w:pPr>
      <w:r w:rsidRPr="00ED1A1D">
        <w:t>81000</w:t>
      </w:r>
      <w:r w:rsidRPr="00ED1A1D">
        <w:tab/>
      </w:r>
      <w:r w:rsidR="005E6DEB" w:rsidRPr="00ED1A1D">
        <w:t xml:space="preserve">Security </w:t>
      </w:r>
      <w:r w:rsidR="00EB503E">
        <w:t>10/28/24 (24-033)</w:t>
      </w:r>
    </w:p>
    <w:p w14:paraId="1BFB6887" w14:textId="08ADE5C2" w:rsidR="00C9110F" w:rsidRPr="00ED1A1D" w:rsidRDefault="00622FC2" w:rsidP="002E68BE">
      <w:pPr>
        <w:pStyle w:val="BodyText3"/>
      </w:pPr>
      <w:r w:rsidRPr="00ED1A1D">
        <w:t>81000.01</w:t>
      </w:r>
      <w:r w:rsidRPr="00ED1A1D">
        <w:tab/>
      </w:r>
      <w:r w:rsidR="00C9110F" w:rsidRPr="00ED1A1D">
        <w:t>Access Authorization</w:t>
      </w:r>
      <w:r w:rsidR="00E64A2F" w:rsidRPr="00ED1A1D">
        <w:t xml:space="preserve"> </w:t>
      </w:r>
      <w:r w:rsidR="002619CA" w:rsidRPr="00ED1A1D">
        <w:t>07/24/24 (24-021)</w:t>
      </w:r>
    </w:p>
    <w:p w14:paraId="16E5B553" w14:textId="60AE39C2" w:rsidR="00C9110F" w:rsidRPr="00ED1A1D" w:rsidRDefault="00C9110F" w:rsidP="002E68BE">
      <w:pPr>
        <w:pStyle w:val="BodyText3"/>
      </w:pPr>
      <w:r w:rsidRPr="00ED1A1D">
        <w:t>81000.02</w:t>
      </w:r>
      <w:r w:rsidRPr="00ED1A1D">
        <w:tab/>
        <w:t>Access Control</w:t>
      </w:r>
      <w:r w:rsidR="00E64A2F" w:rsidRPr="00ED1A1D">
        <w:t xml:space="preserve"> </w:t>
      </w:r>
      <w:r w:rsidR="003B3BEA">
        <w:t>11/04/24</w:t>
      </w:r>
      <w:r w:rsidR="00E64A2F" w:rsidRPr="00ED1A1D">
        <w:t xml:space="preserve"> (</w:t>
      </w:r>
      <w:r w:rsidR="003B3BEA">
        <w:t>24-035</w:t>
      </w:r>
      <w:r w:rsidR="00622FC2" w:rsidRPr="00ED1A1D">
        <w:t>)</w:t>
      </w:r>
    </w:p>
    <w:p w14:paraId="0569E010" w14:textId="23B0754D" w:rsidR="00C9110F" w:rsidRPr="00ED1A1D" w:rsidRDefault="00C9110F" w:rsidP="002E68BE">
      <w:pPr>
        <w:pStyle w:val="BodyText3"/>
      </w:pPr>
      <w:r w:rsidRPr="00ED1A1D">
        <w:t>81000.03</w:t>
      </w:r>
      <w:r w:rsidRPr="00ED1A1D">
        <w:tab/>
        <w:t>Performance Evaluation Program</w:t>
      </w:r>
      <w:r w:rsidR="00622FC2" w:rsidRPr="00ED1A1D">
        <w:t xml:space="preserve"> </w:t>
      </w:r>
      <w:r w:rsidR="00D176C6">
        <w:t>12/10/24 (24-041)</w:t>
      </w:r>
    </w:p>
    <w:p w14:paraId="49C56E0C" w14:textId="38D0B557" w:rsidR="008C102A" w:rsidRPr="00ED1A1D" w:rsidRDefault="00C9110F" w:rsidP="002E68BE">
      <w:pPr>
        <w:pStyle w:val="BodyText3"/>
      </w:pPr>
      <w:r w:rsidRPr="00ED1A1D">
        <w:t>81000.04</w:t>
      </w:r>
      <w:r w:rsidRPr="00ED1A1D">
        <w:tab/>
        <w:t>Equipment Performance, Testing and Maintenance</w:t>
      </w:r>
      <w:r w:rsidR="00622FC2" w:rsidRPr="00ED1A1D">
        <w:t xml:space="preserve"> </w:t>
      </w:r>
      <w:r w:rsidR="008E4AE6">
        <w:t>11/04/24</w:t>
      </w:r>
      <w:r w:rsidR="008E4AE6" w:rsidRPr="00ED1A1D">
        <w:t xml:space="preserve"> (</w:t>
      </w:r>
      <w:r w:rsidR="008E4AE6">
        <w:t>24-035</w:t>
      </w:r>
      <w:r w:rsidR="008E4AE6" w:rsidRPr="00ED1A1D">
        <w:t>)</w:t>
      </w:r>
    </w:p>
    <w:p w14:paraId="361BB0F4" w14:textId="084354C1" w:rsidR="00C9110F" w:rsidRPr="00ED1A1D" w:rsidRDefault="00C9110F" w:rsidP="002E68BE">
      <w:pPr>
        <w:pStyle w:val="BodyText3"/>
      </w:pPr>
      <w:r w:rsidRPr="00ED1A1D">
        <w:t>81000.05</w:t>
      </w:r>
      <w:r w:rsidRPr="00ED1A1D">
        <w:tab/>
        <w:t>Protective Strategy Evaluation</w:t>
      </w:r>
      <w:r w:rsidR="000034ED" w:rsidRPr="00ED1A1D">
        <w:t xml:space="preserve"> </w:t>
      </w:r>
      <w:r w:rsidR="008E4AE6">
        <w:t>11/04/24</w:t>
      </w:r>
      <w:r w:rsidR="008E4AE6" w:rsidRPr="00ED1A1D">
        <w:t xml:space="preserve"> (</w:t>
      </w:r>
      <w:r w:rsidR="008E4AE6">
        <w:t>24-035</w:t>
      </w:r>
      <w:r w:rsidR="008E4AE6" w:rsidRPr="00ED1A1D">
        <w:t>)</w:t>
      </w:r>
    </w:p>
    <w:p w14:paraId="5F605E60" w14:textId="39553F1A" w:rsidR="0067770B" w:rsidRPr="00ED1A1D" w:rsidRDefault="0067770B" w:rsidP="002E68BE">
      <w:pPr>
        <w:pStyle w:val="BodyText3"/>
      </w:pPr>
      <w:r w:rsidRPr="00ED1A1D">
        <w:t>81000.06</w:t>
      </w:r>
      <w:r w:rsidRPr="00ED1A1D">
        <w:tab/>
        <w:t xml:space="preserve">Protection of Safeguards Information </w:t>
      </w:r>
      <w:r w:rsidR="00421F65">
        <w:t>12/13/24 (24-043)</w:t>
      </w:r>
    </w:p>
    <w:p w14:paraId="0F116BA2" w14:textId="53192C97" w:rsidR="00C9110F" w:rsidRPr="00ED1A1D" w:rsidRDefault="00C9110F" w:rsidP="002E68BE">
      <w:pPr>
        <w:pStyle w:val="BodyText3"/>
      </w:pPr>
      <w:r w:rsidRPr="00ED1A1D">
        <w:t>81000.07</w:t>
      </w:r>
      <w:r w:rsidRPr="00ED1A1D">
        <w:tab/>
      </w:r>
      <w:r w:rsidR="00622FC2" w:rsidRPr="00ED1A1D">
        <w:t xml:space="preserve">Security Training </w:t>
      </w:r>
      <w:r w:rsidR="00421F65">
        <w:t>12/13/24 (24-043)</w:t>
      </w:r>
    </w:p>
    <w:p w14:paraId="2A5AE8C4" w14:textId="59C527BC" w:rsidR="005E6DEB" w:rsidRPr="00ED1A1D" w:rsidRDefault="00622FC2" w:rsidP="002E68BE">
      <w:pPr>
        <w:pStyle w:val="BodyText3"/>
      </w:pPr>
      <w:r w:rsidRPr="00ED1A1D">
        <w:t>81000.08</w:t>
      </w:r>
      <w:r w:rsidRPr="00ED1A1D">
        <w:tab/>
        <w:t>Fitness</w:t>
      </w:r>
      <w:r w:rsidR="000A36D9" w:rsidRPr="00ED1A1D">
        <w:t>-</w:t>
      </w:r>
      <w:r w:rsidRPr="00ED1A1D">
        <w:t>f</w:t>
      </w:r>
      <w:r w:rsidR="005E6DEB" w:rsidRPr="00ED1A1D">
        <w:t>or</w:t>
      </w:r>
      <w:r w:rsidR="000A36D9" w:rsidRPr="00ED1A1D">
        <w:t>-</w:t>
      </w:r>
      <w:r w:rsidR="005E6DEB" w:rsidRPr="00ED1A1D">
        <w:t>Duty Program</w:t>
      </w:r>
      <w:r w:rsidRPr="00ED1A1D">
        <w:t xml:space="preserve"> </w:t>
      </w:r>
      <w:r w:rsidR="0049252E">
        <w:t>10/29/24 (24-033)</w:t>
      </w:r>
    </w:p>
    <w:p w14:paraId="7CA0628B" w14:textId="77777777" w:rsidR="00BC3ECA" w:rsidRPr="00ED1A1D" w:rsidRDefault="00BC3ECA" w:rsidP="002E68BE">
      <w:pPr>
        <w:pStyle w:val="BodyText3"/>
      </w:pPr>
      <w:r w:rsidRPr="00ED1A1D">
        <w:t>81000.09</w:t>
      </w:r>
      <w:r w:rsidRPr="00ED1A1D">
        <w:tab/>
        <w:t>Cyber</w:t>
      </w:r>
      <w:r w:rsidR="00AD3F15" w:rsidRPr="00ED1A1D">
        <w:t xml:space="preserve"> Security Inspection for Construction 09/30/16 (16-025)</w:t>
      </w:r>
    </w:p>
    <w:p w14:paraId="2FF1694E" w14:textId="1D4090B7" w:rsidR="00C9110F" w:rsidRPr="00ED1A1D" w:rsidRDefault="00C9110F" w:rsidP="002E68BE">
      <w:pPr>
        <w:pStyle w:val="BodyText3"/>
      </w:pPr>
      <w:r w:rsidRPr="00ED1A1D">
        <w:t>81000.10</w:t>
      </w:r>
      <w:r w:rsidRPr="00ED1A1D">
        <w:tab/>
        <w:t>Security Organization, Management Effectiveness, Program Reviews and Audits</w:t>
      </w:r>
      <w:r w:rsidR="00622FC2" w:rsidRPr="00ED1A1D">
        <w:t xml:space="preserve"> </w:t>
      </w:r>
      <w:r w:rsidR="00D176C6">
        <w:t>12/10/24 (24-041)</w:t>
      </w:r>
    </w:p>
    <w:p w14:paraId="5B61A416" w14:textId="07C3B247" w:rsidR="00C9110F" w:rsidRPr="00ED1A1D" w:rsidRDefault="00622FC2" w:rsidP="002E68BE">
      <w:pPr>
        <w:pStyle w:val="BodyText3"/>
      </w:pPr>
      <w:r w:rsidRPr="00ED1A1D">
        <w:t>81000.11</w:t>
      </w:r>
      <w:r w:rsidRPr="00ED1A1D">
        <w:tab/>
      </w:r>
      <w:r w:rsidR="00C9110F" w:rsidRPr="00ED1A1D">
        <w:t>Mat</w:t>
      </w:r>
      <w:r w:rsidRPr="00ED1A1D">
        <w:t>erial Control and Accounting</w:t>
      </w:r>
      <w:r w:rsidR="0088536B" w:rsidRPr="00ED1A1D">
        <w:t xml:space="preserve"> (MC&amp;A)</w:t>
      </w:r>
      <w:r w:rsidRPr="00ED1A1D">
        <w:t xml:space="preserve"> </w:t>
      </w:r>
      <w:r w:rsidR="00D863D5">
        <w:t>11/22/24 (24-037)</w:t>
      </w:r>
    </w:p>
    <w:p w14:paraId="1EEBF223" w14:textId="1006D3A6" w:rsidR="00FA2939" w:rsidRDefault="00B17676" w:rsidP="00FA2939">
      <w:pPr>
        <w:pStyle w:val="BodyText3"/>
      </w:pPr>
      <w:r>
        <w:t>81000.12</w:t>
      </w:r>
      <w:r w:rsidR="00FA2939">
        <w:tab/>
        <w:t>RESERVED for Cybersecurity Restart Inspection – Pre- fuel load</w:t>
      </w:r>
    </w:p>
    <w:p w14:paraId="5CB4DF09" w14:textId="03F18261" w:rsidR="00FA2939" w:rsidRDefault="00B17676" w:rsidP="00FA2939">
      <w:pPr>
        <w:pStyle w:val="BodyText3"/>
      </w:pPr>
      <w:r>
        <w:t>81000.13</w:t>
      </w:r>
      <w:r w:rsidR="00FA2939">
        <w:tab/>
        <w:t>RESERVED for Cybersecurity Restart Inspection – Post Fuel Load</w:t>
      </w:r>
    </w:p>
    <w:p w14:paraId="4BE0B629" w14:textId="17295A56" w:rsidR="00016F00" w:rsidRDefault="00016F00" w:rsidP="002E68BE">
      <w:pPr>
        <w:pStyle w:val="BodyText3"/>
      </w:pPr>
      <w:r w:rsidRPr="00ED1A1D">
        <w:t>81000.14</w:t>
      </w:r>
      <w:r w:rsidRPr="00ED1A1D">
        <w:tab/>
        <w:t>Review of Ne</w:t>
      </w:r>
      <w:r w:rsidR="00110611" w:rsidRPr="00ED1A1D">
        <w:t xml:space="preserve">w </w:t>
      </w:r>
      <w:r w:rsidR="000E501D" w:rsidRPr="00ED1A1D">
        <w:t xml:space="preserve">Power </w:t>
      </w:r>
      <w:r w:rsidR="00110611" w:rsidRPr="00ED1A1D">
        <w:t xml:space="preserve">Reactor Target Sets </w:t>
      </w:r>
      <w:r w:rsidR="008E4AE6">
        <w:t>11/04/24</w:t>
      </w:r>
      <w:r w:rsidR="008E4AE6" w:rsidRPr="00ED1A1D">
        <w:t xml:space="preserve"> (</w:t>
      </w:r>
      <w:r w:rsidR="008E4AE6">
        <w:t>24-035</w:t>
      </w:r>
      <w:r w:rsidR="008E4AE6" w:rsidRPr="00ED1A1D">
        <w:t>)</w:t>
      </w:r>
    </w:p>
    <w:p w14:paraId="47AAAE4A" w14:textId="7C5883F5" w:rsidR="00E21C8E" w:rsidRDefault="00E21C8E" w:rsidP="002E68BE">
      <w:pPr>
        <w:pStyle w:val="BodyText3"/>
      </w:pPr>
      <w:r>
        <w:t>81000.15</w:t>
      </w:r>
      <w:r w:rsidR="009417AA">
        <w:tab/>
        <w:t xml:space="preserve">RESERVED </w:t>
      </w:r>
      <w:r w:rsidR="00BD0D5B">
        <w:t xml:space="preserve">for </w:t>
      </w:r>
      <w:r w:rsidR="00BD0D5B" w:rsidRPr="00BD0D5B">
        <w:t>Cyber</w:t>
      </w:r>
      <w:r w:rsidR="00260002">
        <w:t>s</w:t>
      </w:r>
      <w:r w:rsidR="00BD0D5B" w:rsidRPr="00BD0D5B">
        <w:t>ecurity Inspection for Post-Fuel Load Construction</w:t>
      </w:r>
    </w:p>
    <w:p w14:paraId="06B91864" w14:textId="35E7C237" w:rsidR="00A84D04" w:rsidRPr="00ED1A1D" w:rsidRDefault="00A84D04" w:rsidP="002E68BE">
      <w:pPr>
        <w:pStyle w:val="BodyText3"/>
      </w:pPr>
      <w:r w:rsidRPr="00ED1A1D">
        <w:t>81072</w:t>
      </w:r>
      <w:r w:rsidRPr="00ED1A1D">
        <w:tab/>
        <w:t>Access Control (Power Reactor) - Packages 05/09/84 (84-15)</w:t>
      </w:r>
      <w:r w:rsidR="006723B2" w:rsidRPr="00ED1A1D">
        <w:t xml:space="preserve"> R</w:t>
      </w:r>
    </w:p>
    <w:p w14:paraId="05E97179" w14:textId="12C20849" w:rsidR="00123CD1" w:rsidRPr="00ED1A1D" w:rsidRDefault="00123CD1" w:rsidP="002E68BE">
      <w:pPr>
        <w:pStyle w:val="BodyText3"/>
      </w:pPr>
      <w:r w:rsidRPr="00ED1A1D">
        <w:t>81120</w:t>
      </w:r>
      <w:r w:rsidRPr="00ED1A1D">
        <w:tab/>
        <w:t>Inspection Requirements and Guidance for Additional Security Measures for the Physical Protection in Transit for Radioactive Material Quantities of Concern 04/01/10 (10-010)</w:t>
      </w:r>
      <w:r w:rsidR="000E729C" w:rsidRPr="00ED1A1D">
        <w:t xml:space="preserve"> </w:t>
      </w:r>
      <w:r w:rsidRPr="00ED1A1D">
        <w:t>(Note this IP contains safeguards material)</w:t>
      </w:r>
    </w:p>
    <w:p w14:paraId="67B2EAD3" w14:textId="0B9C2494" w:rsidR="00123CD1" w:rsidRPr="00ED1A1D" w:rsidRDefault="00123CD1" w:rsidP="002E68BE">
      <w:pPr>
        <w:pStyle w:val="BodyText3"/>
      </w:pPr>
      <w:r w:rsidRPr="00ED1A1D">
        <w:t>81200</w:t>
      </w:r>
      <w:r w:rsidRPr="00ED1A1D">
        <w:tab/>
        <w:t xml:space="preserve">Security </w:t>
      </w:r>
      <w:r w:rsidR="006E69FA" w:rsidRPr="00ED1A1D">
        <w:t>07/28/20</w:t>
      </w:r>
      <w:r w:rsidRPr="00ED1A1D">
        <w:t xml:space="preserve"> (</w:t>
      </w:r>
      <w:r w:rsidR="006E69FA" w:rsidRPr="00ED1A1D">
        <w:t>20-035</w:t>
      </w:r>
      <w:r w:rsidRPr="00ED1A1D">
        <w:t>)</w:t>
      </w:r>
    </w:p>
    <w:p w14:paraId="2D139CC8" w14:textId="20E0B66A" w:rsidR="00123CD1" w:rsidRPr="00ED1A1D" w:rsidRDefault="00123CD1" w:rsidP="002E68BE">
      <w:pPr>
        <w:pStyle w:val="BodyText3"/>
      </w:pPr>
      <w:r w:rsidRPr="00ED1A1D">
        <w:t>81200.01</w:t>
      </w:r>
      <w:r w:rsidRPr="00ED1A1D">
        <w:tab/>
        <w:t xml:space="preserve">Access Authorization for Decommissioning Nuclear Power Reactors </w:t>
      </w:r>
      <w:r w:rsidR="0028118E" w:rsidRPr="00ED1A1D">
        <w:br/>
      </w:r>
      <w:r w:rsidR="00E04869" w:rsidRPr="00ED1A1D">
        <w:t>05/07/20</w:t>
      </w:r>
      <w:r w:rsidRPr="00ED1A1D">
        <w:t xml:space="preserve"> (</w:t>
      </w:r>
      <w:r w:rsidR="00E04869" w:rsidRPr="00ED1A1D">
        <w:t>20-024</w:t>
      </w:r>
      <w:r w:rsidRPr="00ED1A1D">
        <w:t>)</w:t>
      </w:r>
    </w:p>
    <w:p w14:paraId="16380DA6" w14:textId="67C2C8F6" w:rsidR="00123CD1" w:rsidRPr="00ED1A1D" w:rsidRDefault="00123CD1" w:rsidP="002E68BE">
      <w:pPr>
        <w:pStyle w:val="BodyText3"/>
      </w:pPr>
      <w:r w:rsidRPr="00ED1A1D">
        <w:t>81200.02</w:t>
      </w:r>
      <w:r w:rsidRPr="00ED1A1D">
        <w:tab/>
        <w:t xml:space="preserve">Access Control for Decommissioning Nuclear Power Reactors </w:t>
      </w:r>
      <w:bookmarkStart w:id="57" w:name="_Hlk53670081"/>
      <w:r w:rsidR="00C975A9" w:rsidRPr="00ED1A1D">
        <w:br/>
      </w:r>
      <w:r w:rsidR="00826AB1" w:rsidRPr="00ED1A1D">
        <w:t>10/16/20</w:t>
      </w:r>
      <w:r w:rsidRPr="00ED1A1D">
        <w:t xml:space="preserve"> </w:t>
      </w:r>
      <w:bookmarkEnd w:id="57"/>
      <w:r w:rsidRPr="00ED1A1D">
        <w:t>(</w:t>
      </w:r>
      <w:r w:rsidR="00826AB1" w:rsidRPr="00ED1A1D">
        <w:t>20</w:t>
      </w:r>
      <w:r w:rsidR="00C975A9" w:rsidRPr="00ED1A1D">
        <w:noBreakHyphen/>
      </w:r>
      <w:r w:rsidR="00826AB1" w:rsidRPr="00ED1A1D">
        <w:t>051</w:t>
      </w:r>
      <w:r w:rsidRPr="00ED1A1D">
        <w:t>)</w:t>
      </w:r>
    </w:p>
    <w:p w14:paraId="7F705F49" w14:textId="36A47802" w:rsidR="00123CD1" w:rsidRPr="00ED1A1D" w:rsidRDefault="00CE6157" w:rsidP="002E68BE">
      <w:pPr>
        <w:pStyle w:val="BodyText3"/>
      </w:pPr>
      <w:r w:rsidRPr="00ED1A1D">
        <w:t>81200.03</w:t>
      </w:r>
      <w:r w:rsidRPr="00ED1A1D">
        <w:tab/>
        <w:t>RESERVED</w:t>
      </w:r>
      <w:r w:rsidR="00123CD1" w:rsidRPr="00ED1A1D">
        <w:t xml:space="preserve"> for Decommissioning Force-on-Force Testing</w:t>
      </w:r>
    </w:p>
    <w:p w14:paraId="15046663" w14:textId="5F3EAA62" w:rsidR="00123CD1" w:rsidRPr="00ED1A1D" w:rsidRDefault="00123CD1" w:rsidP="002E68BE">
      <w:pPr>
        <w:pStyle w:val="BodyText3"/>
      </w:pPr>
      <w:r w:rsidRPr="00ED1A1D">
        <w:t>81200.04</w:t>
      </w:r>
      <w:r w:rsidRPr="00ED1A1D">
        <w:tab/>
        <w:t xml:space="preserve">Equipment Performance, Testing, and Maintenance for Decommissioning </w:t>
      </w:r>
      <w:r w:rsidR="00002F9D" w:rsidRPr="00ED1A1D">
        <w:br/>
      </w:r>
      <w:r w:rsidRPr="00ED1A1D">
        <w:t xml:space="preserve">Nuclear Power Reactors </w:t>
      </w:r>
      <w:bookmarkStart w:id="58" w:name="_Hlk60743317"/>
      <w:r w:rsidR="00B2450A" w:rsidRPr="00ED1A1D">
        <w:t>01/05/21</w:t>
      </w:r>
      <w:r w:rsidRPr="00ED1A1D">
        <w:t xml:space="preserve"> </w:t>
      </w:r>
      <w:bookmarkEnd w:id="58"/>
      <w:r w:rsidRPr="00ED1A1D">
        <w:t>(</w:t>
      </w:r>
      <w:r w:rsidR="00B2450A" w:rsidRPr="00ED1A1D">
        <w:t>21-001</w:t>
      </w:r>
      <w:r w:rsidRPr="00ED1A1D">
        <w:t>)</w:t>
      </w:r>
    </w:p>
    <w:p w14:paraId="64D8A8F9" w14:textId="021B53D6" w:rsidR="00A33493" w:rsidRPr="00ED1A1D" w:rsidRDefault="00A33493" w:rsidP="002E68BE">
      <w:pPr>
        <w:pStyle w:val="BodyText3"/>
      </w:pPr>
      <w:r w:rsidRPr="00ED1A1D">
        <w:t>81200.05</w:t>
      </w:r>
      <w:r w:rsidRPr="00ED1A1D">
        <w:tab/>
      </w:r>
      <w:r w:rsidR="00DD2FF0" w:rsidRPr="00ED1A1D">
        <w:t xml:space="preserve">Protective Strategy Evaluation and Performance Evaluation Program for Decommissioning Nuclear Power Reactors </w:t>
      </w:r>
      <w:bookmarkStart w:id="59" w:name="_Hlk60743335"/>
      <w:r w:rsidR="00B2450A" w:rsidRPr="00ED1A1D">
        <w:t>01/05/21</w:t>
      </w:r>
      <w:r w:rsidR="00DD2FF0" w:rsidRPr="00ED1A1D">
        <w:t xml:space="preserve"> </w:t>
      </w:r>
      <w:bookmarkEnd w:id="59"/>
      <w:r w:rsidR="00DD2FF0" w:rsidRPr="00ED1A1D">
        <w:t>(</w:t>
      </w:r>
      <w:r w:rsidR="00B2450A" w:rsidRPr="00ED1A1D">
        <w:t>21-001</w:t>
      </w:r>
      <w:r w:rsidR="00DD2FF0" w:rsidRPr="00ED1A1D">
        <w:t>)</w:t>
      </w:r>
    </w:p>
    <w:p w14:paraId="66D73D75" w14:textId="6D6BF13C" w:rsidR="0034126C" w:rsidRPr="00ED1A1D" w:rsidRDefault="0034126C" w:rsidP="002E68BE">
      <w:pPr>
        <w:pStyle w:val="BodyText3"/>
      </w:pPr>
      <w:r w:rsidRPr="00ED1A1D">
        <w:t>81200.06</w:t>
      </w:r>
      <w:r w:rsidRPr="00ED1A1D">
        <w:tab/>
        <w:t xml:space="preserve">Protection of Safeguards Information for Decommissioning Nuclear Power Reactors </w:t>
      </w:r>
      <w:bookmarkStart w:id="60" w:name="_Hlk60743378"/>
      <w:r w:rsidR="00B2450A" w:rsidRPr="00ED1A1D">
        <w:t>01/05/21</w:t>
      </w:r>
      <w:r w:rsidRPr="00ED1A1D">
        <w:t xml:space="preserve"> </w:t>
      </w:r>
      <w:bookmarkEnd w:id="60"/>
      <w:r w:rsidRPr="00ED1A1D">
        <w:t>(</w:t>
      </w:r>
      <w:r w:rsidR="00B2450A" w:rsidRPr="00ED1A1D">
        <w:t>21-001</w:t>
      </w:r>
      <w:r w:rsidRPr="00ED1A1D">
        <w:t>)</w:t>
      </w:r>
    </w:p>
    <w:p w14:paraId="269CC842" w14:textId="333077B8" w:rsidR="00DD2FF0" w:rsidRPr="00ED1A1D" w:rsidRDefault="00A33493" w:rsidP="002E68BE">
      <w:pPr>
        <w:pStyle w:val="BodyText3"/>
      </w:pPr>
      <w:r w:rsidRPr="00ED1A1D">
        <w:t>81200.07</w:t>
      </w:r>
      <w:r w:rsidRPr="00ED1A1D">
        <w:tab/>
        <w:t>Security Training</w:t>
      </w:r>
      <w:r w:rsidR="00DD2FF0" w:rsidRPr="00ED1A1D">
        <w:t xml:space="preserve"> for Decommissioning Nuclear Power Reactor</w:t>
      </w:r>
      <w:r w:rsidR="00AE3DBF" w:rsidRPr="00ED1A1D">
        <w:t>s</w:t>
      </w:r>
      <w:r w:rsidR="00DD2FF0" w:rsidRPr="00ED1A1D">
        <w:t xml:space="preserve"> </w:t>
      </w:r>
      <w:r w:rsidR="00002F9D" w:rsidRPr="00ED1A1D">
        <w:br/>
      </w:r>
      <w:r w:rsidR="00D4048A" w:rsidRPr="00ED1A1D">
        <w:t>04</w:t>
      </w:r>
      <w:r w:rsidR="00DD2FF0" w:rsidRPr="00ED1A1D">
        <w:t>/</w:t>
      </w:r>
      <w:r w:rsidR="00D4048A" w:rsidRPr="00ED1A1D">
        <w:t>01</w:t>
      </w:r>
      <w:r w:rsidR="00DD2FF0" w:rsidRPr="00ED1A1D">
        <w:t>/</w:t>
      </w:r>
      <w:r w:rsidR="00D4048A" w:rsidRPr="00ED1A1D">
        <w:t>21</w:t>
      </w:r>
      <w:r w:rsidR="00DD2FF0" w:rsidRPr="00ED1A1D">
        <w:t xml:space="preserve"> (</w:t>
      </w:r>
      <w:r w:rsidR="00D4048A" w:rsidRPr="00ED1A1D">
        <w:t>21</w:t>
      </w:r>
      <w:r w:rsidR="00DD2FF0" w:rsidRPr="00ED1A1D">
        <w:t>-</w:t>
      </w:r>
      <w:r w:rsidR="00D4048A" w:rsidRPr="00ED1A1D">
        <w:t>017</w:t>
      </w:r>
      <w:r w:rsidR="00DD2FF0" w:rsidRPr="00ED1A1D">
        <w:t>)</w:t>
      </w:r>
    </w:p>
    <w:p w14:paraId="67BB454B" w14:textId="656DA6A2" w:rsidR="00A33493" w:rsidRPr="00ED1A1D" w:rsidRDefault="00A33493" w:rsidP="002E68BE">
      <w:pPr>
        <w:pStyle w:val="BodyText3"/>
      </w:pPr>
      <w:r w:rsidRPr="00ED1A1D">
        <w:t>81200.08</w:t>
      </w:r>
      <w:r w:rsidRPr="00ED1A1D">
        <w:tab/>
      </w:r>
      <w:r w:rsidR="00A545FE" w:rsidRPr="00ED1A1D">
        <w:t>RESERVED</w:t>
      </w:r>
      <w:r w:rsidRPr="00ED1A1D">
        <w:t xml:space="preserve"> for Decommissioning Fitness for Duty Program</w:t>
      </w:r>
    </w:p>
    <w:p w14:paraId="3AB2466D" w14:textId="7280FF0C" w:rsidR="000B43FD" w:rsidRPr="00ED1A1D" w:rsidRDefault="000B43FD" w:rsidP="002E68BE">
      <w:pPr>
        <w:pStyle w:val="BodyText3"/>
      </w:pPr>
      <w:r w:rsidRPr="00ED1A1D">
        <w:t>81200.09</w:t>
      </w:r>
      <w:r w:rsidRPr="00ED1A1D">
        <w:tab/>
        <w:t xml:space="preserve">Security Plan Changes for Decommissioning Power Reactors </w:t>
      </w:r>
      <w:r w:rsidR="00002F9D" w:rsidRPr="00ED1A1D">
        <w:br/>
      </w:r>
      <w:r w:rsidRPr="00ED1A1D">
        <w:t>02/18/21 (21-009)</w:t>
      </w:r>
    </w:p>
    <w:p w14:paraId="644488AE" w14:textId="59C57448" w:rsidR="00DA6174" w:rsidRPr="00ED1A1D" w:rsidRDefault="003F56D8" w:rsidP="002E68BE">
      <w:pPr>
        <w:pStyle w:val="BodyText3"/>
      </w:pPr>
      <w:r w:rsidRPr="00ED1A1D">
        <w:t>81200.</w:t>
      </w:r>
      <w:r w:rsidR="00DA6174" w:rsidRPr="00ED1A1D">
        <w:t>10</w:t>
      </w:r>
      <w:r w:rsidR="00DA6174" w:rsidRPr="00ED1A1D">
        <w:tab/>
      </w:r>
      <w:r w:rsidR="00A545FE" w:rsidRPr="00ED1A1D">
        <w:t>RESERVED</w:t>
      </w:r>
      <w:r w:rsidR="00DA6174" w:rsidRPr="00ED1A1D">
        <w:t xml:space="preserve"> for Decommissioning Cyber Security</w:t>
      </w:r>
    </w:p>
    <w:p w14:paraId="343C672F" w14:textId="070AD0FE" w:rsidR="00410CB8" w:rsidRPr="00ED1A1D" w:rsidRDefault="00E57E15" w:rsidP="002E68BE">
      <w:pPr>
        <w:pStyle w:val="BodyText3"/>
      </w:pPr>
      <w:r w:rsidRPr="00ED1A1D">
        <w:t>81200.11</w:t>
      </w:r>
      <w:r w:rsidRPr="00ED1A1D">
        <w:tab/>
      </w:r>
      <w:r w:rsidR="00A545FE" w:rsidRPr="00ED1A1D">
        <w:t>RESERVED</w:t>
      </w:r>
      <w:r w:rsidRPr="00ED1A1D">
        <w:t xml:space="preserve"> for Decommissioning Material Control and Accounting</w:t>
      </w:r>
    </w:p>
    <w:p w14:paraId="0C4F461A" w14:textId="450043CA" w:rsidR="00A84D04" w:rsidRPr="00ED1A1D" w:rsidRDefault="00A84D04" w:rsidP="002E68BE">
      <w:pPr>
        <w:pStyle w:val="BodyText3"/>
      </w:pPr>
      <w:r w:rsidRPr="00ED1A1D">
        <w:t>81200.14</w:t>
      </w:r>
      <w:r w:rsidRPr="00ED1A1D">
        <w:tab/>
        <w:t xml:space="preserve">Review of Decommissioning Target Sets </w:t>
      </w:r>
      <w:bookmarkStart w:id="61" w:name="_Hlk60743413"/>
      <w:r w:rsidR="00B2450A" w:rsidRPr="00ED1A1D">
        <w:t>01/05/21</w:t>
      </w:r>
      <w:r w:rsidRPr="00ED1A1D">
        <w:t xml:space="preserve"> </w:t>
      </w:r>
      <w:bookmarkEnd w:id="61"/>
      <w:r w:rsidRPr="00ED1A1D">
        <w:t>(</w:t>
      </w:r>
      <w:r w:rsidR="00B2450A" w:rsidRPr="00ED1A1D">
        <w:t>21</w:t>
      </w:r>
      <w:r w:rsidRPr="00ED1A1D">
        <w:t>-001)</w:t>
      </w:r>
    </w:p>
    <w:p w14:paraId="51A7DDEC" w14:textId="0A4B10C8" w:rsidR="00A84D04" w:rsidRPr="00ED1A1D" w:rsidRDefault="00A84D04" w:rsidP="002E68BE">
      <w:pPr>
        <w:pStyle w:val="BodyText3"/>
      </w:pPr>
      <w:r w:rsidRPr="00ED1A1D">
        <w:t>81310</w:t>
      </w:r>
      <w:r w:rsidRPr="00ED1A1D">
        <w:tab/>
        <w:t xml:space="preserve">Physical Protection of Shipments of Irradiated Fuel </w:t>
      </w:r>
      <w:r w:rsidR="00002F9D" w:rsidRPr="00ED1A1D">
        <w:br/>
      </w:r>
      <w:r w:rsidRPr="00ED1A1D">
        <w:t>12/22/08 (08-037)</w:t>
      </w:r>
    </w:p>
    <w:p w14:paraId="2FF9909C" w14:textId="27412C3E" w:rsidR="00A84D04" w:rsidRPr="00ED1A1D" w:rsidRDefault="00A84D04" w:rsidP="002E68BE">
      <w:pPr>
        <w:pStyle w:val="BodyText3"/>
      </w:pPr>
      <w:r w:rsidRPr="00ED1A1D">
        <w:t>81311</w:t>
      </w:r>
      <w:r w:rsidRPr="00ED1A1D">
        <w:tab/>
        <w:t>Physical Security Requirements for Independent Spent Fuel St</w:t>
      </w:r>
      <w:r w:rsidR="000664AE" w:rsidRPr="00ED1A1D">
        <w:t>orag</w:t>
      </w:r>
      <w:r w:rsidR="00281A4B" w:rsidRPr="00ED1A1D">
        <w:t xml:space="preserve">e Installations </w:t>
      </w:r>
      <w:bookmarkStart w:id="62" w:name="_Hlk52874706"/>
      <w:r w:rsidR="00890272" w:rsidRPr="00ED1A1D">
        <w:t>06/28/22 (22-014)</w:t>
      </w:r>
      <w:bookmarkEnd w:id="62"/>
    </w:p>
    <w:p w14:paraId="142D7D67" w14:textId="4105D452" w:rsidR="00A84D04" w:rsidRPr="00ED1A1D" w:rsidRDefault="00A84D04" w:rsidP="002E68BE">
      <w:pPr>
        <w:pStyle w:val="BodyText3"/>
      </w:pPr>
      <w:r w:rsidRPr="00ED1A1D">
        <w:t>81335</w:t>
      </w:r>
      <w:r w:rsidRPr="00ED1A1D">
        <w:tab/>
        <w:t xml:space="preserve">Physical Protection of Shipments of Special Nuclear Material of Moderate Strategic Significance </w:t>
      </w:r>
      <w:r w:rsidR="00910101" w:rsidRPr="00ED1A1D">
        <w:t>02/07/24</w:t>
      </w:r>
      <w:r w:rsidR="00345E59" w:rsidRPr="00ED1A1D">
        <w:t xml:space="preserve"> (24-006)</w:t>
      </w:r>
    </w:p>
    <w:p w14:paraId="30308BE5" w14:textId="757A429E" w:rsidR="00A84D04" w:rsidRPr="00ED1A1D" w:rsidRDefault="00A84D04" w:rsidP="002E68BE">
      <w:pPr>
        <w:pStyle w:val="BodyText3"/>
      </w:pPr>
      <w:r w:rsidRPr="00ED1A1D">
        <w:t>81340</w:t>
      </w:r>
      <w:r w:rsidRPr="00ED1A1D">
        <w:tab/>
        <w:t>Physical Protection of Shipments of Special Nuclear Material of Low Strategic Significance (SNM-LSS) 11/23/09 (09-028)</w:t>
      </w:r>
    </w:p>
    <w:p w14:paraId="5C1574AC" w14:textId="358975D5" w:rsidR="00A84D04" w:rsidRPr="00ED1A1D" w:rsidRDefault="00A84D04" w:rsidP="002E68BE">
      <w:pPr>
        <w:pStyle w:val="BodyText3"/>
      </w:pPr>
      <w:r w:rsidRPr="00ED1A1D">
        <w:lastRenderedPageBreak/>
        <w:t>81360</w:t>
      </w:r>
      <w:r w:rsidRPr="00ED1A1D">
        <w:tab/>
        <w:t>General Requirements for Physical Protection of Formula</w:t>
      </w:r>
      <w:r w:rsidR="009D7AE8" w:rsidRPr="00ED1A1D">
        <w:br/>
      </w:r>
      <w:r w:rsidRPr="00ED1A1D">
        <w:t>Quantities of Special Nuclear Material in Transit 12/02/09 (09-029)</w:t>
      </w:r>
    </w:p>
    <w:p w14:paraId="3E29DF13" w14:textId="7AD41729" w:rsidR="00A84D04" w:rsidRPr="00ED1A1D" w:rsidRDefault="00A84D04" w:rsidP="002E68BE">
      <w:pPr>
        <w:pStyle w:val="BodyText3"/>
      </w:pPr>
      <w:r w:rsidRPr="00ED1A1D">
        <w:t>81365</w:t>
      </w:r>
      <w:r w:rsidRPr="00ED1A1D">
        <w:tab/>
        <w:t>Records, Reports, and Planning for Physical Protection of Formula Quantities of Special Nuclear Material in Transit 11/23/09 (09-028)</w:t>
      </w:r>
    </w:p>
    <w:p w14:paraId="675FA7A7" w14:textId="1FFAFD4C" w:rsidR="00A84D04" w:rsidRPr="00ED1A1D" w:rsidRDefault="00A84D04" w:rsidP="002E68BE">
      <w:pPr>
        <w:pStyle w:val="BodyText3"/>
      </w:pPr>
      <w:r w:rsidRPr="00ED1A1D">
        <w:t>81370</w:t>
      </w:r>
      <w:r w:rsidRPr="00ED1A1D">
        <w:tab/>
        <w:t>Specific Requirements for Physical Protection of</w:t>
      </w:r>
      <w:r w:rsidR="004D5CB3" w:rsidRPr="00ED1A1D">
        <w:t xml:space="preserve"> </w:t>
      </w:r>
      <w:r w:rsidRPr="00ED1A1D">
        <w:t>Formula Quantities of Special Nuclear Material</w:t>
      </w:r>
      <w:r w:rsidR="00730D9F" w:rsidRPr="00ED1A1D">
        <w:t xml:space="preserve"> </w:t>
      </w:r>
      <w:r w:rsidRPr="00ED1A1D">
        <w:t>in</w:t>
      </w:r>
      <w:r w:rsidR="004D5CB3" w:rsidRPr="00ED1A1D">
        <w:t xml:space="preserve"> </w:t>
      </w:r>
      <w:r w:rsidRPr="00ED1A1D">
        <w:t>Transit 12/22/08 (08-037)</w:t>
      </w:r>
    </w:p>
    <w:p w14:paraId="5BAFA402" w14:textId="58C8874A" w:rsidR="00A84D04" w:rsidRPr="00ED1A1D" w:rsidRDefault="00A84D04" w:rsidP="002E68BE">
      <w:pPr>
        <w:pStyle w:val="BodyText3"/>
      </w:pPr>
      <w:r w:rsidRPr="00ED1A1D">
        <w:t>81402</w:t>
      </w:r>
      <w:r w:rsidRPr="00ED1A1D">
        <w:tab/>
        <w:t>Report</w:t>
      </w:r>
      <w:r w:rsidR="002E4488" w:rsidRPr="00ED1A1D">
        <w:t xml:space="preserve">ing </w:t>
      </w:r>
      <w:r w:rsidRPr="00ED1A1D">
        <w:t>of Safeguards Events 11/23/09 (09-028)</w:t>
      </w:r>
    </w:p>
    <w:p w14:paraId="68975230" w14:textId="5D49EB97" w:rsidR="00A84D04" w:rsidRPr="00ED1A1D" w:rsidRDefault="00A84D04" w:rsidP="002E68BE">
      <w:pPr>
        <w:pStyle w:val="BodyText3"/>
      </w:pPr>
      <w:r w:rsidRPr="00ED1A1D">
        <w:t>81421</w:t>
      </w:r>
      <w:r w:rsidRPr="00ED1A1D">
        <w:tab/>
        <w:t xml:space="preserve">Fixed Site Physical Protection of Special Nuclear Material of Moderate Strategic Significance </w:t>
      </w:r>
      <w:r w:rsidR="00345E59" w:rsidRPr="00ED1A1D">
        <w:t>02/07/24 (24-006)</w:t>
      </w:r>
    </w:p>
    <w:p w14:paraId="74799B7D" w14:textId="69605563" w:rsidR="00A84D04" w:rsidRPr="00ED1A1D" w:rsidRDefault="00A84D04" w:rsidP="002E68BE">
      <w:pPr>
        <w:pStyle w:val="BodyText3"/>
      </w:pPr>
      <w:r w:rsidRPr="00ED1A1D">
        <w:t>81431</w:t>
      </w:r>
      <w:r w:rsidRPr="00ED1A1D">
        <w:tab/>
        <w:t>Fixed Site Physical Protection of Special Nuclear</w:t>
      </w:r>
      <w:r w:rsidR="009D7AE8" w:rsidRPr="00ED1A1D">
        <w:br/>
      </w:r>
      <w:r w:rsidRPr="00ED1A1D">
        <w:t>Material of Low Strategic Significance 10/24/12 (12-025)</w:t>
      </w:r>
    </w:p>
    <w:p w14:paraId="0B5CBA87" w14:textId="436734C6" w:rsidR="00A84D04" w:rsidRPr="00ED1A1D" w:rsidRDefault="00A84D04" w:rsidP="002E68BE">
      <w:pPr>
        <w:pStyle w:val="BodyText3"/>
      </w:pPr>
      <w:r w:rsidRPr="00ED1A1D">
        <w:t>81501</w:t>
      </w:r>
      <w:r w:rsidRPr="00ED1A1D">
        <w:tab/>
        <w:t>Personnel Training and Qualification - General Requirements</w:t>
      </w:r>
      <w:r w:rsidR="009D7AE8" w:rsidRPr="00ED1A1D">
        <w:br/>
      </w:r>
      <w:r w:rsidRPr="00ED1A1D">
        <w:t>12/02/09 (09-029)</w:t>
      </w:r>
    </w:p>
    <w:p w14:paraId="7F6C7EDE" w14:textId="2453F192" w:rsidR="00B13C2E" w:rsidRPr="00ED1A1D" w:rsidRDefault="00A84D04" w:rsidP="002E68BE">
      <w:pPr>
        <w:pStyle w:val="BodyText3"/>
      </w:pPr>
      <w:r w:rsidRPr="00ED1A1D">
        <w:t>81504</w:t>
      </w:r>
      <w:r w:rsidRPr="00ED1A1D">
        <w:tab/>
        <w:t>Fitness for Duty Progra</w:t>
      </w:r>
      <w:r w:rsidR="00B13C2E" w:rsidRPr="00ED1A1D">
        <w:t>m for Construction 10/15/09 (09-0</w:t>
      </w:r>
      <w:r w:rsidRPr="00ED1A1D">
        <w:t>24)</w:t>
      </w:r>
    </w:p>
    <w:p w14:paraId="7F158CB4" w14:textId="2EF5BCAC" w:rsidR="0067770B" w:rsidRPr="00ED1A1D" w:rsidRDefault="00B13C2E" w:rsidP="002E68BE">
      <w:pPr>
        <w:pStyle w:val="BodyText3"/>
      </w:pPr>
      <w:r w:rsidRPr="00ED1A1D">
        <w:t>81505</w:t>
      </w:r>
      <w:r w:rsidR="009D7AE8" w:rsidRPr="00ED1A1D">
        <w:tab/>
      </w:r>
      <w:r w:rsidRPr="00ED1A1D">
        <w:t>Protection of Safeguards Information</w:t>
      </w:r>
      <w:r w:rsidR="0067770B" w:rsidRPr="00ED1A1D">
        <w:t xml:space="preserve"> f</w:t>
      </w:r>
      <w:r w:rsidRPr="00ED1A1D">
        <w:t>or Construction</w:t>
      </w:r>
      <w:r w:rsidR="009D7AE8" w:rsidRPr="00ED1A1D">
        <w:t xml:space="preserve"> </w:t>
      </w:r>
      <w:r w:rsidR="0067770B" w:rsidRPr="00ED1A1D">
        <w:t>02/13/19 (19-007)</w:t>
      </w:r>
    </w:p>
    <w:p w14:paraId="78C3C1BC" w14:textId="1C3B6DF3" w:rsidR="00381ED9" w:rsidRPr="00ED1A1D" w:rsidRDefault="00381ED9" w:rsidP="002E68BE">
      <w:pPr>
        <w:pStyle w:val="BodyText3"/>
      </w:pPr>
      <w:r w:rsidRPr="00ED1A1D">
        <w:t>81601</w:t>
      </w:r>
      <w:r w:rsidR="009D7AE8" w:rsidRPr="00ED1A1D">
        <w:tab/>
      </w:r>
      <w:r w:rsidR="00EE4651" w:rsidRPr="00ED1A1D">
        <w:t xml:space="preserve">Fixed Site Physical Protection of Formula Quantities of Strategic Special </w:t>
      </w:r>
      <w:r w:rsidR="009D7AE8" w:rsidRPr="00ED1A1D">
        <w:br/>
      </w:r>
      <w:r w:rsidR="00EE4651" w:rsidRPr="00ED1A1D">
        <w:t>Nuclear Material – Non-Power Reactors 03/13/20 (20-015)</w:t>
      </w:r>
    </w:p>
    <w:p w14:paraId="08EC4A8D" w14:textId="7CCF7C5A" w:rsidR="00EE4651" w:rsidRPr="00ED1A1D" w:rsidRDefault="00EE4651" w:rsidP="002E68BE">
      <w:pPr>
        <w:pStyle w:val="BodyText3"/>
      </w:pPr>
      <w:r w:rsidRPr="00ED1A1D">
        <w:t>81602</w:t>
      </w:r>
      <w:r w:rsidRPr="00ED1A1D">
        <w:tab/>
        <w:t xml:space="preserve">Fixed Site Physical Protection of Special Nuclear Material of Moderate </w:t>
      </w:r>
      <w:r w:rsidR="009D7AE8" w:rsidRPr="00ED1A1D">
        <w:br/>
      </w:r>
      <w:r w:rsidRPr="00ED1A1D">
        <w:t>Strategic Significance – Non-Power Reactors 03/13/20 (20-015)</w:t>
      </w:r>
    </w:p>
    <w:p w14:paraId="6BF4C36F" w14:textId="567954D2" w:rsidR="00EE4651" w:rsidRPr="00ED1A1D" w:rsidRDefault="00EE4651" w:rsidP="002E68BE">
      <w:pPr>
        <w:pStyle w:val="BodyText3"/>
      </w:pPr>
      <w:r w:rsidRPr="00ED1A1D">
        <w:t>81603</w:t>
      </w:r>
      <w:r w:rsidRPr="00ED1A1D">
        <w:tab/>
        <w:t>Fixed Site Physical Protection of Special Nuclear Material of Low Strategic Significance – Non-Power Reactors 03/13/20 (20-015)</w:t>
      </w:r>
    </w:p>
    <w:p w14:paraId="27FA6CB7" w14:textId="77F44F76" w:rsidR="00EE4651" w:rsidRPr="00ED1A1D" w:rsidRDefault="00EE4651" w:rsidP="002E68BE">
      <w:pPr>
        <w:pStyle w:val="BodyText3"/>
      </w:pPr>
      <w:r w:rsidRPr="00ED1A1D">
        <w:t>81606</w:t>
      </w:r>
      <w:r w:rsidRPr="00ED1A1D">
        <w:tab/>
        <w:t xml:space="preserve">Material Control and Accounting – Non-Power Reactors </w:t>
      </w:r>
      <w:r w:rsidR="003677C1" w:rsidRPr="00ED1A1D">
        <w:br/>
      </w:r>
      <w:r w:rsidRPr="00ED1A1D">
        <w:t>03/13/20 (20-015)</w:t>
      </w:r>
    </w:p>
    <w:p w14:paraId="4D2977D4" w14:textId="72995BFF" w:rsidR="00EE4651" w:rsidRPr="00ED1A1D" w:rsidRDefault="00EE4651" w:rsidP="002E68BE">
      <w:pPr>
        <w:pStyle w:val="BodyText3"/>
      </w:pPr>
      <w:r w:rsidRPr="00ED1A1D">
        <w:t>81607</w:t>
      </w:r>
      <w:r w:rsidRPr="00ED1A1D">
        <w:tab/>
        <w:t>Protection of Safeguards Information and Safeguards Information Modified Handling – Non-Power Reactors 03/13/20 (20-015)</w:t>
      </w:r>
    </w:p>
    <w:p w14:paraId="4AE6E791" w14:textId="006B48D7" w:rsidR="00EE4651" w:rsidRPr="00ED1A1D" w:rsidRDefault="00EE4651" w:rsidP="002E68BE">
      <w:pPr>
        <w:pStyle w:val="BodyText3"/>
      </w:pPr>
      <w:r w:rsidRPr="00ED1A1D">
        <w:t>81608</w:t>
      </w:r>
      <w:r w:rsidRPr="00ED1A1D">
        <w:tab/>
        <w:t xml:space="preserve">Reporting of Safeguards Events – Non-Power Reactors </w:t>
      </w:r>
      <w:r w:rsidR="003677C1" w:rsidRPr="00ED1A1D">
        <w:br/>
      </w:r>
      <w:r w:rsidRPr="00ED1A1D">
        <w:t>03/13/20 (20-015)</w:t>
      </w:r>
    </w:p>
    <w:p w14:paraId="174E8091" w14:textId="430DACAE" w:rsidR="00EE4651" w:rsidRPr="00ED1A1D" w:rsidRDefault="00EE4651" w:rsidP="002E68BE">
      <w:pPr>
        <w:pStyle w:val="BodyText3"/>
      </w:pPr>
      <w:r w:rsidRPr="00ED1A1D">
        <w:t>81612</w:t>
      </w:r>
      <w:r w:rsidRPr="00ED1A1D">
        <w:tab/>
        <w:t>In Transit Physical Protection of Special Nuclear Material of Moderate Strategic Significance and Receipt of New Reactor Fuel – Non-Power Reactors 03/13/20 (20-015)</w:t>
      </w:r>
    </w:p>
    <w:p w14:paraId="55F0E9FC" w14:textId="43E36A7D" w:rsidR="00447F52" w:rsidRPr="00ED1A1D" w:rsidRDefault="00EE4651" w:rsidP="002E68BE">
      <w:pPr>
        <w:pStyle w:val="BodyText3"/>
      </w:pPr>
      <w:r w:rsidRPr="00ED1A1D">
        <w:t>81613</w:t>
      </w:r>
      <w:r w:rsidR="00447F52" w:rsidRPr="00ED1A1D">
        <w:tab/>
        <w:t>In Transit Physical Protection of Special Nuclear Material of Low Strategic Significance and Receipt of New Reactor Fuel – Non-Power Reactors</w:t>
      </w:r>
      <w:r w:rsidR="000A0BE7" w:rsidRPr="00ED1A1D">
        <w:br/>
      </w:r>
      <w:r w:rsidR="00447F52" w:rsidRPr="00ED1A1D">
        <w:t>03/13/20 (20-015)</w:t>
      </w:r>
    </w:p>
    <w:p w14:paraId="164D3C05" w14:textId="35A06902" w:rsidR="00EE4651" w:rsidRPr="00ED1A1D" w:rsidRDefault="00EE4651" w:rsidP="002E68BE">
      <w:pPr>
        <w:pStyle w:val="BodyText3"/>
      </w:pPr>
      <w:r w:rsidRPr="00ED1A1D">
        <w:t>81614</w:t>
      </w:r>
      <w:r w:rsidR="00447F52" w:rsidRPr="00ED1A1D">
        <w:tab/>
        <w:t>In Transit Physical Protection of Irradiated Reactor Fuel – Non-Power Reactors 03/13/20 (20-015)</w:t>
      </w:r>
    </w:p>
    <w:p w14:paraId="2C044CA2" w14:textId="1256BA6B" w:rsidR="00EE4651" w:rsidRPr="00ED1A1D" w:rsidRDefault="00EE4651" w:rsidP="002E68BE">
      <w:pPr>
        <w:pStyle w:val="BodyText3"/>
      </w:pPr>
      <w:r w:rsidRPr="00ED1A1D">
        <w:t>81621</w:t>
      </w:r>
      <w:r w:rsidR="00447F52" w:rsidRPr="00ED1A1D">
        <w:tab/>
        <w:t>Fixed Site Physical Protection of Category 1 and Category 2 Quantities of Radioactive Material – Non-Power Reactors 03/13/20 (20-015)</w:t>
      </w:r>
    </w:p>
    <w:p w14:paraId="3BFC9AE6" w14:textId="243A5DC9" w:rsidR="00EE4651" w:rsidRPr="00ED1A1D" w:rsidRDefault="00EE4651" w:rsidP="002E68BE">
      <w:pPr>
        <w:pStyle w:val="BodyText3"/>
      </w:pPr>
      <w:r w:rsidRPr="00ED1A1D">
        <w:t>81622</w:t>
      </w:r>
      <w:r w:rsidR="005B75EF" w:rsidRPr="00ED1A1D">
        <w:tab/>
        <w:t>In Transit Physical Protection of Category 1 and Category 2 Quantities</w:t>
      </w:r>
      <w:r w:rsidR="00C20908" w:rsidRPr="00ED1A1D">
        <w:br/>
      </w:r>
      <w:r w:rsidR="005B75EF" w:rsidRPr="00ED1A1D">
        <w:t>of Radioactive Material and 100 Grams or Less of Irradiated Reactor Fuel</w:t>
      </w:r>
      <w:r w:rsidR="00C20908" w:rsidRPr="00ED1A1D">
        <w:t> </w:t>
      </w:r>
      <w:r w:rsidR="005B75EF" w:rsidRPr="00ED1A1D">
        <w:t>– Non-Power Reactors 03/13/20 (20-015)</w:t>
      </w:r>
    </w:p>
    <w:p w14:paraId="64CF3E4C" w14:textId="4E84423E" w:rsidR="00EB4ABE" w:rsidRPr="00ED1A1D" w:rsidRDefault="00EB4ABE" w:rsidP="002E68BE">
      <w:pPr>
        <w:pStyle w:val="BodyText3"/>
      </w:pPr>
      <w:r w:rsidRPr="00ED1A1D">
        <w:t>81700.01</w:t>
      </w:r>
      <w:r w:rsidRPr="00ED1A1D">
        <w:tab/>
        <w:t>Category I Fuel Cycle Facility Strategic Special Nuclear Material Security Controls 05/15/17 (17-010)</w:t>
      </w:r>
    </w:p>
    <w:p w14:paraId="77F8E79B" w14:textId="4DC8F563" w:rsidR="00EB4ABE" w:rsidRPr="00ED1A1D" w:rsidRDefault="00EB4ABE" w:rsidP="002E68BE">
      <w:pPr>
        <w:pStyle w:val="BodyText3"/>
      </w:pPr>
      <w:r w:rsidRPr="00ED1A1D">
        <w:t>81700.02</w:t>
      </w:r>
      <w:r w:rsidRPr="00ED1A1D">
        <w:tab/>
        <w:t xml:space="preserve">Category I Fuel Cycle Facility Access Control Measures </w:t>
      </w:r>
      <w:r w:rsidR="008224FD" w:rsidRPr="00ED1A1D">
        <w:br/>
      </w:r>
      <w:r w:rsidRPr="00ED1A1D">
        <w:t>05/15/17 (17-010)</w:t>
      </w:r>
    </w:p>
    <w:p w14:paraId="22DA26DD" w14:textId="46E723A9" w:rsidR="00EB4ABE" w:rsidRPr="00ED1A1D" w:rsidRDefault="00EB4ABE" w:rsidP="002E68BE">
      <w:pPr>
        <w:pStyle w:val="BodyText3"/>
      </w:pPr>
      <w:r w:rsidRPr="00ED1A1D">
        <w:t>81700.04</w:t>
      </w:r>
      <w:r w:rsidRPr="00ED1A1D">
        <w:tab/>
        <w:t>Category I Fuel Cycle Facility Security Equipment Performance, Testing and Maintenance 05/15/17 (17-010)</w:t>
      </w:r>
    </w:p>
    <w:p w14:paraId="2611A203" w14:textId="55B36340" w:rsidR="00EB4ABE" w:rsidRPr="00ED1A1D" w:rsidRDefault="00EB4ABE" w:rsidP="002E68BE">
      <w:pPr>
        <w:pStyle w:val="BodyText3"/>
      </w:pPr>
      <w:r w:rsidRPr="00ED1A1D">
        <w:t>81700.05</w:t>
      </w:r>
      <w:r w:rsidRPr="00ED1A1D">
        <w:tab/>
        <w:t>Category I Fuel Cycle Facility Physical Protection Program and Protective Strategy 05/15/17 (17-010)</w:t>
      </w:r>
    </w:p>
    <w:p w14:paraId="0D8109A3" w14:textId="5143D5F7" w:rsidR="00EB4ABE" w:rsidRPr="00ED1A1D" w:rsidRDefault="00EB4ABE" w:rsidP="002E68BE">
      <w:pPr>
        <w:pStyle w:val="BodyText3"/>
      </w:pPr>
      <w:r w:rsidRPr="00ED1A1D">
        <w:t>81700.06</w:t>
      </w:r>
      <w:r w:rsidRPr="00ED1A1D">
        <w:tab/>
        <w:t>Licensee Conducted Force-on-Force Exercises at Category I Fuel Cycle Facilities</w:t>
      </w:r>
      <w:r w:rsidR="00545024" w:rsidRPr="00ED1A1D">
        <w:t xml:space="preserve"> 10/27/17 (17-023</w:t>
      </w:r>
      <w:r w:rsidRPr="00ED1A1D">
        <w:t>)</w:t>
      </w:r>
    </w:p>
    <w:p w14:paraId="2A5B5CB3" w14:textId="045DC1AF" w:rsidR="00EB4ABE" w:rsidRPr="00ED1A1D" w:rsidRDefault="00EB4ABE" w:rsidP="002E68BE">
      <w:pPr>
        <w:pStyle w:val="BodyText3"/>
      </w:pPr>
      <w:r w:rsidRPr="00ED1A1D">
        <w:t>81700.07</w:t>
      </w:r>
      <w:r w:rsidRPr="00ED1A1D">
        <w:tab/>
        <w:t>Category I Fuel Cycle Facility Security Training 05/15/17 (17-010)</w:t>
      </w:r>
    </w:p>
    <w:p w14:paraId="34B86EF8" w14:textId="417F2978" w:rsidR="00EB4ABE" w:rsidRPr="00ED1A1D" w:rsidRDefault="00EB4ABE" w:rsidP="002E68BE">
      <w:pPr>
        <w:pStyle w:val="BodyText3"/>
      </w:pPr>
      <w:r w:rsidRPr="00ED1A1D">
        <w:lastRenderedPageBreak/>
        <w:t>81700.08</w:t>
      </w:r>
      <w:r w:rsidRPr="00ED1A1D">
        <w:tab/>
        <w:t xml:space="preserve">Category I Fuel Cycle Facility Fitness-for-Duty Programs </w:t>
      </w:r>
      <w:r w:rsidR="008B15C1" w:rsidRPr="00ED1A1D">
        <w:br/>
      </w:r>
      <w:r w:rsidRPr="00ED1A1D">
        <w:t>05/15/17 (17-010)</w:t>
      </w:r>
    </w:p>
    <w:p w14:paraId="2285E7BA" w14:textId="61669E51" w:rsidR="00861303" w:rsidRPr="00ED1A1D" w:rsidRDefault="00510F01" w:rsidP="002E68BE">
      <w:pPr>
        <w:pStyle w:val="BodyText3"/>
      </w:pPr>
      <w:r w:rsidRPr="00ED1A1D">
        <w:t>81700.09</w:t>
      </w:r>
      <w:r w:rsidRPr="00ED1A1D">
        <w:tab/>
        <w:t xml:space="preserve">Security Measures for Licensed Facilities </w:t>
      </w:r>
      <w:r w:rsidR="001E55B9" w:rsidRPr="00ED1A1D">
        <w:t>03/02/20</w:t>
      </w:r>
      <w:r w:rsidRPr="00ED1A1D">
        <w:t xml:space="preserve"> (</w:t>
      </w:r>
      <w:r w:rsidR="001E55B9" w:rsidRPr="00ED1A1D">
        <w:t>20</w:t>
      </w:r>
      <w:r w:rsidRPr="00ED1A1D">
        <w:t>-0</w:t>
      </w:r>
      <w:r w:rsidR="001E55B9" w:rsidRPr="00ED1A1D">
        <w:t>12</w:t>
      </w:r>
      <w:r w:rsidRPr="00ED1A1D">
        <w:t>)</w:t>
      </w:r>
    </w:p>
    <w:p w14:paraId="5205B918" w14:textId="7C92CEC6" w:rsidR="00EB4ABE" w:rsidRPr="00ED1A1D" w:rsidRDefault="00EB4ABE" w:rsidP="002E68BE">
      <w:pPr>
        <w:pStyle w:val="BodyText3"/>
      </w:pPr>
      <w:r w:rsidRPr="00ED1A1D">
        <w:t>81700.10</w:t>
      </w:r>
      <w:r w:rsidRPr="00ED1A1D">
        <w:tab/>
        <w:t>Protection of Safeguards Information at Category I Fuel Cycle Facilities</w:t>
      </w:r>
      <w:r w:rsidR="008B15C1" w:rsidRPr="00ED1A1D">
        <w:br/>
      </w:r>
      <w:r w:rsidRPr="00ED1A1D">
        <w:t>05/15/17 (17-010)</w:t>
      </w:r>
    </w:p>
    <w:p w14:paraId="409AB3FF" w14:textId="71BB24CA" w:rsidR="00545024" w:rsidRPr="00ED1A1D" w:rsidRDefault="00545024" w:rsidP="002E68BE">
      <w:pPr>
        <w:pStyle w:val="BodyText3"/>
      </w:pPr>
      <w:r w:rsidRPr="00ED1A1D">
        <w:t>81700.11</w:t>
      </w:r>
      <w:r w:rsidRPr="00ED1A1D">
        <w:tab/>
        <w:t>Annual Observation of Licensee Conducted Force-on-Force Exercises at Category I Fuel Cycle Facilities 10/27/17 (17-023)</w:t>
      </w:r>
    </w:p>
    <w:p w14:paraId="09F81528" w14:textId="337F44C2" w:rsidR="00BD7B25" w:rsidRPr="00ED1A1D" w:rsidRDefault="003C3A98" w:rsidP="002E68BE">
      <w:pPr>
        <w:pStyle w:val="BodyText3"/>
      </w:pPr>
      <w:r w:rsidRPr="00ED1A1D">
        <w:t>81810</w:t>
      </w:r>
      <w:r w:rsidR="004062E8" w:rsidRPr="00ED1A1D">
        <w:tab/>
      </w:r>
      <w:r w:rsidRPr="00ED1A1D">
        <w:t>Protection of Safeguards Informat</w:t>
      </w:r>
      <w:r w:rsidR="004062E8" w:rsidRPr="00ED1A1D">
        <w:t xml:space="preserve">ion </w:t>
      </w:r>
      <w:r w:rsidR="005244F6" w:rsidRPr="00ED1A1D">
        <w:t>09/10/07</w:t>
      </w:r>
      <w:r w:rsidR="00187882" w:rsidRPr="00ED1A1D">
        <w:t xml:space="preserve"> (07-027)</w:t>
      </w:r>
    </w:p>
    <w:p w14:paraId="0D505901" w14:textId="347D8531" w:rsidR="00A33390" w:rsidRPr="00ED1A1D" w:rsidRDefault="00BD7B25" w:rsidP="002E68BE">
      <w:pPr>
        <w:pStyle w:val="BodyText3"/>
      </w:pPr>
      <w:r w:rsidRPr="00ED1A1D">
        <w:t>81811</w:t>
      </w:r>
      <w:r w:rsidRPr="00ED1A1D">
        <w:tab/>
        <w:t xml:space="preserve">Protection of Safeguards Information </w:t>
      </w:r>
      <w:proofErr w:type="gramStart"/>
      <w:r w:rsidRPr="00ED1A1D">
        <w:t>By</w:t>
      </w:r>
      <w:proofErr w:type="gramEnd"/>
      <w:r w:rsidRPr="00ED1A1D">
        <w:t xml:space="preserve"> Design Certification Applicants and Vendors</w:t>
      </w:r>
      <w:r w:rsidR="00EB2F4C" w:rsidRPr="00ED1A1D">
        <w:t xml:space="preserve"> </w:t>
      </w:r>
      <w:r w:rsidR="00C130DE" w:rsidRPr="00ED1A1D">
        <w:t>04/08/20</w:t>
      </w:r>
      <w:r w:rsidR="00EB2F4C" w:rsidRPr="00ED1A1D">
        <w:t xml:space="preserve"> (</w:t>
      </w:r>
      <w:r w:rsidR="00C130DE" w:rsidRPr="00ED1A1D">
        <w:t>20-020</w:t>
      </w:r>
      <w:r w:rsidR="00EB2F4C" w:rsidRPr="00ED1A1D">
        <w:t>)</w:t>
      </w:r>
    </w:p>
    <w:p w14:paraId="05AD4AB3" w14:textId="4E6B83EA" w:rsidR="003C3A98" w:rsidRPr="00ED1A1D" w:rsidRDefault="003C3A98" w:rsidP="002E68BE">
      <w:pPr>
        <w:pStyle w:val="BodyText3"/>
      </w:pPr>
      <w:r w:rsidRPr="00ED1A1D">
        <w:t>81815</w:t>
      </w:r>
      <w:r w:rsidR="004062E8" w:rsidRPr="00ED1A1D">
        <w:tab/>
      </w:r>
      <w:r w:rsidR="00245844" w:rsidRPr="00ED1A1D">
        <w:t>Authorization</w:t>
      </w:r>
      <w:r w:rsidRPr="00ED1A1D">
        <w:t xml:space="preserve"> for Access to National Security Information </w:t>
      </w:r>
      <w:r w:rsidR="004062E8" w:rsidRPr="00ED1A1D">
        <w:t xml:space="preserve">(NSI) and Restricted Data (RD) </w:t>
      </w:r>
      <w:r w:rsidR="00245844" w:rsidRPr="00ED1A1D">
        <w:t>06/27/14 (14-014</w:t>
      </w:r>
      <w:r w:rsidR="003507F0" w:rsidRPr="00ED1A1D">
        <w:t>)</w:t>
      </w:r>
    </w:p>
    <w:p w14:paraId="3AFF2E5F" w14:textId="65C3D0D3" w:rsidR="0040347A" w:rsidRPr="00ED1A1D" w:rsidRDefault="003C3A98" w:rsidP="002E68BE">
      <w:pPr>
        <w:pStyle w:val="BodyText3"/>
      </w:pPr>
      <w:r w:rsidRPr="00ED1A1D">
        <w:t>81820</w:t>
      </w:r>
      <w:r w:rsidRPr="00ED1A1D">
        <w:tab/>
        <w:t>Physical Protection Facility Approval and Safeguarding</w:t>
      </w:r>
      <w:r w:rsidR="00C25CB2" w:rsidRPr="00ED1A1D">
        <w:t xml:space="preserve"> </w:t>
      </w:r>
      <w:r w:rsidRPr="00ED1A1D">
        <w:t>of National Security Information and Restricted</w:t>
      </w:r>
      <w:r w:rsidR="00C25CB2" w:rsidRPr="00ED1A1D">
        <w:t xml:space="preserve"> Data </w:t>
      </w:r>
      <w:r w:rsidR="003B77B5">
        <w:t>11/26</w:t>
      </w:r>
      <w:r w:rsidR="004F04FF">
        <w:t>/24 (24-038)</w:t>
      </w:r>
      <w:r w:rsidR="00C25CB2" w:rsidRPr="00ED1A1D">
        <w:t xml:space="preserve"> </w:t>
      </w:r>
    </w:p>
    <w:p w14:paraId="4B73B860" w14:textId="6BB38F4D" w:rsidR="00315A94" w:rsidRPr="00ED1A1D" w:rsidRDefault="00315A94" w:rsidP="002E68BE">
      <w:pPr>
        <w:pStyle w:val="BodyText3"/>
      </w:pPr>
      <w:r w:rsidRPr="00ED1A1D">
        <w:t>81822</w:t>
      </w:r>
      <w:r w:rsidRPr="00ED1A1D">
        <w:tab/>
      </w:r>
      <w:r w:rsidR="00124B08" w:rsidRPr="00ED1A1D">
        <w:t>Protection of Safeguards Information</w:t>
      </w:r>
      <w:r w:rsidR="00176BD7">
        <w:t xml:space="preserve"> 10/31/24 (</w:t>
      </w:r>
      <w:r w:rsidR="00CC4CCE">
        <w:t>24-034)</w:t>
      </w:r>
    </w:p>
    <w:p w14:paraId="26DF4C4B" w14:textId="77777777" w:rsidR="003C3A98" w:rsidRPr="00ED1A1D" w:rsidRDefault="003C3A98" w:rsidP="002F13A8">
      <w:pPr>
        <w:pStyle w:val="Heading2"/>
      </w:pPr>
      <w:r w:rsidRPr="00ED1A1D">
        <w:t>8200</w:t>
      </w:r>
      <w:r w:rsidRPr="00ED1A1D">
        <w:tab/>
      </w:r>
      <w:r w:rsidR="006A65C8" w:rsidRPr="00ED1A1D">
        <w:rPr>
          <w:u w:val="single"/>
        </w:rPr>
        <w:t xml:space="preserve">Emergency </w:t>
      </w:r>
      <w:r w:rsidRPr="00ED1A1D">
        <w:rPr>
          <w:u w:val="single"/>
        </w:rPr>
        <w:t>Planning</w:t>
      </w:r>
    </w:p>
    <w:p w14:paraId="15DDD2E4" w14:textId="4571A773" w:rsidR="003C3A98" w:rsidRPr="00ED1A1D" w:rsidRDefault="003C3A98" w:rsidP="002E68BE">
      <w:pPr>
        <w:pStyle w:val="BodyText3"/>
      </w:pPr>
      <w:r w:rsidRPr="00ED1A1D">
        <w:t>82001</w:t>
      </w:r>
      <w:r w:rsidRPr="00ED1A1D">
        <w:tab/>
        <w:t>Evaluation of Emergency Preparedness 05/22/00 (00-010)</w:t>
      </w:r>
      <w:r w:rsidR="006A555E" w:rsidRPr="00ED1A1D">
        <w:t xml:space="preserve"> R</w:t>
      </w:r>
    </w:p>
    <w:p w14:paraId="18ACEAE7" w14:textId="3E290296" w:rsidR="00F45329" w:rsidRPr="00ED1A1D" w:rsidRDefault="00EB0391" w:rsidP="002E68BE">
      <w:pPr>
        <w:pStyle w:val="BodyText3"/>
      </w:pPr>
      <w:r w:rsidRPr="00ED1A1D">
        <w:t>82001.01</w:t>
      </w:r>
      <w:r w:rsidR="0022606C" w:rsidRPr="00ED1A1D">
        <w:tab/>
        <w:t xml:space="preserve">ERO Performance </w:t>
      </w:r>
      <w:proofErr w:type="gramStart"/>
      <w:r w:rsidR="0022606C" w:rsidRPr="00ED1A1D">
        <w:t xml:space="preserve">Drills </w:t>
      </w:r>
      <w:r w:rsidR="00C85965" w:rsidRPr="00ED1A1D">
        <w:t xml:space="preserve"> 05</w:t>
      </w:r>
      <w:proofErr w:type="gramEnd"/>
      <w:r w:rsidR="00C85965" w:rsidRPr="00ED1A1D">
        <w:t>/22/00 (00-010)</w:t>
      </w:r>
      <w:r w:rsidR="006A555E" w:rsidRPr="00ED1A1D">
        <w:t xml:space="preserve"> R</w:t>
      </w:r>
    </w:p>
    <w:p w14:paraId="07284456" w14:textId="2791BBC1" w:rsidR="00EB0391" w:rsidRPr="00ED1A1D" w:rsidRDefault="00EB0391" w:rsidP="002E68BE">
      <w:pPr>
        <w:pStyle w:val="BodyText3"/>
      </w:pPr>
      <w:r w:rsidRPr="00ED1A1D">
        <w:t>82001.02</w:t>
      </w:r>
      <w:r w:rsidR="00C85965" w:rsidRPr="00ED1A1D">
        <w:tab/>
      </w:r>
      <w:r w:rsidR="00DE7C6E" w:rsidRPr="00ED1A1D">
        <w:t xml:space="preserve">ERO Performance Drills Dose </w:t>
      </w:r>
      <w:proofErr w:type="gramStart"/>
      <w:r w:rsidR="00DE7C6E" w:rsidRPr="00ED1A1D">
        <w:t xml:space="preserve">Assessment  </w:t>
      </w:r>
      <w:r w:rsidR="00C85965" w:rsidRPr="00ED1A1D">
        <w:t>05</w:t>
      </w:r>
      <w:proofErr w:type="gramEnd"/>
      <w:r w:rsidR="00C85965" w:rsidRPr="00ED1A1D">
        <w:t>/22/00 (00-010)</w:t>
      </w:r>
      <w:r w:rsidR="006A555E" w:rsidRPr="00ED1A1D">
        <w:t xml:space="preserve"> R</w:t>
      </w:r>
    </w:p>
    <w:p w14:paraId="4EAC6B4F" w14:textId="7A7DB1D3" w:rsidR="00EB0391" w:rsidRPr="00ED1A1D" w:rsidRDefault="00EB0391" w:rsidP="002E68BE">
      <w:pPr>
        <w:pStyle w:val="BodyText3"/>
      </w:pPr>
      <w:r w:rsidRPr="00ED1A1D">
        <w:t>82001.03</w:t>
      </w:r>
      <w:r w:rsidR="00C85965" w:rsidRPr="00ED1A1D">
        <w:tab/>
      </w:r>
      <w:r w:rsidR="009465F7" w:rsidRPr="00ED1A1D">
        <w:t xml:space="preserve">ERO Augmentation </w:t>
      </w:r>
      <w:proofErr w:type="gramStart"/>
      <w:r w:rsidR="009465F7" w:rsidRPr="00ED1A1D">
        <w:t xml:space="preserve">Drill  </w:t>
      </w:r>
      <w:r w:rsidR="00C85965" w:rsidRPr="00ED1A1D">
        <w:t>05</w:t>
      </w:r>
      <w:proofErr w:type="gramEnd"/>
      <w:r w:rsidR="00C85965" w:rsidRPr="00ED1A1D">
        <w:t>/22/00 (00-010)</w:t>
      </w:r>
      <w:r w:rsidR="006A555E" w:rsidRPr="00ED1A1D">
        <w:t xml:space="preserve"> R</w:t>
      </w:r>
    </w:p>
    <w:p w14:paraId="525AB276" w14:textId="52B9A364" w:rsidR="00EB0391" w:rsidRPr="00ED1A1D" w:rsidRDefault="00EB0391" w:rsidP="002E68BE">
      <w:pPr>
        <w:pStyle w:val="BodyText3"/>
      </w:pPr>
      <w:r w:rsidRPr="00ED1A1D">
        <w:t>82001.04</w:t>
      </w:r>
      <w:r w:rsidR="00C85965" w:rsidRPr="00ED1A1D">
        <w:tab/>
      </w:r>
      <w:r w:rsidR="00B77470" w:rsidRPr="00ED1A1D">
        <w:t xml:space="preserve">Facilities and </w:t>
      </w:r>
      <w:proofErr w:type="gramStart"/>
      <w:r w:rsidR="00B77470" w:rsidRPr="00ED1A1D">
        <w:t xml:space="preserve">Equipment  </w:t>
      </w:r>
      <w:r w:rsidR="00C85965" w:rsidRPr="00ED1A1D">
        <w:t>05</w:t>
      </w:r>
      <w:proofErr w:type="gramEnd"/>
      <w:r w:rsidR="00C85965" w:rsidRPr="00ED1A1D">
        <w:t>/22/00 (00-010)</w:t>
      </w:r>
      <w:r w:rsidR="006A555E" w:rsidRPr="00ED1A1D">
        <w:t xml:space="preserve"> R</w:t>
      </w:r>
    </w:p>
    <w:p w14:paraId="4D7AF3B3" w14:textId="193F9BB7" w:rsidR="00EB0391" w:rsidRPr="00ED1A1D" w:rsidRDefault="00EB0391" w:rsidP="002E68BE">
      <w:pPr>
        <w:pStyle w:val="BodyText3"/>
      </w:pPr>
      <w:r w:rsidRPr="00ED1A1D">
        <w:t>82001.05</w:t>
      </w:r>
      <w:r w:rsidR="00C85965" w:rsidRPr="00ED1A1D">
        <w:tab/>
      </w:r>
      <w:r w:rsidR="00A40541" w:rsidRPr="00ED1A1D">
        <w:t xml:space="preserve">Procedure </w:t>
      </w:r>
      <w:proofErr w:type="gramStart"/>
      <w:r w:rsidR="00A40541" w:rsidRPr="00ED1A1D">
        <w:t xml:space="preserve">Quality  </w:t>
      </w:r>
      <w:r w:rsidR="00C85965" w:rsidRPr="00ED1A1D">
        <w:t>05</w:t>
      </w:r>
      <w:proofErr w:type="gramEnd"/>
      <w:r w:rsidR="00C85965" w:rsidRPr="00ED1A1D">
        <w:t>/22/00 (00-010)</w:t>
      </w:r>
      <w:r w:rsidR="006A555E" w:rsidRPr="00ED1A1D">
        <w:t xml:space="preserve"> R</w:t>
      </w:r>
    </w:p>
    <w:p w14:paraId="632A805C" w14:textId="312D7056" w:rsidR="00EB0391" w:rsidRPr="00ED1A1D" w:rsidRDefault="00EB0391" w:rsidP="002E68BE">
      <w:pPr>
        <w:pStyle w:val="BodyText3"/>
      </w:pPr>
      <w:r w:rsidRPr="00ED1A1D">
        <w:t>82001.06</w:t>
      </w:r>
      <w:r w:rsidR="00C85965" w:rsidRPr="00ED1A1D">
        <w:tab/>
      </w:r>
      <w:r w:rsidR="00A40541" w:rsidRPr="00ED1A1D">
        <w:t xml:space="preserve">Remedial </w:t>
      </w:r>
      <w:proofErr w:type="gramStart"/>
      <w:r w:rsidR="00A40541" w:rsidRPr="00ED1A1D">
        <w:t xml:space="preserve">Exercises  </w:t>
      </w:r>
      <w:r w:rsidR="00C85965" w:rsidRPr="00ED1A1D">
        <w:t>05</w:t>
      </w:r>
      <w:proofErr w:type="gramEnd"/>
      <w:r w:rsidR="00C85965" w:rsidRPr="00ED1A1D">
        <w:t>/22/00 (00-010)</w:t>
      </w:r>
      <w:r w:rsidR="006A555E" w:rsidRPr="00ED1A1D">
        <w:t xml:space="preserve"> R</w:t>
      </w:r>
    </w:p>
    <w:p w14:paraId="79F04021" w14:textId="4F92BC29" w:rsidR="00CF36A6" w:rsidRPr="00ED1A1D" w:rsidRDefault="00CF36A6" w:rsidP="002E68BE">
      <w:pPr>
        <w:pStyle w:val="BodyText3"/>
      </w:pPr>
      <w:r w:rsidRPr="00ED1A1D">
        <w:t>82002</w:t>
      </w:r>
      <w:r w:rsidRPr="00ED1A1D">
        <w:tab/>
        <w:t>Part 52, Emergency Preparedness Program</w:t>
      </w:r>
      <w:r w:rsidR="00DC0D56" w:rsidRPr="00ED1A1D">
        <w:t xml:space="preserve"> </w:t>
      </w:r>
      <w:r w:rsidR="0083563D" w:rsidRPr="00ED1A1D">
        <w:t>03/04/20</w:t>
      </w:r>
      <w:r w:rsidR="00DC0D56" w:rsidRPr="00ED1A1D">
        <w:t xml:space="preserve"> (</w:t>
      </w:r>
      <w:r w:rsidR="0083563D" w:rsidRPr="00ED1A1D">
        <w:t>20</w:t>
      </w:r>
      <w:r w:rsidR="00DC0D56" w:rsidRPr="00ED1A1D">
        <w:t>-0</w:t>
      </w:r>
      <w:r w:rsidR="0083563D" w:rsidRPr="00ED1A1D">
        <w:t>14</w:t>
      </w:r>
      <w:r w:rsidR="00E30204" w:rsidRPr="00ED1A1D">
        <w:t>)</w:t>
      </w:r>
    </w:p>
    <w:p w14:paraId="10D920E3" w14:textId="64734CD6" w:rsidR="00E30204" w:rsidRPr="00ED1A1D" w:rsidRDefault="00E30204" w:rsidP="002E68BE">
      <w:pPr>
        <w:pStyle w:val="BodyText3"/>
      </w:pPr>
      <w:r w:rsidRPr="00ED1A1D">
        <w:t>82002.01</w:t>
      </w:r>
      <w:r w:rsidRPr="00ED1A1D">
        <w:tab/>
        <w:t>Facilities and Equipment 11/08/11 (11-030)</w:t>
      </w:r>
    </w:p>
    <w:p w14:paraId="74CF5158" w14:textId="36578975" w:rsidR="00861303" w:rsidRPr="00ED1A1D" w:rsidRDefault="00E30204" w:rsidP="002E68BE">
      <w:pPr>
        <w:pStyle w:val="BodyText3"/>
      </w:pPr>
      <w:r w:rsidRPr="00ED1A1D">
        <w:t>82002.02</w:t>
      </w:r>
      <w:r w:rsidRPr="00ED1A1D">
        <w:tab/>
        <w:t>Procedure Quality 11/08/11 (11-030)</w:t>
      </w:r>
    </w:p>
    <w:p w14:paraId="5070959A" w14:textId="04AAD0F5" w:rsidR="00E30204" w:rsidRPr="00ED1A1D" w:rsidRDefault="00E30204" w:rsidP="002E68BE">
      <w:pPr>
        <w:pStyle w:val="BodyText3"/>
      </w:pPr>
      <w:r w:rsidRPr="00ED1A1D">
        <w:t>82002.03</w:t>
      </w:r>
      <w:r w:rsidRPr="00ED1A1D">
        <w:tab/>
        <w:t>Review of Exercise Objectives and Exercise Scenario for Power Reactors 11/08/11 (11-030)</w:t>
      </w:r>
    </w:p>
    <w:p w14:paraId="0A281FDF" w14:textId="75B25920" w:rsidR="00E30204" w:rsidRPr="00ED1A1D" w:rsidRDefault="00E30204" w:rsidP="002E68BE">
      <w:pPr>
        <w:pStyle w:val="BodyText3"/>
      </w:pPr>
      <w:r w:rsidRPr="00ED1A1D">
        <w:t>82002.04</w:t>
      </w:r>
      <w:r w:rsidRPr="00ED1A1D">
        <w:tab/>
        <w:t>Emergency Preparedness Exercises 11/08/11 (11-030)</w:t>
      </w:r>
    </w:p>
    <w:p w14:paraId="405B6935" w14:textId="77777777" w:rsidR="00E30204" w:rsidRPr="00ED1A1D" w:rsidRDefault="00E30204" w:rsidP="002E68BE">
      <w:pPr>
        <w:pStyle w:val="BodyText3"/>
      </w:pPr>
      <w:r w:rsidRPr="00ED1A1D">
        <w:t>82002.05</w:t>
      </w:r>
      <w:r w:rsidRPr="00ED1A1D">
        <w:tab/>
        <w:t>Emergency Response Organization On-Shift Staffing and Augmentation Drills 11/08/11 (11-030)</w:t>
      </w:r>
    </w:p>
    <w:p w14:paraId="6024FBC1" w14:textId="718296C4" w:rsidR="00E30204" w:rsidRPr="00ED1A1D" w:rsidRDefault="00E30204" w:rsidP="002E68BE">
      <w:pPr>
        <w:pStyle w:val="BodyText3"/>
      </w:pPr>
      <w:r w:rsidRPr="00ED1A1D">
        <w:t>82002.06</w:t>
      </w:r>
      <w:r w:rsidRPr="00ED1A1D">
        <w:tab/>
        <w:t xml:space="preserve">Emergency Response Organization, Dose Assessment Drills </w:t>
      </w:r>
      <w:r w:rsidR="009D3DBA" w:rsidRPr="00ED1A1D">
        <w:br/>
      </w:r>
      <w:r w:rsidRPr="00ED1A1D">
        <w:t>11/08/11 (11-030)</w:t>
      </w:r>
    </w:p>
    <w:p w14:paraId="3FFED7C1" w14:textId="6BE2C093" w:rsidR="00E30204" w:rsidRPr="00ED1A1D" w:rsidRDefault="00E30204" w:rsidP="002E68BE">
      <w:pPr>
        <w:pStyle w:val="BodyText3"/>
      </w:pPr>
      <w:r w:rsidRPr="00ED1A1D">
        <w:t>82002.07</w:t>
      </w:r>
      <w:r w:rsidRPr="00ED1A1D">
        <w:tab/>
        <w:t>Operational Status of the Emergency Preparedness Program</w:t>
      </w:r>
      <w:r w:rsidR="009D3DBA" w:rsidRPr="00ED1A1D">
        <w:br/>
      </w:r>
      <w:r w:rsidRPr="00ED1A1D">
        <w:t>11/08/11 (11-030)</w:t>
      </w:r>
    </w:p>
    <w:p w14:paraId="7B3F6D5C" w14:textId="4EBDE9A9" w:rsidR="003D6DB9" w:rsidRPr="00ED1A1D" w:rsidRDefault="003C3A98" w:rsidP="002E68BE">
      <w:pPr>
        <w:pStyle w:val="BodyText3"/>
      </w:pPr>
      <w:r w:rsidRPr="00ED1A1D">
        <w:t>82201</w:t>
      </w:r>
      <w:r w:rsidRPr="00ED1A1D">
        <w:tab/>
        <w:t>Emergenc</w:t>
      </w:r>
      <w:r w:rsidR="0040347A" w:rsidRPr="00ED1A1D">
        <w:t xml:space="preserve">y Detection and Classification </w:t>
      </w:r>
      <w:r w:rsidRPr="00ED1A1D">
        <w:t>03/23/05 (05-008)</w:t>
      </w:r>
      <w:r w:rsidRPr="00ED1A1D">
        <w:tab/>
      </w:r>
      <w:r w:rsidR="006A555E" w:rsidRPr="00ED1A1D">
        <w:t>R</w:t>
      </w:r>
    </w:p>
    <w:p w14:paraId="4B5352BD" w14:textId="4AAAA202" w:rsidR="003C3A98" w:rsidRPr="00ED1A1D" w:rsidRDefault="00016F00" w:rsidP="002E68BE">
      <w:pPr>
        <w:pStyle w:val="BodyText3"/>
      </w:pPr>
      <w:r w:rsidRPr="00ED1A1D">
        <w:t>82202</w:t>
      </w:r>
      <w:r w:rsidRPr="00ED1A1D">
        <w:tab/>
        <w:t>Protective Action Decision Making 03/23/05 (05-008)</w:t>
      </w:r>
      <w:r w:rsidR="006A555E" w:rsidRPr="00ED1A1D">
        <w:t xml:space="preserve"> R</w:t>
      </w:r>
    </w:p>
    <w:p w14:paraId="569A014A" w14:textId="19AAB78E" w:rsidR="00110176" w:rsidRPr="00ED1A1D" w:rsidRDefault="00110176" w:rsidP="002E68BE">
      <w:pPr>
        <w:pStyle w:val="BodyText3"/>
      </w:pPr>
      <w:r w:rsidRPr="00ED1A1D">
        <w:t>82301</w:t>
      </w:r>
      <w:r w:rsidRPr="00ED1A1D">
        <w:tab/>
        <w:t>Evaluation of Exercises for Power Plants 04/24/13 (13-012)</w:t>
      </w:r>
      <w:r w:rsidR="00DB41B9" w:rsidRPr="00ED1A1D">
        <w:t xml:space="preserve"> R</w:t>
      </w:r>
    </w:p>
    <w:p w14:paraId="70CF27A0" w14:textId="40DBC13C" w:rsidR="008C102A" w:rsidRPr="00ED1A1D" w:rsidRDefault="00110176" w:rsidP="002E68BE">
      <w:pPr>
        <w:pStyle w:val="BodyText3"/>
      </w:pPr>
      <w:r w:rsidRPr="00ED1A1D">
        <w:t xml:space="preserve">82302 </w:t>
      </w:r>
      <w:r w:rsidRPr="00ED1A1D">
        <w:tab/>
        <w:t xml:space="preserve">Review of Exercise Objectives and Scenarios for Power Reactors </w:t>
      </w:r>
      <w:r w:rsidR="009D3DBA" w:rsidRPr="00ED1A1D">
        <w:br/>
      </w:r>
      <w:r w:rsidRPr="00ED1A1D">
        <w:t>04/24/13 (13-012)</w:t>
      </w:r>
      <w:r w:rsidR="00DB41B9" w:rsidRPr="00ED1A1D">
        <w:t xml:space="preserve"> R</w:t>
      </w:r>
    </w:p>
    <w:p w14:paraId="5630295F" w14:textId="77777777" w:rsidR="00E412E5" w:rsidRPr="00ED1A1D" w:rsidRDefault="00E412E5" w:rsidP="002E68BE">
      <w:pPr>
        <w:pStyle w:val="BodyText3"/>
      </w:pPr>
      <w:r w:rsidRPr="00ED1A1D">
        <w:t>82401</w:t>
      </w:r>
      <w:r w:rsidRPr="00ED1A1D">
        <w:tab/>
        <w:t xml:space="preserve">Decommissioning Emergency Preparedness Scenario </w:t>
      </w:r>
      <w:r w:rsidR="002250D0" w:rsidRPr="00ED1A1D">
        <w:t xml:space="preserve">Review </w:t>
      </w:r>
      <w:r w:rsidRPr="00ED1A1D">
        <w:t>and Exercise Evaluation</w:t>
      </w:r>
      <w:r w:rsidR="002250D0" w:rsidRPr="00ED1A1D">
        <w:t xml:space="preserve"> 09/04/14 (14-020)</w:t>
      </w:r>
    </w:p>
    <w:p w14:paraId="4DBA15CB" w14:textId="05073C78" w:rsidR="002250D0" w:rsidRPr="00ED1A1D" w:rsidRDefault="00E412E5" w:rsidP="002E68BE">
      <w:pPr>
        <w:pStyle w:val="BodyText3"/>
      </w:pPr>
      <w:r w:rsidRPr="00ED1A1D">
        <w:t>82501</w:t>
      </w:r>
      <w:r w:rsidRPr="00ED1A1D">
        <w:tab/>
        <w:t>Decommissioning Emergency Preparedness Program Evaluation</w:t>
      </w:r>
      <w:r w:rsidR="009D3DBA" w:rsidRPr="00ED1A1D">
        <w:br/>
      </w:r>
      <w:r w:rsidR="002250D0" w:rsidRPr="00ED1A1D">
        <w:t>09/04/14 (14-020)</w:t>
      </w:r>
    </w:p>
    <w:p w14:paraId="7A615267" w14:textId="3BF1DB3D" w:rsidR="00A33493" w:rsidRPr="00ED1A1D" w:rsidRDefault="00110176" w:rsidP="002E68BE">
      <w:pPr>
        <w:pStyle w:val="BodyText3"/>
        <w:rPr>
          <w:bCs/>
        </w:rPr>
      </w:pPr>
      <w:r w:rsidRPr="00ED1A1D">
        <w:t>82701</w:t>
      </w:r>
      <w:r w:rsidRPr="00ED1A1D">
        <w:tab/>
        <w:t>Operational Status of the Emergency Preparedness Program</w:t>
      </w:r>
      <w:r w:rsidR="009D3DBA" w:rsidRPr="00ED1A1D">
        <w:br/>
      </w:r>
      <w:r w:rsidRPr="00ED1A1D">
        <w:t>04</w:t>
      </w:r>
      <w:r w:rsidRPr="00ED1A1D">
        <w:rPr>
          <w:bCs/>
        </w:rPr>
        <w:t>/24/13 (13-012)</w:t>
      </w:r>
      <w:r w:rsidR="00DB41B9" w:rsidRPr="00ED1A1D">
        <w:t xml:space="preserve"> R</w:t>
      </w:r>
    </w:p>
    <w:p w14:paraId="125B16F5" w14:textId="77777777" w:rsidR="003C3A98" w:rsidRPr="00ED1A1D" w:rsidRDefault="003C3A98" w:rsidP="002F13A8">
      <w:pPr>
        <w:pStyle w:val="Heading2"/>
        <w:rPr>
          <w:u w:val="single"/>
        </w:rPr>
      </w:pPr>
      <w:r w:rsidRPr="00ED1A1D">
        <w:lastRenderedPageBreak/>
        <w:t>8300</w:t>
      </w:r>
      <w:r w:rsidRPr="00ED1A1D">
        <w:tab/>
      </w:r>
      <w:r w:rsidRPr="00ED1A1D">
        <w:rPr>
          <w:u w:val="single"/>
        </w:rPr>
        <w:t>Radiation Protection</w:t>
      </w:r>
    </w:p>
    <w:p w14:paraId="624C2618" w14:textId="22CB8238" w:rsidR="00642E53" w:rsidRPr="00ED1A1D" w:rsidRDefault="00CE6157" w:rsidP="002E68BE">
      <w:pPr>
        <w:pStyle w:val="BodyText3"/>
      </w:pPr>
      <w:r w:rsidRPr="00ED1A1D">
        <w:t>83311</w:t>
      </w:r>
      <w:r w:rsidRPr="00ED1A1D">
        <w:tab/>
        <w:t>RESERVED</w:t>
      </w:r>
      <w:r w:rsidR="00642E53" w:rsidRPr="00ED1A1D">
        <w:t xml:space="preserve"> for Part 52, Radiation Protection During Construction</w:t>
      </w:r>
    </w:p>
    <w:p w14:paraId="1E5E48BA" w14:textId="744F6F43" w:rsidR="003C3A98" w:rsidRPr="00ED1A1D" w:rsidRDefault="003C3A98" w:rsidP="002E68BE">
      <w:pPr>
        <w:pStyle w:val="BodyText3"/>
      </w:pPr>
      <w:r w:rsidRPr="00ED1A1D">
        <w:t>83501</w:t>
      </w:r>
      <w:r w:rsidR="00F63674" w:rsidRPr="00ED1A1D">
        <w:tab/>
      </w:r>
      <w:r w:rsidRPr="00ED1A1D">
        <w:t>Significant Uncontrolled Radiation Exposures</w:t>
      </w:r>
      <w:r w:rsidR="00B24B51" w:rsidRPr="00ED1A1D">
        <w:t xml:space="preserve"> </w:t>
      </w:r>
      <w:r w:rsidRPr="00ED1A1D">
        <w:t>04/17/00 (00-006</w:t>
      </w:r>
      <w:proofErr w:type="gramStart"/>
      <w:r w:rsidRPr="00ED1A1D">
        <w:t>)</w:t>
      </w:r>
      <w:r w:rsidR="00260B48" w:rsidRPr="00ED1A1D">
        <w:t xml:space="preserve">  R</w:t>
      </w:r>
      <w:proofErr w:type="gramEnd"/>
    </w:p>
    <w:p w14:paraId="5910FC27" w14:textId="266C6423" w:rsidR="001C443D" w:rsidRPr="00ED1A1D" w:rsidRDefault="00BA523B" w:rsidP="002E68BE">
      <w:pPr>
        <w:pStyle w:val="BodyText3"/>
      </w:pPr>
      <w:r w:rsidRPr="00ED1A1D">
        <w:t>83502</w:t>
      </w:r>
      <w:r w:rsidRPr="00ED1A1D">
        <w:tab/>
        <w:t xml:space="preserve">Evaluation of Public Radiation </w:t>
      </w:r>
      <w:proofErr w:type="gramStart"/>
      <w:r w:rsidRPr="00ED1A1D">
        <w:t>Safety  04</w:t>
      </w:r>
      <w:proofErr w:type="gramEnd"/>
      <w:r w:rsidRPr="00ED1A1D">
        <w:t>/17/11 (00-006)  R</w:t>
      </w:r>
    </w:p>
    <w:p w14:paraId="2D2AE63C" w14:textId="30213A3D" w:rsidR="00861303" w:rsidRPr="00ED1A1D" w:rsidRDefault="003C3A98" w:rsidP="002E68BE">
      <w:pPr>
        <w:pStyle w:val="BodyText3"/>
      </w:pPr>
      <w:r w:rsidRPr="00ED1A1D">
        <w:t>83502.01</w:t>
      </w:r>
      <w:r w:rsidRPr="00ED1A1D">
        <w:tab/>
        <w:t xml:space="preserve">Radioactive Gaseous and Liquid </w:t>
      </w:r>
      <w:r w:rsidR="007501B6" w:rsidRPr="00ED1A1D">
        <w:t xml:space="preserve">Effluent </w:t>
      </w:r>
      <w:r w:rsidRPr="00ED1A1D">
        <w:t>Treatment and Monitoring</w:t>
      </w:r>
      <w:r w:rsidR="00AC2B27" w:rsidRPr="00ED1A1D">
        <w:t xml:space="preserve"> </w:t>
      </w:r>
      <w:r w:rsidRPr="00ED1A1D">
        <w:t>Systems 04/17/00 (00-006</w:t>
      </w:r>
      <w:proofErr w:type="gramStart"/>
      <w:r w:rsidRPr="00ED1A1D">
        <w:t>)</w:t>
      </w:r>
      <w:r w:rsidR="00260B48" w:rsidRPr="00ED1A1D">
        <w:t xml:space="preserve">  R</w:t>
      </w:r>
      <w:proofErr w:type="gramEnd"/>
    </w:p>
    <w:p w14:paraId="61CF5C7E" w14:textId="7CA856CD" w:rsidR="003C3A98" w:rsidRPr="00ED1A1D" w:rsidRDefault="003C3A98" w:rsidP="002E68BE">
      <w:pPr>
        <w:pStyle w:val="BodyText3"/>
      </w:pPr>
      <w:r w:rsidRPr="00ED1A1D">
        <w:t>83502.02</w:t>
      </w:r>
      <w:r w:rsidRPr="00ED1A1D">
        <w:tab/>
        <w:t>Radioactive Material Process</w:t>
      </w:r>
      <w:r w:rsidR="00B07108" w:rsidRPr="00ED1A1D">
        <w:t>ing</w:t>
      </w:r>
      <w:r w:rsidRPr="00ED1A1D">
        <w:t xml:space="preserve"> and Transportation</w:t>
      </w:r>
      <w:r w:rsidR="00B24B51" w:rsidRPr="00ED1A1D">
        <w:t xml:space="preserve"> </w:t>
      </w:r>
      <w:r w:rsidRPr="00ED1A1D">
        <w:t>04/17/00 (00-006</w:t>
      </w:r>
      <w:proofErr w:type="gramStart"/>
      <w:r w:rsidRPr="00ED1A1D">
        <w:t>)</w:t>
      </w:r>
      <w:r w:rsidR="00260B48" w:rsidRPr="00ED1A1D">
        <w:t xml:space="preserve">  R</w:t>
      </w:r>
      <w:proofErr w:type="gramEnd"/>
    </w:p>
    <w:p w14:paraId="35C33A32" w14:textId="467C9F83" w:rsidR="00A33390" w:rsidRPr="00ED1A1D" w:rsidRDefault="003C3A98" w:rsidP="002E68BE">
      <w:pPr>
        <w:pStyle w:val="BodyText3"/>
      </w:pPr>
      <w:r w:rsidRPr="00ED1A1D">
        <w:t>83502.03</w:t>
      </w:r>
      <w:r w:rsidRPr="00ED1A1D">
        <w:tab/>
        <w:t xml:space="preserve">Radiological Environmental Monitoring Program </w:t>
      </w:r>
      <w:r w:rsidR="002B66B5" w:rsidRPr="00ED1A1D">
        <w:t xml:space="preserve">(REMP) </w:t>
      </w:r>
      <w:r w:rsidRPr="00ED1A1D">
        <w:t>and Radioactive Material Control Program 04/17/00 (00-006</w:t>
      </w:r>
      <w:proofErr w:type="gramStart"/>
      <w:r w:rsidRPr="00ED1A1D">
        <w:t>)</w:t>
      </w:r>
      <w:r w:rsidR="0037525F" w:rsidRPr="00ED1A1D">
        <w:t xml:space="preserve">  R</w:t>
      </w:r>
      <w:proofErr w:type="gramEnd"/>
    </w:p>
    <w:p w14:paraId="11C71AA1" w14:textId="2B7B3A3A" w:rsidR="00C65325" w:rsidRPr="00ED1A1D" w:rsidRDefault="00C65325" w:rsidP="002E68BE">
      <w:pPr>
        <w:pStyle w:val="BodyText3"/>
      </w:pPr>
      <w:r w:rsidRPr="00ED1A1D">
        <w:t>83523</w:t>
      </w:r>
      <w:r w:rsidRPr="00ED1A1D">
        <w:tab/>
        <w:t xml:space="preserve">Radiation Protection, Plant Chemistry, Radwaste, Transportation and Environmental: Training and Qualifications </w:t>
      </w:r>
      <w:r w:rsidR="001C6D8A" w:rsidRPr="00ED1A1D">
        <w:br/>
      </w:r>
      <w:r w:rsidRPr="00ED1A1D">
        <w:t>01/01/84 (reactivated 08-032)</w:t>
      </w:r>
      <w:r w:rsidR="0037525F" w:rsidRPr="00ED1A1D">
        <w:t xml:space="preserve"> R</w:t>
      </w:r>
    </w:p>
    <w:p w14:paraId="48C02286" w14:textId="6BE5E442" w:rsidR="00037A43" w:rsidRPr="00ED1A1D" w:rsidRDefault="00037A43" w:rsidP="002E68BE">
      <w:pPr>
        <w:pStyle w:val="BodyText3"/>
      </w:pPr>
      <w:r w:rsidRPr="00ED1A1D">
        <w:t>83529</w:t>
      </w:r>
      <w:r w:rsidRPr="00ED1A1D">
        <w:tab/>
      </w:r>
      <w:r w:rsidR="008036B6" w:rsidRPr="00ED1A1D">
        <w:t>RESERVED</w:t>
      </w:r>
      <w:r w:rsidRPr="00ED1A1D">
        <w:t xml:space="preserve"> for Part 52 Radiation Protection – Startup</w:t>
      </w:r>
    </w:p>
    <w:p w14:paraId="0DF93F88" w14:textId="654D8D57" w:rsidR="00037A43" w:rsidRPr="00ED1A1D" w:rsidRDefault="00037A43" w:rsidP="002E68BE">
      <w:pPr>
        <w:pStyle w:val="BodyText3"/>
      </w:pPr>
      <w:r w:rsidRPr="00ED1A1D">
        <w:t>83531</w:t>
      </w:r>
      <w:r w:rsidRPr="00ED1A1D">
        <w:tab/>
        <w:t>Part 52</w:t>
      </w:r>
      <w:r w:rsidR="00241FE9" w:rsidRPr="00ED1A1D">
        <w:t>,</w:t>
      </w:r>
      <w:r w:rsidRPr="00ED1A1D">
        <w:t xml:space="preserve"> </w:t>
      </w:r>
      <w:r w:rsidR="0005790F" w:rsidRPr="00ED1A1D">
        <w:t xml:space="preserve">Life Cycle Minimization of Contamination and Groundwater Protection Program </w:t>
      </w:r>
      <w:r w:rsidR="00751CDA" w:rsidRPr="00ED1A1D">
        <w:t>03/04/20</w:t>
      </w:r>
      <w:r w:rsidR="0005790F" w:rsidRPr="00ED1A1D">
        <w:t xml:space="preserve"> (</w:t>
      </w:r>
      <w:r w:rsidR="00751CDA" w:rsidRPr="00ED1A1D">
        <w:t>20</w:t>
      </w:r>
      <w:r w:rsidR="0005790F" w:rsidRPr="00ED1A1D">
        <w:t>-0</w:t>
      </w:r>
      <w:r w:rsidR="00751CDA" w:rsidRPr="00ED1A1D">
        <w:t>13</w:t>
      </w:r>
      <w:r w:rsidR="0005790F" w:rsidRPr="00ED1A1D">
        <w:t>)</w:t>
      </w:r>
    </w:p>
    <w:p w14:paraId="2E06F782" w14:textId="6D72A30C" w:rsidR="00037A43" w:rsidRPr="00ED1A1D" w:rsidRDefault="004A3CED" w:rsidP="002E68BE">
      <w:pPr>
        <w:pStyle w:val="BodyText3"/>
      </w:pPr>
      <w:r w:rsidRPr="00ED1A1D">
        <w:t xml:space="preserve">83532 </w:t>
      </w:r>
      <w:r w:rsidRPr="00ED1A1D">
        <w:tab/>
      </w:r>
      <w:r w:rsidR="008036B6" w:rsidRPr="00ED1A1D">
        <w:t>RESERVED</w:t>
      </w:r>
      <w:r w:rsidRPr="00ED1A1D">
        <w:t xml:space="preserve"> for Part 52 Radiation Protection, Plant Chemistry, and Radwaste Training </w:t>
      </w:r>
    </w:p>
    <w:p w14:paraId="5C520B6B" w14:textId="2895FCB8" w:rsidR="00891816" w:rsidRPr="00ED1A1D" w:rsidRDefault="004A3CED" w:rsidP="002E68BE">
      <w:pPr>
        <w:pStyle w:val="BodyText3"/>
      </w:pPr>
      <w:r w:rsidRPr="00ED1A1D">
        <w:t>83533</w:t>
      </w:r>
      <w:r w:rsidRPr="00ED1A1D">
        <w:tab/>
        <w:t>Part 52</w:t>
      </w:r>
      <w:r w:rsidR="003855D7" w:rsidRPr="00ED1A1D">
        <w:t>,</w:t>
      </w:r>
      <w:r w:rsidRPr="00ED1A1D">
        <w:t xml:space="preserve"> External Occupational Exposure Control and Personal Dosimetry</w:t>
      </w:r>
      <w:r w:rsidR="00891816" w:rsidRPr="00ED1A1D">
        <w:t xml:space="preserve"> </w:t>
      </w:r>
      <w:bookmarkStart w:id="63" w:name="_Hlk34110048"/>
      <w:r w:rsidR="00751CDA" w:rsidRPr="00ED1A1D">
        <w:t>03/04/20</w:t>
      </w:r>
      <w:r w:rsidR="00891816" w:rsidRPr="00ED1A1D">
        <w:t xml:space="preserve"> (</w:t>
      </w:r>
      <w:r w:rsidR="00751CDA" w:rsidRPr="00ED1A1D">
        <w:t>20-013</w:t>
      </w:r>
      <w:r w:rsidR="00891816" w:rsidRPr="00ED1A1D">
        <w:t>)</w:t>
      </w:r>
      <w:bookmarkEnd w:id="63"/>
    </w:p>
    <w:p w14:paraId="528CF5DD" w14:textId="1D0CF17E" w:rsidR="00891816" w:rsidRPr="00ED1A1D" w:rsidRDefault="004A3CED" w:rsidP="002E68BE">
      <w:pPr>
        <w:pStyle w:val="BodyText3"/>
      </w:pPr>
      <w:r w:rsidRPr="00ED1A1D">
        <w:t>83534</w:t>
      </w:r>
      <w:r w:rsidRPr="00ED1A1D">
        <w:tab/>
      </w:r>
      <w:r w:rsidR="00891816" w:rsidRPr="00ED1A1D">
        <w:t xml:space="preserve">Part 52, Internal Exposure Control and Assessment </w:t>
      </w:r>
      <w:r w:rsidR="00751CDA" w:rsidRPr="00ED1A1D">
        <w:t>03/04/20 (20-013)</w:t>
      </w:r>
    </w:p>
    <w:p w14:paraId="04C11201" w14:textId="14992FAA" w:rsidR="00891816" w:rsidRPr="00ED1A1D" w:rsidRDefault="004A3CED" w:rsidP="002E68BE">
      <w:pPr>
        <w:pStyle w:val="BodyText3"/>
      </w:pPr>
      <w:r w:rsidRPr="00ED1A1D">
        <w:t>83535</w:t>
      </w:r>
      <w:r w:rsidRPr="00ED1A1D">
        <w:tab/>
        <w:t>Part 52</w:t>
      </w:r>
      <w:r w:rsidR="00B24B51" w:rsidRPr="00ED1A1D">
        <w:t>,</w:t>
      </w:r>
      <w:r w:rsidRPr="00ED1A1D">
        <w:t xml:space="preserve"> Control of Radioactive Materials and Contamination, Surveys, and M</w:t>
      </w:r>
      <w:r w:rsidR="00B83686" w:rsidRPr="00ED1A1D">
        <w:t>onitoring</w:t>
      </w:r>
      <w:r w:rsidR="00891816" w:rsidRPr="00ED1A1D">
        <w:t xml:space="preserve"> </w:t>
      </w:r>
      <w:r w:rsidR="00751CDA" w:rsidRPr="00ED1A1D">
        <w:t>03/04/20 (20-013)</w:t>
      </w:r>
    </w:p>
    <w:p w14:paraId="7DDC675B" w14:textId="53C64BC6" w:rsidR="00891816" w:rsidRPr="00ED1A1D" w:rsidRDefault="00B83686" w:rsidP="002E68BE">
      <w:pPr>
        <w:pStyle w:val="BodyText3"/>
      </w:pPr>
      <w:r w:rsidRPr="00ED1A1D">
        <w:t>83536</w:t>
      </w:r>
      <w:r w:rsidRPr="00ED1A1D">
        <w:tab/>
        <w:t>Part 52</w:t>
      </w:r>
      <w:r w:rsidR="00EF2249" w:rsidRPr="00ED1A1D">
        <w:t>,</w:t>
      </w:r>
      <w:r w:rsidRPr="00ED1A1D">
        <w:t xml:space="preserve"> Facilities and Equipment</w:t>
      </w:r>
      <w:r w:rsidR="00891816" w:rsidRPr="00ED1A1D">
        <w:t xml:space="preserve"> </w:t>
      </w:r>
      <w:r w:rsidR="00751CDA" w:rsidRPr="00ED1A1D">
        <w:t>03/04/20 (20-013)</w:t>
      </w:r>
    </w:p>
    <w:p w14:paraId="0B761AB4" w14:textId="7955BB8D" w:rsidR="00891816" w:rsidRPr="00ED1A1D" w:rsidRDefault="00836338" w:rsidP="002E68BE">
      <w:pPr>
        <w:pStyle w:val="BodyText3"/>
      </w:pPr>
      <w:r w:rsidRPr="00ED1A1D">
        <w:t>83537</w:t>
      </w:r>
      <w:r w:rsidRPr="00ED1A1D">
        <w:tab/>
        <w:t>Part 52 Maintaining Occupational Exposures ALARA</w:t>
      </w:r>
      <w:r w:rsidR="00891816" w:rsidRPr="00ED1A1D">
        <w:t xml:space="preserve"> </w:t>
      </w:r>
      <w:r w:rsidR="00751CDA" w:rsidRPr="00ED1A1D">
        <w:t>03/04/20 (20-013)</w:t>
      </w:r>
    </w:p>
    <w:p w14:paraId="419B4675" w14:textId="2A90630E" w:rsidR="003C3A98" w:rsidRPr="00ED1A1D" w:rsidRDefault="003C3A98" w:rsidP="002E68BE">
      <w:pPr>
        <w:pStyle w:val="BodyText3"/>
      </w:pPr>
      <w:r w:rsidRPr="00ED1A1D">
        <w:t>83723</w:t>
      </w:r>
      <w:r w:rsidR="00F63674" w:rsidRPr="00ED1A1D">
        <w:tab/>
      </w:r>
      <w:r w:rsidRPr="00ED1A1D">
        <w:t>General Employee, Radi</w:t>
      </w:r>
      <w:r w:rsidR="00F63674" w:rsidRPr="00ED1A1D">
        <w:t>ation Safety, Plant Chemistry,</w:t>
      </w:r>
      <w:r w:rsidR="00F93C81" w:rsidRPr="00ED1A1D">
        <w:t xml:space="preserve"> </w:t>
      </w:r>
      <w:r w:rsidRPr="00ED1A1D">
        <w:t>Radwaste, and T</w:t>
      </w:r>
      <w:r w:rsidR="00C84795" w:rsidRPr="00ED1A1D">
        <w:t>ransportation Training 12/16/03</w:t>
      </w:r>
      <w:r w:rsidR="00B24B51" w:rsidRPr="00ED1A1D">
        <w:t xml:space="preserve"> </w:t>
      </w:r>
      <w:r w:rsidRPr="00ED1A1D">
        <w:t>(03-041</w:t>
      </w:r>
      <w:proofErr w:type="gramStart"/>
      <w:r w:rsidRPr="00ED1A1D">
        <w:t>)</w:t>
      </w:r>
      <w:r w:rsidR="006C2E22" w:rsidRPr="00ED1A1D">
        <w:t xml:space="preserve">  R</w:t>
      </w:r>
      <w:proofErr w:type="gramEnd"/>
    </w:p>
    <w:p w14:paraId="599D76BD" w14:textId="77CE9A44" w:rsidR="003C3A98" w:rsidRPr="00ED1A1D" w:rsidRDefault="003C3A98" w:rsidP="002E68BE">
      <w:pPr>
        <w:pStyle w:val="BodyText3"/>
      </w:pPr>
      <w:r w:rsidRPr="00ED1A1D">
        <w:t>83724</w:t>
      </w:r>
      <w:r w:rsidR="00F63674" w:rsidRPr="00ED1A1D">
        <w:tab/>
      </w:r>
      <w:r w:rsidRPr="00ED1A1D">
        <w:t>External Occupational Exposure Control and Personal</w:t>
      </w:r>
      <w:r w:rsidR="00F93C81" w:rsidRPr="00ED1A1D">
        <w:t xml:space="preserve"> </w:t>
      </w:r>
      <w:r w:rsidR="00F63674" w:rsidRPr="00ED1A1D">
        <w:t>Dosimetry 04/17/00</w:t>
      </w:r>
      <w:r w:rsidR="00C84795" w:rsidRPr="00ED1A1D">
        <w:t xml:space="preserve"> (00-006)</w:t>
      </w:r>
    </w:p>
    <w:p w14:paraId="08E12361" w14:textId="0B4B5262" w:rsidR="003C3A98" w:rsidRPr="00ED1A1D" w:rsidRDefault="003C3A98" w:rsidP="002E68BE">
      <w:pPr>
        <w:pStyle w:val="BodyText3"/>
      </w:pPr>
      <w:r w:rsidRPr="00ED1A1D">
        <w:t>83725</w:t>
      </w:r>
      <w:r w:rsidR="00F63674" w:rsidRPr="00ED1A1D">
        <w:tab/>
      </w:r>
      <w:r w:rsidRPr="00ED1A1D">
        <w:t>Internal Exposure Control and Assessment 04/17/00 (00-006)</w:t>
      </w:r>
    </w:p>
    <w:p w14:paraId="4016F73C" w14:textId="63A42608" w:rsidR="003C3A98" w:rsidRPr="00ED1A1D" w:rsidRDefault="003C3A98" w:rsidP="002E68BE">
      <w:pPr>
        <w:pStyle w:val="BodyText3"/>
      </w:pPr>
      <w:r w:rsidRPr="00ED1A1D">
        <w:t>83726</w:t>
      </w:r>
      <w:r w:rsidR="00F63674" w:rsidRPr="00ED1A1D">
        <w:tab/>
      </w:r>
      <w:r w:rsidRPr="00ED1A1D">
        <w:t>Control of Radioactive Ma</w:t>
      </w:r>
      <w:r w:rsidR="00F63674" w:rsidRPr="00ED1A1D">
        <w:t xml:space="preserve">terials and Contamination, </w:t>
      </w:r>
      <w:r w:rsidR="001B0B7E" w:rsidRPr="00ED1A1D">
        <w:t>Surveys</w:t>
      </w:r>
      <w:r w:rsidRPr="00ED1A1D">
        <w:t xml:space="preserve"> and </w:t>
      </w:r>
      <w:r w:rsidR="00D56F80" w:rsidRPr="00ED1A1D">
        <w:t>Monitoring 11/13/14 (14-027</w:t>
      </w:r>
      <w:r w:rsidR="00F63674" w:rsidRPr="00ED1A1D">
        <w:t>)</w:t>
      </w:r>
    </w:p>
    <w:p w14:paraId="4C179F13" w14:textId="2B53F618" w:rsidR="003C3A98" w:rsidRPr="00ED1A1D" w:rsidRDefault="003C3A98" w:rsidP="002E68BE">
      <w:pPr>
        <w:pStyle w:val="BodyText3"/>
      </w:pPr>
      <w:r w:rsidRPr="00ED1A1D">
        <w:t>83728</w:t>
      </w:r>
      <w:r w:rsidRPr="00ED1A1D">
        <w:tab/>
        <w:t>Maintaining Occupational Exposures ALARA 04/17</w:t>
      </w:r>
      <w:r w:rsidR="00C84795" w:rsidRPr="00ED1A1D">
        <w:t>/00</w:t>
      </w:r>
      <w:r w:rsidR="00B24B51" w:rsidRPr="00ED1A1D">
        <w:t xml:space="preserve"> </w:t>
      </w:r>
      <w:r w:rsidR="00F63674" w:rsidRPr="00ED1A1D">
        <w:t>(00-006</w:t>
      </w:r>
      <w:proofErr w:type="gramStart"/>
      <w:r w:rsidR="00F63674" w:rsidRPr="00ED1A1D">
        <w:t>)</w:t>
      </w:r>
      <w:r w:rsidR="003124BE" w:rsidRPr="00ED1A1D">
        <w:t xml:space="preserve">  R</w:t>
      </w:r>
      <w:proofErr w:type="gramEnd"/>
    </w:p>
    <w:p w14:paraId="413E736B" w14:textId="4F14D3DB" w:rsidR="003C3A98" w:rsidRPr="00ED1A1D" w:rsidRDefault="003C3A98" w:rsidP="002E68BE">
      <w:pPr>
        <w:pStyle w:val="BodyText3"/>
      </w:pPr>
      <w:r w:rsidRPr="00ED1A1D">
        <w:t>83729</w:t>
      </w:r>
      <w:r w:rsidRPr="00ED1A1D">
        <w:tab/>
        <w:t xml:space="preserve">Occupational Exposure </w:t>
      </w:r>
      <w:r w:rsidR="001B0B7E" w:rsidRPr="00ED1A1D">
        <w:t>during</w:t>
      </w:r>
      <w:r w:rsidRPr="00ED1A1D">
        <w:t xml:space="preserve"> Extended Outages 12/31/91 </w:t>
      </w:r>
      <w:r w:rsidR="00F63674" w:rsidRPr="00ED1A1D">
        <w:t>(91-021</w:t>
      </w:r>
      <w:proofErr w:type="gramStart"/>
      <w:r w:rsidR="00F63674" w:rsidRPr="00ED1A1D">
        <w:t>)</w:t>
      </w:r>
      <w:r w:rsidR="003124BE" w:rsidRPr="00ED1A1D">
        <w:t xml:space="preserve">  R</w:t>
      </w:r>
      <w:proofErr w:type="gramEnd"/>
    </w:p>
    <w:p w14:paraId="13DEAFB5" w14:textId="3D6FD353" w:rsidR="008D0250" w:rsidRPr="00ED1A1D" w:rsidRDefault="003C3A98" w:rsidP="002E68BE">
      <w:pPr>
        <w:pStyle w:val="BodyText3"/>
      </w:pPr>
      <w:r w:rsidRPr="00ED1A1D">
        <w:t>83746</w:t>
      </w:r>
      <w:r w:rsidR="0029354E" w:rsidRPr="00ED1A1D">
        <w:tab/>
      </w:r>
      <w:r w:rsidR="00B63DAD" w:rsidRPr="00ED1A1D">
        <w:t>Part 52</w:t>
      </w:r>
      <w:r w:rsidR="00BD1EE2" w:rsidRPr="00ED1A1D">
        <w:t>,</w:t>
      </w:r>
      <w:r w:rsidR="00B63DAD" w:rsidRPr="00ED1A1D">
        <w:t xml:space="preserve"> </w:t>
      </w:r>
      <w:r w:rsidR="00C54B17" w:rsidRPr="00ED1A1D">
        <w:fldChar w:fldCharType="begin"/>
      </w:r>
      <w:r w:rsidR="00C84EB0" w:rsidRPr="00ED1A1D">
        <w:instrText xml:space="preserve"> SEQ CHAPTER \h \r 1</w:instrText>
      </w:r>
      <w:r w:rsidR="00C54B17" w:rsidRPr="00ED1A1D">
        <w:fldChar w:fldCharType="end"/>
      </w:r>
      <w:r w:rsidR="00F12270" w:rsidRPr="00ED1A1D">
        <w:t>Off</w:t>
      </w:r>
      <w:r w:rsidR="00C84EB0" w:rsidRPr="00ED1A1D">
        <w:t>site Dose Calculation Manual</w:t>
      </w:r>
      <w:r w:rsidR="008D0250" w:rsidRPr="00ED1A1D">
        <w:t xml:space="preserve"> (ODCM) </w:t>
      </w:r>
      <w:r w:rsidR="00021479" w:rsidRPr="00ED1A1D">
        <w:t xml:space="preserve">05/07/20 </w:t>
      </w:r>
      <w:r w:rsidR="008D0250" w:rsidRPr="00ED1A1D">
        <w:t>(</w:t>
      </w:r>
      <w:r w:rsidR="00021479" w:rsidRPr="00ED1A1D">
        <w:t>20-024</w:t>
      </w:r>
      <w:r w:rsidR="008D0250" w:rsidRPr="00ED1A1D">
        <w:t>)</w:t>
      </w:r>
    </w:p>
    <w:p w14:paraId="75BE4206" w14:textId="67DB4C06" w:rsidR="003C3A98" w:rsidRPr="00ED1A1D" w:rsidRDefault="003C3A98" w:rsidP="002E68BE">
      <w:pPr>
        <w:pStyle w:val="BodyText3"/>
      </w:pPr>
      <w:r w:rsidRPr="00ED1A1D">
        <w:t>83750</w:t>
      </w:r>
      <w:r w:rsidRPr="00ED1A1D">
        <w:tab/>
      </w:r>
      <w:r w:rsidR="000A480A" w:rsidRPr="00ED1A1D">
        <w:t xml:space="preserve">Occupational Radiation Exposure at Permanently </w:t>
      </w:r>
      <w:proofErr w:type="spellStart"/>
      <w:r w:rsidR="000A480A" w:rsidRPr="00ED1A1D">
        <w:t>Shutdown</w:t>
      </w:r>
      <w:proofErr w:type="spellEnd"/>
      <w:r w:rsidR="000A480A" w:rsidRPr="00ED1A1D">
        <w:t xml:space="preserve"> Reactors</w:t>
      </w:r>
      <w:r w:rsidR="00AC2B27" w:rsidRPr="00ED1A1D">
        <w:br/>
      </w:r>
      <w:r w:rsidR="002B4C02" w:rsidRPr="00ED1A1D">
        <w:t>11/</w:t>
      </w:r>
      <w:r w:rsidR="000A480A" w:rsidRPr="00ED1A1D">
        <w:t>05</w:t>
      </w:r>
      <w:r w:rsidR="002B4C02" w:rsidRPr="00ED1A1D">
        <w:t>/</w:t>
      </w:r>
      <w:r w:rsidR="000A480A" w:rsidRPr="00ED1A1D">
        <w:t>20</w:t>
      </w:r>
      <w:r w:rsidR="00F63674" w:rsidRPr="00ED1A1D">
        <w:t xml:space="preserve"> (</w:t>
      </w:r>
      <w:r w:rsidR="000A480A" w:rsidRPr="00ED1A1D">
        <w:t>20-059</w:t>
      </w:r>
      <w:r w:rsidR="00F63674" w:rsidRPr="00ED1A1D">
        <w:t>)</w:t>
      </w:r>
    </w:p>
    <w:p w14:paraId="236863CE" w14:textId="45AFD97A" w:rsidR="003C3A98" w:rsidRPr="00ED1A1D" w:rsidRDefault="003C3A98" w:rsidP="002E68BE">
      <w:pPr>
        <w:pStyle w:val="BodyText3"/>
      </w:pPr>
      <w:r w:rsidRPr="00ED1A1D">
        <w:t>83801</w:t>
      </w:r>
      <w:r w:rsidR="00F63674" w:rsidRPr="00ED1A1D">
        <w:tab/>
      </w:r>
      <w:r w:rsidRPr="00ED1A1D">
        <w:t xml:space="preserve">Inspection of Remedial and Final Surveys at Permanently </w:t>
      </w:r>
      <w:proofErr w:type="spellStart"/>
      <w:r w:rsidR="00E06940" w:rsidRPr="00ED1A1D">
        <w:t>Shutdown</w:t>
      </w:r>
      <w:proofErr w:type="spellEnd"/>
      <w:r w:rsidR="00E06940" w:rsidRPr="00ED1A1D">
        <w:t xml:space="preserve"> Reactors </w:t>
      </w:r>
      <w:bookmarkStart w:id="64" w:name="_Hlk60813272"/>
      <w:r w:rsidR="0051050B" w:rsidRPr="00ED1A1D">
        <w:t>01/06/21</w:t>
      </w:r>
      <w:r w:rsidR="00E06940" w:rsidRPr="00ED1A1D">
        <w:t xml:space="preserve"> </w:t>
      </w:r>
      <w:bookmarkEnd w:id="64"/>
      <w:r w:rsidR="00E06940" w:rsidRPr="00ED1A1D">
        <w:t>(</w:t>
      </w:r>
      <w:r w:rsidR="0051050B" w:rsidRPr="00ED1A1D">
        <w:t>21</w:t>
      </w:r>
      <w:r w:rsidR="00E06940" w:rsidRPr="00ED1A1D">
        <w:t>-</w:t>
      </w:r>
      <w:r w:rsidR="0051050B" w:rsidRPr="00ED1A1D">
        <w:t>002</w:t>
      </w:r>
      <w:r w:rsidRPr="00ED1A1D">
        <w:t>)</w:t>
      </w:r>
    </w:p>
    <w:p w14:paraId="76C9A302" w14:textId="192F725E" w:rsidR="003C3A98" w:rsidRPr="00ED1A1D" w:rsidRDefault="003C3A98" w:rsidP="002E68BE">
      <w:pPr>
        <w:pStyle w:val="BodyText3"/>
      </w:pPr>
      <w:r w:rsidRPr="00ED1A1D">
        <w:t>83822</w:t>
      </w:r>
      <w:r w:rsidR="00F63674" w:rsidRPr="00ED1A1D">
        <w:tab/>
      </w:r>
      <w:r w:rsidRPr="00ED1A1D">
        <w:t xml:space="preserve">Radiation Protection </w:t>
      </w:r>
      <w:r w:rsidR="00077332" w:rsidRPr="00ED1A1D">
        <w:t>12/15/22 (22-026)</w:t>
      </w:r>
    </w:p>
    <w:p w14:paraId="307F8760" w14:textId="2DEEF94F" w:rsidR="00A33390" w:rsidRPr="00ED1A1D" w:rsidRDefault="003C3A98" w:rsidP="002E68BE">
      <w:pPr>
        <w:pStyle w:val="BodyText3"/>
      </w:pPr>
      <w:r w:rsidRPr="00ED1A1D">
        <w:t>83890</w:t>
      </w:r>
      <w:r w:rsidR="00F63674" w:rsidRPr="00ED1A1D">
        <w:tab/>
        <w:t xml:space="preserve">Closeout Inspection and Survey </w:t>
      </w:r>
      <w:r w:rsidR="00793309" w:rsidRPr="00ED1A1D">
        <w:t>12/15/22 (22-026)</w:t>
      </w:r>
    </w:p>
    <w:p w14:paraId="52E39277" w14:textId="77777777" w:rsidR="003C3A98" w:rsidRPr="00ED1A1D" w:rsidRDefault="003C3A98" w:rsidP="002F13A8">
      <w:pPr>
        <w:pStyle w:val="Heading2"/>
      </w:pPr>
      <w:r w:rsidRPr="00ED1A1D">
        <w:t>8400</w:t>
      </w:r>
      <w:r w:rsidRPr="00ED1A1D">
        <w:tab/>
      </w:r>
      <w:r w:rsidRPr="00ED1A1D">
        <w:rPr>
          <w:u w:val="single"/>
        </w:rPr>
        <w:t>Radioactive Waste Management</w:t>
      </w:r>
    </w:p>
    <w:p w14:paraId="0A857E8B" w14:textId="1784A463" w:rsidR="003C3A98" w:rsidRPr="00ED1A1D" w:rsidRDefault="003C3A98" w:rsidP="002E68BE">
      <w:pPr>
        <w:pStyle w:val="BodyText3"/>
      </w:pPr>
      <w:r w:rsidRPr="00ED1A1D">
        <w:t>84100</w:t>
      </w:r>
      <w:r w:rsidR="007500A5" w:rsidRPr="00ED1A1D">
        <w:tab/>
      </w:r>
      <w:r w:rsidRPr="00ED1A1D">
        <w:t xml:space="preserve">Special Nuclear Material Inspections </w:t>
      </w:r>
      <w:proofErr w:type="gramStart"/>
      <w:r w:rsidRPr="00ED1A1D">
        <w:t>At</w:t>
      </w:r>
      <w:proofErr w:type="gramEnd"/>
      <w:r w:rsidRPr="00ED1A1D">
        <w:t xml:space="preserve"> Near Surface Low-Level</w:t>
      </w:r>
      <w:r w:rsidR="00AC77BD" w:rsidRPr="00ED1A1D">
        <w:t xml:space="preserve"> </w:t>
      </w:r>
      <w:r w:rsidRPr="00ED1A1D">
        <w:t>Waste Disposal Facilities In Agreement States 11/27/01 (01-028)</w:t>
      </w:r>
    </w:p>
    <w:p w14:paraId="3E54547E" w14:textId="04BBF939" w:rsidR="003C3A98" w:rsidRPr="00ED1A1D" w:rsidRDefault="003C3A98" w:rsidP="002E68BE">
      <w:pPr>
        <w:pStyle w:val="BodyText3"/>
      </w:pPr>
      <w:r w:rsidRPr="00ED1A1D">
        <w:t>84101</w:t>
      </w:r>
      <w:r w:rsidR="007500A5" w:rsidRPr="00ED1A1D">
        <w:tab/>
      </w:r>
      <w:r w:rsidRPr="00ED1A1D">
        <w:t>Radioactive Waste Managemen</w:t>
      </w:r>
      <w:r w:rsidR="007500A5" w:rsidRPr="00ED1A1D">
        <w:t>t 12/30/91 (91-022)</w:t>
      </w:r>
    </w:p>
    <w:p w14:paraId="074B96DF" w14:textId="105A7FDA" w:rsidR="00780F2F" w:rsidRPr="00ED1A1D" w:rsidRDefault="00780F2F" w:rsidP="002E68BE">
      <w:pPr>
        <w:pStyle w:val="BodyText3"/>
      </w:pPr>
      <w:r w:rsidRPr="00ED1A1D">
        <w:t>84522</w:t>
      </w:r>
      <w:r w:rsidRPr="00ED1A1D">
        <w:tab/>
        <w:t xml:space="preserve">Solid Wastes (Preoperational and Supplemental) </w:t>
      </w:r>
      <w:r w:rsidR="00AC77BD" w:rsidRPr="00ED1A1D">
        <w:br/>
      </w:r>
      <w:r w:rsidRPr="00ED1A1D">
        <w:t>01/01/84 (reactivated 08-032</w:t>
      </w:r>
      <w:proofErr w:type="gramStart"/>
      <w:r w:rsidRPr="00ED1A1D">
        <w:t>)</w:t>
      </w:r>
      <w:r w:rsidR="003124BE" w:rsidRPr="00ED1A1D">
        <w:t xml:space="preserve">  R</w:t>
      </w:r>
      <w:proofErr w:type="gramEnd"/>
    </w:p>
    <w:p w14:paraId="42D05716" w14:textId="10F83E70" w:rsidR="00780F2F" w:rsidRPr="00ED1A1D" w:rsidRDefault="00780F2F" w:rsidP="002E68BE">
      <w:pPr>
        <w:pStyle w:val="BodyText3"/>
      </w:pPr>
      <w:r w:rsidRPr="00ED1A1D">
        <w:lastRenderedPageBreak/>
        <w:t>84525</w:t>
      </w:r>
      <w:r w:rsidRPr="00ED1A1D">
        <w:tab/>
        <w:t xml:space="preserve">Quality Assurance and Confirmatory Measurements for </w:t>
      </w:r>
      <w:proofErr w:type="gramStart"/>
      <w:r w:rsidRPr="00ED1A1D">
        <w:t>In</w:t>
      </w:r>
      <w:proofErr w:type="gramEnd"/>
      <w:r w:rsidRPr="00ED1A1D">
        <w:noBreakHyphen/>
        <w:t>Plant Radiochemical Analysis (Preoperational and Supplemental</w:t>
      </w:r>
      <w:r w:rsidR="002F3FF5" w:rsidRPr="00ED1A1D">
        <w:t xml:space="preserve">) </w:t>
      </w:r>
      <w:r w:rsidR="00AC77BD" w:rsidRPr="00ED1A1D">
        <w:br/>
      </w:r>
      <w:r w:rsidR="002F3FF5" w:rsidRPr="00ED1A1D">
        <w:t>5</w:t>
      </w:r>
      <w:r w:rsidRPr="00ED1A1D">
        <w:t>/23/85 (reactivated 08-032)</w:t>
      </w:r>
    </w:p>
    <w:p w14:paraId="4DA9BD89" w14:textId="59314CD7" w:rsidR="00A33390" w:rsidRPr="00ED1A1D" w:rsidRDefault="00836338" w:rsidP="002E68BE">
      <w:pPr>
        <w:pStyle w:val="BodyText3"/>
      </w:pPr>
      <w:r w:rsidRPr="00ED1A1D">
        <w:t>84526</w:t>
      </w:r>
      <w:r w:rsidRPr="00ED1A1D">
        <w:tab/>
      </w:r>
      <w:r w:rsidR="008036B6" w:rsidRPr="00ED1A1D">
        <w:t>RESERVED</w:t>
      </w:r>
      <w:r w:rsidRPr="00ED1A1D">
        <w:t xml:space="preserve"> for Part 52 Radwaste – Startup</w:t>
      </w:r>
    </w:p>
    <w:p w14:paraId="03D902BF" w14:textId="535DC7CB" w:rsidR="00836338" w:rsidRPr="00ED1A1D" w:rsidRDefault="00836338" w:rsidP="002E68BE">
      <w:pPr>
        <w:pStyle w:val="BodyText3"/>
      </w:pPr>
      <w:r w:rsidRPr="00ED1A1D">
        <w:t>84527</w:t>
      </w:r>
      <w:r w:rsidRPr="00ED1A1D">
        <w:tab/>
        <w:t>Part 52</w:t>
      </w:r>
      <w:r w:rsidR="00756B24" w:rsidRPr="00ED1A1D">
        <w:t>,</w:t>
      </w:r>
      <w:r w:rsidRPr="00ED1A1D">
        <w:t xml:space="preserve"> Solid Waste Management </w:t>
      </w:r>
      <w:r w:rsidR="00BA4124" w:rsidRPr="00ED1A1D">
        <w:t>Program</w:t>
      </w:r>
      <w:r w:rsidR="0072743E" w:rsidRPr="00ED1A1D">
        <w:t xml:space="preserve"> </w:t>
      </w:r>
      <w:r w:rsidR="003A211F" w:rsidRPr="00ED1A1D">
        <w:t>04/30/20</w:t>
      </w:r>
      <w:r w:rsidR="0072743E" w:rsidRPr="00ED1A1D">
        <w:t xml:space="preserve"> (</w:t>
      </w:r>
      <w:r w:rsidR="003A211F" w:rsidRPr="00ED1A1D">
        <w:t>20-022</w:t>
      </w:r>
      <w:r w:rsidR="0072743E" w:rsidRPr="00ED1A1D">
        <w:t>)</w:t>
      </w:r>
    </w:p>
    <w:p w14:paraId="374B01EC" w14:textId="2447457F" w:rsidR="00AE440D" w:rsidRPr="00ED1A1D" w:rsidRDefault="0058603B" w:rsidP="002E68BE">
      <w:pPr>
        <w:pStyle w:val="BodyText3"/>
      </w:pPr>
      <w:r w:rsidRPr="00ED1A1D">
        <w:t>84528</w:t>
      </w:r>
      <w:r w:rsidRPr="00ED1A1D">
        <w:tab/>
        <w:t>Part 52</w:t>
      </w:r>
      <w:r w:rsidR="00C90A3B" w:rsidRPr="00ED1A1D">
        <w:t>,</w:t>
      </w:r>
      <w:r w:rsidRPr="00ED1A1D">
        <w:t xml:space="preserve"> Liquid Waste Management </w:t>
      </w:r>
      <w:r w:rsidR="005659B7" w:rsidRPr="00ED1A1D">
        <w:t>Program</w:t>
      </w:r>
      <w:r w:rsidRPr="00ED1A1D">
        <w:t xml:space="preserve"> </w:t>
      </w:r>
      <w:r w:rsidR="003A211F" w:rsidRPr="00ED1A1D">
        <w:t>04/30/20 (20-022)</w:t>
      </w:r>
    </w:p>
    <w:p w14:paraId="53959ED6" w14:textId="77777777" w:rsidR="00AE440D" w:rsidRPr="00ED1A1D" w:rsidRDefault="00AE440D" w:rsidP="002E68BE">
      <w:pPr>
        <w:pStyle w:val="BodyText3"/>
      </w:pPr>
      <w:r w:rsidRPr="00ED1A1D">
        <w:t>84529</w:t>
      </w:r>
      <w:r w:rsidRPr="00ED1A1D">
        <w:tab/>
        <w:t xml:space="preserve">Part 52, Gaseous Waste Management </w:t>
      </w:r>
      <w:r w:rsidR="005659B7" w:rsidRPr="00ED1A1D">
        <w:t>Program</w:t>
      </w:r>
      <w:r w:rsidRPr="00ED1A1D">
        <w:t xml:space="preserve"> </w:t>
      </w:r>
      <w:r w:rsidR="00021479" w:rsidRPr="00ED1A1D">
        <w:t>05/07/20</w:t>
      </w:r>
      <w:r w:rsidR="008F7D99" w:rsidRPr="00ED1A1D">
        <w:t>(</w:t>
      </w:r>
      <w:r w:rsidR="00021479" w:rsidRPr="00ED1A1D">
        <w:t>20-024</w:t>
      </w:r>
      <w:r w:rsidR="008F7D99" w:rsidRPr="00ED1A1D">
        <w:t>)</w:t>
      </w:r>
    </w:p>
    <w:p w14:paraId="21526651" w14:textId="0F0A4B29" w:rsidR="003C3A98" w:rsidRPr="00ED1A1D" w:rsidRDefault="003C3A98" w:rsidP="002E68BE">
      <w:pPr>
        <w:pStyle w:val="BodyText3"/>
      </w:pPr>
      <w:r w:rsidRPr="00ED1A1D">
        <w:t>84750</w:t>
      </w:r>
      <w:r w:rsidR="007500A5" w:rsidRPr="00ED1A1D">
        <w:tab/>
      </w:r>
      <w:r w:rsidRPr="00ED1A1D">
        <w:t xml:space="preserve">Radioactive Waste Treatment, and Effluent and Environmental Monitoring </w:t>
      </w:r>
      <w:bookmarkStart w:id="65" w:name="_Hlk55393439"/>
      <w:r w:rsidR="00156FEA" w:rsidRPr="00ED1A1D">
        <w:t>11/05/20</w:t>
      </w:r>
      <w:r w:rsidRPr="00ED1A1D">
        <w:t xml:space="preserve"> </w:t>
      </w:r>
      <w:bookmarkEnd w:id="65"/>
      <w:r w:rsidRPr="00ED1A1D">
        <w:t>(</w:t>
      </w:r>
      <w:r w:rsidR="00156FEA" w:rsidRPr="00ED1A1D">
        <w:t>20-059</w:t>
      </w:r>
      <w:r w:rsidRPr="00ED1A1D">
        <w:t>)</w:t>
      </w:r>
    </w:p>
    <w:p w14:paraId="712BE63F" w14:textId="21737ABC" w:rsidR="003C3A98" w:rsidRPr="00ED1A1D" w:rsidRDefault="003C3A98" w:rsidP="002E68BE">
      <w:pPr>
        <w:pStyle w:val="BodyText3"/>
      </w:pPr>
      <w:r w:rsidRPr="00ED1A1D">
        <w:t>84850</w:t>
      </w:r>
      <w:r w:rsidR="007500A5" w:rsidRPr="00ED1A1D">
        <w:tab/>
      </w:r>
      <w:r w:rsidRPr="00ED1A1D">
        <w:t>Radioactive Waste Management - Inspection of Waste</w:t>
      </w:r>
      <w:r w:rsidR="00725AF1" w:rsidRPr="00ED1A1D">
        <w:t xml:space="preserve"> </w:t>
      </w:r>
      <w:r w:rsidRPr="00ED1A1D">
        <w:t xml:space="preserve">Generator Requirements of 10 CFR </w:t>
      </w:r>
      <w:r w:rsidR="00E878E7" w:rsidRPr="00ED1A1D">
        <w:t xml:space="preserve">Part </w:t>
      </w:r>
      <w:r w:rsidRPr="00ED1A1D">
        <w:t>20 and 10 CFR</w:t>
      </w:r>
      <w:r w:rsidR="00E878E7" w:rsidRPr="00ED1A1D">
        <w:t xml:space="preserve"> Part</w:t>
      </w:r>
      <w:r w:rsidRPr="00ED1A1D">
        <w:t xml:space="preserve"> 61 </w:t>
      </w:r>
      <w:r w:rsidR="003507F0" w:rsidRPr="00ED1A1D">
        <w:t>12/22/08 (08-037)</w:t>
      </w:r>
    </w:p>
    <w:p w14:paraId="3C2D0143" w14:textId="094F48A6" w:rsidR="003C3A98" w:rsidRPr="00ED1A1D" w:rsidRDefault="003C3A98" w:rsidP="002E68BE">
      <w:pPr>
        <w:pStyle w:val="BodyText3"/>
      </w:pPr>
      <w:r w:rsidRPr="00ED1A1D">
        <w:t>84900</w:t>
      </w:r>
      <w:r w:rsidR="007500A5" w:rsidRPr="00ED1A1D">
        <w:tab/>
      </w:r>
      <w:r w:rsidRPr="00ED1A1D">
        <w:t xml:space="preserve">Low-Level Radioactive Waste Storage </w:t>
      </w:r>
      <w:r w:rsidR="00314AA1" w:rsidRPr="00ED1A1D">
        <w:t>12/15/22 (22-026)</w:t>
      </w:r>
    </w:p>
    <w:p w14:paraId="324B372D" w14:textId="71637A4A" w:rsidR="003C3A98" w:rsidRPr="00ED1A1D" w:rsidRDefault="00EE7D6D" w:rsidP="002F13A8">
      <w:pPr>
        <w:pStyle w:val="Heading2"/>
        <w:rPr>
          <w:u w:val="single"/>
        </w:rPr>
      </w:pPr>
      <w:r w:rsidRPr="00ED1A1D">
        <w:t>8500</w:t>
      </w:r>
      <w:r w:rsidRPr="00ED1A1D">
        <w:tab/>
      </w:r>
      <w:r w:rsidR="003C3A98" w:rsidRPr="00ED1A1D">
        <w:rPr>
          <w:u w:val="single"/>
        </w:rPr>
        <w:t>Material Control and Accountability</w:t>
      </w:r>
    </w:p>
    <w:p w14:paraId="67C765F8" w14:textId="77777777" w:rsidR="003C3A98" w:rsidRPr="00ED1A1D" w:rsidRDefault="003C3A98" w:rsidP="002E68BE">
      <w:pPr>
        <w:pStyle w:val="BodyText3"/>
      </w:pPr>
      <w:r w:rsidRPr="00ED1A1D">
        <w:t>85102</w:t>
      </w:r>
      <w:r w:rsidRPr="00ED1A1D">
        <w:tab/>
        <w:t>Material Con</w:t>
      </w:r>
      <w:r w:rsidR="007500A5" w:rsidRPr="00ED1A1D">
        <w:t xml:space="preserve">trol and Accounting - Reactors </w:t>
      </w:r>
      <w:r w:rsidRPr="00ED1A1D">
        <w:t>03/29/85</w:t>
      </w:r>
      <w:r w:rsidR="00725AF1" w:rsidRPr="00ED1A1D">
        <w:t xml:space="preserve"> </w:t>
      </w:r>
      <w:r w:rsidRPr="00ED1A1D">
        <w:t>(85-10)</w:t>
      </w:r>
    </w:p>
    <w:p w14:paraId="7817A206" w14:textId="1BF35FC3" w:rsidR="00652236" w:rsidRPr="00ED1A1D" w:rsidRDefault="001F033E" w:rsidP="002E68BE">
      <w:pPr>
        <w:pStyle w:val="BodyText3"/>
      </w:pPr>
      <w:r w:rsidRPr="00ED1A1D">
        <w:t>85103</w:t>
      </w:r>
      <w:r w:rsidR="007C3A9D" w:rsidRPr="00ED1A1D">
        <w:tab/>
        <w:t>Material</w:t>
      </w:r>
      <w:r w:rsidR="00652236" w:rsidRPr="00ED1A1D">
        <w:t xml:space="preserve"> Control and Accounting at</w:t>
      </w:r>
      <w:r w:rsidR="007C3A9D" w:rsidRPr="00ED1A1D">
        <w:t xml:space="preserve"> Decommissioning </w:t>
      </w:r>
      <w:r w:rsidR="001B74BD" w:rsidRPr="00ED1A1D">
        <w:t xml:space="preserve">Nuclear </w:t>
      </w:r>
      <w:r w:rsidR="007C3A9D" w:rsidRPr="00ED1A1D">
        <w:t xml:space="preserve">Power </w:t>
      </w:r>
      <w:r w:rsidR="001C12CB" w:rsidRPr="00ED1A1D">
        <w:br/>
      </w:r>
      <w:r w:rsidR="007C3A9D" w:rsidRPr="00ED1A1D">
        <w:t>Reactors</w:t>
      </w:r>
      <w:r w:rsidR="001C12CB" w:rsidRPr="00ED1A1D">
        <w:t xml:space="preserve"> </w:t>
      </w:r>
      <w:r w:rsidR="00652236" w:rsidRPr="00ED1A1D">
        <w:t>07/03/18 (18-019)</w:t>
      </w:r>
    </w:p>
    <w:p w14:paraId="18B3D587" w14:textId="391CD2DF" w:rsidR="003C3A98" w:rsidRPr="00ED1A1D" w:rsidRDefault="003C3A98" w:rsidP="002E68BE">
      <w:pPr>
        <w:pStyle w:val="BodyText3"/>
      </w:pPr>
      <w:r w:rsidRPr="00ED1A1D">
        <w:t>85200</w:t>
      </w:r>
      <w:r w:rsidR="007500A5" w:rsidRPr="00ED1A1D">
        <w:tab/>
      </w:r>
      <w:r w:rsidRPr="00ED1A1D">
        <w:t>MC&amp;A for Licensees Possessing Less Than or Equal to</w:t>
      </w:r>
      <w:r w:rsidR="001C12CB" w:rsidRPr="00ED1A1D">
        <w:t xml:space="preserve"> </w:t>
      </w:r>
      <w:r w:rsidR="007500A5" w:rsidRPr="00ED1A1D">
        <w:t>One Effective Kilogram of SNM 04/10/85 (85-15)</w:t>
      </w:r>
    </w:p>
    <w:p w14:paraId="46134CBF" w14:textId="1063912B" w:rsidR="003C3A98" w:rsidRPr="00ED1A1D" w:rsidRDefault="003C3A98" w:rsidP="002E68BE">
      <w:pPr>
        <w:pStyle w:val="BodyText3"/>
      </w:pPr>
      <w:r w:rsidRPr="00ED1A1D">
        <w:t>85203</w:t>
      </w:r>
      <w:r w:rsidR="007500A5" w:rsidRPr="00ED1A1D">
        <w:tab/>
      </w:r>
      <w:r w:rsidR="004B537B" w:rsidRPr="00ED1A1D">
        <w:t xml:space="preserve">Management Structure and Controls </w:t>
      </w:r>
      <w:r w:rsidR="000C6748" w:rsidRPr="00ED1A1D">
        <w:t>05/30/24 (24-016)</w:t>
      </w:r>
    </w:p>
    <w:p w14:paraId="6D7417C5" w14:textId="3FDF1397" w:rsidR="004B537B" w:rsidRPr="00ED1A1D" w:rsidRDefault="003C3A98" w:rsidP="002E68BE">
      <w:pPr>
        <w:pStyle w:val="BodyText3"/>
      </w:pPr>
      <w:r w:rsidRPr="00ED1A1D">
        <w:t>85205</w:t>
      </w:r>
      <w:r w:rsidR="007500A5" w:rsidRPr="00ED1A1D">
        <w:tab/>
      </w:r>
      <w:r w:rsidR="00965B76" w:rsidRPr="00ED1A1D">
        <w:t>Item Control Program</w:t>
      </w:r>
      <w:r w:rsidR="007500A5" w:rsidRPr="00ED1A1D">
        <w:t xml:space="preserve"> </w:t>
      </w:r>
      <w:r w:rsidR="00F67473" w:rsidRPr="00ED1A1D">
        <w:t>05/30/24 (24-016)</w:t>
      </w:r>
    </w:p>
    <w:p w14:paraId="19C0DF59" w14:textId="495CB18C" w:rsidR="003C3A98" w:rsidRPr="00ED1A1D" w:rsidRDefault="003C3A98" w:rsidP="002E68BE">
      <w:pPr>
        <w:pStyle w:val="BodyText3"/>
      </w:pPr>
      <w:r w:rsidRPr="00ED1A1D">
        <w:t>85207</w:t>
      </w:r>
      <w:r w:rsidR="007A09D3" w:rsidRPr="00ED1A1D">
        <w:tab/>
      </w:r>
      <w:r w:rsidR="007500A5" w:rsidRPr="00ED1A1D">
        <w:t xml:space="preserve">Measurement </w:t>
      </w:r>
      <w:r w:rsidR="0060646A" w:rsidRPr="00ED1A1D">
        <w:t>Program</w:t>
      </w:r>
      <w:r w:rsidR="007500A5" w:rsidRPr="00ED1A1D">
        <w:t xml:space="preserve"> </w:t>
      </w:r>
      <w:r w:rsidR="00973AE5" w:rsidRPr="00ED1A1D">
        <w:t>05/30/24 (24-016)</w:t>
      </w:r>
    </w:p>
    <w:p w14:paraId="174519B3" w14:textId="4A204DFD" w:rsidR="003C3A98" w:rsidRPr="00ED1A1D" w:rsidRDefault="003C3A98" w:rsidP="002E68BE">
      <w:pPr>
        <w:pStyle w:val="BodyText3"/>
      </w:pPr>
      <w:r w:rsidRPr="00ED1A1D">
        <w:t>85209</w:t>
      </w:r>
      <w:r w:rsidR="007500A5" w:rsidRPr="00ED1A1D">
        <w:tab/>
      </w:r>
      <w:r w:rsidRPr="00ED1A1D">
        <w:t>Meas</w:t>
      </w:r>
      <w:r w:rsidR="007500A5" w:rsidRPr="00ED1A1D">
        <w:t xml:space="preserve">urement Control </w:t>
      </w:r>
      <w:r w:rsidR="0060646A" w:rsidRPr="00ED1A1D">
        <w:t>Program</w:t>
      </w:r>
      <w:r w:rsidR="00F61C8A" w:rsidRPr="00ED1A1D">
        <w:t xml:space="preserve"> 05/30/24 (24-016)</w:t>
      </w:r>
    </w:p>
    <w:p w14:paraId="50F79CA0" w14:textId="72FCDB3A" w:rsidR="003C3A98" w:rsidRPr="00ED1A1D" w:rsidRDefault="003C3A98" w:rsidP="002E68BE">
      <w:pPr>
        <w:pStyle w:val="BodyText3"/>
      </w:pPr>
      <w:r w:rsidRPr="00ED1A1D">
        <w:t>85211</w:t>
      </w:r>
      <w:r w:rsidR="007500A5" w:rsidRPr="00ED1A1D">
        <w:tab/>
        <w:t>Physical Inventory</w:t>
      </w:r>
      <w:r w:rsidR="00D87CC1" w:rsidRPr="00ED1A1D">
        <w:t xml:space="preserve"> Program 05/30/24 (24-016)</w:t>
      </w:r>
    </w:p>
    <w:p w14:paraId="071F8F4E" w14:textId="4B84FE3B" w:rsidR="00D87CC1" w:rsidRPr="00ED1A1D" w:rsidRDefault="0034010C" w:rsidP="002E68BE">
      <w:pPr>
        <w:pStyle w:val="BodyText3"/>
      </w:pPr>
      <w:r w:rsidRPr="00ED1A1D">
        <w:t>85213</w:t>
      </w:r>
      <w:r w:rsidRPr="00ED1A1D">
        <w:tab/>
        <w:t>Resolution Program for Category II Facilities 05/30/24 (24-016)</w:t>
      </w:r>
    </w:p>
    <w:p w14:paraId="46409398" w14:textId="4B63298C" w:rsidR="004B537B" w:rsidRPr="00ED1A1D" w:rsidRDefault="003C3A98" w:rsidP="002E68BE">
      <w:pPr>
        <w:pStyle w:val="BodyText3"/>
      </w:pPr>
      <w:r w:rsidRPr="00ED1A1D">
        <w:t>85303</w:t>
      </w:r>
      <w:r w:rsidR="007500A5" w:rsidRPr="00ED1A1D">
        <w:tab/>
      </w:r>
      <w:r w:rsidR="004B537B" w:rsidRPr="00ED1A1D">
        <w:t xml:space="preserve">Material Control and Accounting Management Structure and Personnel Training and Qualification </w:t>
      </w:r>
      <w:r w:rsidR="005B257A" w:rsidRPr="00ED1A1D">
        <w:t>12/17/20</w:t>
      </w:r>
      <w:r w:rsidR="00CB236D" w:rsidRPr="00ED1A1D">
        <w:t xml:space="preserve"> (</w:t>
      </w:r>
      <w:r w:rsidR="005B257A" w:rsidRPr="00ED1A1D">
        <w:t>20</w:t>
      </w:r>
      <w:r w:rsidR="00CB236D" w:rsidRPr="00ED1A1D">
        <w:t>-0</w:t>
      </w:r>
      <w:r w:rsidR="005B257A" w:rsidRPr="00ED1A1D">
        <w:t>74</w:t>
      </w:r>
      <w:r w:rsidR="00CB236D" w:rsidRPr="00ED1A1D">
        <w:t>)</w:t>
      </w:r>
    </w:p>
    <w:p w14:paraId="366B1685" w14:textId="363DAFF5" w:rsidR="00016121" w:rsidRPr="00ED1A1D" w:rsidRDefault="003C3A98" w:rsidP="002E68BE">
      <w:pPr>
        <w:pStyle w:val="BodyText3"/>
      </w:pPr>
      <w:r w:rsidRPr="00ED1A1D">
        <w:t>85305</w:t>
      </w:r>
      <w:r w:rsidR="007500A5" w:rsidRPr="00ED1A1D">
        <w:tab/>
      </w:r>
      <w:r w:rsidR="00022745" w:rsidRPr="00ED1A1D">
        <w:t>Item Mon</w:t>
      </w:r>
      <w:r w:rsidR="007A09D3" w:rsidRPr="00ED1A1D">
        <w:t>itoring</w:t>
      </w:r>
      <w:r w:rsidR="00AD3671" w:rsidRPr="00ED1A1D">
        <w:t xml:space="preserve"> </w:t>
      </w:r>
      <w:bookmarkStart w:id="66" w:name="_Hlk59035134"/>
      <w:r w:rsidR="00C646AD" w:rsidRPr="00ED1A1D">
        <w:t>12/16/20</w:t>
      </w:r>
      <w:r w:rsidR="00016121" w:rsidRPr="00ED1A1D">
        <w:t xml:space="preserve"> </w:t>
      </w:r>
      <w:bookmarkEnd w:id="66"/>
      <w:r w:rsidR="00016121" w:rsidRPr="00ED1A1D">
        <w:t>(</w:t>
      </w:r>
      <w:r w:rsidR="00C646AD" w:rsidRPr="00ED1A1D">
        <w:t>20-073</w:t>
      </w:r>
      <w:r w:rsidR="00016121" w:rsidRPr="00ED1A1D">
        <w:t>)</w:t>
      </w:r>
    </w:p>
    <w:p w14:paraId="454BC029" w14:textId="77942A82" w:rsidR="003C3A98" w:rsidRPr="00ED1A1D" w:rsidRDefault="003C3A98" w:rsidP="002E68BE">
      <w:pPr>
        <w:pStyle w:val="BodyText3"/>
      </w:pPr>
      <w:r w:rsidRPr="00ED1A1D">
        <w:t>85307</w:t>
      </w:r>
      <w:r w:rsidRPr="00ED1A1D">
        <w:tab/>
      </w:r>
      <w:r w:rsidR="007500A5" w:rsidRPr="00ED1A1D">
        <w:t xml:space="preserve">Process Monitoring </w:t>
      </w:r>
      <w:bookmarkStart w:id="67" w:name="_Hlk59035160"/>
      <w:r w:rsidR="00C646AD" w:rsidRPr="00ED1A1D">
        <w:t>12/16/20</w:t>
      </w:r>
      <w:r w:rsidR="00AD3671" w:rsidRPr="00ED1A1D">
        <w:t xml:space="preserve"> </w:t>
      </w:r>
      <w:bookmarkEnd w:id="67"/>
      <w:r w:rsidR="00AD3671" w:rsidRPr="00ED1A1D">
        <w:t>(</w:t>
      </w:r>
      <w:r w:rsidR="00C646AD" w:rsidRPr="00ED1A1D">
        <w:t>20-073</w:t>
      </w:r>
      <w:r w:rsidR="008D50F4" w:rsidRPr="00ED1A1D">
        <w:t>)</w:t>
      </w:r>
    </w:p>
    <w:p w14:paraId="0617C88E" w14:textId="0A2FBBA2" w:rsidR="003C3A98" w:rsidRPr="00ED1A1D" w:rsidRDefault="003C3A98" w:rsidP="002E68BE">
      <w:pPr>
        <w:pStyle w:val="BodyText3"/>
      </w:pPr>
      <w:r w:rsidRPr="00ED1A1D">
        <w:t>85309</w:t>
      </w:r>
      <w:r w:rsidRPr="00ED1A1D">
        <w:tab/>
        <w:t>M</w:t>
      </w:r>
      <w:r w:rsidR="007500A5" w:rsidRPr="00ED1A1D">
        <w:t xml:space="preserve">easurement Systems and Control </w:t>
      </w:r>
      <w:r w:rsidR="00541CAC" w:rsidRPr="00ED1A1D">
        <w:t>11/06/20</w:t>
      </w:r>
      <w:r w:rsidR="005F5A13" w:rsidRPr="00ED1A1D">
        <w:t xml:space="preserve"> (</w:t>
      </w:r>
      <w:r w:rsidR="00541CAC" w:rsidRPr="00ED1A1D">
        <w:t>20-060</w:t>
      </w:r>
      <w:r w:rsidR="005F5A13" w:rsidRPr="00ED1A1D">
        <w:t>)</w:t>
      </w:r>
    </w:p>
    <w:p w14:paraId="59759307" w14:textId="643DF9CF" w:rsidR="00D336F5" w:rsidRPr="00ED1A1D" w:rsidRDefault="003C3A98" w:rsidP="002E68BE">
      <w:pPr>
        <w:pStyle w:val="BodyText3"/>
      </w:pPr>
      <w:r w:rsidRPr="00ED1A1D">
        <w:t>85311</w:t>
      </w:r>
      <w:r w:rsidRPr="00ED1A1D">
        <w:tab/>
      </w:r>
      <w:r w:rsidR="00D336F5" w:rsidRPr="00ED1A1D">
        <w:t xml:space="preserve">Physical Inventory Program </w:t>
      </w:r>
      <w:r w:rsidR="00541CAC" w:rsidRPr="00ED1A1D">
        <w:t>11/06/20</w:t>
      </w:r>
      <w:r w:rsidR="00D336F5" w:rsidRPr="00ED1A1D">
        <w:t xml:space="preserve"> (</w:t>
      </w:r>
      <w:r w:rsidR="00541CAC" w:rsidRPr="00ED1A1D">
        <w:t>20-060</w:t>
      </w:r>
      <w:r w:rsidR="00D336F5" w:rsidRPr="00ED1A1D">
        <w:t>)</w:t>
      </w:r>
    </w:p>
    <w:p w14:paraId="0E964A2A" w14:textId="38A570BD" w:rsidR="00C94713" w:rsidRPr="00ED1A1D" w:rsidRDefault="003C3A98" w:rsidP="002E68BE">
      <w:pPr>
        <w:pStyle w:val="BodyText3"/>
      </w:pPr>
      <w:r w:rsidRPr="00ED1A1D">
        <w:t>85313</w:t>
      </w:r>
      <w:r w:rsidRPr="00ED1A1D">
        <w:tab/>
      </w:r>
      <w:r w:rsidR="00C94713" w:rsidRPr="00ED1A1D">
        <w:t xml:space="preserve">Alarm Resolution Program </w:t>
      </w:r>
      <w:r w:rsidR="00541CAC" w:rsidRPr="00ED1A1D">
        <w:t>11/06/20</w:t>
      </w:r>
      <w:r w:rsidR="00AD3671" w:rsidRPr="00ED1A1D">
        <w:t xml:space="preserve"> (</w:t>
      </w:r>
      <w:r w:rsidR="00541CAC" w:rsidRPr="00ED1A1D">
        <w:t>20-060</w:t>
      </w:r>
      <w:r w:rsidR="00C94713" w:rsidRPr="00ED1A1D">
        <w:t>)</w:t>
      </w:r>
    </w:p>
    <w:p w14:paraId="36A7DFD6" w14:textId="3DE2C3C6" w:rsidR="00A33390" w:rsidRPr="00ED1A1D" w:rsidRDefault="003C3A98" w:rsidP="002E68BE">
      <w:pPr>
        <w:pStyle w:val="BodyText3"/>
      </w:pPr>
      <w:r w:rsidRPr="00ED1A1D">
        <w:t>85315</w:t>
      </w:r>
      <w:r w:rsidRPr="00ED1A1D">
        <w:tab/>
      </w:r>
      <w:r w:rsidR="007500A5" w:rsidRPr="00ED1A1D">
        <w:t xml:space="preserve">Internal Control </w:t>
      </w:r>
      <w:bookmarkStart w:id="68" w:name="_Hlk59035216"/>
      <w:r w:rsidR="00C646AD" w:rsidRPr="00ED1A1D">
        <w:t>12/16/20</w:t>
      </w:r>
      <w:r w:rsidR="00132B09" w:rsidRPr="00ED1A1D">
        <w:t xml:space="preserve"> </w:t>
      </w:r>
      <w:bookmarkEnd w:id="68"/>
      <w:r w:rsidR="00132B09" w:rsidRPr="00ED1A1D">
        <w:t>(</w:t>
      </w:r>
      <w:r w:rsidR="00C646AD" w:rsidRPr="00ED1A1D">
        <w:t>20-073</w:t>
      </w:r>
      <w:r w:rsidR="00132B09" w:rsidRPr="00ED1A1D">
        <w:t>)</w:t>
      </w:r>
    </w:p>
    <w:p w14:paraId="6142DF85" w14:textId="3F7D56DA" w:rsidR="00861303" w:rsidRPr="00ED1A1D" w:rsidRDefault="003C3A98" w:rsidP="002E68BE">
      <w:pPr>
        <w:pStyle w:val="BodyText3"/>
      </w:pPr>
      <w:r w:rsidRPr="00ED1A1D">
        <w:t>85401</w:t>
      </w:r>
      <w:r w:rsidRPr="00ED1A1D">
        <w:tab/>
      </w:r>
      <w:r w:rsidR="00C84795" w:rsidRPr="00ED1A1D">
        <w:t>Management Structure</w:t>
      </w:r>
      <w:r w:rsidRPr="00ED1A1D">
        <w:t xml:space="preserve"> </w:t>
      </w:r>
      <w:bookmarkStart w:id="69" w:name="_Hlk55540875"/>
      <w:r w:rsidR="00541CAC" w:rsidRPr="00ED1A1D">
        <w:t>11/06/20</w:t>
      </w:r>
      <w:r w:rsidR="00AD3671" w:rsidRPr="00ED1A1D">
        <w:t xml:space="preserve"> </w:t>
      </w:r>
      <w:bookmarkEnd w:id="69"/>
      <w:r w:rsidR="00AD3671" w:rsidRPr="00ED1A1D">
        <w:t>(</w:t>
      </w:r>
      <w:r w:rsidR="00541CAC" w:rsidRPr="00ED1A1D">
        <w:t>20-060</w:t>
      </w:r>
      <w:r w:rsidR="00016121" w:rsidRPr="00ED1A1D">
        <w:t>)</w:t>
      </w:r>
    </w:p>
    <w:p w14:paraId="5D85D5CB" w14:textId="4679AD74" w:rsidR="005F5A13" w:rsidRPr="00ED1A1D" w:rsidRDefault="003C3A98" w:rsidP="002E68BE">
      <w:pPr>
        <w:pStyle w:val="BodyText3"/>
      </w:pPr>
      <w:r w:rsidRPr="00ED1A1D">
        <w:t>85402</w:t>
      </w:r>
      <w:r w:rsidR="007500A5" w:rsidRPr="00ED1A1D">
        <w:tab/>
      </w:r>
      <w:r w:rsidRPr="00ED1A1D">
        <w:t xml:space="preserve">Measurement </w:t>
      </w:r>
      <w:r w:rsidR="00612A20" w:rsidRPr="00ED1A1D">
        <w:t>Program</w:t>
      </w:r>
      <w:r w:rsidRPr="00ED1A1D">
        <w:t xml:space="preserve"> </w:t>
      </w:r>
      <w:bookmarkStart w:id="70" w:name="_Hlk59510368"/>
      <w:r w:rsidR="00BD1AFD" w:rsidRPr="00ED1A1D">
        <w:t>12/22/20</w:t>
      </w:r>
      <w:r w:rsidR="005F5A13" w:rsidRPr="00ED1A1D">
        <w:t xml:space="preserve"> </w:t>
      </w:r>
      <w:bookmarkEnd w:id="70"/>
      <w:r w:rsidR="005F5A13" w:rsidRPr="00ED1A1D">
        <w:t>(</w:t>
      </w:r>
      <w:r w:rsidR="00BD1AFD" w:rsidRPr="00ED1A1D">
        <w:t>20-075</w:t>
      </w:r>
      <w:r w:rsidR="005F5A13" w:rsidRPr="00ED1A1D">
        <w:t>)</w:t>
      </w:r>
      <w:r w:rsidRPr="00ED1A1D">
        <w:tab/>
      </w:r>
    </w:p>
    <w:p w14:paraId="7267BCD6" w14:textId="45002730" w:rsidR="005F5A13" w:rsidRPr="00ED1A1D" w:rsidRDefault="003C3A98" w:rsidP="002E68BE">
      <w:pPr>
        <w:pStyle w:val="BodyText3"/>
      </w:pPr>
      <w:r w:rsidRPr="00ED1A1D">
        <w:t>85403</w:t>
      </w:r>
      <w:r w:rsidRPr="00ED1A1D">
        <w:tab/>
        <w:t xml:space="preserve">Measurement Control Program </w:t>
      </w:r>
      <w:r w:rsidR="00BD1AFD" w:rsidRPr="00ED1A1D">
        <w:t>12/22/20</w:t>
      </w:r>
      <w:r w:rsidR="005F5A13" w:rsidRPr="00ED1A1D">
        <w:t xml:space="preserve"> (</w:t>
      </w:r>
      <w:r w:rsidR="00BD1AFD" w:rsidRPr="00ED1A1D">
        <w:t>20-075</w:t>
      </w:r>
      <w:r w:rsidR="005F5A13" w:rsidRPr="00ED1A1D">
        <w:t>)</w:t>
      </w:r>
    </w:p>
    <w:p w14:paraId="56CDF040" w14:textId="02218586" w:rsidR="00DF05B0" w:rsidRPr="00ED1A1D" w:rsidRDefault="003C3A98" w:rsidP="002E68BE">
      <w:pPr>
        <w:pStyle w:val="BodyText3"/>
      </w:pPr>
      <w:r w:rsidRPr="00ED1A1D">
        <w:t>85404</w:t>
      </w:r>
      <w:r w:rsidR="007500A5" w:rsidRPr="00ED1A1D">
        <w:tab/>
      </w:r>
      <w:r w:rsidR="00DF05B0" w:rsidRPr="00ED1A1D">
        <w:t>Physical Inventory Program for Low En</w:t>
      </w:r>
      <w:r w:rsidR="003C00D0" w:rsidRPr="00ED1A1D">
        <w:t xml:space="preserve">riched Uranium Fuel Facilities </w:t>
      </w:r>
      <w:r w:rsidR="00ED7110" w:rsidRPr="00ED1A1D">
        <w:br/>
      </w:r>
      <w:bookmarkStart w:id="71" w:name="_Hlk61497615"/>
      <w:r w:rsidR="0032559D" w:rsidRPr="00ED1A1D">
        <w:t>01/13/21</w:t>
      </w:r>
      <w:r w:rsidR="00DF05B0" w:rsidRPr="00ED1A1D">
        <w:t xml:space="preserve"> </w:t>
      </w:r>
      <w:bookmarkEnd w:id="71"/>
      <w:r w:rsidR="00DF05B0" w:rsidRPr="00ED1A1D">
        <w:t>(</w:t>
      </w:r>
      <w:r w:rsidR="0032559D" w:rsidRPr="00ED1A1D">
        <w:t>21-004</w:t>
      </w:r>
      <w:r w:rsidR="00DF05B0" w:rsidRPr="00ED1A1D">
        <w:t>)</w:t>
      </w:r>
      <w:r w:rsidRPr="00ED1A1D">
        <w:tab/>
      </w:r>
    </w:p>
    <w:p w14:paraId="358698A0" w14:textId="6D62DB48" w:rsidR="00016121" w:rsidRPr="00ED1A1D" w:rsidRDefault="003C3A98" w:rsidP="002E68BE">
      <w:pPr>
        <w:pStyle w:val="BodyText3"/>
      </w:pPr>
      <w:r w:rsidRPr="00ED1A1D">
        <w:t>85405</w:t>
      </w:r>
      <w:r w:rsidR="007500A5" w:rsidRPr="00ED1A1D">
        <w:tab/>
      </w:r>
      <w:r w:rsidRPr="00ED1A1D">
        <w:t xml:space="preserve">Item Control </w:t>
      </w:r>
      <w:r w:rsidR="0032559D" w:rsidRPr="00ED1A1D">
        <w:t>01/13/21 (21-004)</w:t>
      </w:r>
    </w:p>
    <w:p w14:paraId="378B454A" w14:textId="183E5107" w:rsidR="00C94713" w:rsidRPr="00ED1A1D" w:rsidRDefault="003C3A98" w:rsidP="002E68BE">
      <w:pPr>
        <w:pStyle w:val="BodyText3"/>
      </w:pPr>
      <w:r w:rsidRPr="00ED1A1D">
        <w:t>85406</w:t>
      </w:r>
      <w:r w:rsidRPr="00ED1A1D">
        <w:tab/>
      </w:r>
      <w:r w:rsidR="00C94713" w:rsidRPr="00ED1A1D">
        <w:t xml:space="preserve">Resolution Program for Low Enriched Uranium Fuel Facilities </w:t>
      </w:r>
      <w:r w:rsidR="00ED7110" w:rsidRPr="00ED1A1D">
        <w:br/>
      </w:r>
      <w:r w:rsidR="0032559D" w:rsidRPr="00ED1A1D">
        <w:t>01/13/21 (21-004)</w:t>
      </w:r>
    </w:p>
    <w:p w14:paraId="74EDF222" w14:textId="0842C21C" w:rsidR="007C3A9D" w:rsidRPr="00ED1A1D" w:rsidRDefault="003C3A98" w:rsidP="002E68BE">
      <w:pPr>
        <w:pStyle w:val="BodyText3"/>
      </w:pPr>
      <w:r w:rsidRPr="00ED1A1D">
        <w:t xml:space="preserve">85407 </w:t>
      </w:r>
      <w:r w:rsidRPr="00ED1A1D">
        <w:tab/>
        <w:t xml:space="preserve">Assessment Program </w:t>
      </w:r>
      <w:r w:rsidR="005B257A" w:rsidRPr="00ED1A1D">
        <w:t>12/17/20</w:t>
      </w:r>
      <w:r w:rsidR="0083680D" w:rsidRPr="00ED1A1D">
        <w:t xml:space="preserve"> (</w:t>
      </w:r>
      <w:r w:rsidR="005B257A" w:rsidRPr="00ED1A1D">
        <w:t>20-074</w:t>
      </w:r>
      <w:r w:rsidR="0083680D" w:rsidRPr="00ED1A1D">
        <w:t>)</w:t>
      </w:r>
    </w:p>
    <w:p w14:paraId="676F02C7" w14:textId="6CA7AE98" w:rsidR="00FD4BD5" w:rsidRPr="00ED1A1D" w:rsidRDefault="003C3A98" w:rsidP="002E68BE">
      <w:pPr>
        <w:pStyle w:val="BodyText3"/>
      </w:pPr>
      <w:r w:rsidRPr="00ED1A1D">
        <w:t>85408</w:t>
      </w:r>
      <w:r w:rsidR="00DF3AE5" w:rsidRPr="00ED1A1D">
        <w:tab/>
      </w:r>
      <w:r w:rsidRPr="00ED1A1D">
        <w:t xml:space="preserve">Recordkeeping </w:t>
      </w:r>
      <w:bookmarkStart w:id="72" w:name="_Hlk59104930"/>
      <w:r w:rsidR="007B16D8" w:rsidRPr="00ED1A1D">
        <w:t xml:space="preserve">Program </w:t>
      </w:r>
      <w:r w:rsidR="005B257A" w:rsidRPr="00ED1A1D">
        <w:t>12/17/20</w:t>
      </w:r>
      <w:r w:rsidR="0083680D" w:rsidRPr="00ED1A1D">
        <w:t xml:space="preserve"> </w:t>
      </w:r>
      <w:bookmarkEnd w:id="72"/>
      <w:r w:rsidR="0083680D" w:rsidRPr="00ED1A1D">
        <w:t>(</w:t>
      </w:r>
      <w:r w:rsidR="005B257A" w:rsidRPr="00ED1A1D">
        <w:t>20-074</w:t>
      </w:r>
      <w:r w:rsidR="0083680D" w:rsidRPr="00ED1A1D">
        <w:t>)</w:t>
      </w:r>
    </w:p>
    <w:p w14:paraId="79AB61C7" w14:textId="77280C7F" w:rsidR="003C3A98" w:rsidRPr="00ED1A1D" w:rsidRDefault="003C3A98" w:rsidP="002E68BE">
      <w:pPr>
        <w:pStyle w:val="BodyText3"/>
      </w:pPr>
      <w:r w:rsidRPr="00ED1A1D">
        <w:t>85420</w:t>
      </w:r>
      <w:r w:rsidR="00DF3AE5" w:rsidRPr="00ED1A1D">
        <w:tab/>
      </w:r>
      <w:r w:rsidRPr="00ED1A1D">
        <w:t>Inspection of IAEA Safeguards for Inspectors at Power</w:t>
      </w:r>
      <w:r w:rsidR="00ED7110" w:rsidRPr="00ED1A1D">
        <w:t xml:space="preserve"> </w:t>
      </w:r>
      <w:r w:rsidR="007500A5" w:rsidRPr="00ED1A1D">
        <w:t xml:space="preserve">Reactors </w:t>
      </w:r>
      <w:r w:rsidR="00ED7110" w:rsidRPr="00ED1A1D">
        <w:br/>
      </w:r>
      <w:r w:rsidR="007500A5" w:rsidRPr="00ED1A1D">
        <w:t xml:space="preserve">06/22/88 </w:t>
      </w:r>
      <w:r w:rsidR="00C84795" w:rsidRPr="00ED1A1D">
        <w:t>(88-</w:t>
      </w:r>
      <w:r w:rsidR="00677A1F" w:rsidRPr="00ED1A1D">
        <w:t>0</w:t>
      </w:r>
      <w:r w:rsidR="00C84795" w:rsidRPr="00ED1A1D">
        <w:t>07)</w:t>
      </w:r>
      <w:r w:rsidR="0072222D" w:rsidRPr="00ED1A1D">
        <w:t xml:space="preserve"> R</w:t>
      </w:r>
    </w:p>
    <w:p w14:paraId="3F37AD37" w14:textId="55C64432" w:rsidR="005D0E45" w:rsidRPr="00ED1A1D" w:rsidRDefault="003C3A98" w:rsidP="002E68BE">
      <w:pPr>
        <w:pStyle w:val="BodyText3"/>
      </w:pPr>
      <w:r w:rsidRPr="00ED1A1D">
        <w:t>85501</w:t>
      </w:r>
      <w:r w:rsidR="00DF3AE5" w:rsidRPr="00ED1A1D">
        <w:tab/>
      </w:r>
      <w:r w:rsidR="005D0E45" w:rsidRPr="00ED1A1D">
        <w:t xml:space="preserve">Physical Inventory Program for Uranium Enrichment Facilities </w:t>
      </w:r>
      <w:bookmarkStart w:id="73" w:name="_Hlk59510501"/>
      <w:r w:rsidR="00ED7110" w:rsidRPr="00ED1A1D">
        <w:br/>
      </w:r>
      <w:r w:rsidR="00BD1AFD" w:rsidRPr="00ED1A1D">
        <w:t>12/20/20</w:t>
      </w:r>
      <w:r w:rsidR="005D0E45" w:rsidRPr="00ED1A1D">
        <w:t xml:space="preserve"> </w:t>
      </w:r>
      <w:bookmarkEnd w:id="73"/>
      <w:r w:rsidR="005D0E45" w:rsidRPr="00ED1A1D">
        <w:t>(</w:t>
      </w:r>
      <w:r w:rsidR="00BD1AFD" w:rsidRPr="00ED1A1D">
        <w:t>20-075</w:t>
      </w:r>
      <w:r w:rsidR="005D0E45" w:rsidRPr="00ED1A1D">
        <w:t>)</w:t>
      </w:r>
    </w:p>
    <w:p w14:paraId="55FCF1CB" w14:textId="2A1BE973" w:rsidR="00132B09" w:rsidRPr="00ED1A1D" w:rsidRDefault="003C3A98" w:rsidP="002E68BE">
      <w:pPr>
        <w:pStyle w:val="BodyText3"/>
      </w:pPr>
      <w:r w:rsidRPr="00ED1A1D">
        <w:t>85502</w:t>
      </w:r>
      <w:r w:rsidR="00DF3AE5" w:rsidRPr="00ED1A1D">
        <w:tab/>
      </w:r>
      <w:r w:rsidR="004576A1" w:rsidRPr="00ED1A1D">
        <w:t xml:space="preserve">Detection Program for Uranium Enrichment Facilities </w:t>
      </w:r>
      <w:bookmarkStart w:id="74" w:name="_Hlk59510532"/>
      <w:r w:rsidR="00BD1AFD" w:rsidRPr="00ED1A1D">
        <w:t>12/22/20</w:t>
      </w:r>
      <w:r w:rsidR="00132B09" w:rsidRPr="00ED1A1D">
        <w:t xml:space="preserve"> </w:t>
      </w:r>
      <w:bookmarkEnd w:id="74"/>
      <w:r w:rsidR="00132B09" w:rsidRPr="00ED1A1D">
        <w:t>(</w:t>
      </w:r>
      <w:r w:rsidR="00BD1AFD" w:rsidRPr="00ED1A1D">
        <w:t>20-075</w:t>
      </w:r>
      <w:r w:rsidR="00132B09" w:rsidRPr="00ED1A1D">
        <w:t>)</w:t>
      </w:r>
    </w:p>
    <w:p w14:paraId="20381257" w14:textId="6ED8419F" w:rsidR="00A33390" w:rsidRPr="00ED1A1D" w:rsidRDefault="003C3A98" w:rsidP="002E68BE">
      <w:pPr>
        <w:pStyle w:val="BodyText3"/>
      </w:pPr>
      <w:r w:rsidRPr="00ED1A1D">
        <w:t>85503</w:t>
      </w:r>
      <w:r w:rsidR="00DF3AE5" w:rsidRPr="00ED1A1D">
        <w:tab/>
      </w:r>
      <w:r w:rsidR="003934B7" w:rsidRPr="00ED1A1D">
        <w:t xml:space="preserve">Resolution Program for Uranium Enrichment Facilities </w:t>
      </w:r>
      <w:r w:rsidR="00B67303" w:rsidRPr="00ED1A1D">
        <w:t>01/13/21 (21-004)</w:t>
      </w:r>
    </w:p>
    <w:p w14:paraId="389F58A7" w14:textId="25C38FD5" w:rsidR="003C3A98" w:rsidRPr="00ED1A1D" w:rsidRDefault="003C3A98" w:rsidP="00616E37">
      <w:pPr>
        <w:pStyle w:val="BodyText2"/>
      </w:pPr>
      <w:r w:rsidRPr="00ED1A1D">
        <w:lastRenderedPageBreak/>
        <w:t xml:space="preserve">8600 </w:t>
      </w:r>
      <w:r w:rsidR="006978F2" w:rsidRPr="00ED1A1D">
        <w:tab/>
      </w:r>
      <w:r w:rsidRPr="00ED1A1D">
        <w:rPr>
          <w:u w:val="single"/>
        </w:rPr>
        <w:t>Spent Fuel and Other Radioactive Material Packaging and Shipping</w:t>
      </w:r>
    </w:p>
    <w:p w14:paraId="2CB2404E" w14:textId="39570264" w:rsidR="006C1EC9" w:rsidRPr="00ED1A1D" w:rsidRDefault="003C3A98" w:rsidP="002E68BE">
      <w:pPr>
        <w:pStyle w:val="BodyText3"/>
      </w:pPr>
      <w:r w:rsidRPr="00ED1A1D">
        <w:t>86001</w:t>
      </w:r>
      <w:r w:rsidR="007500A5" w:rsidRPr="00ED1A1D">
        <w:tab/>
      </w:r>
      <w:r w:rsidRPr="00ED1A1D">
        <w:t>Design, Fabrication, Testing, and Maintenance of</w:t>
      </w:r>
      <w:r w:rsidR="0029676E" w:rsidRPr="00ED1A1D">
        <w:t xml:space="preserve"> </w:t>
      </w:r>
      <w:r w:rsidRPr="00ED1A1D">
        <w:t xml:space="preserve">Transportation Packagings </w:t>
      </w:r>
      <w:r w:rsidR="007F2858" w:rsidRPr="00ED1A1D">
        <w:t>08/17/23 (23-024)</w:t>
      </w:r>
    </w:p>
    <w:p w14:paraId="043025C1" w14:textId="7C898976" w:rsidR="003C3A98" w:rsidRPr="00ED1A1D" w:rsidRDefault="003C3A98" w:rsidP="002E68BE">
      <w:pPr>
        <w:pStyle w:val="BodyText3"/>
      </w:pPr>
      <w:r w:rsidRPr="00ED1A1D">
        <w:t>86730</w:t>
      </w:r>
      <w:r w:rsidR="007500A5" w:rsidRPr="00ED1A1D">
        <w:tab/>
      </w:r>
      <w:r w:rsidRPr="00ED1A1D">
        <w:t>Transportation of Radioactive Materials (49 CFR Parts 100-</w:t>
      </w:r>
      <w:r w:rsidR="00467A41" w:rsidRPr="00ED1A1D">
        <w:t>179</w:t>
      </w:r>
      <w:r w:rsidR="0029676E" w:rsidRPr="00ED1A1D">
        <w:t xml:space="preserve"> </w:t>
      </w:r>
      <w:r w:rsidRPr="00ED1A1D">
        <w:t>and 10</w:t>
      </w:r>
      <w:r w:rsidR="0029676E" w:rsidRPr="00ED1A1D">
        <w:t> </w:t>
      </w:r>
      <w:r w:rsidRPr="00ED1A1D">
        <w:t>CFR Part 71) 04/17/00 (00-006)</w:t>
      </w:r>
    </w:p>
    <w:p w14:paraId="46250EF1" w14:textId="417FDBFB" w:rsidR="00674E6A" w:rsidRPr="00ED1A1D" w:rsidRDefault="003C3A98" w:rsidP="002E68BE">
      <w:pPr>
        <w:pStyle w:val="BodyText3"/>
      </w:pPr>
      <w:r w:rsidRPr="00ED1A1D">
        <w:t>86740</w:t>
      </w:r>
      <w:r w:rsidR="007500A5" w:rsidRPr="00ED1A1D">
        <w:tab/>
      </w:r>
      <w:r w:rsidRPr="00ED1A1D">
        <w:t>Inspectio</w:t>
      </w:r>
      <w:r w:rsidR="007500A5" w:rsidRPr="00ED1A1D">
        <w:t xml:space="preserve">n of Transportation Activities </w:t>
      </w:r>
      <w:r w:rsidR="004C521D" w:rsidRPr="00ED1A1D">
        <w:t>12/14/20</w:t>
      </w:r>
      <w:r w:rsidR="00674E6A" w:rsidRPr="00ED1A1D">
        <w:t xml:space="preserve"> (</w:t>
      </w:r>
      <w:r w:rsidR="004C521D" w:rsidRPr="00ED1A1D">
        <w:t>20-071</w:t>
      </w:r>
      <w:r w:rsidR="00674E6A" w:rsidRPr="00ED1A1D">
        <w:t>)</w:t>
      </w:r>
    </w:p>
    <w:p w14:paraId="16BB0560" w14:textId="2E954315" w:rsidR="003C3A98" w:rsidRPr="00ED1A1D" w:rsidRDefault="003C3A98" w:rsidP="002E68BE">
      <w:pPr>
        <w:pStyle w:val="BodyText3"/>
      </w:pPr>
      <w:r w:rsidRPr="00ED1A1D">
        <w:t>86750</w:t>
      </w:r>
      <w:r w:rsidRPr="00ED1A1D">
        <w:tab/>
        <w:t>Solid Radioactive Waste Management and Transportation</w:t>
      </w:r>
      <w:r w:rsidR="003C00D0" w:rsidRPr="00ED1A1D">
        <w:t xml:space="preserve"> </w:t>
      </w:r>
      <w:r w:rsidRPr="00ED1A1D">
        <w:t>of Radioactive Material</w:t>
      </w:r>
      <w:r w:rsidR="007500A5" w:rsidRPr="00ED1A1D">
        <w:t>s</w:t>
      </w:r>
      <w:r w:rsidRPr="00ED1A1D">
        <w:t xml:space="preserve"> </w:t>
      </w:r>
      <w:bookmarkStart w:id="75" w:name="_Hlk54690122"/>
      <w:r w:rsidR="003A34BC" w:rsidRPr="00ED1A1D">
        <w:t>10/27/20</w:t>
      </w:r>
      <w:r w:rsidR="007500A5" w:rsidRPr="00ED1A1D">
        <w:t xml:space="preserve"> </w:t>
      </w:r>
      <w:bookmarkEnd w:id="75"/>
      <w:r w:rsidRPr="00ED1A1D">
        <w:t>(</w:t>
      </w:r>
      <w:r w:rsidR="001C6E99" w:rsidRPr="00ED1A1D">
        <w:t>2</w:t>
      </w:r>
      <w:r w:rsidR="003A34BC" w:rsidRPr="00ED1A1D">
        <w:t>0-056</w:t>
      </w:r>
      <w:r w:rsidRPr="00ED1A1D">
        <w:t>)</w:t>
      </w:r>
    </w:p>
    <w:p w14:paraId="42D118DB" w14:textId="77777777" w:rsidR="003C3A98" w:rsidRPr="00ED1A1D" w:rsidRDefault="003C3A98" w:rsidP="002F13A8">
      <w:pPr>
        <w:pStyle w:val="Heading2"/>
        <w:rPr>
          <w:u w:val="single"/>
        </w:rPr>
      </w:pPr>
      <w:r w:rsidRPr="00ED1A1D">
        <w:t>8700</w:t>
      </w:r>
      <w:r w:rsidRPr="00ED1A1D">
        <w:tab/>
      </w:r>
      <w:r w:rsidRPr="00ED1A1D">
        <w:rPr>
          <w:u w:val="single"/>
        </w:rPr>
        <w:t>Materials Safety Inspection</w:t>
      </w:r>
    </w:p>
    <w:p w14:paraId="0196D399" w14:textId="17201930" w:rsidR="003C3A98" w:rsidRPr="00ED1A1D" w:rsidRDefault="003C3A98" w:rsidP="002E68BE">
      <w:pPr>
        <w:pStyle w:val="BodyText3"/>
      </w:pPr>
      <w:r w:rsidRPr="00ED1A1D">
        <w:t>87102</w:t>
      </w:r>
      <w:r w:rsidRPr="00ED1A1D">
        <w:tab/>
        <w:t xml:space="preserve">Maintaining Effluents </w:t>
      </w:r>
      <w:r w:rsidR="0046094D" w:rsidRPr="00ED1A1D">
        <w:t>f</w:t>
      </w:r>
      <w:r w:rsidRPr="00ED1A1D">
        <w:t>rom Mater</w:t>
      </w:r>
      <w:r w:rsidR="0046094D" w:rsidRPr="00ED1A1D">
        <w:t xml:space="preserve">ials Facilities </w:t>
      </w:r>
      <w:proofErr w:type="gramStart"/>
      <w:r w:rsidR="0046094D" w:rsidRPr="00ED1A1D">
        <w:t>As</w:t>
      </w:r>
      <w:proofErr w:type="gramEnd"/>
      <w:r w:rsidR="0046094D" w:rsidRPr="00ED1A1D">
        <w:t xml:space="preserve"> Low As Is </w:t>
      </w:r>
      <w:r w:rsidRPr="00ED1A1D">
        <w:t>Reasonably Achievable (AL</w:t>
      </w:r>
      <w:r w:rsidR="008E5C18" w:rsidRPr="00ED1A1D">
        <w:t>A</w:t>
      </w:r>
      <w:r w:rsidRPr="00ED1A1D">
        <w:t>RA) 04/04/00 (00-005)</w:t>
      </w:r>
    </w:p>
    <w:p w14:paraId="46DCDBD7" w14:textId="0F3178B1" w:rsidR="003C3A98" w:rsidRPr="00ED1A1D" w:rsidRDefault="003C3A98" w:rsidP="002E68BE">
      <w:pPr>
        <w:pStyle w:val="BodyText3"/>
      </w:pPr>
      <w:r w:rsidRPr="00ED1A1D">
        <w:t>87103</w:t>
      </w:r>
      <w:r w:rsidRPr="00ED1A1D">
        <w:tab/>
        <w:t>Inspection of Material Licensees Involved in an Incident or</w:t>
      </w:r>
      <w:r w:rsidR="0029676E" w:rsidRPr="00ED1A1D">
        <w:t xml:space="preserve"> </w:t>
      </w:r>
      <w:r w:rsidRPr="00ED1A1D">
        <w:t>Bankruptcy Filing 11/03/00 (00-023)</w:t>
      </w:r>
    </w:p>
    <w:p w14:paraId="3E8E03BF" w14:textId="09E62FE2" w:rsidR="003C3A98" w:rsidRPr="00ED1A1D" w:rsidRDefault="003C3A98" w:rsidP="002E68BE">
      <w:pPr>
        <w:pStyle w:val="BodyText3"/>
      </w:pPr>
      <w:r w:rsidRPr="00ED1A1D">
        <w:t>87104</w:t>
      </w:r>
      <w:r w:rsidR="0046094D" w:rsidRPr="00ED1A1D">
        <w:tab/>
      </w:r>
      <w:r w:rsidRPr="00ED1A1D">
        <w:t>Decommissioning Inspection Procedure for Materials Licensees</w:t>
      </w:r>
      <w:r w:rsidR="00714E0E" w:rsidRPr="00ED1A1D">
        <w:t xml:space="preserve"> </w:t>
      </w:r>
      <w:r w:rsidR="00926AA1" w:rsidRPr="00ED1A1D">
        <w:br/>
      </w:r>
      <w:r w:rsidR="00EE6C2C" w:rsidRPr="00ED1A1D">
        <w:t>12/15/22 (22-026)</w:t>
      </w:r>
    </w:p>
    <w:p w14:paraId="69328F79" w14:textId="7005E2C9" w:rsidR="003C3A98" w:rsidRPr="00ED1A1D" w:rsidRDefault="003C3A98" w:rsidP="002E68BE">
      <w:pPr>
        <w:pStyle w:val="BodyText3"/>
      </w:pPr>
      <w:r w:rsidRPr="00ED1A1D">
        <w:t>87121</w:t>
      </w:r>
      <w:r w:rsidR="0046094D" w:rsidRPr="00ED1A1D">
        <w:tab/>
      </w:r>
      <w:r w:rsidRPr="00ED1A1D">
        <w:t xml:space="preserve">Industrial Radiography Programs </w:t>
      </w:r>
      <w:r w:rsidR="00B02C4F" w:rsidRPr="00ED1A1D">
        <w:t>05/16/24 (24-015)</w:t>
      </w:r>
    </w:p>
    <w:p w14:paraId="53B71409" w14:textId="7A8B2450" w:rsidR="003C3A98" w:rsidRPr="00ED1A1D" w:rsidRDefault="003C3A98" w:rsidP="002E68BE">
      <w:pPr>
        <w:pStyle w:val="BodyText3"/>
      </w:pPr>
      <w:r w:rsidRPr="00ED1A1D">
        <w:t>87122</w:t>
      </w:r>
      <w:r w:rsidR="0046094D" w:rsidRPr="00ED1A1D">
        <w:tab/>
      </w:r>
      <w:r w:rsidR="00BE67A9" w:rsidRPr="00ED1A1D">
        <w:t>10 CFR Part 36 Panoramic Dry-Source-Storage, Panoramic Wet</w:t>
      </w:r>
      <w:r w:rsidR="00BB5E5A" w:rsidRPr="00ED1A1D">
        <w:noBreakHyphen/>
      </w:r>
      <w:r w:rsidR="00BE67A9" w:rsidRPr="00ED1A1D">
        <w:t>Source</w:t>
      </w:r>
      <w:r w:rsidR="00BB5E5A" w:rsidRPr="00ED1A1D">
        <w:noBreakHyphen/>
      </w:r>
      <w:r w:rsidR="00BE67A9" w:rsidRPr="00ED1A1D">
        <w:t xml:space="preserve">Storage, and Underwater </w:t>
      </w:r>
      <w:r w:rsidRPr="00ED1A1D">
        <w:t xml:space="preserve">Irradiator Programs </w:t>
      </w:r>
      <w:r w:rsidR="004B7B29" w:rsidRPr="00ED1A1D">
        <w:br/>
        <w:t>12/21/23 (23-039)</w:t>
      </w:r>
    </w:p>
    <w:p w14:paraId="31887982" w14:textId="4DDEA141" w:rsidR="003C3A98" w:rsidRPr="00ED1A1D" w:rsidRDefault="003C3A98" w:rsidP="002E68BE">
      <w:pPr>
        <w:pStyle w:val="BodyText3"/>
      </w:pPr>
      <w:r w:rsidRPr="00ED1A1D">
        <w:t>87123</w:t>
      </w:r>
      <w:r w:rsidRPr="00ED1A1D">
        <w:tab/>
        <w:t xml:space="preserve">Well Logging </w:t>
      </w:r>
      <w:r w:rsidR="007A25BE" w:rsidRPr="00ED1A1D">
        <w:t xml:space="preserve">and Tracer Study </w:t>
      </w:r>
      <w:r w:rsidRPr="00ED1A1D">
        <w:t xml:space="preserve">Programs </w:t>
      </w:r>
      <w:r w:rsidR="007A25BE" w:rsidRPr="00ED1A1D">
        <w:t>04/26/22 (22-008)</w:t>
      </w:r>
    </w:p>
    <w:p w14:paraId="5BAA3AB4" w14:textId="70DD27A2" w:rsidR="003C3A98" w:rsidRPr="00ED1A1D" w:rsidRDefault="003C3A98" w:rsidP="002E68BE">
      <w:pPr>
        <w:pStyle w:val="BodyText3"/>
      </w:pPr>
      <w:r w:rsidRPr="00ED1A1D">
        <w:t>87124</w:t>
      </w:r>
      <w:r w:rsidRPr="00ED1A1D">
        <w:tab/>
        <w:t xml:space="preserve">Fixed </w:t>
      </w:r>
      <w:r w:rsidR="004E3B75" w:rsidRPr="00ED1A1D">
        <w:t>Nuclear</w:t>
      </w:r>
      <w:r w:rsidRPr="00ED1A1D">
        <w:t xml:space="preserve"> Gauge Programs </w:t>
      </w:r>
      <w:r w:rsidR="008C4C2F" w:rsidRPr="00ED1A1D">
        <w:t>04/26/22 (22-008)</w:t>
      </w:r>
    </w:p>
    <w:p w14:paraId="2C9AFA5C" w14:textId="56039F6A" w:rsidR="003C3A98" w:rsidRPr="00ED1A1D" w:rsidRDefault="003C3A98" w:rsidP="002E68BE">
      <w:pPr>
        <w:pStyle w:val="BodyText3"/>
      </w:pPr>
      <w:r w:rsidRPr="00ED1A1D">
        <w:t>87125</w:t>
      </w:r>
      <w:r w:rsidR="0046094D" w:rsidRPr="00ED1A1D">
        <w:tab/>
      </w:r>
      <w:r w:rsidRPr="00ED1A1D">
        <w:t>Materials P</w:t>
      </w:r>
      <w:r w:rsidR="0046094D" w:rsidRPr="00ED1A1D">
        <w:t xml:space="preserve">rocessor/Manufacturer Programs </w:t>
      </w:r>
      <w:r w:rsidR="00CC6D43" w:rsidRPr="00ED1A1D">
        <w:t>12/21/23 (23-039)</w:t>
      </w:r>
    </w:p>
    <w:p w14:paraId="508375A3" w14:textId="7A30F03F" w:rsidR="003C3A98" w:rsidRPr="00ED1A1D" w:rsidRDefault="003C3A98" w:rsidP="002E68BE">
      <w:pPr>
        <w:pStyle w:val="BodyText3"/>
      </w:pPr>
      <w:r w:rsidRPr="00ED1A1D">
        <w:t>87126</w:t>
      </w:r>
      <w:r w:rsidRPr="00ED1A1D">
        <w:tab/>
      </w:r>
      <w:r w:rsidR="00DA34FC" w:rsidRPr="00ED1A1D">
        <w:t xml:space="preserve">Broad Scope </w:t>
      </w:r>
      <w:r w:rsidR="0046094D" w:rsidRPr="00ED1A1D">
        <w:t>Academic</w:t>
      </w:r>
      <w:r w:rsidR="00AB2A57" w:rsidRPr="00ED1A1D">
        <w:t xml:space="preserve"> and </w:t>
      </w:r>
      <w:r w:rsidR="0046094D" w:rsidRPr="00ED1A1D">
        <w:t>Research</w:t>
      </w:r>
      <w:r w:rsidR="00AB2A57" w:rsidRPr="00ED1A1D">
        <w:t xml:space="preserve"> &amp; Development</w:t>
      </w:r>
      <w:r w:rsidR="0046094D" w:rsidRPr="00ED1A1D">
        <w:t xml:space="preserve"> Programs </w:t>
      </w:r>
      <w:r w:rsidR="003D7C7C" w:rsidRPr="00ED1A1D">
        <w:t>04/26/22 (22-008)</w:t>
      </w:r>
    </w:p>
    <w:p w14:paraId="5E44BC5D" w14:textId="427D9EFE" w:rsidR="003C3A98" w:rsidRPr="00ED1A1D" w:rsidRDefault="003C3A98" w:rsidP="002E68BE">
      <w:pPr>
        <w:pStyle w:val="BodyText3"/>
      </w:pPr>
      <w:r w:rsidRPr="00ED1A1D">
        <w:t>87127</w:t>
      </w:r>
      <w:r w:rsidRPr="00ED1A1D">
        <w:tab/>
      </w:r>
      <w:proofErr w:type="spellStart"/>
      <w:r w:rsidR="0046094D" w:rsidRPr="00ED1A1D">
        <w:t>Radiopharmacy</w:t>
      </w:r>
      <w:proofErr w:type="spellEnd"/>
      <w:r w:rsidR="0046094D" w:rsidRPr="00ED1A1D">
        <w:t xml:space="preserve"> Programs </w:t>
      </w:r>
      <w:r w:rsidR="009F4781" w:rsidRPr="00ED1A1D">
        <w:t>07/01/08</w:t>
      </w:r>
      <w:r w:rsidRPr="00ED1A1D">
        <w:t xml:space="preserve"> (0</w:t>
      </w:r>
      <w:r w:rsidR="00725AF1" w:rsidRPr="00ED1A1D">
        <w:t>8</w:t>
      </w:r>
      <w:r w:rsidRPr="00ED1A1D">
        <w:t>-</w:t>
      </w:r>
      <w:r w:rsidR="009F4781" w:rsidRPr="00ED1A1D">
        <w:t>018</w:t>
      </w:r>
      <w:r w:rsidRPr="00ED1A1D">
        <w:t>)</w:t>
      </w:r>
    </w:p>
    <w:p w14:paraId="0DFB26F0" w14:textId="684944B9" w:rsidR="00A33390" w:rsidRPr="00ED1A1D" w:rsidRDefault="00757211" w:rsidP="002E68BE">
      <w:pPr>
        <w:pStyle w:val="BodyText3"/>
      </w:pPr>
      <w:r w:rsidRPr="00ED1A1D">
        <w:t>87128</w:t>
      </w:r>
      <w:r w:rsidRPr="00ED1A1D">
        <w:tab/>
      </w:r>
      <w:r w:rsidR="002D6F3C" w:rsidRPr="00ED1A1D">
        <w:t>Manufacturing and Distribution of Exempt Products 0</w:t>
      </w:r>
      <w:r w:rsidR="00642559" w:rsidRPr="00ED1A1D">
        <w:t>8/07/19</w:t>
      </w:r>
      <w:r w:rsidR="002D6F3C" w:rsidRPr="00ED1A1D">
        <w:t xml:space="preserve"> (1</w:t>
      </w:r>
      <w:r w:rsidR="00642559" w:rsidRPr="00ED1A1D">
        <w:t>9</w:t>
      </w:r>
      <w:r w:rsidR="002D6F3C" w:rsidRPr="00ED1A1D">
        <w:t>-0</w:t>
      </w:r>
      <w:r w:rsidR="00642559" w:rsidRPr="00ED1A1D">
        <w:t>26</w:t>
      </w:r>
      <w:r w:rsidR="002D6F3C" w:rsidRPr="00ED1A1D">
        <w:t>)</w:t>
      </w:r>
    </w:p>
    <w:p w14:paraId="77116EEB" w14:textId="5DDE4DDD" w:rsidR="00861303" w:rsidRPr="00ED1A1D" w:rsidRDefault="003C3A98" w:rsidP="002E68BE">
      <w:pPr>
        <w:pStyle w:val="BodyText3"/>
      </w:pPr>
      <w:r w:rsidRPr="00ED1A1D">
        <w:t>87129</w:t>
      </w:r>
      <w:r w:rsidR="0046094D" w:rsidRPr="00ED1A1D">
        <w:tab/>
      </w:r>
      <w:r w:rsidRPr="00ED1A1D">
        <w:t>Master Materials Progr</w:t>
      </w:r>
      <w:r w:rsidR="0046094D" w:rsidRPr="00ED1A1D">
        <w:t>am</w:t>
      </w:r>
      <w:r w:rsidRPr="00ED1A1D">
        <w:t xml:space="preserve"> </w:t>
      </w:r>
      <w:r w:rsidR="004B5C28" w:rsidRPr="00ED1A1D">
        <w:t>10/29/21 (21-036)</w:t>
      </w:r>
    </w:p>
    <w:p w14:paraId="11B60691" w14:textId="345DFD43" w:rsidR="003C3A98" w:rsidRPr="00ED1A1D" w:rsidRDefault="003C3A98" w:rsidP="002E68BE">
      <w:pPr>
        <w:pStyle w:val="BodyText3"/>
      </w:pPr>
      <w:r w:rsidRPr="00ED1A1D">
        <w:t>87130</w:t>
      </w:r>
      <w:r w:rsidRPr="00ED1A1D">
        <w:tab/>
        <w:t>Nuclear Medicine Programs</w:t>
      </w:r>
      <w:r w:rsidR="001B0690" w:rsidRPr="00ED1A1D">
        <w:t xml:space="preserve"> </w:t>
      </w:r>
      <w:r w:rsidR="003D7C7C" w:rsidRPr="00ED1A1D">
        <w:t>04/26/22 (22-008)</w:t>
      </w:r>
    </w:p>
    <w:p w14:paraId="59B9B963" w14:textId="0C9F7652" w:rsidR="003C3A98" w:rsidRPr="00ED1A1D" w:rsidRDefault="003C3A98" w:rsidP="002E68BE">
      <w:pPr>
        <w:pStyle w:val="BodyText3"/>
      </w:pPr>
      <w:r w:rsidRPr="00ED1A1D">
        <w:t>87131</w:t>
      </w:r>
      <w:r w:rsidRPr="00ED1A1D">
        <w:tab/>
        <w:t>Nuclear Medicine Programs, Written Directive Required</w:t>
      </w:r>
      <w:r w:rsidR="00926AA1" w:rsidRPr="00ED1A1D">
        <w:t xml:space="preserve"> </w:t>
      </w:r>
      <w:r w:rsidR="00926AA1" w:rsidRPr="00ED1A1D">
        <w:br/>
      </w:r>
      <w:r w:rsidR="003518C6" w:rsidRPr="00ED1A1D">
        <w:t>08/24/11</w:t>
      </w:r>
      <w:r w:rsidR="00E561B3" w:rsidRPr="00ED1A1D">
        <w:t xml:space="preserve"> (11-</w:t>
      </w:r>
      <w:r w:rsidR="003518C6" w:rsidRPr="00ED1A1D">
        <w:t>014</w:t>
      </w:r>
      <w:r w:rsidRPr="00ED1A1D">
        <w:t>)</w:t>
      </w:r>
    </w:p>
    <w:p w14:paraId="4509F271" w14:textId="5C8AE3F4" w:rsidR="00E561B3" w:rsidRPr="00ED1A1D" w:rsidRDefault="003C3A98" w:rsidP="002E68BE">
      <w:pPr>
        <w:pStyle w:val="BodyText3"/>
      </w:pPr>
      <w:r w:rsidRPr="00ED1A1D">
        <w:t>87132</w:t>
      </w:r>
      <w:r w:rsidRPr="00ED1A1D">
        <w:tab/>
        <w:t xml:space="preserve">Brachytherapy Programs </w:t>
      </w:r>
      <w:r w:rsidR="005C22F9" w:rsidRPr="00ED1A1D">
        <w:t>02/26/15</w:t>
      </w:r>
      <w:r w:rsidR="00E561B3" w:rsidRPr="00ED1A1D">
        <w:t xml:space="preserve"> (</w:t>
      </w:r>
      <w:r w:rsidR="005C22F9" w:rsidRPr="00ED1A1D">
        <w:t>15-003</w:t>
      </w:r>
      <w:r w:rsidR="00E561B3" w:rsidRPr="00ED1A1D">
        <w:t>)</w:t>
      </w:r>
    </w:p>
    <w:p w14:paraId="7A4690B7" w14:textId="27A8FE85" w:rsidR="00E561B3" w:rsidRPr="00ED1A1D" w:rsidRDefault="003C3A98" w:rsidP="002E68BE">
      <w:pPr>
        <w:pStyle w:val="BodyText3"/>
      </w:pPr>
      <w:r w:rsidRPr="00ED1A1D">
        <w:t>87133</w:t>
      </w:r>
      <w:r w:rsidR="0046094D" w:rsidRPr="00ED1A1D">
        <w:tab/>
      </w:r>
      <w:r w:rsidR="00EC48A5" w:rsidRPr="00ED1A1D">
        <w:t xml:space="preserve">Medical Gamma </w:t>
      </w:r>
      <w:proofErr w:type="spellStart"/>
      <w:r w:rsidR="00EC48A5" w:rsidRPr="00ED1A1D">
        <w:t>Sterotactic</w:t>
      </w:r>
      <w:proofErr w:type="spellEnd"/>
      <w:r w:rsidR="00EC48A5" w:rsidRPr="00ED1A1D">
        <w:t xml:space="preserve"> </w:t>
      </w:r>
      <w:r w:rsidRPr="00ED1A1D">
        <w:t>Radiosurgery and Teletherapy</w:t>
      </w:r>
      <w:r w:rsidR="00926AA1" w:rsidRPr="00ED1A1D">
        <w:t xml:space="preserve"> </w:t>
      </w:r>
      <w:r w:rsidRPr="00ED1A1D">
        <w:t xml:space="preserve">Programs </w:t>
      </w:r>
      <w:r w:rsidR="003518C6" w:rsidRPr="00ED1A1D">
        <w:t>08/24/11</w:t>
      </w:r>
      <w:r w:rsidR="00E561B3" w:rsidRPr="00ED1A1D">
        <w:t xml:space="preserve"> (</w:t>
      </w:r>
      <w:r w:rsidR="003518C6" w:rsidRPr="00ED1A1D">
        <w:t>11-014</w:t>
      </w:r>
      <w:r w:rsidR="00E561B3" w:rsidRPr="00ED1A1D">
        <w:t>)</w:t>
      </w:r>
    </w:p>
    <w:p w14:paraId="002AA888" w14:textId="19390C6F" w:rsidR="00E561B3" w:rsidRPr="00ED1A1D" w:rsidRDefault="003C3A98" w:rsidP="002E68BE">
      <w:pPr>
        <w:pStyle w:val="BodyText3"/>
      </w:pPr>
      <w:r w:rsidRPr="00ED1A1D">
        <w:t>87134</w:t>
      </w:r>
      <w:r w:rsidR="0046094D" w:rsidRPr="00ED1A1D">
        <w:tab/>
      </w:r>
      <w:r w:rsidRPr="00ED1A1D">
        <w:t xml:space="preserve">Medical Broad-Scope Programs </w:t>
      </w:r>
      <w:r w:rsidR="003518C6" w:rsidRPr="00ED1A1D">
        <w:t>08/24/11</w:t>
      </w:r>
      <w:r w:rsidR="00E561B3" w:rsidRPr="00ED1A1D">
        <w:t xml:space="preserve"> (</w:t>
      </w:r>
      <w:r w:rsidR="003518C6" w:rsidRPr="00ED1A1D">
        <w:t>11-014</w:t>
      </w:r>
      <w:r w:rsidR="00E561B3" w:rsidRPr="00ED1A1D">
        <w:t>)</w:t>
      </w:r>
    </w:p>
    <w:p w14:paraId="7F901A2E" w14:textId="3C9EC92E" w:rsidR="001A2195" w:rsidRPr="00ED1A1D" w:rsidRDefault="00BC46B3" w:rsidP="002E68BE">
      <w:pPr>
        <w:pStyle w:val="BodyText3"/>
      </w:pPr>
      <w:r w:rsidRPr="00ED1A1D">
        <w:t>87137</w:t>
      </w:r>
      <w:r w:rsidRPr="00ED1A1D">
        <w:tab/>
      </w:r>
      <w:r w:rsidR="001A2195" w:rsidRPr="00ED1A1D">
        <w:t>10 CFR Part 37 Materials Security Programs</w:t>
      </w:r>
      <w:r w:rsidRPr="00ED1A1D">
        <w:t xml:space="preserve"> </w:t>
      </w:r>
      <w:bookmarkStart w:id="76" w:name="_Hlk57893122"/>
      <w:r w:rsidR="006E23FC" w:rsidRPr="00ED1A1D">
        <w:t>12/03/20</w:t>
      </w:r>
      <w:r w:rsidRPr="00ED1A1D">
        <w:t xml:space="preserve"> </w:t>
      </w:r>
      <w:bookmarkEnd w:id="76"/>
      <w:r w:rsidRPr="00ED1A1D">
        <w:t>(</w:t>
      </w:r>
      <w:r w:rsidR="006E23FC" w:rsidRPr="00ED1A1D">
        <w:t>20-068</w:t>
      </w:r>
      <w:r w:rsidRPr="00ED1A1D">
        <w:t>)</w:t>
      </w:r>
    </w:p>
    <w:p w14:paraId="5649606E" w14:textId="1EAFDE16" w:rsidR="00CF6907" w:rsidRPr="00ED1A1D" w:rsidRDefault="00CF6907" w:rsidP="002E68BE">
      <w:pPr>
        <w:pStyle w:val="BodyText3"/>
      </w:pPr>
      <w:r w:rsidRPr="00ED1A1D">
        <w:t>87138</w:t>
      </w:r>
      <w:r w:rsidRPr="00ED1A1D">
        <w:tab/>
        <w:t xml:space="preserve">RESERVED for 10 CFR Part 37, “Physical Protection </w:t>
      </w:r>
      <w:proofErr w:type="gramStart"/>
      <w:r w:rsidRPr="00ED1A1D">
        <w:t>Of</w:t>
      </w:r>
      <w:proofErr w:type="gramEnd"/>
      <w:r w:rsidRPr="00ED1A1D">
        <w:t xml:space="preserve"> Category 1 And </w:t>
      </w:r>
      <w:r w:rsidR="00132573" w:rsidRPr="00ED1A1D">
        <w:br/>
      </w:r>
      <w:r w:rsidRPr="00ED1A1D">
        <w:t xml:space="preserve">Category 2 Quantities Of Radioactive Material At Facilities With A 10 CFR </w:t>
      </w:r>
      <w:r w:rsidR="00132573" w:rsidRPr="00ED1A1D">
        <w:br/>
      </w:r>
      <w:r w:rsidRPr="00ED1A1D">
        <w:t>Part 73 Physical Protection Program</w:t>
      </w:r>
    </w:p>
    <w:p w14:paraId="336B7EBF" w14:textId="5BE7B0B5" w:rsidR="00787887" w:rsidRPr="00ED1A1D" w:rsidRDefault="00787887" w:rsidP="002E68BE">
      <w:pPr>
        <w:pStyle w:val="BodyText3"/>
      </w:pPr>
      <w:r w:rsidRPr="00ED1A1D">
        <w:t>87139</w:t>
      </w:r>
      <w:r w:rsidRPr="00ED1A1D">
        <w:tab/>
      </w:r>
      <w:r w:rsidR="00CD7BC1" w:rsidRPr="00ED1A1D">
        <w:t xml:space="preserve">Portable </w:t>
      </w:r>
      <w:r w:rsidR="00CA09E8" w:rsidRPr="00ED1A1D">
        <w:t xml:space="preserve">Nuclear </w:t>
      </w:r>
      <w:r w:rsidR="00CD7BC1" w:rsidRPr="00ED1A1D">
        <w:t>Gauge Programs</w:t>
      </w:r>
      <w:r w:rsidR="003D7C7C" w:rsidRPr="00ED1A1D">
        <w:t xml:space="preserve"> 04/26/22 (22-008)</w:t>
      </w:r>
    </w:p>
    <w:p w14:paraId="464D0F17" w14:textId="6272EADD" w:rsidR="00787887" w:rsidRPr="00ED1A1D" w:rsidRDefault="00787887" w:rsidP="002E68BE">
      <w:pPr>
        <w:pStyle w:val="BodyText3"/>
      </w:pPr>
      <w:r w:rsidRPr="00ED1A1D">
        <w:t>87140</w:t>
      </w:r>
      <w:r w:rsidR="0066435D" w:rsidRPr="00ED1A1D">
        <w:tab/>
      </w:r>
      <w:r w:rsidR="00CD7BC1" w:rsidRPr="00ED1A1D">
        <w:t>Source, Special Nuclear Material</w:t>
      </w:r>
      <w:r w:rsidR="006E5774" w:rsidRPr="00ED1A1D">
        <w:t>,</w:t>
      </w:r>
      <w:r w:rsidR="00CD7BC1" w:rsidRPr="00ED1A1D">
        <w:t xml:space="preserve"> and Other Alpha Emitter</w:t>
      </w:r>
      <w:r w:rsidR="0066435D" w:rsidRPr="00ED1A1D">
        <w:t xml:space="preserve"> </w:t>
      </w:r>
      <w:r w:rsidR="00CD7BC1" w:rsidRPr="00ED1A1D">
        <w:t>Use Programs</w:t>
      </w:r>
      <w:r w:rsidR="00F13128" w:rsidRPr="00ED1A1D">
        <w:t xml:space="preserve"> 04/26/22 (22-008)</w:t>
      </w:r>
    </w:p>
    <w:p w14:paraId="2C5669E6" w14:textId="6DA91BB1" w:rsidR="00787887" w:rsidRPr="00ED1A1D" w:rsidRDefault="00787887" w:rsidP="002E68BE">
      <w:pPr>
        <w:pStyle w:val="BodyText3"/>
      </w:pPr>
      <w:r w:rsidRPr="00ED1A1D">
        <w:t>87141</w:t>
      </w:r>
      <w:r w:rsidRPr="00ED1A1D">
        <w:tab/>
      </w:r>
      <w:r w:rsidR="00CD7BC1" w:rsidRPr="00ED1A1D">
        <w:t>Limited Scope Academic and R</w:t>
      </w:r>
      <w:r w:rsidR="00DF2873" w:rsidRPr="00ED1A1D">
        <w:t xml:space="preserve">esearch </w:t>
      </w:r>
      <w:r w:rsidR="00CD7BC1" w:rsidRPr="00ED1A1D">
        <w:t>&amp;</w:t>
      </w:r>
      <w:r w:rsidR="00DF2873" w:rsidRPr="00ED1A1D">
        <w:t xml:space="preserve"> </w:t>
      </w:r>
      <w:r w:rsidR="00CD7BC1" w:rsidRPr="00ED1A1D">
        <w:t>D</w:t>
      </w:r>
      <w:r w:rsidR="00DF2873" w:rsidRPr="00ED1A1D">
        <w:t>evelopment</w:t>
      </w:r>
      <w:r w:rsidR="00CD7BC1" w:rsidRPr="00ED1A1D">
        <w:t xml:space="preserve"> Programs Including Animal Use</w:t>
      </w:r>
      <w:r w:rsidR="00F13128" w:rsidRPr="00ED1A1D">
        <w:t xml:space="preserve"> 04/26/22 (22-008)</w:t>
      </w:r>
    </w:p>
    <w:p w14:paraId="74536A92" w14:textId="0B98355D" w:rsidR="00787887" w:rsidRPr="00ED1A1D" w:rsidRDefault="00787887" w:rsidP="002E68BE">
      <w:pPr>
        <w:pStyle w:val="BodyText3"/>
      </w:pPr>
      <w:r w:rsidRPr="00ED1A1D">
        <w:t>87142</w:t>
      </w:r>
      <w:r w:rsidRPr="00ED1A1D">
        <w:tab/>
      </w:r>
      <w:r w:rsidR="00CD7BC1" w:rsidRPr="00ED1A1D">
        <w:t xml:space="preserve">Sealed Sources and Devices (Other) Used in Measuring Systems, Analytical Instruments, Calibration and Checking of </w:t>
      </w:r>
      <w:r w:rsidR="00CD7BC1" w:rsidRPr="00ED1A1D">
        <w:tab/>
        <w:t xml:space="preserve">Instruments, and Similar </w:t>
      </w:r>
      <w:proofErr w:type="gramStart"/>
      <w:r w:rsidR="00CD7BC1" w:rsidRPr="00ED1A1D">
        <w:t>Purposes</w:t>
      </w:r>
      <w:r w:rsidR="00627352" w:rsidRPr="00ED1A1D">
        <w:t xml:space="preserve"> </w:t>
      </w:r>
      <w:r w:rsidR="00F13128" w:rsidRPr="00ED1A1D">
        <w:t xml:space="preserve"> 04</w:t>
      </w:r>
      <w:proofErr w:type="gramEnd"/>
      <w:r w:rsidR="00F13128" w:rsidRPr="00ED1A1D">
        <w:t>/26/22 (22-008)</w:t>
      </w:r>
    </w:p>
    <w:p w14:paraId="3D147D7D" w14:textId="6943DF2A" w:rsidR="00787887" w:rsidRPr="00ED1A1D" w:rsidRDefault="00787887" w:rsidP="002E68BE">
      <w:pPr>
        <w:pStyle w:val="BodyText3"/>
      </w:pPr>
      <w:r w:rsidRPr="00ED1A1D">
        <w:t>87143</w:t>
      </w:r>
      <w:r w:rsidRPr="00ED1A1D">
        <w:tab/>
      </w:r>
      <w:r w:rsidR="00CD7BC1" w:rsidRPr="00ED1A1D">
        <w:t xml:space="preserve">Self-Shielded Irradiator and Calibrator </w:t>
      </w:r>
      <w:proofErr w:type="gramStart"/>
      <w:r w:rsidR="00CD7BC1" w:rsidRPr="00ED1A1D">
        <w:t>Devices</w:t>
      </w:r>
      <w:r w:rsidR="00F13128" w:rsidRPr="00ED1A1D">
        <w:t xml:space="preserve"> </w:t>
      </w:r>
      <w:r w:rsidR="00D92B6E" w:rsidRPr="00ED1A1D">
        <w:t xml:space="preserve"> </w:t>
      </w:r>
      <w:r w:rsidR="00F13128" w:rsidRPr="00ED1A1D">
        <w:t>04</w:t>
      </w:r>
      <w:proofErr w:type="gramEnd"/>
      <w:r w:rsidR="00F13128" w:rsidRPr="00ED1A1D">
        <w:t>/26/22 (22-008)</w:t>
      </w:r>
    </w:p>
    <w:p w14:paraId="1ED91CED" w14:textId="6BD538CE" w:rsidR="00787887" w:rsidRPr="00ED1A1D" w:rsidRDefault="00787887" w:rsidP="002E68BE">
      <w:pPr>
        <w:pStyle w:val="BodyText3"/>
      </w:pPr>
      <w:r w:rsidRPr="00ED1A1D">
        <w:lastRenderedPageBreak/>
        <w:t>87144</w:t>
      </w:r>
      <w:r w:rsidRPr="00ED1A1D">
        <w:tab/>
      </w:r>
      <w:r w:rsidR="00CD7BC1" w:rsidRPr="00ED1A1D">
        <w:t xml:space="preserve">Veterinary Use </w:t>
      </w:r>
      <w:proofErr w:type="gramStart"/>
      <w:r w:rsidR="00CD7BC1" w:rsidRPr="00ED1A1D">
        <w:t>Programs</w:t>
      </w:r>
      <w:r w:rsidR="00F13128" w:rsidRPr="00ED1A1D">
        <w:t xml:space="preserve"> </w:t>
      </w:r>
      <w:r w:rsidR="00D92B6E" w:rsidRPr="00ED1A1D">
        <w:t xml:space="preserve"> </w:t>
      </w:r>
      <w:r w:rsidR="00F13128" w:rsidRPr="00ED1A1D">
        <w:t>04</w:t>
      </w:r>
      <w:proofErr w:type="gramEnd"/>
      <w:r w:rsidR="00F13128" w:rsidRPr="00ED1A1D">
        <w:t>/26/22 (22-008)</w:t>
      </w:r>
    </w:p>
    <w:p w14:paraId="58053EA4" w14:textId="6DF11BE9" w:rsidR="003C3A98" w:rsidRPr="00ED1A1D" w:rsidRDefault="003C3A98" w:rsidP="002E68BE">
      <w:pPr>
        <w:pStyle w:val="BodyText3"/>
      </w:pPr>
      <w:r w:rsidRPr="00ED1A1D">
        <w:t>87250</w:t>
      </w:r>
      <w:r w:rsidR="0046094D" w:rsidRPr="00ED1A1D">
        <w:tab/>
      </w:r>
      <w:r w:rsidRPr="00ED1A1D">
        <w:t>Locating Missing Materials Licensees 10/29/01 (01-022)</w:t>
      </w:r>
    </w:p>
    <w:p w14:paraId="28884957" w14:textId="3BB2B2B8" w:rsidR="003D76C7" w:rsidRPr="00ED1A1D" w:rsidRDefault="003D76C7" w:rsidP="002E68BE">
      <w:pPr>
        <w:pStyle w:val="BodyText3"/>
      </w:pPr>
      <w:r w:rsidRPr="00ED1A1D">
        <w:t>87300</w:t>
      </w:r>
      <w:r w:rsidRPr="00ED1A1D">
        <w:tab/>
      </w:r>
      <w:r w:rsidR="006436B4" w:rsidRPr="00ED1A1D">
        <w:t>Groundwater Monitoring and Remediation at Decommissioning Fuel Cycle and Complex Materials Facilities 12/15/22</w:t>
      </w:r>
      <w:r w:rsidR="0040792B" w:rsidRPr="00ED1A1D">
        <w:t xml:space="preserve"> (22-026)</w:t>
      </w:r>
    </w:p>
    <w:p w14:paraId="7ABAD14D" w14:textId="767D4219" w:rsidR="0026714E" w:rsidRPr="00ED1A1D" w:rsidRDefault="001A406E" w:rsidP="002E68BE">
      <w:pPr>
        <w:pStyle w:val="BodyText3"/>
      </w:pPr>
      <w:r w:rsidRPr="00ED1A1D">
        <w:t>87305</w:t>
      </w:r>
      <w:r w:rsidRPr="00ED1A1D">
        <w:tab/>
      </w:r>
      <w:r w:rsidR="0040792B" w:rsidRPr="00ED1A1D">
        <w:t>Decommissioning Management Organization and Controls</w:t>
      </w:r>
      <w:r w:rsidR="007856C7" w:rsidRPr="00ED1A1D">
        <w:t xml:space="preserve"> </w:t>
      </w:r>
      <w:r w:rsidR="007856C7" w:rsidRPr="00ED1A1D">
        <w:br/>
        <w:t>12/15/22 (22-026)</w:t>
      </w:r>
    </w:p>
    <w:p w14:paraId="440BF2EE" w14:textId="6AE919F6" w:rsidR="00A33390" w:rsidRPr="00ED1A1D" w:rsidRDefault="003C3A98" w:rsidP="002E68BE">
      <w:pPr>
        <w:pStyle w:val="BodyText3"/>
      </w:pPr>
      <w:r w:rsidRPr="00ED1A1D">
        <w:t>87654</w:t>
      </w:r>
      <w:r w:rsidR="0046094D" w:rsidRPr="00ED1A1D">
        <w:tab/>
      </w:r>
      <w:r w:rsidRPr="00ED1A1D">
        <w:t>Uranium Mill, In-Situ Recovery, and 11</w:t>
      </w:r>
      <w:proofErr w:type="gramStart"/>
      <w:r w:rsidRPr="00ED1A1D">
        <w:t>e.(</w:t>
      </w:r>
      <w:proofErr w:type="gramEnd"/>
      <w:r w:rsidRPr="00ED1A1D">
        <w:t>2) Byproduct</w:t>
      </w:r>
      <w:r w:rsidR="00C45989" w:rsidRPr="00ED1A1D">
        <w:t xml:space="preserve"> </w:t>
      </w:r>
      <w:r w:rsidRPr="00ED1A1D">
        <w:t xml:space="preserve">Material </w:t>
      </w:r>
      <w:r w:rsidR="00203A72" w:rsidRPr="00ED1A1D">
        <w:t xml:space="preserve">Disposal </w:t>
      </w:r>
      <w:r w:rsidRPr="00ED1A1D">
        <w:t xml:space="preserve">Site Decommissioning Inspection </w:t>
      </w:r>
      <w:r w:rsidR="001A4E74" w:rsidRPr="00ED1A1D">
        <w:t>12/15/22 (22-026)</w:t>
      </w:r>
    </w:p>
    <w:p w14:paraId="70CD7E7E" w14:textId="77777777" w:rsidR="003C3A98" w:rsidRPr="00ED1A1D" w:rsidRDefault="003C3A98" w:rsidP="002F13A8">
      <w:pPr>
        <w:pStyle w:val="Heading2"/>
      </w:pPr>
      <w:r w:rsidRPr="00ED1A1D">
        <w:t>8800</w:t>
      </w:r>
      <w:r w:rsidRPr="00ED1A1D">
        <w:tab/>
      </w:r>
      <w:r w:rsidRPr="00ED1A1D">
        <w:rPr>
          <w:u w:val="single"/>
        </w:rPr>
        <w:t>Fuel Facility Inspection</w:t>
      </w:r>
    </w:p>
    <w:p w14:paraId="24A2CE25" w14:textId="6702B6E9" w:rsidR="003C3A98" w:rsidRPr="00ED1A1D" w:rsidRDefault="003C3A98" w:rsidP="002E68BE">
      <w:pPr>
        <w:pStyle w:val="BodyText3"/>
      </w:pPr>
      <w:r w:rsidRPr="00ED1A1D">
        <w:t>88003</w:t>
      </w:r>
      <w:r w:rsidR="00610363" w:rsidRPr="00ED1A1D">
        <w:tab/>
      </w:r>
      <w:r w:rsidRPr="00ED1A1D">
        <w:t xml:space="preserve">Reactive Inspection </w:t>
      </w:r>
      <w:r w:rsidR="00610363" w:rsidRPr="00ED1A1D">
        <w:t>f</w:t>
      </w:r>
      <w:r w:rsidRPr="00ED1A1D">
        <w:t xml:space="preserve">or Events </w:t>
      </w:r>
      <w:r w:rsidR="00610363" w:rsidRPr="00ED1A1D">
        <w:t>a</w:t>
      </w:r>
      <w:r w:rsidRPr="00ED1A1D">
        <w:t>t Fuel Cycle Facilities</w:t>
      </w:r>
      <w:r w:rsidR="00111306" w:rsidRPr="00ED1A1D">
        <w:t xml:space="preserve"> </w:t>
      </w:r>
      <w:r w:rsidR="00BA28AA" w:rsidRPr="00ED1A1D">
        <w:t>03/16/15 (15-004</w:t>
      </w:r>
      <w:r w:rsidRPr="00ED1A1D">
        <w:t>)</w:t>
      </w:r>
    </w:p>
    <w:p w14:paraId="14CB1824" w14:textId="6E300240" w:rsidR="008E670F" w:rsidRPr="00ED1A1D" w:rsidRDefault="008E670F" w:rsidP="002E68BE">
      <w:pPr>
        <w:pStyle w:val="BodyText3"/>
      </w:pPr>
      <w:r w:rsidRPr="00ED1A1D">
        <w:t>88004</w:t>
      </w:r>
      <w:r w:rsidRPr="00ED1A1D">
        <w:tab/>
      </w:r>
      <w:r w:rsidR="008036B6" w:rsidRPr="00ED1A1D">
        <w:t>RESERVED</w:t>
      </w:r>
      <w:r w:rsidRPr="00ED1A1D">
        <w:t xml:space="preserve"> for Adverse Weather Protection</w:t>
      </w:r>
    </w:p>
    <w:p w14:paraId="4E69E77B" w14:textId="42D349E2" w:rsidR="003C3A98" w:rsidRPr="00ED1A1D" w:rsidRDefault="003C3A98" w:rsidP="002E68BE">
      <w:pPr>
        <w:pStyle w:val="BodyText3"/>
      </w:pPr>
      <w:r w:rsidRPr="00ED1A1D">
        <w:t>88005</w:t>
      </w:r>
      <w:r w:rsidR="00610363" w:rsidRPr="00ED1A1D">
        <w:tab/>
      </w:r>
      <w:r w:rsidRPr="00ED1A1D">
        <w:t>Manage</w:t>
      </w:r>
      <w:r w:rsidR="00610363" w:rsidRPr="00ED1A1D">
        <w:t xml:space="preserve">ment Organization and Controls </w:t>
      </w:r>
      <w:r w:rsidRPr="00ED1A1D">
        <w:t>09/05/06 (06-020)</w:t>
      </w:r>
    </w:p>
    <w:p w14:paraId="4FE241AF" w14:textId="3EC64E06" w:rsidR="003C3A98" w:rsidRPr="00ED1A1D" w:rsidRDefault="003C3A98" w:rsidP="002E68BE">
      <w:pPr>
        <w:pStyle w:val="BodyText3"/>
      </w:pPr>
      <w:r w:rsidRPr="00ED1A1D">
        <w:t>88010</w:t>
      </w:r>
      <w:r w:rsidR="00610363" w:rsidRPr="00ED1A1D">
        <w:tab/>
      </w:r>
      <w:r w:rsidR="00660A05" w:rsidRPr="00ED1A1D">
        <w:t>Training</w:t>
      </w:r>
      <w:r w:rsidR="00610363" w:rsidRPr="00ED1A1D">
        <w:t xml:space="preserve"> </w:t>
      </w:r>
      <w:r w:rsidR="00660A05" w:rsidRPr="00ED1A1D">
        <w:t>02/07/14 (14-005</w:t>
      </w:r>
      <w:r w:rsidRPr="00ED1A1D">
        <w:t>)</w:t>
      </w:r>
    </w:p>
    <w:p w14:paraId="35FEB4E9" w14:textId="58AC1DBC" w:rsidR="003C3A98" w:rsidRPr="00ED1A1D" w:rsidRDefault="003C3A98" w:rsidP="002E68BE">
      <w:pPr>
        <w:pStyle w:val="BodyText3"/>
      </w:pPr>
      <w:r w:rsidRPr="00ED1A1D">
        <w:t>88015</w:t>
      </w:r>
      <w:r w:rsidR="00610363" w:rsidRPr="00ED1A1D">
        <w:tab/>
      </w:r>
      <w:r w:rsidRPr="00ED1A1D">
        <w:t>Nu</w:t>
      </w:r>
      <w:r w:rsidR="0041137C" w:rsidRPr="00ED1A1D">
        <w:t>clear Criticality Safety</w:t>
      </w:r>
      <w:r w:rsidRPr="00ED1A1D">
        <w:t xml:space="preserve"> </w:t>
      </w:r>
      <w:r w:rsidR="0062607D" w:rsidRPr="00ED1A1D">
        <w:t>10/20/20</w:t>
      </w:r>
      <w:r w:rsidR="0041137C" w:rsidRPr="00ED1A1D">
        <w:t xml:space="preserve"> (</w:t>
      </w:r>
      <w:r w:rsidR="0062607D" w:rsidRPr="00ED1A1D">
        <w:t>20-052</w:t>
      </w:r>
      <w:r w:rsidRPr="00ED1A1D">
        <w:t>)</w:t>
      </w:r>
    </w:p>
    <w:p w14:paraId="076F1C6D" w14:textId="5DFDA22B" w:rsidR="0018577B" w:rsidRPr="00ED1A1D" w:rsidRDefault="003C3A98" w:rsidP="002E68BE">
      <w:pPr>
        <w:pStyle w:val="BodyText3"/>
      </w:pPr>
      <w:r w:rsidRPr="00ED1A1D">
        <w:t>88020</w:t>
      </w:r>
      <w:r w:rsidRPr="00ED1A1D">
        <w:tab/>
        <w:t>Opera</w:t>
      </w:r>
      <w:r w:rsidR="00C84795" w:rsidRPr="00ED1A1D">
        <w:t xml:space="preserve">tional Safety </w:t>
      </w:r>
      <w:r w:rsidR="004C521D" w:rsidRPr="00ED1A1D">
        <w:t xml:space="preserve">12/14/20 </w:t>
      </w:r>
      <w:r w:rsidR="007C305B" w:rsidRPr="00ED1A1D">
        <w:t>(</w:t>
      </w:r>
      <w:r w:rsidR="004C521D" w:rsidRPr="00ED1A1D">
        <w:t>20-071</w:t>
      </w:r>
      <w:r w:rsidR="00C84795" w:rsidRPr="00ED1A1D">
        <w:t>)</w:t>
      </w:r>
    </w:p>
    <w:p w14:paraId="4CA2238A" w14:textId="3890D695" w:rsidR="003C3A98" w:rsidRPr="00ED1A1D" w:rsidRDefault="003C3A98" w:rsidP="002E68BE">
      <w:pPr>
        <w:pStyle w:val="BodyText3"/>
      </w:pPr>
      <w:r w:rsidRPr="00ED1A1D">
        <w:t>88025</w:t>
      </w:r>
      <w:r w:rsidR="00F47525" w:rsidRPr="00ED1A1D">
        <w:tab/>
      </w:r>
      <w:r w:rsidRPr="00ED1A1D">
        <w:t>Mainte</w:t>
      </w:r>
      <w:r w:rsidR="00F47525" w:rsidRPr="00ED1A1D">
        <w:t>nance and Surveillance</w:t>
      </w:r>
      <w:r w:rsidR="00AD4FA7" w:rsidRPr="00ED1A1D">
        <w:t xml:space="preserve"> of Safety Controls</w:t>
      </w:r>
      <w:r w:rsidR="00F47525" w:rsidRPr="00ED1A1D">
        <w:t xml:space="preserve"> </w:t>
      </w:r>
      <w:r w:rsidR="0053753D" w:rsidRPr="00ED1A1D">
        <w:t>01/23/14</w:t>
      </w:r>
      <w:r w:rsidRPr="00ED1A1D">
        <w:t xml:space="preserve"> (</w:t>
      </w:r>
      <w:r w:rsidR="0053753D" w:rsidRPr="00ED1A1D">
        <w:t>14-003</w:t>
      </w:r>
      <w:r w:rsidRPr="00ED1A1D">
        <w:t>)</w:t>
      </w:r>
    </w:p>
    <w:p w14:paraId="033A49D7" w14:textId="3262EF00" w:rsidR="003C3A98" w:rsidRPr="00ED1A1D" w:rsidRDefault="003C3A98" w:rsidP="002E68BE">
      <w:pPr>
        <w:pStyle w:val="BodyText3"/>
      </w:pPr>
      <w:r w:rsidRPr="00ED1A1D">
        <w:t>88030</w:t>
      </w:r>
      <w:r w:rsidR="00F47525" w:rsidRPr="00ED1A1D">
        <w:tab/>
      </w:r>
      <w:r w:rsidRPr="00ED1A1D">
        <w:t xml:space="preserve">Radiation Protection </w:t>
      </w:r>
      <w:r w:rsidR="00A46F39" w:rsidRPr="00ED1A1D">
        <w:t>01/29/21</w:t>
      </w:r>
      <w:r w:rsidR="00A71D36" w:rsidRPr="00ED1A1D">
        <w:t xml:space="preserve"> (</w:t>
      </w:r>
      <w:r w:rsidR="00A46F39" w:rsidRPr="00ED1A1D">
        <w:t>21</w:t>
      </w:r>
      <w:r w:rsidR="00A71D36" w:rsidRPr="00ED1A1D">
        <w:t>-007</w:t>
      </w:r>
      <w:r w:rsidRPr="00ED1A1D">
        <w:t>)</w:t>
      </w:r>
    </w:p>
    <w:p w14:paraId="2DB6CD87" w14:textId="6F8CCCC0" w:rsidR="003C3A98" w:rsidRPr="00ED1A1D" w:rsidRDefault="003C3A98" w:rsidP="002E68BE">
      <w:pPr>
        <w:pStyle w:val="BodyText3"/>
      </w:pPr>
      <w:r w:rsidRPr="00ED1A1D">
        <w:t>88045</w:t>
      </w:r>
      <w:r w:rsidR="00F47525" w:rsidRPr="00ED1A1D">
        <w:tab/>
      </w:r>
      <w:r w:rsidRPr="00ED1A1D">
        <w:t>Effluent Contr</w:t>
      </w:r>
      <w:r w:rsidR="00F47525" w:rsidRPr="00ED1A1D">
        <w:t>ol and Environmental Protection</w:t>
      </w:r>
      <w:r w:rsidRPr="00ED1A1D">
        <w:t xml:space="preserve"> </w:t>
      </w:r>
      <w:r w:rsidR="00660A05" w:rsidRPr="00ED1A1D">
        <w:t>0</w:t>
      </w:r>
      <w:r w:rsidR="00393685" w:rsidRPr="00ED1A1D">
        <w:t>3</w:t>
      </w:r>
      <w:r w:rsidR="00660A05" w:rsidRPr="00ED1A1D">
        <w:t>/</w:t>
      </w:r>
      <w:r w:rsidR="00393685" w:rsidRPr="00ED1A1D">
        <w:t>12</w:t>
      </w:r>
      <w:r w:rsidR="00660A05" w:rsidRPr="00ED1A1D">
        <w:t>/</w:t>
      </w:r>
      <w:r w:rsidR="00393685" w:rsidRPr="00ED1A1D">
        <w:t>21</w:t>
      </w:r>
      <w:r w:rsidR="00660A05" w:rsidRPr="00ED1A1D">
        <w:t xml:space="preserve"> (</w:t>
      </w:r>
      <w:r w:rsidR="00393685" w:rsidRPr="00ED1A1D">
        <w:t>21</w:t>
      </w:r>
      <w:r w:rsidR="00660A05" w:rsidRPr="00ED1A1D">
        <w:t>-0</w:t>
      </w:r>
      <w:r w:rsidR="00393685" w:rsidRPr="00ED1A1D">
        <w:t>13</w:t>
      </w:r>
      <w:r w:rsidRPr="00ED1A1D">
        <w:t>)</w:t>
      </w:r>
    </w:p>
    <w:p w14:paraId="58F782F1" w14:textId="0797E481" w:rsidR="003C3A98" w:rsidRPr="00ED1A1D" w:rsidRDefault="003C3A98" w:rsidP="002E68BE">
      <w:pPr>
        <w:pStyle w:val="BodyText3"/>
      </w:pPr>
      <w:r w:rsidRPr="00ED1A1D">
        <w:t>88050</w:t>
      </w:r>
      <w:r w:rsidR="00F47525" w:rsidRPr="00ED1A1D">
        <w:tab/>
        <w:t xml:space="preserve">Emergency Preparedness </w:t>
      </w:r>
      <w:r w:rsidR="005B257A" w:rsidRPr="00ED1A1D">
        <w:t>12/17/20</w:t>
      </w:r>
      <w:r w:rsidR="00A71D36" w:rsidRPr="00ED1A1D">
        <w:t xml:space="preserve"> (</w:t>
      </w:r>
      <w:r w:rsidR="005B257A" w:rsidRPr="00ED1A1D">
        <w:t>20-074</w:t>
      </w:r>
      <w:r w:rsidRPr="00ED1A1D">
        <w:t>)</w:t>
      </w:r>
    </w:p>
    <w:p w14:paraId="2A673BA8" w14:textId="6925DAFD" w:rsidR="003C3A98" w:rsidRPr="00ED1A1D" w:rsidRDefault="003C3A98" w:rsidP="002E68BE">
      <w:pPr>
        <w:pStyle w:val="BodyText3"/>
      </w:pPr>
      <w:r w:rsidRPr="00ED1A1D">
        <w:t>88051</w:t>
      </w:r>
      <w:r w:rsidR="00F47525" w:rsidRPr="00ED1A1D">
        <w:tab/>
      </w:r>
      <w:r w:rsidRPr="00ED1A1D">
        <w:t xml:space="preserve">Evaluation of Exercises and Drills </w:t>
      </w:r>
      <w:bookmarkStart w:id="77" w:name="_Hlk56076070"/>
      <w:r w:rsidR="00540572" w:rsidRPr="00ED1A1D">
        <w:t>11/12/20</w:t>
      </w:r>
      <w:r w:rsidR="00A71D36" w:rsidRPr="00ED1A1D">
        <w:t xml:space="preserve"> </w:t>
      </w:r>
      <w:bookmarkEnd w:id="77"/>
      <w:r w:rsidR="00A71D36" w:rsidRPr="00ED1A1D">
        <w:t>(</w:t>
      </w:r>
      <w:r w:rsidR="00540572" w:rsidRPr="00ED1A1D">
        <w:t>20-062</w:t>
      </w:r>
      <w:r w:rsidRPr="00ED1A1D">
        <w:t>)</w:t>
      </w:r>
    </w:p>
    <w:p w14:paraId="55686948" w14:textId="6C4F099A" w:rsidR="003C3A98" w:rsidRPr="00ED1A1D" w:rsidRDefault="003C3A98" w:rsidP="002E68BE">
      <w:pPr>
        <w:pStyle w:val="BodyText3"/>
      </w:pPr>
      <w:r w:rsidRPr="00ED1A1D">
        <w:t>88055</w:t>
      </w:r>
      <w:r w:rsidRPr="00ED1A1D">
        <w:tab/>
        <w:t xml:space="preserve">Fire Protection </w:t>
      </w:r>
      <w:bookmarkStart w:id="78" w:name="_Hlk55810312"/>
      <w:r w:rsidR="0094258B" w:rsidRPr="00ED1A1D">
        <w:t>11/09/20</w:t>
      </w:r>
      <w:r w:rsidR="00630EF5" w:rsidRPr="00ED1A1D">
        <w:t xml:space="preserve"> </w:t>
      </w:r>
      <w:bookmarkEnd w:id="78"/>
      <w:r w:rsidR="00630EF5" w:rsidRPr="00ED1A1D">
        <w:t>(</w:t>
      </w:r>
      <w:r w:rsidR="0094258B" w:rsidRPr="00ED1A1D">
        <w:t>20-061</w:t>
      </w:r>
      <w:r w:rsidR="00630EF5" w:rsidRPr="00ED1A1D">
        <w:t>)</w:t>
      </w:r>
    </w:p>
    <w:p w14:paraId="219BD36A" w14:textId="2F305627" w:rsidR="003C3A98" w:rsidRPr="00ED1A1D" w:rsidRDefault="003C3A98" w:rsidP="002E68BE">
      <w:pPr>
        <w:pStyle w:val="BodyText3"/>
      </w:pPr>
      <w:r w:rsidRPr="00ED1A1D">
        <w:t>88070</w:t>
      </w:r>
      <w:r w:rsidRPr="00ED1A1D">
        <w:tab/>
      </w:r>
      <w:r w:rsidR="00034843" w:rsidRPr="00ED1A1D">
        <w:t>Plant M</w:t>
      </w:r>
      <w:r w:rsidRPr="00ED1A1D">
        <w:t>odification</w:t>
      </w:r>
      <w:r w:rsidR="006C7667" w:rsidRPr="00ED1A1D">
        <w:t xml:space="preserve"> (Annual)</w:t>
      </w:r>
      <w:r w:rsidRPr="00ED1A1D">
        <w:t xml:space="preserve"> </w:t>
      </w:r>
      <w:r w:rsidR="004C521D" w:rsidRPr="00ED1A1D">
        <w:t>12/14/20</w:t>
      </w:r>
      <w:r w:rsidR="00005036" w:rsidRPr="00ED1A1D">
        <w:t xml:space="preserve"> (</w:t>
      </w:r>
      <w:r w:rsidR="004C521D" w:rsidRPr="00ED1A1D">
        <w:t>20-071</w:t>
      </w:r>
      <w:r w:rsidRPr="00ED1A1D">
        <w:t>)</w:t>
      </w:r>
    </w:p>
    <w:p w14:paraId="720A3E54" w14:textId="6C65DDB9" w:rsidR="003C3A98" w:rsidRPr="00ED1A1D" w:rsidRDefault="003C3A98" w:rsidP="002E68BE">
      <w:pPr>
        <w:pStyle w:val="BodyText3"/>
      </w:pPr>
      <w:r w:rsidRPr="00ED1A1D">
        <w:t>88071</w:t>
      </w:r>
      <w:r w:rsidRPr="00ED1A1D">
        <w:tab/>
        <w:t>Configuration Manageme</w:t>
      </w:r>
      <w:r w:rsidR="00A71D36" w:rsidRPr="00ED1A1D">
        <w:t>nt Program 03/06/14</w:t>
      </w:r>
      <w:r w:rsidR="003C00D0" w:rsidRPr="00ED1A1D">
        <w:t xml:space="preserve"> </w:t>
      </w:r>
      <w:r w:rsidR="00A71D36" w:rsidRPr="00ED1A1D">
        <w:t>(14-007</w:t>
      </w:r>
      <w:r w:rsidRPr="00ED1A1D">
        <w:t>)</w:t>
      </w:r>
    </w:p>
    <w:p w14:paraId="0E061EE5" w14:textId="1AF7EDF5" w:rsidR="00C868BD" w:rsidRPr="00ED1A1D" w:rsidRDefault="00C868BD" w:rsidP="002E68BE">
      <w:pPr>
        <w:pStyle w:val="BodyText3"/>
      </w:pPr>
      <w:r w:rsidRPr="00ED1A1D">
        <w:t>88072</w:t>
      </w:r>
      <w:r w:rsidRPr="00ED1A1D">
        <w:tab/>
        <w:t>Plant Modifications (Triennial)</w:t>
      </w:r>
      <w:r w:rsidR="00005036" w:rsidRPr="00ED1A1D">
        <w:t xml:space="preserve"> 08/21/18 (18-027)</w:t>
      </w:r>
    </w:p>
    <w:p w14:paraId="1BDBECC5" w14:textId="34708B46" w:rsidR="003C3A98" w:rsidRPr="00ED1A1D" w:rsidRDefault="003C3A98" w:rsidP="002E68BE">
      <w:pPr>
        <w:pStyle w:val="BodyText3"/>
      </w:pPr>
      <w:r w:rsidRPr="00ED1A1D">
        <w:t>88075</w:t>
      </w:r>
      <w:r w:rsidRPr="00ED1A1D">
        <w:tab/>
        <w:t xml:space="preserve">Event </w:t>
      </w:r>
      <w:r w:rsidR="00403BC6" w:rsidRPr="00ED1A1D">
        <w:t>Follow-up</w:t>
      </w:r>
      <w:r w:rsidR="00BA28AA" w:rsidRPr="00ED1A1D">
        <w:t xml:space="preserve"> 03/16/15 (15-004</w:t>
      </w:r>
      <w:r w:rsidRPr="00ED1A1D">
        <w:t>)</w:t>
      </w:r>
    </w:p>
    <w:p w14:paraId="5F16F02C" w14:textId="5C9BC9E7" w:rsidR="003C3A98" w:rsidRPr="00ED1A1D" w:rsidRDefault="003C3A98" w:rsidP="002E68BE">
      <w:pPr>
        <w:pStyle w:val="BodyText3"/>
      </w:pPr>
      <w:r w:rsidRPr="00ED1A1D">
        <w:t>88100</w:t>
      </w:r>
      <w:r w:rsidR="00F47525" w:rsidRPr="00ED1A1D">
        <w:tab/>
        <w:t xml:space="preserve">Plant Operations </w:t>
      </w:r>
      <w:r w:rsidRPr="00ED1A1D">
        <w:t>12/30/96 (96-026)</w:t>
      </w:r>
    </w:p>
    <w:p w14:paraId="0E08A114" w14:textId="5F9D9C13" w:rsidR="003C3A98" w:rsidRPr="00ED1A1D" w:rsidRDefault="003C3A98" w:rsidP="002E68BE">
      <w:pPr>
        <w:pStyle w:val="BodyText3"/>
      </w:pPr>
      <w:r w:rsidRPr="00ED1A1D">
        <w:t>88101</w:t>
      </w:r>
      <w:r w:rsidR="00F47525" w:rsidRPr="00ED1A1D">
        <w:tab/>
        <w:t>Configuration Control</w:t>
      </w:r>
      <w:r w:rsidRPr="00ED1A1D">
        <w:t xml:space="preserve"> 12/30/96 (96-026)</w:t>
      </w:r>
    </w:p>
    <w:p w14:paraId="7C182E9D" w14:textId="3C797A17" w:rsidR="003C3A98" w:rsidRPr="00ED1A1D" w:rsidRDefault="003C3A98" w:rsidP="002E68BE">
      <w:pPr>
        <w:pStyle w:val="BodyText3"/>
      </w:pPr>
      <w:r w:rsidRPr="00ED1A1D">
        <w:t>88102</w:t>
      </w:r>
      <w:r w:rsidR="00F47525" w:rsidRPr="00ED1A1D">
        <w:tab/>
        <w:t xml:space="preserve">Surveillance Observations 12/30/96 </w:t>
      </w:r>
      <w:r w:rsidRPr="00ED1A1D">
        <w:t>(96-026)</w:t>
      </w:r>
    </w:p>
    <w:p w14:paraId="46C13FA3" w14:textId="1B4DA17E" w:rsidR="003C3A98" w:rsidRPr="00ED1A1D" w:rsidRDefault="003C3A98" w:rsidP="002E68BE">
      <w:pPr>
        <w:pStyle w:val="BodyText3"/>
      </w:pPr>
      <w:r w:rsidRPr="00ED1A1D">
        <w:t>88103</w:t>
      </w:r>
      <w:r w:rsidR="00F47525" w:rsidRPr="00ED1A1D">
        <w:tab/>
        <w:t xml:space="preserve">Maintenance Observations 12/30/96 </w:t>
      </w:r>
      <w:r w:rsidRPr="00ED1A1D">
        <w:t>(96-026)</w:t>
      </w:r>
    </w:p>
    <w:p w14:paraId="3816C724" w14:textId="6CA360E0" w:rsidR="00861303" w:rsidRPr="00ED1A1D" w:rsidRDefault="003C3A98" w:rsidP="002E68BE">
      <w:pPr>
        <w:pStyle w:val="BodyText3"/>
      </w:pPr>
      <w:r w:rsidRPr="00ED1A1D">
        <w:t>88104</w:t>
      </w:r>
      <w:r w:rsidR="00F47525" w:rsidRPr="00ED1A1D">
        <w:tab/>
      </w:r>
      <w:r w:rsidRPr="00ED1A1D">
        <w:t xml:space="preserve">Decommissioning Inspection Procedure </w:t>
      </w:r>
      <w:r w:rsidR="00F47525" w:rsidRPr="00ED1A1D">
        <w:t>f</w:t>
      </w:r>
      <w:r w:rsidRPr="00ED1A1D">
        <w:t xml:space="preserve">or Fuel Cycle </w:t>
      </w:r>
      <w:r w:rsidR="00F47525" w:rsidRPr="00ED1A1D">
        <w:t xml:space="preserve">Facilities </w:t>
      </w:r>
      <w:r w:rsidR="0052553E" w:rsidRPr="00ED1A1D">
        <w:br/>
      </w:r>
      <w:r w:rsidR="00EC1048" w:rsidRPr="00ED1A1D">
        <w:t>12/15/22 (22-026)</w:t>
      </w:r>
    </w:p>
    <w:p w14:paraId="7947D43F" w14:textId="1F299144" w:rsidR="003C3A98" w:rsidRPr="00ED1A1D" w:rsidRDefault="003C3A98" w:rsidP="002E68BE">
      <w:pPr>
        <w:pStyle w:val="BodyText3"/>
      </w:pPr>
      <w:r w:rsidRPr="00ED1A1D">
        <w:t>88106</w:t>
      </w:r>
      <w:r w:rsidR="00F47525" w:rsidRPr="00ED1A1D">
        <w:tab/>
      </w:r>
      <w:r w:rsidRPr="00ED1A1D">
        <w:t xml:space="preserve">Quality Assurance:  Program Development and Implementation </w:t>
      </w:r>
      <w:r w:rsidR="00A30D0F" w:rsidRPr="00ED1A1D">
        <w:br/>
      </w:r>
      <w:r w:rsidRPr="00ED1A1D">
        <w:t>(Pre-licensing and Construction) 02/07/07 (07-006)</w:t>
      </w:r>
    </w:p>
    <w:p w14:paraId="53A67AA2" w14:textId="18B6911B" w:rsidR="003C3A98" w:rsidRPr="00ED1A1D" w:rsidRDefault="003C3A98" w:rsidP="002E68BE">
      <w:pPr>
        <w:pStyle w:val="BodyText3"/>
      </w:pPr>
      <w:r w:rsidRPr="00ED1A1D">
        <w:t>88107</w:t>
      </w:r>
      <w:r w:rsidR="00F47525" w:rsidRPr="00ED1A1D">
        <w:tab/>
      </w:r>
      <w:r w:rsidRPr="00ED1A1D">
        <w:t>Quality Assurance: Design and Documentation Control (Pre-licensing and Construction) 05/18/05 (05-013)</w:t>
      </w:r>
    </w:p>
    <w:p w14:paraId="177EF2B7" w14:textId="75FBFC8E" w:rsidR="003C3A98" w:rsidRPr="00ED1A1D" w:rsidRDefault="003C3A98" w:rsidP="002E68BE">
      <w:pPr>
        <w:pStyle w:val="BodyText3"/>
      </w:pPr>
      <w:r w:rsidRPr="00ED1A1D">
        <w:t>88108</w:t>
      </w:r>
      <w:r w:rsidR="00F47525" w:rsidRPr="00ED1A1D">
        <w:tab/>
      </w:r>
      <w:r w:rsidRPr="00ED1A1D">
        <w:t xml:space="preserve">Quality Assurance:  Control of Materials, Equipment, and Services </w:t>
      </w:r>
      <w:r w:rsidR="00A30D0F" w:rsidRPr="00ED1A1D">
        <w:br/>
      </w:r>
      <w:r w:rsidRPr="00ED1A1D">
        <w:t>(Pre-licensing and Construction) 02/07/07 (07-006)</w:t>
      </w:r>
    </w:p>
    <w:p w14:paraId="7C3215F1" w14:textId="6A790CB7" w:rsidR="00FD4BD5" w:rsidRPr="00ED1A1D" w:rsidRDefault="00C54B17" w:rsidP="002E68BE">
      <w:pPr>
        <w:pStyle w:val="BodyText3"/>
      </w:pPr>
      <w:r w:rsidRPr="00ED1A1D">
        <w:fldChar w:fldCharType="begin"/>
      </w:r>
      <w:r w:rsidR="008B4211" w:rsidRPr="00ED1A1D">
        <w:instrText xml:space="preserve"> SEQ CHAPTER \h \r 1</w:instrText>
      </w:r>
      <w:r w:rsidRPr="00ED1A1D">
        <w:fldChar w:fldCharType="end"/>
      </w:r>
      <w:r w:rsidR="008B4211" w:rsidRPr="00ED1A1D">
        <w:t>88109</w:t>
      </w:r>
      <w:r w:rsidR="008B4211" w:rsidRPr="00ED1A1D">
        <w:tab/>
        <w:t xml:space="preserve">Quality Assurance:  Inspection, Test Control, and Control of Measuring and Test Equipment (Pre-licensing and Construction) </w:t>
      </w:r>
      <w:r w:rsidR="000C2318" w:rsidRPr="00ED1A1D">
        <w:t>06/20/07</w:t>
      </w:r>
      <w:r w:rsidR="008B4211" w:rsidRPr="00ED1A1D">
        <w:t xml:space="preserve"> (07-020)</w:t>
      </w:r>
    </w:p>
    <w:p w14:paraId="2880B8FC" w14:textId="1EB2A78E" w:rsidR="003C3A98" w:rsidRPr="00ED1A1D" w:rsidRDefault="003C3A98" w:rsidP="002E68BE">
      <w:pPr>
        <w:pStyle w:val="BodyText3"/>
      </w:pPr>
      <w:r w:rsidRPr="00ED1A1D">
        <w:t>88110</w:t>
      </w:r>
      <w:r w:rsidR="00F47525" w:rsidRPr="00ED1A1D">
        <w:tab/>
      </w:r>
      <w:r w:rsidRPr="00ED1A1D">
        <w:t xml:space="preserve">Quality Assurance: </w:t>
      </w:r>
      <w:r w:rsidR="007D3397" w:rsidRPr="00ED1A1D">
        <w:t xml:space="preserve"> </w:t>
      </w:r>
      <w:r w:rsidRPr="00ED1A1D">
        <w:t xml:space="preserve">Problem Identification, Resolution and Corrective Action </w:t>
      </w:r>
      <w:r w:rsidR="009C179F" w:rsidRPr="00ED1A1D">
        <w:t xml:space="preserve">(PIRCA) (Construction, Pre-Operation and Operation)  </w:t>
      </w:r>
      <w:r w:rsidR="00A30D0F" w:rsidRPr="00ED1A1D">
        <w:br/>
      </w:r>
      <w:r w:rsidRPr="00ED1A1D">
        <w:t>05/18/05 (05-013)</w:t>
      </w:r>
    </w:p>
    <w:p w14:paraId="6D456DE4" w14:textId="46D2B725" w:rsidR="003C3A98" w:rsidRPr="00ED1A1D" w:rsidRDefault="003C3A98" w:rsidP="002E68BE">
      <w:pPr>
        <w:pStyle w:val="BodyText3"/>
      </w:pPr>
      <w:r w:rsidRPr="00ED1A1D">
        <w:t>88111</w:t>
      </w:r>
      <w:r w:rsidRPr="00ED1A1D">
        <w:tab/>
        <w:t>10 CFR, Part 21, Inspection-Facility Construction 02/07/07 (07-006)</w:t>
      </w:r>
    </w:p>
    <w:p w14:paraId="1B95B592" w14:textId="62790E81" w:rsidR="005F036A" w:rsidRPr="00ED1A1D" w:rsidRDefault="005F036A" w:rsidP="002E68BE">
      <w:pPr>
        <w:pStyle w:val="BodyText3"/>
      </w:pPr>
      <w:r w:rsidRPr="00ED1A1D">
        <w:t>88112</w:t>
      </w:r>
      <w:r w:rsidRPr="00ED1A1D">
        <w:tab/>
      </w:r>
      <w:r w:rsidR="008036B6" w:rsidRPr="00ED1A1D">
        <w:t>RESERVED</w:t>
      </w:r>
      <w:r w:rsidRPr="00ED1A1D">
        <w:t xml:space="preserve"> for Software Validation</w:t>
      </w:r>
    </w:p>
    <w:p w14:paraId="596371B0" w14:textId="592E6824" w:rsidR="003C3A98" w:rsidRPr="00ED1A1D" w:rsidRDefault="003C3A98" w:rsidP="002E68BE">
      <w:pPr>
        <w:pStyle w:val="BodyText3"/>
      </w:pPr>
      <w:r w:rsidRPr="00ED1A1D">
        <w:t>88113</w:t>
      </w:r>
      <w:r w:rsidRPr="00ED1A1D">
        <w:tab/>
        <w:t>Control of the Electronic Management of Data 02/07/07 (07-006)</w:t>
      </w:r>
    </w:p>
    <w:p w14:paraId="570D49FF" w14:textId="645E21E4" w:rsidR="003C3A98" w:rsidRPr="00ED1A1D" w:rsidRDefault="003C3A98" w:rsidP="002E68BE">
      <w:pPr>
        <w:pStyle w:val="BodyText3"/>
      </w:pPr>
      <w:r w:rsidRPr="00ED1A1D">
        <w:t>88114</w:t>
      </w:r>
      <w:r w:rsidR="00F47525" w:rsidRPr="00ED1A1D">
        <w:tab/>
      </w:r>
      <w:r w:rsidRPr="00ED1A1D">
        <w:t xml:space="preserve">Quality Affecting Item Procurement (10 CFR Part 21) and Commercial Grade Item Dedication Process </w:t>
      </w:r>
      <w:r w:rsidR="00C6046A" w:rsidRPr="00ED1A1D">
        <w:t>(</w:t>
      </w:r>
      <w:r w:rsidRPr="00ED1A1D">
        <w:t>Reactive</w:t>
      </w:r>
      <w:r w:rsidR="00F432BE" w:rsidRPr="00ED1A1D">
        <w:t>)</w:t>
      </w:r>
      <w:r w:rsidRPr="00ED1A1D">
        <w:t xml:space="preserve"> </w:t>
      </w:r>
      <w:r w:rsidRPr="00ED1A1D">
        <w:tab/>
        <w:t>10/25/06 (06-030)</w:t>
      </w:r>
    </w:p>
    <w:p w14:paraId="33DCAC68" w14:textId="0A47087D" w:rsidR="003C3A98" w:rsidRPr="00ED1A1D" w:rsidRDefault="003C3A98" w:rsidP="002E68BE">
      <w:pPr>
        <w:pStyle w:val="BodyText3"/>
      </w:pPr>
      <w:r w:rsidRPr="00ED1A1D">
        <w:t>88115</w:t>
      </w:r>
      <w:r w:rsidR="00FE3D4E" w:rsidRPr="00ED1A1D">
        <w:tab/>
      </w:r>
      <w:r w:rsidRPr="00ED1A1D">
        <w:t>Supplier/Vendor Inspection (Construction Phase) 10/25/06 (06-030)</w:t>
      </w:r>
    </w:p>
    <w:p w14:paraId="20918E35" w14:textId="645AC1D8" w:rsidR="00136854" w:rsidRPr="00ED1A1D" w:rsidRDefault="00136854" w:rsidP="002E68BE">
      <w:pPr>
        <w:pStyle w:val="BodyText3"/>
      </w:pPr>
      <w:r w:rsidRPr="00ED1A1D">
        <w:lastRenderedPageBreak/>
        <w:t>88117</w:t>
      </w:r>
      <w:r w:rsidRPr="00ED1A1D">
        <w:tab/>
        <w:t xml:space="preserve">Facility Changes (License Application) and Change Process </w:t>
      </w:r>
      <w:r w:rsidR="00EA7FEC" w:rsidRPr="00ED1A1D">
        <w:br/>
      </w:r>
      <w:r w:rsidRPr="00ED1A1D">
        <w:t>(10 CFR 70.72) (Pre-Licensing and Construction) 09/20/16 (16-023)</w:t>
      </w:r>
    </w:p>
    <w:p w14:paraId="0B095508" w14:textId="08CB5FA7" w:rsidR="00136854" w:rsidRPr="00ED1A1D" w:rsidRDefault="00271FEB" w:rsidP="002E68BE">
      <w:pPr>
        <w:pStyle w:val="BodyText3"/>
      </w:pPr>
      <w:r w:rsidRPr="00ED1A1D">
        <w:t>88120</w:t>
      </w:r>
      <w:r w:rsidRPr="00ED1A1D">
        <w:tab/>
      </w:r>
      <w:r w:rsidR="00CE6157" w:rsidRPr="00ED1A1D">
        <w:t>RESERVED</w:t>
      </w:r>
      <w:r w:rsidR="009B325B" w:rsidRPr="00ED1A1D">
        <w:t xml:space="preserve"> </w:t>
      </w:r>
      <w:r w:rsidRPr="00ED1A1D">
        <w:t>D</w:t>
      </w:r>
      <w:r w:rsidR="009B325B" w:rsidRPr="00ED1A1D">
        <w:t>raft</w:t>
      </w:r>
      <w:r w:rsidRPr="00ED1A1D">
        <w:t xml:space="preserve"> Construction and Operational Readiness Inspections for the Internal Isotopes Uranium Deconversion Facility</w:t>
      </w:r>
    </w:p>
    <w:p w14:paraId="000FDC37" w14:textId="6824AD26" w:rsidR="00136854" w:rsidRPr="00ED1A1D" w:rsidRDefault="00271FEB" w:rsidP="002E68BE">
      <w:pPr>
        <w:pStyle w:val="BodyText3"/>
      </w:pPr>
      <w:r w:rsidRPr="00ED1A1D">
        <w:t>88121</w:t>
      </w:r>
      <w:r w:rsidRPr="00ED1A1D">
        <w:tab/>
      </w:r>
      <w:r w:rsidR="008036B6" w:rsidRPr="00ED1A1D">
        <w:t>RESERVED</w:t>
      </w:r>
      <w:r w:rsidR="009B325B" w:rsidRPr="00ED1A1D">
        <w:t xml:space="preserve"> </w:t>
      </w:r>
      <w:r w:rsidR="008036B6" w:rsidRPr="00ED1A1D">
        <w:t xml:space="preserve">for </w:t>
      </w:r>
      <w:r w:rsidR="009B325B" w:rsidRPr="00ED1A1D">
        <w:t>Draft</w:t>
      </w:r>
      <w:r w:rsidRPr="00ED1A1D">
        <w:t xml:space="preserve"> Operational Readiness Reviews for Uranium Deconversion Facilities</w:t>
      </w:r>
    </w:p>
    <w:p w14:paraId="7B7FE851" w14:textId="62137666" w:rsidR="003C3A98" w:rsidRPr="00ED1A1D" w:rsidRDefault="003C3A98" w:rsidP="002E68BE">
      <w:pPr>
        <w:pStyle w:val="BodyText3"/>
      </w:pPr>
      <w:r w:rsidRPr="00ED1A1D">
        <w:t>88130</w:t>
      </w:r>
      <w:r w:rsidR="00FE3D4E" w:rsidRPr="00ED1A1D">
        <w:tab/>
      </w:r>
      <w:r w:rsidRPr="00ED1A1D">
        <w:t>Resident Inspection Program for On-Site Construction Activities at the Mixed</w:t>
      </w:r>
      <w:r w:rsidR="002D31AD" w:rsidRPr="00ED1A1D">
        <w:noBreakHyphen/>
      </w:r>
      <w:r w:rsidRPr="00ED1A1D">
        <w:t xml:space="preserve">Oxide Fuel Fabrication Facility </w:t>
      </w:r>
      <w:r w:rsidR="00474F46" w:rsidRPr="00ED1A1D">
        <w:t>03/02</w:t>
      </w:r>
      <w:r w:rsidR="00772F3B" w:rsidRPr="00ED1A1D">
        <w:t>/16 (16-009</w:t>
      </w:r>
      <w:r w:rsidRPr="00ED1A1D">
        <w:t>)</w:t>
      </w:r>
    </w:p>
    <w:p w14:paraId="7500706C" w14:textId="1FB220F7" w:rsidR="003C3A98" w:rsidRPr="00ED1A1D" w:rsidRDefault="003C3A98" w:rsidP="002E68BE">
      <w:pPr>
        <w:pStyle w:val="BodyText3"/>
      </w:pPr>
      <w:r w:rsidRPr="00ED1A1D">
        <w:t>88131</w:t>
      </w:r>
      <w:r w:rsidR="00FE3D4E" w:rsidRPr="00ED1A1D">
        <w:tab/>
      </w:r>
      <w:r w:rsidRPr="00ED1A1D">
        <w:t>Geotechnical/Foundation Activities 10/25/06 (06-030)</w:t>
      </w:r>
    </w:p>
    <w:p w14:paraId="2CE5D699" w14:textId="0FA76B84" w:rsidR="003C3A98" w:rsidRPr="00ED1A1D" w:rsidRDefault="003C3A98" w:rsidP="002E68BE">
      <w:pPr>
        <w:pStyle w:val="BodyText3"/>
      </w:pPr>
      <w:r w:rsidRPr="00ED1A1D">
        <w:t>88132</w:t>
      </w:r>
      <w:r w:rsidR="00FE3D4E" w:rsidRPr="00ED1A1D">
        <w:tab/>
      </w:r>
      <w:r w:rsidRPr="00ED1A1D">
        <w:t>Structural Concrete Activities 10/25/06 (06-030)</w:t>
      </w:r>
    </w:p>
    <w:p w14:paraId="08666CB3" w14:textId="5F4F8696" w:rsidR="003013FF" w:rsidRPr="00ED1A1D" w:rsidRDefault="003013FF" w:rsidP="002E68BE">
      <w:pPr>
        <w:pStyle w:val="BodyText3"/>
      </w:pPr>
      <w:r w:rsidRPr="00ED1A1D">
        <w:t>88133</w:t>
      </w:r>
      <w:r w:rsidRPr="00ED1A1D">
        <w:tab/>
      </w:r>
      <w:r w:rsidR="00C54B17" w:rsidRPr="00ED1A1D">
        <w:fldChar w:fldCharType="begin"/>
      </w:r>
      <w:r w:rsidRPr="00ED1A1D">
        <w:instrText xml:space="preserve"> SEQ CHAPTER \h \r 1</w:instrText>
      </w:r>
      <w:r w:rsidR="00C54B17" w:rsidRPr="00ED1A1D">
        <w:fldChar w:fldCharType="end"/>
      </w:r>
      <w:r w:rsidRPr="00ED1A1D">
        <w:t>Structural Steel and Supports Activities</w:t>
      </w:r>
      <w:r w:rsidR="00432CDA" w:rsidRPr="00ED1A1D">
        <w:t xml:space="preserve"> 7/25/07 (07-023)</w:t>
      </w:r>
    </w:p>
    <w:p w14:paraId="5C64BC95" w14:textId="01AF3EDC" w:rsidR="0018577B" w:rsidRPr="00ED1A1D" w:rsidRDefault="003C3A98" w:rsidP="002E68BE">
      <w:pPr>
        <w:pStyle w:val="BodyText3"/>
      </w:pPr>
      <w:r w:rsidRPr="00ED1A1D">
        <w:t>88134</w:t>
      </w:r>
      <w:r w:rsidR="00FE3D4E" w:rsidRPr="00ED1A1D">
        <w:tab/>
      </w:r>
      <w:r w:rsidRPr="00ED1A1D">
        <w:t xml:space="preserve">Piping </w:t>
      </w:r>
      <w:r w:rsidR="007A3546" w:rsidRPr="00ED1A1D">
        <w:t xml:space="preserve">Systems </w:t>
      </w:r>
      <w:r w:rsidRPr="00ED1A1D">
        <w:t xml:space="preserve">Relied on for </w:t>
      </w:r>
      <w:proofErr w:type="gramStart"/>
      <w:r w:rsidRPr="00ED1A1D">
        <w:t xml:space="preserve">Safety </w:t>
      </w:r>
      <w:r w:rsidR="007A3546" w:rsidRPr="00ED1A1D">
        <w:t xml:space="preserve"> </w:t>
      </w:r>
      <w:r w:rsidRPr="00ED1A1D">
        <w:t>05</w:t>
      </w:r>
      <w:proofErr w:type="gramEnd"/>
      <w:r w:rsidRPr="00ED1A1D">
        <w:t>/18/05 (05-013)</w:t>
      </w:r>
    </w:p>
    <w:p w14:paraId="600ED3CC" w14:textId="1FF54BE4" w:rsidR="003C3A98" w:rsidRPr="00ED1A1D" w:rsidRDefault="003C3A98" w:rsidP="002E68BE">
      <w:pPr>
        <w:pStyle w:val="BodyText3"/>
      </w:pPr>
      <w:r w:rsidRPr="00ED1A1D">
        <w:t>88135</w:t>
      </w:r>
      <w:r w:rsidR="00FE3D4E" w:rsidRPr="00ED1A1D">
        <w:tab/>
      </w:r>
      <w:r w:rsidRPr="00ED1A1D">
        <w:t xml:space="preserve">Resident Inspection Program for Category I Fuel Cycle Facilities </w:t>
      </w:r>
      <w:r w:rsidR="00EA7FEC" w:rsidRPr="00ED1A1D">
        <w:br/>
      </w:r>
      <w:r w:rsidR="00DB4839" w:rsidRPr="00ED1A1D">
        <w:t>12/02/20</w:t>
      </w:r>
      <w:r w:rsidR="00660A05" w:rsidRPr="00ED1A1D">
        <w:t xml:space="preserve"> (</w:t>
      </w:r>
      <w:r w:rsidR="00DB4839" w:rsidRPr="00ED1A1D">
        <w:t>20-067</w:t>
      </w:r>
      <w:r w:rsidRPr="00ED1A1D">
        <w:t>)</w:t>
      </w:r>
    </w:p>
    <w:p w14:paraId="33E0101A" w14:textId="30780D7C" w:rsidR="0053753D" w:rsidRPr="00ED1A1D" w:rsidRDefault="005F5D33" w:rsidP="002E68BE">
      <w:pPr>
        <w:pStyle w:val="BodyText3"/>
      </w:pPr>
      <w:r w:rsidRPr="00ED1A1D">
        <w:t>88135.02</w:t>
      </w:r>
      <w:r w:rsidRPr="00ED1A1D">
        <w:tab/>
        <w:t xml:space="preserve">Resident Inspection Program Plant Status Activities </w:t>
      </w:r>
      <w:r w:rsidR="00DB4839" w:rsidRPr="00ED1A1D">
        <w:t>12/02/20</w:t>
      </w:r>
      <w:r w:rsidRPr="00ED1A1D">
        <w:t xml:space="preserve"> (</w:t>
      </w:r>
      <w:r w:rsidR="00DB4839" w:rsidRPr="00ED1A1D">
        <w:t>20-067</w:t>
      </w:r>
      <w:r w:rsidR="0053753D" w:rsidRPr="00ED1A1D">
        <w:t>)</w:t>
      </w:r>
    </w:p>
    <w:p w14:paraId="35D68ADD" w14:textId="08AA20EC" w:rsidR="003F59DE" w:rsidRPr="00ED1A1D" w:rsidRDefault="003F59DE" w:rsidP="002E68BE">
      <w:pPr>
        <w:pStyle w:val="BodyText3"/>
      </w:pPr>
      <w:r w:rsidRPr="00ED1A1D">
        <w:t>88135.04</w:t>
      </w:r>
      <w:r w:rsidRPr="00ED1A1D">
        <w:tab/>
      </w:r>
      <w:r w:rsidR="007C305B" w:rsidRPr="00ED1A1D">
        <w:t xml:space="preserve">Resident Inspection Program </w:t>
      </w:r>
      <w:r w:rsidR="00607B80" w:rsidRPr="00ED1A1D">
        <w:t>Operational Safety</w:t>
      </w:r>
      <w:r w:rsidR="007C305B" w:rsidRPr="00ED1A1D">
        <w:t xml:space="preserve"> </w:t>
      </w:r>
      <w:r w:rsidR="00DB4839" w:rsidRPr="00ED1A1D">
        <w:t>12/02/20</w:t>
      </w:r>
      <w:r w:rsidR="007C305B" w:rsidRPr="00ED1A1D">
        <w:t xml:space="preserve"> (</w:t>
      </w:r>
      <w:r w:rsidR="00DB4839" w:rsidRPr="00ED1A1D">
        <w:t>20-067</w:t>
      </w:r>
      <w:r w:rsidRPr="00ED1A1D">
        <w:t>)</w:t>
      </w:r>
    </w:p>
    <w:p w14:paraId="6D508AA3" w14:textId="2A90A6B1" w:rsidR="003F59DE" w:rsidRPr="00ED1A1D" w:rsidRDefault="003F59DE" w:rsidP="002E68BE">
      <w:pPr>
        <w:pStyle w:val="BodyText3"/>
      </w:pPr>
      <w:r w:rsidRPr="00ED1A1D">
        <w:t>88135.05</w:t>
      </w:r>
      <w:r w:rsidRPr="00ED1A1D">
        <w:tab/>
      </w:r>
      <w:r w:rsidR="007C305B" w:rsidRPr="00ED1A1D">
        <w:t xml:space="preserve">Resident Inspection Program </w:t>
      </w:r>
      <w:r w:rsidRPr="00ED1A1D">
        <w:t xml:space="preserve">Fire Protection </w:t>
      </w:r>
      <w:r w:rsidR="007C305B" w:rsidRPr="00ED1A1D">
        <w:t xml:space="preserve">(Annual/Quarterly) </w:t>
      </w:r>
      <w:r w:rsidR="00EA7FEC" w:rsidRPr="00ED1A1D">
        <w:br/>
      </w:r>
      <w:bookmarkStart w:id="79" w:name="_Hlk57803035"/>
      <w:r w:rsidR="00DB4839" w:rsidRPr="00ED1A1D">
        <w:t>12/02/20</w:t>
      </w:r>
      <w:r w:rsidR="007C305B" w:rsidRPr="00ED1A1D">
        <w:t xml:space="preserve"> </w:t>
      </w:r>
      <w:bookmarkEnd w:id="79"/>
      <w:r w:rsidR="007C305B" w:rsidRPr="00ED1A1D">
        <w:t>(</w:t>
      </w:r>
      <w:r w:rsidR="00DB4839" w:rsidRPr="00ED1A1D">
        <w:t>20-067</w:t>
      </w:r>
      <w:r w:rsidRPr="00ED1A1D">
        <w:t>)</w:t>
      </w:r>
    </w:p>
    <w:p w14:paraId="45E39411" w14:textId="560994E6" w:rsidR="003F59DE" w:rsidRPr="00ED1A1D" w:rsidRDefault="003F59DE" w:rsidP="002E68BE">
      <w:pPr>
        <w:pStyle w:val="BodyText3"/>
      </w:pPr>
      <w:r w:rsidRPr="00ED1A1D">
        <w:t>88135.17</w:t>
      </w:r>
      <w:r w:rsidR="00471332" w:rsidRPr="00ED1A1D">
        <w:tab/>
        <w:t>Resident Inspection Program</w:t>
      </w:r>
      <w:r w:rsidRPr="00ED1A1D">
        <w:t xml:space="preserve"> Plant Modifications </w:t>
      </w:r>
      <w:r w:rsidR="00DB4839" w:rsidRPr="00ED1A1D">
        <w:t>12/02/20</w:t>
      </w:r>
      <w:r w:rsidRPr="00ED1A1D">
        <w:t xml:space="preserve"> (</w:t>
      </w:r>
      <w:r w:rsidR="00DB4839" w:rsidRPr="00ED1A1D">
        <w:t>20-067</w:t>
      </w:r>
      <w:r w:rsidRPr="00ED1A1D">
        <w:t>)</w:t>
      </w:r>
    </w:p>
    <w:p w14:paraId="46B41C87" w14:textId="0AD47F0A" w:rsidR="003F59DE" w:rsidRPr="00ED1A1D" w:rsidRDefault="003F59DE" w:rsidP="002E68BE">
      <w:pPr>
        <w:pStyle w:val="BodyText3"/>
      </w:pPr>
      <w:r w:rsidRPr="00ED1A1D">
        <w:t>88135.19</w:t>
      </w:r>
      <w:r w:rsidRPr="00ED1A1D">
        <w:tab/>
      </w:r>
      <w:r w:rsidR="00AE1663" w:rsidRPr="00ED1A1D">
        <w:t xml:space="preserve">Resident Inspection Program </w:t>
      </w:r>
      <w:r w:rsidRPr="00ED1A1D">
        <w:t>Post</w:t>
      </w:r>
      <w:r w:rsidR="00AE1663" w:rsidRPr="00ED1A1D">
        <w:t>-</w:t>
      </w:r>
      <w:r w:rsidRPr="00ED1A1D">
        <w:t xml:space="preserve">Maintenance Testing </w:t>
      </w:r>
      <w:r w:rsidR="00562051" w:rsidRPr="00ED1A1D">
        <w:br/>
      </w:r>
      <w:r w:rsidR="00DB4839" w:rsidRPr="00ED1A1D">
        <w:t>12/02/20</w:t>
      </w:r>
      <w:r w:rsidRPr="00ED1A1D">
        <w:t xml:space="preserve"> (</w:t>
      </w:r>
      <w:r w:rsidR="00DB4839" w:rsidRPr="00ED1A1D">
        <w:t>20-067</w:t>
      </w:r>
      <w:r w:rsidRPr="00ED1A1D">
        <w:t>)</w:t>
      </w:r>
    </w:p>
    <w:p w14:paraId="06B74468" w14:textId="103AB16A" w:rsidR="003F59DE" w:rsidRPr="00ED1A1D" w:rsidRDefault="003F59DE" w:rsidP="002E68BE">
      <w:pPr>
        <w:pStyle w:val="BodyText3"/>
      </w:pPr>
      <w:r w:rsidRPr="00ED1A1D">
        <w:t>88135.22</w:t>
      </w:r>
      <w:r w:rsidRPr="00ED1A1D">
        <w:tab/>
      </w:r>
      <w:r w:rsidR="006E0628" w:rsidRPr="00ED1A1D">
        <w:t xml:space="preserve">Resident Inspection Program </w:t>
      </w:r>
      <w:r w:rsidRPr="00ED1A1D">
        <w:t xml:space="preserve">Surveillance Testing </w:t>
      </w:r>
      <w:r w:rsidR="00DB4839" w:rsidRPr="00ED1A1D">
        <w:t>12/02/20</w:t>
      </w:r>
      <w:r w:rsidRPr="00ED1A1D">
        <w:t xml:space="preserve"> (</w:t>
      </w:r>
      <w:r w:rsidR="00DB4839" w:rsidRPr="00ED1A1D">
        <w:t>20-067</w:t>
      </w:r>
      <w:r w:rsidRPr="00ED1A1D">
        <w:t>)</w:t>
      </w:r>
    </w:p>
    <w:p w14:paraId="3FC809B2" w14:textId="3E6B7E85" w:rsidR="00432CDA" w:rsidRPr="00ED1A1D" w:rsidRDefault="00796236" w:rsidP="002E68BE">
      <w:pPr>
        <w:pStyle w:val="BodyText3"/>
      </w:pPr>
      <w:r w:rsidRPr="00ED1A1D">
        <w:t>88136</w:t>
      </w:r>
      <w:r w:rsidRPr="00ED1A1D">
        <w:tab/>
      </w:r>
      <w:r w:rsidR="00C54B17" w:rsidRPr="00ED1A1D">
        <w:fldChar w:fldCharType="begin"/>
      </w:r>
      <w:r w:rsidRPr="00ED1A1D">
        <w:instrText xml:space="preserve"> SEQ CHAPTER \h \r 1</w:instrText>
      </w:r>
      <w:r w:rsidR="00C54B17" w:rsidRPr="00ED1A1D">
        <w:fldChar w:fldCharType="end"/>
      </w:r>
      <w:r w:rsidRPr="00ED1A1D">
        <w:t>Mechanical Components</w:t>
      </w:r>
      <w:r w:rsidR="00432CDA" w:rsidRPr="00ED1A1D">
        <w:t xml:space="preserve"> 7/25/07 (07-023)</w:t>
      </w:r>
    </w:p>
    <w:p w14:paraId="7828C92D" w14:textId="52A55BA6" w:rsidR="005F036A" w:rsidRPr="00ED1A1D" w:rsidRDefault="005F036A" w:rsidP="002E68BE">
      <w:pPr>
        <w:pStyle w:val="BodyText3"/>
      </w:pPr>
      <w:r w:rsidRPr="00ED1A1D">
        <w:t>88137</w:t>
      </w:r>
      <w:r w:rsidR="00343FF7" w:rsidRPr="00ED1A1D">
        <w:tab/>
      </w:r>
      <w:r w:rsidRPr="00ED1A1D">
        <w:t>Electric</w:t>
      </w:r>
      <w:r w:rsidR="004465DD" w:rsidRPr="00ED1A1D">
        <w:t>al</w:t>
      </w:r>
      <w:r w:rsidRPr="00ED1A1D">
        <w:t xml:space="preserve"> Cable</w:t>
      </w:r>
      <w:r w:rsidR="003A214A" w:rsidRPr="00ED1A1D">
        <w:t xml:space="preserve"> </w:t>
      </w:r>
      <w:r w:rsidR="00AD0C50" w:rsidRPr="00ED1A1D">
        <w:t>04/01/10</w:t>
      </w:r>
      <w:r w:rsidR="003A214A" w:rsidRPr="00ED1A1D">
        <w:t xml:space="preserve"> (10-</w:t>
      </w:r>
      <w:r w:rsidR="00AD0C50" w:rsidRPr="00ED1A1D">
        <w:t>010</w:t>
      </w:r>
      <w:r w:rsidR="003A214A" w:rsidRPr="00ED1A1D">
        <w:t>)</w:t>
      </w:r>
    </w:p>
    <w:p w14:paraId="4FBAC98B" w14:textId="2CB9DBBA" w:rsidR="005F036A" w:rsidRPr="00ED1A1D" w:rsidRDefault="005F036A" w:rsidP="002E68BE">
      <w:pPr>
        <w:pStyle w:val="BodyText3"/>
      </w:pPr>
      <w:r w:rsidRPr="00ED1A1D">
        <w:t>88138</w:t>
      </w:r>
      <w:r w:rsidRPr="00ED1A1D">
        <w:tab/>
        <w:t>Electrical Components and Systems</w:t>
      </w:r>
      <w:r w:rsidR="00203BB9" w:rsidRPr="00ED1A1D">
        <w:t xml:space="preserve"> 08/08/07 (07-024)</w:t>
      </w:r>
    </w:p>
    <w:p w14:paraId="4BD2BF9F" w14:textId="3D0560CF" w:rsidR="005F036A" w:rsidRPr="00ED1A1D" w:rsidRDefault="005F036A" w:rsidP="002E68BE">
      <w:pPr>
        <w:pStyle w:val="BodyText3"/>
      </w:pPr>
      <w:r w:rsidRPr="00ED1A1D">
        <w:t>88139</w:t>
      </w:r>
      <w:r w:rsidRPr="00ED1A1D">
        <w:tab/>
        <w:t>Ventilation and Confinement Systems</w:t>
      </w:r>
      <w:r w:rsidR="007278A9" w:rsidRPr="00ED1A1D">
        <w:t xml:space="preserve"> 08/08/07 (07-024)</w:t>
      </w:r>
    </w:p>
    <w:p w14:paraId="6F0E26B4" w14:textId="7EE2EC48" w:rsidR="003A214A" w:rsidRPr="00ED1A1D" w:rsidRDefault="005F036A" w:rsidP="002E68BE">
      <w:pPr>
        <w:pStyle w:val="BodyText3"/>
      </w:pPr>
      <w:r w:rsidRPr="00ED1A1D">
        <w:t>88140</w:t>
      </w:r>
      <w:r w:rsidRPr="00ED1A1D">
        <w:tab/>
        <w:t>Instrumentation and Control</w:t>
      </w:r>
      <w:r w:rsidR="00BF5999" w:rsidRPr="00ED1A1D">
        <w:t xml:space="preserve"> </w:t>
      </w:r>
      <w:r w:rsidRPr="00ED1A1D">
        <w:t>Systems</w:t>
      </w:r>
      <w:r w:rsidR="003A214A" w:rsidRPr="00ED1A1D">
        <w:t xml:space="preserve"> </w:t>
      </w:r>
      <w:r w:rsidR="00AD0C50" w:rsidRPr="00ED1A1D">
        <w:t>04/01/10</w:t>
      </w:r>
      <w:r w:rsidR="003A214A" w:rsidRPr="00ED1A1D">
        <w:t xml:space="preserve"> (10-</w:t>
      </w:r>
      <w:r w:rsidR="00AD0C50" w:rsidRPr="00ED1A1D">
        <w:t>010</w:t>
      </w:r>
      <w:r w:rsidR="003A214A" w:rsidRPr="00ED1A1D">
        <w:t>)</w:t>
      </w:r>
    </w:p>
    <w:p w14:paraId="0CEFAF78" w14:textId="39053371" w:rsidR="007278A9" w:rsidRPr="00ED1A1D" w:rsidRDefault="005F036A" w:rsidP="002E68BE">
      <w:pPr>
        <w:pStyle w:val="BodyText3"/>
      </w:pPr>
      <w:r w:rsidRPr="00ED1A1D">
        <w:t>88141</w:t>
      </w:r>
      <w:r w:rsidRPr="00ED1A1D">
        <w:tab/>
        <w:t>Fire Prevention</w:t>
      </w:r>
      <w:r w:rsidR="007278A9" w:rsidRPr="00ED1A1D">
        <w:t xml:space="preserve"> and </w:t>
      </w:r>
      <w:r w:rsidRPr="00ED1A1D">
        <w:t>Protection</w:t>
      </w:r>
      <w:r w:rsidR="007278A9" w:rsidRPr="00ED1A1D">
        <w:t xml:space="preserve"> 08/08/07 (07-024)</w:t>
      </w:r>
    </w:p>
    <w:p w14:paraId="324D2A4C" w14:textId="19DBB636" w:rsidR="007278A9" w:rsidRPr="00ED1A1D" w:rsidRDefault="005F036A" w:rsidP="002E68BE">
      <w:pPr>
        <w:pStyle w:val="BodyText3"/>
      </w:pPr>
      <w:r w:rsidRPr="00ED1A1D">
        <w:t>88142</w:t>
      </w:r>
      <w:r w:rsidRPr="00ED1A1D">
        <w:tab/>
        <w:t>Underground Fire Water Loop and Equipment Installation</w:t>
      </w:r>
      <w:r w:rsidR="007278A9" w:rsidRPr="00ED1A1D">
        <w:t xml:space="preserve"> </w:t>
      </w:r>
      <w:r w:rsidR="007C7067" w:rsidRPr="00ED1A1D">
        <w:br/>
      </w:r>
      <w:r w:rsidR="007278A9" w:rsidRPr="00ED1A1D">
        <w:t>08/08/07 (07-024)</w:t>
      </w:r>
    </w:p>
    <w:p w14:paraId="555C6A2B" w14:textId="1793549D" w:rsidR="00432CDA" w:rsidRPr="00ED1A1D" w:rsidRDefault="00FC1846" w:rsidP="002E68BE">
      <w:pPr>
        <w:pStyle w:val="BodyText3"/>
      </w:pPr>
      <w:bookmarkStart w:id="80" w:name="OLE_LINK1"/>
      <w:bookmarkStart w:id="81" w:name="OLE_LINK2"/>
      <w:r w:rsidRPr="00ED1A1D">
        <w:t>8814</w:t>
      </w:r>
      <w:r w:rsidR="0017449D" w:rsidRPr="00ED1A1D">
        <w:t>3</w:t>
      </w:r>
      <w:r w:rsidRPr="00ED1A1D">
        <w:tab/>
        <w:t>Pipe Supports and Restraints</w:t>
      </w:r>
      <w:r w:rsidR="00432CDA" w:rsidRPr="00ED1A1D">
        <w:t xml:space="preserve"> 7/25/07 (07-023)</w:t>
      </w:r>
    </w:p>
    <w:bookmarkEnd w:id="80"/>
    <w:bookmarkEnd w:id="81"/>
    <w:p w14:paraId="5561D52D" w14:textId="0A21C75B" w:rsidR="005F036A" w:rsidRPr="00ED1A1D" w:rsidRDefault="005F036A" w:rsidP="002E68BE">
      <w:pPr>
        <w:pStyle w:val="BodyText3"/>
      </w:pPr>
      <w:r w:rsidRPr="00ED1A1D">
        <w:t>88150</w:t>
      </w:r>
      <w:r w:rsidRPr="00ED1A1D">
        <w:tab/>
      </w:r>
      <w:r w:rsidR="008036B6" w:rsidRPr="00ED1A1D">
        <w:t>RESERVED</w:t>
      </w:r>
      <w:r w:rsidRPr="00ED1A1D">
        <w:t xml:space="preserve"> for Training and Qualification of Plant Personnel</w:t>
      </w:r>
    </w:p>
    <w:p w14:paraId="253C0C38" w14:textId="77777777" w:rsidR="00861303" w:rsidRPr="00ED1A1D" w:rsidRDefault="005F036A" w:rsidP="002E68BE">
      <w:pPr>
        <w:pStyle w:val="BodyText3"/>
      </w:pPr>
      <w:r w:rsidRPr="00ED1A1D">
        <w:t>88151</w:t>
      </w:r>
      <w:r w:rsidRPr="00ED1A1D">
        <w:tab/>
      </w:r>
      <w:r w:rsidR="008036B6" w:rsidRPr="00ED1A1D">
        <w:t>RESERVED</w:t>
      </w:r>
      <w:r w:rsidRPr="00ED1A1D">
        <w:t xml:space="preserve"> for Facility Changes and Change Process (10 CFR70.72)</w:t>
      </w:r>
    </w:p>
    <w:p w14:paraId="0BAD9744" w14:textId="3B2BA7D4" w:rsidR="00A33390" w:rsidRPr="00ED1A1D" w:rsidRDefault="005F036A" w:rsidP="002E68BE">
      <w:pPr>
        <w:pStyle w:val="BodyText3"/>
      </w:pPr>
      <w:r w:rsidRPr="00ED1A1D">
        <w:t>88152</w:t>
      </w:r>
      <w:r w:rsidRPr="00ED1A1D">
        <w:tab/>
      </w:r>
      <w:r w:rsidR="008036B6" w:rsidRPr="00ED1A1D">
        <w:t>RESERVED</w:t>
      </w:r>
      <w:r w:rsidRPr="00ED1A1D">
        <w:t xml:space="preserve"> for Physical Protection Equipment and Barriers</w:t>
      </w:r>
    </w:p>
    <w:p w14:paraId="1D90B3CB" w14:textId="618AD230" w:rsidR="005F036A" w:rsidRPr="00ED1A1D" w:rsidRDefault="005F036A" w:rsidP="002E68BE">
      <w:pPr>
        <w:pStyle w:val="BodyText3"/>
      </w:pPr>
      <w:r w:rsidRPr="00ED1A1D">
        <w:t>88153</w:t>
      </w:r>
      <w:r w:rsidRPr="00ED1A1D">
        <w:tab/>
      </w:r>
      <w:r w:rsidR="008036B6" w:rsidRPr="00ED1A1D">
        <w:t>RESERVED</w:t>
      </w:r>
      <w:r w:rsidRPr="00ED1A1D">
        <w:t xml:space="preserve"> for Material Control and Accounting</w:t>
      </w:r>
    </w:p>
    <w:p w14:paraId="534E2D0A" w14:textId="6D6C8562" w:rsidR="005F036A" w:rsidRPr="00ED1A1D" w:rsidRDefault="005F036A" w:rsidP="002E68BE">
      <w:pPr>
        <w:pStyle w:val="BodyText3"/>
      </w:pPr>
      <w:r w:rsidRPr="00ED1A1D">
        <w:t>88154</w:t>
      </w:r>
      <w:r w:rsidRPr="00ED1A1D">
        <w:tab/>
      </w:r>
      <w:r w:rsidR="008036B6" w:rsidRPr="00ED1A1D">
        <w:t>RESERVED</w:t>
      </w:r>
      <w:r w:rsidRPr="00ED1A1D">
        <w:t xml:space="preserve"> for Fire Safety and Protection Systems</w:t>
      </w:r>
    </w:p>
    <w:p w14:paraId="7922BE9B" w14:textId="77777777" w:rsidR="005F036A" w:rsidRPr="00ED1A1D" w:rsidRDefault="008B5C7F" w:rsidP="002E68BE">
      <w:pPr>
        <w:pStyle w:val="BodyText3"/>
      </w:pPr>
      <w:r w:rsidRPr="00ED1A1D">
        <w:t>88155</w:t>
      </w:r>
      <w:r w:rsidRPr="00ED1A1D">
        <w:tab/>
      </w:r>
      <w:r w:rsidR="008036B6" w:rsidRPr="00ED1A1D">
        <w:t>RESERVED</w:t>
      </w:r>
      <w:r w:rsidR="005F036A" w:rsidRPr="00ED1A1D">
        <w:t xml:space="preserve"> for Functional Verifications of IROFS</w:t>
      </w:r>
    </w:p>
    <w:p w14:paraId="44F748AE" w14:textId="4B9677A5" w:rsidR="005F036A" w:rsidRPr="00ED1A1D" w:rsidRDefault="005F036A" w:rsidP="002E68BE">
      <w:pPr>
        <w:pStyle w:val="BodyText3"/>
      </w:pPr>
      <w:r w:rsidRPr="00ED1A1D">
        <w:t>88156</w:t>
      </w:r>
      <w:r w:rsidRPr="00ED1A1D">
        <w:tab/>
      </w:r>
      <w:r w:rsidR="008036B6" w:rsidRPr="00ED1A1D">
        <w:t>RESERVED</w:t>
      </w:r>
      <w:r w:rsidRPr="00ED1A1D">
        <w:t xml:space="preserve"> for Integrated Safety Analysis Implementation</w:t>
      </w:r>
    </w:p>
    <w:p w14:paraId="5DAC052A" w14:textId="03FE0DE1" w:rsidR="005F036A" w:rsidRPr="00ED1A1D" w:rsidRDefault="005F036A" w:rsidP="002E68BE">
      <w:pPr>
        <w:pStyle w:val="BodyText3"/>
      </w:pPr>
      <w:r w:rsidRPr="00ED1A1D">
        <w:t>88157</w:t>
      </w:r>
      <w:r w:rsidR="00EF7A44" w:rsidRPr="00ED1A1D">
        <w:tab/>
      </w:r>
      <w:r w:rsidR="008036B6" w:rsidRPr="00ED1A1D">
        <w:t>RESERVED</w:t>
      </w:r>
      <w:r w:rsidRPr="00ED1A1D">
        <w:t xml:space="preserve"> for Waste Management Equipment and Systems</w:t>
      </w:r>
    </w:p>
    <w:p w14:paraId="2B4F00D0" w14:textId="77777777" w:rsidR="005F036A" w:rsidRPr="00ED1A1D" w:rsidRDefault="005F036A" w:rsidP="002E68BE">
      <w:pPr>
        <w:pStyle w:val="BodyText3"/>
      </w:pPr>
      <w:r w:rsidRPr="00ED1A1D">
        <w:t>88158</w:t>
      </w:r>
      <w:r w:rsidRPr="00ED1A1D">
        <w:tab/>
      </w:r>
      <w:r w:rsidR="008036B6" w:rsidRPr="00ED1A1D">
        <w:t>RESERVED</w:t>
      </w:r>
      <w:r w:rsidRPr="00ED1A1D">
        <w:t xml:space="preserve"> for Environmental Protection - Initial and Periodic Inspections</w:t>
      </w:r>
    </w:p>
    <w:p w14:paraId="10DEFC43" w14:textId="2D04B1C1" w:rsidR="00FD4BD5" w:rsidRPr="00ED1A1D" w:rsidRDefault="005F036A" w:rsidP="002E68BE">
      <w:pPr>
        <w:pStyle w:val="BodyText3"/>
      </w:pPr>
      <w:r w:rsidRPr="00ED1A1D">
        <w:t>88159</w:t>
      </w:r>
      <w:r w:rsidRPr="00ED1A1D">
        <w:tab/>
      </w:r>
      <w:r w:rsidR="008036B6" w:rsidRPr="00ED1A1D">
        <w:t>RESERVED</w:t>
      </w:r>
      <w:r w:rsidRPr="00ED1A1D">
        <w:t xml:space="preserve"> for Process Enclosures and Vessels</w:t>
      </w:r>
    </w:p>
    <w:p w14:paraId="558061DE" w14:textId="06604136" w:rsidR="00A864FB" w:rsidRPr="00ED1A1D" w:rsidRDefault="005F036A" w:rsidP="002E68BE">
      <w:pPr>
        <w:pStyle w:val="BodyText3"/>
      </w:pPr>
      <w:r w:rsidRPr="00ED1A1D">
        <w:t>88160</w:t>
      </w:r>
      <w:r w:rsidRPr="00ED1A1D">
        <w:tab/>
      </w:r>
      <w:r w:rsidR="008036B6" w:rsidRPr="00ED1A1D">
        <w:t>RESERVED</w:t>
      </w:r>
      <w:r w:rsidRPr="00ED1A1D">
        <w:t xml:space="preserve"> for Utilities and Bulk Chemicals</w:t>
      </w:r>
    </w:p>
    <w:p w14:paraId="1C4795E0" w14:textId="5DE73F0A" w:rsidR="00FA2904" w:rsidRPr="00ED1A1D" w:rsidRDefault="007D3397" w:rsidP="002E68BE">
      <w:pPr>
        <w:pStyle w:val="BodyText3"/>
      </w:pPr>
      <w:r w:rsidRPr="00ED1A1D">
        <w:t>88161</w:t>
      </w:r>
      <w:r w:rsidRPr="00ED1A1D">
        <w:tab/>
        <w:t>Corrective Action Program (CAP) Implementation at Fuel Cycle Facilities</w:t>
      </w:r>
      <w:r w:rsidR="00562051" w:rsidRPr="00ED1A1D">
        <w:br/>
      </w:r>
      <w:r w:rsidR="00FA2904" w:rsidRPr="00ED1A1D">
        <w:t>07/28/14 (14-017)</w:t>
      </w:r>
    </w:p>
    <w:p w14:paraId="68B229B8" w14:textId="53BCE3CE" w:rsidR="00556798" w:rsidRPr="00ED1A1D" w:rsidRDefault="00556798" w:rsidP="002E68BE">
      <w:pPr>
        <w:pStyle w:val="BodyText3"/>
      </w:pPr>
      <w:r w:rsidRPr="00ED1A1D">
        <w:t>8820</w:t>
      </w:r>
      <w:r w:rsidR="005C67EB" w:rsidRPr="00ED1A1D">
        <w:t>0</w:t>
      </w:r>
      <w:r w:rsidRPr="00ED1A1D">
        <w:tab/>
        <w:t xml:space="preserve">RESERVED for </w:t>
      </w:r>
      <w:r w:rsidR="00756EDF" w:rsidRPr="00ED1A1D">
        <w:t>Inspections of Items Relied on for Safety (</w:t>
      </w:r>
      <w:r w:rsidRPr="00ED1A1D">
        <w:t>IROFS</w:t>
      </w:r>
      <w:r w:rsidR="00756EDF" w:rsidRPr="00ED1A1D">
        <w:t>) During Construction of Fuel Cycle Facilities</w:t>
      </w:r>
    </w:p>
    <w:p w14:paraId="3175FC08" w14:textId="281425AA" w:rsidR="00556798" w:rsidRPr="00ED1A1D" w:rsidRDefault="00556798" w:rsidP="002E68BE">
      <w:pPr>
        <w:pStyle w:val="BodyText3"/>
      </w:pPr>
      <w:r w:rsidRPr="00ED1A1D">
        <w:t>8820</w:t>
      </w:r>
      <w:r w:rsidR="008F3F20" w:rsidRPr="00ED1A1D">
        <w:t>1</w:t>
      </w:r>
      <w:r w:rsidRPr="00ED1A1D">
        <w:tab/>
        <w:t xml:space="preserve">RESERVED for </w:t>
      </w:r>
      <w:r w:rsidR="00703893" w:rsidRPr="00ED1A1D">
        <w:t>Inspections of Management Measure Implementation During Construction of Fuel Cycle Facilities</w:t>
      </w:r>
    </w:p>
    <w:p w14:paraId="02EA7A9D" w14:textId="512132BA" w:rsidR="00556798" w:rsidRPr="00ED1A1D" w:rsidRDefault="00556798" w:rsidP="002E68BE">
      <w:pPr>
        <w:pStyle w:val="BodyText3"/>
      </w:pPr>
      <w:r w:rsidRPr="00ED1A1D">
        <w:t>8820</w:t>
      </w:r>
      <w:r w:rsidR="008F3F20" w:rsidRPr="00ED1A1D">
        <w:t>2</w:t>
      </w:r>
      <w:r w:rsidRPr="00ED1A1D">
        <w:tab/>
        <w:t>RESERVED for IROFS</w:t>
      </w:r>
    </w:p>
    <w:p w14:paraId="409DAC76" w14:textId="77777777" w:rsidR="003C3A98" w:rsidRPr="00ED1A1D" w:rsidRDefault="003C3A98" w:rsidP="002F13A8">
      <w:pPr>
        <w:pStyle w:val="Heading2"/>
      </w:pPr>
      <w:r w:rsidRPr="00ED1A1D">
        <w:lastRenderedPageBreak/>
        <w:t>8900</w:t>
      </w:r>
      <w:r w:rsidRPr="00ED1A1D">
        <w:tab/>
      </w:r>
      <w:r w:rsidRPr="00ED1A1D">
        <w:rPr>
          <w:u w:val="single"/>
        </w:rPr>
        <w:t>Fuel Facility and Materials Special Program</w:t>
      </w:r>
    </w:p>
    <w:p w14:paraId="165DBC41" w14:textId="77777777" w:rsidR="00861303" w:rsidRPr="00ED1A1D" w:rsidRDefault="0059182C" w:rsidP="002E68BE">
      <w:pPr>
        <w:pStyle w:val="BodyText3"/>
      </w:pPr>
      <w:r w:rsidRPr="00ED1A1D">
        <w:t>89002</w:t>
      </w:r>
      <w:r w:rsidRPr="00ED1A1D">
        <w:tab/>
        <w:t>RESERVED for Uranium Mill program</w:t>
      </w:r>
    </w:p>
    <w:p w14:paraId="46B4BFE3" w14:textId="118FAC37" w:rsidR="00D079A4" w:rsidRPr="00ED1A1D" w:rsidRDefault="0059182C" w:rsidP="002E68BE">
      <w:pPr>
        <w:pStyle w:val="BodyText3"/>
      </w:pPr>
      <w:r w:rsidRPr="00ED1A1D">
        <w:t>89003</w:t>
      </w:r>
      <w:r w:rsidRPr="00ED1A1D">
        <w:tab/>
        <w:t>RESERVED for Uranium Mill program</w:t>
      </w:r>
    </w:p>
    <w:p w14:paraId="4FCE6A75" w14:textId="5F6DA627" w:rsidR="00D079A4" w:rsidRPr="00ED1A1D" w:rsidRDefault="00D079A4" w:rsidP="002E68BE">
      <w:pPr>
        <w:pStyle w:val="BodyText3"/>
      </w:pPr>
      <w:r w:rsidRPr="00ED1A1D">
        <w:t>89005</w:t>
      </w:r>
      <w:r w:rsidRPr="00ED1A1D">
        <w:tab/>
        <w:t>Management Organization and Controls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56B33E14" w14:textId="070FFF15" w:rsidR="00D079A4" w:rsidRPr="00ED1A1D" w:rsidRDefault="00D079A4" w:rsidP="002E68BE">
      <w:pPr>
        <w:pStyle w:val="BodyText3"/>
      </w:pPr>
      <w:r w:rsidRPr="00ED1A1D">
        <w:t>89010</w:t>
      </w:r>
      <w:r w:rsidRPr="00ED1A1D">
        <w:tab/>
        <w:t>Disposal Cell Construction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605839B5" w14:textId="65A72BCE" w:rsidR="00D079A4" w:rsidRPr="00ED1A1D" w:rsidRDefault="00D079A4" w:rsidP="002E68BE">
      <w:pPr>
        <w:pStyle w:val="BodyText3"/>
      </w:pPr>
      <w:r w:rsidRPr="00ED1A1D">
        <w:t>89015</w:t>
      </w:r>
      <w:r w:rsidRPr="00ED1A1D">
        <w:tab/>
        <w:t>Construction and Preoperational Inspection Program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5CE6AADF" w14:textId="4CA51C7A" w:rsidR="00D079A4" w:rsidRPr="00ED1A1D" w:rsidRDefault="00D079A4" w:rsidP="002E68BE">
      <w:pPr>
        <w:pStyle w:val="BodyText3"/>
      </w:pPr>
      <w:r w:rsidRPr="00ED1A1D">
        <w:t>89020</w:t>
      </w:r>
      <w:r w:rsidRPr="00ED1A1D">
        <w:tab/>
        <w:t>Groundwater and Water Management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4C379A40" w14:textId="2946509C" w:rsidR="008C113B" w:rsidRPr="00ED1A1D" w:rsidRDefault="008C113B" w:rsidP="002E68BE">
      <w:pPr>
        <w:pStyle w:val="BodyText3"/>
      </w:pPr>
      <w:r w:rsidRPr="00ED1A1D">
        <w:t>89025</w:t>
      </w:r>
      <w:r w:rsidRPr="00ED1A1D">
        <w:tab/>
        <w:t>Assessment of Dryer and Yellowcake Packaging Operations 07/26/24 (24-022)</w:t>
      </w:r>
    </w:p>
    <w:p w14:paraId="269F4C84" w14:textId="2F4A309C" w:rsidR="00D079A4" w:rsidRPr="00ED1A1D" w:rsidRDefault="00D079A4" w:rsidP="002E68BE">
      <w:pPr>
        <w:pStyle w:val="BodyText3"/>
      </w:pPr>
      <w:r w:rsidRPr="00ED1A1D">
        <w:t>89030</w:t>
      </w:r>
      <w:r w:rsidRPr="00ED1A1D">
        <w:tab/>
        <w:t>Radiation Protection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778029C0" w14:textId="26D98802" w:rsidR="00D079A4" w:rsidRPr="00ED1A1D" w:rsidRDefault="00D079A4" w:rsidP="002E68BE">
      <w:pPr>
        <w:pStyle w:val="BodyText3"/>
      </w:pPr>
      <w:r w:rsidRPr="00ED1A1D">
        <w:t>89035</w:t>
      </w:r>
      <w:r w:rsidRPr="00ED1A1D">
        <w:tab/>
        <w:t>Radioactive Waste Management and Transportation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70278BD5" w14:textId="7054954D" w:rsidR="00D079A4" w:rsidRPr="00ED1A1D" w:rsidRDefault="00D079A4" w:rsidP="002E68BE">
      <w:pPr>
        <w:pStyle w:val="BodyText3"/>
      </w:pPr>
      <w:r w:rsidRPr="00ED1A1D">
        <w:t>89045</w:t>
      </w:r>
      <w:r w:rsidRPr="00ED1A1D">
        <w:tab/>
        <w:t>Effluent Control and Environmental Protection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3583E6B7" w14:textId="71E501D1" w:rsidR="00D079A4" w:rsidRPr="00ED1A1D" w:rsidRDefault="00D079A4" w:rsidP="002E68BE">
      <w:pPr>
        <w:pStyle w:val="BodyText3"/>
      </w:pPr>
      <w:r w:rsidRPr="00ED1A1D">
        <w:t>89050</w:t>
      </w:r>
      <w:r w:rsidRPr="00ED1A1D">
        <w:tab/>
        <w:t>Emergency Preparedness and Fire Protection at Uranium Recovery and 11</w:t>
      </w:r>
      <w:proofErr w:type="gramStart"/>
      <w:r w:rsidRPr="00ED1A1D">
        <w:t>e.(</w:t>
      </w:r>
      <w:proofErr w:type="gramEnd"/>
      <w:r w:rsidRPr="00ED1A1D">
        <w:t>2) Byproduct Material Facilities 10/08/21 (21-034)</w:t>
      </w:r>
    </w:p>
    <w:p w14:paraId="7983949A" w14:textId="768944D8" w:rsidR="006371AE" w:rsidRPr="00ED1A1D" w:rsidRDefault="006371AE" w:rsidP="0033600E">
      <w:pPr>
        <w:pStyle w:val="BodyText3"/>
      </w:pPr>
      <w:r w:rsidRPr="00ED1A1D">
        <w:t>89060</w:t>
      </w:r>
      <w:r w:rsidRPr="00ED1A1D">
        <w:tab/>
      </w:r>
      <w:r w:rsidR="00CD7A7C" w:rsidRPr="00ED1A1D">
        <w:t xml:space="preserve">Department of Energy Observational Site Visits </w:t>
      </w:r>
      <w:r w:rsidR="00BA0AD7" w:rsidRPr="00ED1A1D">
        <w:t>11/15/22 (22-026)</w:t>
      </w:r>
    </w:p>
    <w:p w14:paraId="6B0D291A" w14:textId="77777777" w:rsidR="003C3A98" w:rsidRPr="00ED1A1D" w:rsidRDefault="003C3A98" w:rsidP="0026436D">
      <w:pPr>
        <w:pStyle w:val="Heading1"/>
      </w:pPr>
      <w:r w:rsidRPr="00ED1A1D">
        <w:t>9000</w:t>
      </w:r>
      <w:r w:rsidRPr="00ED1A1D">
        <w:tab/>
      </w:r>
      <w:r w:rsidRPr="00ED1A1D">
        <w:rPr>
          <w:u w:val="single"/>
        </w:rPr>
        <w:t>Reportable Matters and Report Reviews</w:t>
      </w:r>
    </w:p>
    <w:p w14:paraId="02301288" w14:textId="074283F5" w:rsidR="00891816" w:rsidRPr="00ED1A1D" w:rsidRDefault="00EF7A44" w:rsidP="002E68BE">
      <w:pPr>
        <w:pStyle w:val="BodyText3"/>
      </w:pPr>
      <w:r w:rsidRPr="00ED1A1D">
        <w:t>90001</w:t>
      </w:r>
      <w:r w:rsidRPr="00ED1A1D">
        <w:tab/>
      </w:r>
      <w:r w:rsidR="00891816" w:rsidRPr="00ED1A1D">
        <w:t xml:space="preserve">Construction Regulatory Response Column Inspections 10/27/10 </w:t>
      </w:r>
      <w:r w:rsidR="00E858A0" w:rsidRPr="00ED1A1D">
        <w:br/>
      </w:r>
      <w:r w:rsidR="00891816" w:rsidRPr="00ED1A1D">
        <w:t>(10-022)</w:t>
      </w:r>
    </w:p>
    <w:p w14:paraId="00CBC5F2" w14:textId="62B630D3" w:rsidR="00136854" w:rsidRPr="00ED1A1D" w:rsidRDefault="00EF7A44" w:rsidP="002E68BE">
      <w:pPr>
        <w:pStyle w:val="BodyText3"/>
      </w:pPr>
      <w:r w:rsidRPr="00ED1A1D">
        <w:t>90002</w:t>
      </w:r>
      <w:r w:rsidRPr="00ED1A1D">
        <w:tab/>
      </w:r>
      <w:r w:rsidR="00BB3A0F" w:rsidRPr="00ED1A1D">
        <w:t xml:space="preserve">Construction Degraded Performance Column </w:t>
      </w:r>
      <w:r w:rsidRPr="00ED1A1D">
        <w:t>Inspection</w:t>
      </w:r>
      <w:r w:rsidR="00DC0D56" w:rsidRPr="00ED1A1D">
        <w:t>s 10/28/14</w:t>
      </w:r>
      <w:r w:rsidR="00BB3A0F" w:rsidRPr="00ED1A1D">
        <w:t xml:space="preserve"> </w:t>
      </w:r>
      <w:r w:rsidR="00E858A0" w:rsidRPr="00ED1A1D">
        <w:br/>
      </w:r>
      <w:r w:rsidR="00DC0D56" w:rsidRPr="00ED1A1D">
        <w:t>(14-026</w:t>
      </w:r>
      <w:r w:rsidR="00BB3A0F" w:rsidRPr="00ED1A1D">
        <w:t>)</w:t>
      </w:r>
    </w:p>
    <w:p w14:paraId="247588FB" w14:textId="72102BCD" w:rsidR="00EF7A44" w:rsidRPr="00ED1A1D" w:rsidRDefault="0053753D" w:rsidP="002E68BE">
      <w:pPr>
        <w:pStyle w:val="BodyText3"/>
      </w:pPr>
      <w:r w:rsidRPr="00ED1A1D">
        <w:t>90003</w:t>
      </w:r>
      <w:r w:rsidRPr="00ED1A1D">
        <w:tab/>
        <w:t xml:space="preserve">Construction </w:t>
      </w:r>
      <w:r w:rsidR="003C3780" w:rsidRPr="00ED1A1D">
        <w:t xml:space="preserve">Supplemental Inspection for </w:t>
      </w:r>
      <w:r w:rsidRPr="00ED1A1D">
        <w:t>Repetitive Degraded Cornerstone</w:t>
      </w:r>
      <w:r w:rsidR="005F3D0C" w:rsidRPr="00ED1A1D">
        <w:t>s, Multiple Degraded Cornerstones, Multiple Yellow Inputs or One Red Input</w:t>
      </w:r>
      <w:r w:rsidR="00DC0D56" w:rsidRPr="00ED1A1D">
        <w:t xml:space="preserve"> 10/28/14 (14-026</w:t>
      </w:r>
      <w:r w:rsidRPr="00ED1A1D">
        <w:t>)</w:t>
      </w:r>
    </w:p>
    <w:p w14:paraId="4C14D8FB" w14:textId="77777777" w:rsidR="00B01772" w:rsidRPr="00ED1A1D" w:rsidRDefault="00B01772" w:rsidP="002E68BE">
      <w:pPr>
        <w:pStyle w:val="BodyText3"/>
      </w:pPr>
      <w:r w:rsidRPr="00ED1A1D">
        <w:t>90502</w:t>
      </w:r>
      <w:r w:rsidRPr="00ED1A1D">
        <w:tab/>
      </w:r>
      <w:r w:rsidR="00CE6157" w:rsidRPr="00ED1A1D">
        <w:t>RESERVED</w:t>
      </w:r>
      <w:r w:rsidRPr="00ED1A1D">
        <w:t xml:space="preserve"> for Part 52 Reportable Matters - Test Program</w:t>
      </w:r>
    </w:p>
    <w:p w14:paraId="56D504CA" w14:textId="08413AD3" w:rsidR="003C3A98" w:rsidRPr="00ED1A1D" w:rsidRDefault="003C3A98" w:rsidP="002E68BE">
      <w:pPr>
        <w:pStyle w:val="BodyText3"/>
      </w:pPr>
      <w:r w:rsidRPr="00ED1A1D">
        <w:t>90700</w:t>
      </w:r>
      <w:r w:rsidR="00FE3D4E" w:rsidRPr="00ED1A1D">
        <w:tab/>
      </w:r>
      <w:r w:rsidRPr="00ED1A1D">
        <w:t>Feedback of Operational Experience Information at Operating</w:t>
      </w:r>
      <w:r w:rsidR="001D109A" w:rsidRPr="00ED1A1D">
        <w:t xml:space="preserve"> </w:t>
      </w:r>
      <w:r w:rsidRPr="00ED1A1D">
        <w:t>Power Reactors 03/23/05 (05-008</w:t>
      </w:r>
      <w:proofErr w:type="gramStart"/>
      <w:r w:rsidRPr="00ED1A1D">
        <w:t>)</w:t>
      </w:r>
      <w:r w:rsidR="000436C0" w:rsidRPr="00ED1A1D">
        <w:t xml:space="preserve">  R</w:t>
      </w:r>
      <w:proofErr w:type="gramEnd"/>
    </w:p>
    <w:p w14:paraId="4525953F" w14:textId="497A5A89" w:rsidR="003C3A98" w:rsidRPr="00ED1A1D" w:rsidRDefault="003C3A98" w:rsidP="0033600E">
      <w:pPr>
        <w:pStyle w:val="BodyText3"/>
      </w:pPr>
      <w:r w:rsidRPr="00ED1A1D">
        <w:t>90712</w:t>
      </w:r>
      <w:r w:rsidRPr="00ED1A1D">
        <w:tab/>
        <w:t>In</w:t>
      </w:r>
      <w:r w:rsidR="00403BC6" w:rsidRPr="00ED1A1D">
        <w:t>-</w:t>
      </w:r>
      <w:r w:rsidRPr="00ED1A1D">
        <w:t>office Review of Written Reports of</w:t>
      </w:r>
      <w:r w:rsidR="00E74BFC" w:rsidRPr="00ED1A1D">
        <w:t xml:space="preserve"> </w:t>
      </w:r>
      <w:proofErr w:type="spellStart"/>
      <w:r w:rsidRPr="00ED1A1D">
        <w:t>Non</w:t>
      </w:r>
      <w:r w:rsidR="00746104" w:rsidRPr="00ED1A1D">
        <w:t>R</w:t>
      </w:r>
      <w:r w:rsidRPr="00ED1A1D">
        <w:t>outine</w:t>
      </w:r>
      <w:proofErr w:type="spellEnd"/>
      <w:r w:rsidRPr="00ED1A1D">
        <w:t xml:space="preserve"> Events</w:t>
      </w:r>
      <w:r w:rsidR="001D109A" w:rsidRPr="00ED1A1D">
        <w:t xml:space="preserve"> </w:t>
      </w:r>
      <w:r w:rsidRPr="00ED1A1D">
        <w:t>at Power Reactor Facilities 12/31/98 (98-020</w:t>
      </w:r>
      <w:proofErr w:type="gramStart"/>
      <w:r w:rsidRPr="00ED1A1D">
        <w:t>)</w:t>
      </w:r>
      <w:r w:rsidR="005B02E0" w:rsidRPr="00ED1A1D">
        <w:t xml:space="preserve">  R</w:t>
      </w:r>
      <w:proofErr w:type="gramEnd"/>
    </w:p>
    <w:p w14:paraId="25CD0B1F" w14:textId="77777777" w:rsidR="008B5C7F" w:rsidRPr="00ED1A1D" w:rsidRDefault="003C3A98" w:rsidP="00616E37">
      <w:pPr>
        <w:pStyle w:val="BodyText2"/>
      </w:pPr>
      <w:r w:rsidRPr="00ED1A1D">
        <w:t>9100</w:t>
      </w:r>
      <w:r w:rsidRPr="00ED1A1D">
        <w:tab/>
      </w:r>
      <w:r w:rsidRPr="00ED1A1D">
        <w:rPr>
          <w:u w:val="single"/>
        </w:rPr>
        <w:t>Title 10 Requirements</w:t>
      </w:r>
    </w:p>
    <w:p w14:paraId="4D22872F" w14:textId="77777777" w:rsidR="003C3A98" w:rsidRPr="00ED1A1D" w:rsidRDefault="003C3A98" w:rsidP="002F13A8">
      <w:pPr>
        <w:pStyle w:val="Heading2"/>
      </w:pPr>
      <w:r w:rsidRPr="00ED1A1D">
        <w:t>9200</w:t>
      </w:r>
      <w:r w:rsidRPr="00ED1A1D">
        <w:tab/>
      </w:r>
      <w:r w:rsidRPr="00ED1A1D">
        <w:rPr>
          <w:u w:val="single"/>
        </w:rPr>
        <w:t>Planned Non-Routine Activities</w:t>
      </w:r>
    </w:p>
    <w:p w14:paraId="18B2C615" w14:textId="3EBFB6ED" w:rsidR="003C3A98" w:rsidRPr="00ED1A1D" w:rsidRDefault="003C3A98" w:rsidP="002E68BE">
      <w:pPr>
        <w:pStyle w:val="BodyText3"/>
      </w:pPr>
      <w:r w:rsidRPr="00ED1A1D">
        <w:t>92050</w:t>
      </w:r>
      <w:r w:rsidR="00FE3D4E" w:rsidRPr="00ED1A1D">
        <w:tab/>
      </w:r>
      <w:r w:rsidRPr="00ED1A1D">
        <w:t xml:space="preserve">Review of Quality Assurance </w:t>
      </w:r>
      <w:r w:rsidR="00FE3D4E" w:rsidRPr="00ED1A1D">
        <w:t>f</w:t>
      </w:r>
      <w:r w:rsidRPr="00ED1A1D">
        <w:t>or Extended Construction</w:t>
      </w:r>
      <w:r w:rsidR="00E92D4D" w:rsidRPr="00ED1A1D">
        <w:t xml:space="preserve"> Delay</w:t>
      </w:r>
      <w:r w:rsidR="009A1FE8" w:rsidRPr="00ED1A1D">
        <w:br/>
      </w:r>
      <w:r w:rsidRPr="00ED1A1D">
        <w:t>04/04/00 (00-005)</w:t>
      </w:r>
    </w:p>
    <w:p w14:paraId="1D65C8E8" w14:textId="10B55CBC" w:rsidR="003C3A98" w:rsidRPr="00ED1A1D" w:rsidRDefault="003C3A98" w:rsidP="002E68BE">
      <w:pPr>
        <w:pStyle w:val="BodyText3"/>
      </w:pPr>
      <w:r w:rsidRPr="00ED1A1D">
        <w:t>92700</w:t>
      </w:r>
      <w:r w:rsidR="00FE3D4E" w:rsidRPr="00ED1A1D">
        <w:tab/>
      </w:r>
      <w:r w:rsidRPr="00ED1A1D">
        <w:t xml:space="preserve">Onsite </w:t>
      </w:r>
      <w:r w:rsidR="00403BC6" w:rsidRPr="00ED1A1D">
        <w:t>Follow-up</w:t>
      </w:r>
      <w:r w:rsidRPr="00ED1A1D">
        <w:t xml:space="preserve"> of Written Reports of </w:t>
      </w:r>
      <w:proofErr w:type="spellStart"/>
      <w:r w:rsidRPr="00ED1A1D">
        <w:t>Non</w:t>
      </w:r>
      <w:r w:rsidR="005B02E0" w:rsidRPr="00ED1A1D">
        <w:t>R</w:t>
      </w:r>
      <w:r w:rsidRPr="00ED1A1D">
        <w:t>outine</w:t>
      </w:r>
      <w:proofErr w:type="spellEnd"/>
      <w:r w:rsidRPr="00ED1A1D">
        <w:t xml:space="preserve"> Events</w:t>
      </w:r>
      <w:r w:rsidR="003C00D0" w:rsidRPr="00ED1A1D">
        <w:t xml:space="preserve"> </w:t>
      </w:r>
      <w:r w:rsidRPr="00ED1A1D">
        <w:tab/>
        <w:t>at Power Reacto</w:t>
      </w:r>
      <w:r w:rsidR="00FE3D4E" w:rsidRPr="00ED1A1D">
        <w:t>r Facilities 12/31/98 (98-020</w:t>
      </w:r>
      <w:proofErr w:type="gramStart"/>
      <w:r w:rsidR="00FE3D4E" w:rsidRPr="00ED1A1D">
        <w:t>)</w:t>
      </w:r>
      <w:r w:rsidR="005B02E0" w:rsidRPr="00ED1A1D">
        <w:t xml:space="preserve">  R</w:t>
      </w:r>
      <w:proofErr w:type="gramEnd"/>
    </w:p>
    <w:p w14:paraId="64D92560" w14:textId="18B351B2" w:rsidR="003C3A98" w:rsidRPr="00ED1A1D" w:rsidRDefault="003C3A98" w:rsidP="002E68BE">
      <w:pPr>
        <w:pStyle w:val="BodyText3"/>
      </w:pPr>
      <w:r w:rsidRPr="00ED1A1D">
        <w:t>92701</w:t>
      </w:r>
      <w:r w:rsidR="00FE3D4E" w:rsidRPr="00ED1A1D">
        <w:tab/>
      </w:r>
      <w:proofErr w:type="spellStart"/>
      <w:r w:rsidR="00403BC6" w:rsidRPr="00ED1A1D">
        <w:t>Follow</w:t>
      </w:r>
      <w:r w:rsidR="00A205AE" w:rsidRPr="00ED1A1D">
        <w:t>u</w:t>
      </w:r>
      <w:r w:rsidR="00403BC6" w:rsidRPr="00ED1A1D">
        <w:t>p</w:t>
      </w:r>
      <w:proofErr w:type="spellEnd"/>
      <w:r w:rsidR="00FE3D4E" w:rsidRPr="00ED1A1D">
        <w:t xml:space="preserve"> 03/13/07 (07-010)</w:t>
      </w:r>
    </w:p>
    <w:p w14:paraId="797BBD72" w14:textId="3251D263" w:rsidR="00A33390" w:rsidRPr="00ED1A1D" w:rsidRDefault="003B0033" w:rsidP="002E68BE">
      <w:pPr>
        <w:pStyle w:val="BodyText3"/>
      </w:pPr>
      <w:r w:rsidRPr="00ED1A1D">
        <w:lastRenderedPageBreak/>
        <w:t>92702</w:t>
      </w:r>
      <w:r w:rsidRPr="00ED1A1D">
        <w:tab/>
      </w:r>
      <w:r w:rsidR="00A576DE" w:rsidRPr="00ED1A1D">
        <w:t xml:space="preserve">Follow-Up </w:t>
      </w:r>
      <w:proofErr w:type="gramStart"/>
      <w:r w:rsidR="00A576DE" w:rsidRPr="00ED1A1D">
        <w:t>On</w:t>
      </w:r>
      <w:proofErr w:type="gramEnd"/>
      <w:r w:rsidR="00A576DE" w:rsidRPr="00ED1A1D">
        <w:t xml:space="preserve"> Traditional Enforcement Actions Including Violations, Deviations, Confirmatory Action Letters, and Orders 10/26/20</w:t>
      </w:r>
      <w:r w:rsidR="00DC09C6" w:rsidRPr="00ED1A1D">
        <w:t xml:space="preserve"> (</w:t>
      </w:r>
      <w:r w:rsidR="00A576DE" w:rsidRPr="00ED1A1D">
        <w:t>20-055</w:t>
      </w:r>
      <w:r w:rsidR="00DC09C6" w:rsidRPr="00ED1A1D">
        <w:t>)</w:t>
      </w:r>
    </w:p>
    <w:p w14:paraId="1B1FBBFF" w14:textId="0800E6B3" w:rsidR="003C3A98" w:rsidRPr="00ED1A1D" w:rsidRDefault="003C3A98" w:rsidP="002E68BE">
      <w:pPr>
        <w:pStyle w:val="BodyText3"/>
      </w:pPr>
      <w:r w:rsidRPr="00ED1A1D">
        <w:t>92703</w:t>
      </w:r>
      <w:r w:rsidR="00FE3D4E" w:rsidRPr="00ED1A1D">
        <w:tab/>
      </w:r>
      <w:proofErr w:type="spellStart"/>
      <w:r w:rsidR="00403BC6" w:rsidRPr="00ED1A1D">
        <w:t>Followup</w:t>
      </w:r>
      <w:proofErr w:type="spellEnd"/>
      <w:r w:rsidRPr="00ED1A1D">
        <w:t xml:space="preserve"> of Confirmatory A</w:t>
      </w:r>
      <w:r w:rsidR="00FE3D4E" w:rsidRPr="00ED1A1D">
        <w:t xml:space="preserve">ction </w:t>
      </w:r>
      <w:proofErr w:type="gramStart"/>
      <w:r w:rsidR="00FE3D4E" w:rsidRPr="00ED1A1D">
        <w:t xml:space="preserve">Letters </w:t>
      </w:r>
      <w:r w:rsidR="0056052D" w:rsidRPr="00ED1A1D">
        <w:t xml:space="preserve"> or</w:t>
      </w:r>
      <w:proofErr w:type="gramEnd"/>
      <w:r w:rsidR="0056052D" w:rsidRPr="00ED1A1D">
        <w:t xml:space="preserve"> Orders  </w:t>
      </w:r>
      <w:r w:rsidR="00711EA8" w:rsidRPr="00ED1A1D">
        <w:t>05/13/09</w:t>
      </w:r>
      <w:r w:rsidR="00FE3D4E" w:rsidRPr="00ED1A1D">
        <w:t xml:space="preserve"> (0</w:t>
      </w:r>
      <w:r w:rsidR="00294427" w:rsidRPr="00ED1A1D">
        <w:t>9</w:t>
      </w:r>
      <w:r w:rsidR="00FE3D4E" w:rsidRPr="00ED1A1D">
        <w:t>-0</w:t>
      </w:r>
      <w:r w:rsidR="00294427" w:rsidRPr="00ED1A1D">
        <w:t>12</w:t>
      </w:r>
      <w:r w:rsidR="00FE3D4E" w:rsidRPr="00ED1A1D">
        <w:t>)</w:t>
      </w:r>
    </w:p>
    <w:p w14:paraId="2B7BE999" w14:textId="6F2D3E17" w:rsidR="000D2CAA" w:rsidRPr="00ED1A1D" w:rsidRDefault="000D2CAA" w:rsidP="002E68BE">
      <w:pPr>
        <w:pStyle w:val="BodyText3"/>
      </w:pPr>
      <w:r w:rsidRPr="00ED1A1D">
        <w:t>92707</w:t>
      </w:r>
      <w:r w:rsidRPr="00ED1A1D">
        <w:tab/>
      </w:r>
      <w:bookmarkStart w:id="82" w:name="_Hlk44341732"/>
      <w:r w:rsidR="00172936" w:rsidRPr="00ED1A1D">
        <w:t xml:space="preserve">Security Inspection of Facilities Impacted by a Local, State, or Federal Emergency Where the </w:t>
      </w:r>
      <w:r w:rsidR="00075396" w:rsidRPr="00ED1A1D">
        <w:t>U.S. Nuclear Regulatory Commission’s</w:t>
      </w:r>
      <w:r w:rsidR="00172936" w:rsidRPr="00ED1A1D">
        <w:t xml:space="preserve"> Ability to Conduct Triennial Force</w:t>
      </w:r>
      <w:r w:rsidR="00172936" w:rsidRPr="00ED1A1D">
        <w:noBreakHyphen/>
        <w:t>On-Force Exercises is Limited</w:t>
      </w:r>
      <w:bookmarkEnd w:id="82"/>
      <w:r w:rsidR="00172936" w:rsidRPr="00ED1A1D">
        <w:t xml:space="preserve"> </w:t>
      </w:r>
      <w:bookmarkStart w:id="83" w:name="_Hlk63754931"/>
      <w:r w:rsidR="00C135D0" w:rsidRPr="00ED1A1D">
        <w:t>03/14/24 (24-010)</w:t>
      </w:r>
      <w:bookmarkEnd w:id="83"/>
    </w:p>
    <w:p w14:paraId="4BBD62C1" w14:textId="153D65FB" w:rsidR="00BA700B" w:rsidRPr="00ED1A1D" w:rsidRDefault="00BA700B" w:rsidP="002E68BE">
      <w:pPr>
        <w:pStyle w:val="BodyText3"/>
      </w:pPr>
      <w:r w:rsidRPr="00ED1A1D">
        <w:t>92708</w:t>
      </w:r>
      <w:r w:rsidR="0048282F" w:rsidRPr="00ED1A1D">
        <w:tab/>
        <w:t xml:space="preserve">RESERVED for </w:t>
      </w:r>
      <w:r w:rsidR="00172936" w:rsidRPr="00ED1A1D">
        <w:t xml:space="preserve">operating reactors </w:t>
      </w:r>
      <w:r w:rsidR="0048282F" w:rsidRPr="00ED1A1D">
        <w:t>pandemic response</w:t>
      </w:r>
    </w:p>
    <w:p w14:paraId="3B826D97" w14:textId="6F7DFE0F" w:rsidR="003C3A98" w:rsidRPr="00ED1A1D" w:rsidRDefault="003C3A98" w:rsidP="002E68BE">
      <w:pPr>
        <w:pStyle w:val="BodyText3"/>
      </w:pPr>
      <w:r w:rsidRPr="00ED1A1D">
        <w:t>92709</w:t>
      </w:r>
      <w:r w:rsidR="00FE3D4E" w:rsidRPr="00ED1A1D">
        <w:tab/>
      </w:r>
      <w:r w:rsidR="0033022E" w:rsidRPr="00ED1A1D">
        <w:t>Contingency Plans</w:t>
      </w:r>
      <w:r w:rsidR="008B268E" w:rsidRPr="00ED1A1D">
        <w:t xml:space="preserve"> for </w:t>
      </w:r>
      <w:r w:rsidRPr="00ED1A1D">
        <w:t>Licensee Strike</w:t>
      </w:r>
      <w:r w:rsidR="008B268E" w:rsidRPr="00ED1A1D">
        <w:t>s or Lockouts</w:t>
      </w:r>
      <w:r w:rsidR="007C4ACB" w:rsidRPr="00ED1A1D">
        <w:t xml:space="preserve"> </w:t>
      </w:r>
      <w:r w:rsidR="00677A1F" w:rsidRPr="00ED1A1D">
        <w:t>05/16/19</w:t>
      </w:r>
      <w:r w:rsidR="007C4ACB" w:rsidRPr="00ED1A1D">
        <w:t xml:space="preserve"> (</w:t>
      </w:r>
      <w:r w:rsidR="00677A1F" w:rsidRPr="00ED1A1D">
        <w:t>19-015</w:t>
      </w:r>
      <w:r w:rsidR="00FE3D4E" w:rsidRPr="00ED1A1D">
        <w:t>)</w:t>
      </w:r>
    </w:p>
    <w:p w14:paraId="11244F8E" w14:textId="4F888846" w:rsidR="003C3A98" w:rsidRPr="00ED1A1D" w:rsidRDefault="003C3A98" w:rsidP="002E68BE">
      <w:pPr>
        <w:pStyle w:val="BodyText3"/>
      </w:pPr>
      <w:r w:rsidRPr="00ED1A1D">
        <w:t>92711</w:t>
      </w:r>
      <w:r w:rsidRPr="00ED1A1D">
        <w:tab/>
      </w:r>
      <w:r w:rsidR="00D91F59" w:rsidRPr="00ED1A1D">
        <w:t xml:space="preserve">Implementation of </w:t>
      </w:r>
      <w:r w:rsidR="003A0DF8" w:rsidRPr="00ED1A1D">
        <w:t>Licensee Contingency Plans During a Strike/Lockout</w:t>
      </w:r>
      <w:r w:rsidR="007C4ACB" w:rsidRPr="00ED1A1D">
        <w:t xml:space="preserve"> </w:t>
      </w:r>
      <w:r w:rsidR="006758A3" w:rsidRPr="00ED1A1D">
        <w:t>05/16/19</w:t>
      </w:r>
      <w:r w:rsidR="007C4ACB" w:rsidRPr="00ED1A1D">
        <w:t xml:space="preserve"> (</w:t>
      </w:r>
      <w:r w:rsidR="006758A3" w:rsidRPr="00ED1A1D">
        <w:t>19-015</w:t>
      </w:r>
      <w:r w:rsidRPr="00ED1A1D">
        <w:t xml:space="preserve">) </w:t>
      </w:r>
    </w:p>
    <w:p w14:paraId="390CC045" w14:textId="43E0C4F7" w:rsidR="003C3A98" w:rsidRPr="00ED1A1D" w:rsidRDefault="003C3A98" w:rsidP="002E68BE">
      <w:pPr>
        <w:pStyle w:val="BodyText3"/>
      </w:pPr>
      <w:r w:rsidRPr="00ED1A1D">
        <w:t>92712</w:t>
      </w:r>
      <w:r w:rsidRPr="00ED1A1D">
        <w:tab/>
        <w:t>R</w:t>
      </w:r>
      <w:r w:rsidR="00E060FE" w:rsidRPr="00ED1A1D">
        <w:t>esumption of Normal Operations a</w:t>
      </w:r>
      <w:r w:rsidRPr="00ED1A1D">
        <w:t>fter a Strike</w:t>
      </w:r>
      <w:r w:rsidR="005F6BDE" w:rsidRPr="00ED1A1D">
        <w:t>/Lockout</w:t>
      </w:r>
      <w:r w:rsidR="003C00D0" w:rsidRPr="00ED1A1D">
        <w:t xml:space="preserve"> </w:t>
      </w:r>
      <w:r w:rsidR="006A573C" w:rsidRPr="00ED1A1D">
        <w:br/>
      </w:r>
      <w:r w:rsidR="006758A3" w:rsidRPr="00ED1A1D">
        <w:t>05/16/19</w:t>
      </w:r>
      <w:r w:rsidR="007C4ACB" w:rsidRPr="00ED1A1D">
        <w:t xml:space="preserve"> (</w:t>
      </w:r>
      <w:r w:rsidR="006758A3" w:rsidRPr="00ED1A1D">
        <w:t>19-015</w:t>
      </w:r>
      <w:r w:rsidRPr="00ED1A1D">
        <w:t>)</w:t>
      </w:r>
    </w:p>
    <w:p w14:paraId="3938EE0F" w14:textId="20F101E9" w:rsidR="003A2076" w:rsidRPr="00ED1A1D" w:rsidRDefault="003A2076" w:rsidP="002E68BE">
      <w:pPr>
        <w:pStyle w:val="BodyText3"/>
      </w:pPr>
      <w:r w:rsidRPr="00ED1A1D">
        <w:t>92714</w:t>
      </w:r>
      <w:r w:rsidRPr="00ED1A1D">
        <w:tab/>
      </w:r>
      <w:r w:rsidR="008036B6" w:rsidRPr="00ED1A1D">
        <w:t>RESERVED</w:t>
      </w:r>
      <w:r w:rsidRPr="00ED1A1D">
        <w:t xml:space="preserve"> for Part 52 Follow-up</w:t>
      </w:r>
    </w:p>
    <w:p w14:paraId="58118ADE" w14:textId="58E31ABD" w:rsidR="003A2076" w:rsidRPr="00ED1A1D" w:rsidRDefault="003B0033" w:rsidP="002E68BE">
      <w:pPr>
        <w:pStyle w:val="BodyText3"/>
      </w:pPr>
      <w:r w:rsidRPr="00ED1A1D">
        <w:t xml:space="preserve">92720 </w:t>
      </w:r>
      <w:r w:rsidRPr="00ED1A1D">
        <w:tab/>
      </w:r>
      <w:r w:rsidR="001719D1" w:rsidRPr="00ED1A1D">
        <w:t xml:space="preserve">Corrective Action </w:t>
      </w:r>
      <w:r w:rsidRPr="00ED1A1D">
        <w:t>09/28/98</w:t>
      </w:r>
      <w:r w:rsidR="001719D1" w:rsidRPr="00ED1A1D">
        <w:t xml:space="preserve"> (reactivated </w:t>
      </w:r>
      <w:r w:rsidR="0049596E" w:rsidRPr="00ED1A1D">
        <w:t>07-034</w:t>
      </w:r>
      <w:r w:rsidR="001719D1" w:rsidRPr="00ED1A1D">
        <w:t>)</w:t>
      </w:r>
    </w:p>
    <w:p w14:paraId="34094330" w14:textId="1B85AF5C" w:rsidR="003B0033" w:rsidRPr="00ED1A1D" w:rsidRDefault="003A2076" w:rsidP="002E68BE">
      <w:pPr>
        <w:pStyle w:val="BodyText3"/>
      </w:pPr>
      <w:r w:rsidRPr="00ED1A1D">
        <w:t xml:space="preserve">92721 </w:t>
      </w:r>
      <w:r w:rsidR="00751330" w:rsidRPr="00ED1A1D">
        <w:tab/>
      </w:r>
      <w:r w:rsidR="008036B6" w:rsidRPr="00ED1A1D">
        <w:t>RESERVED</w:t>
      </w:r>
      <w:r w:rsidRPr="00ED1A1D">
        <w:t xml:space="preserve"> for Part 52 Follow-up on Corrective Actions for Violations and Deviations</w:t>
      </w:r>
    </w:p>
    <w:p w14:paraId="6263486D" w14:textId="72A52912" w:rsidR="00A61A48" w:rsidRPr="00ED1A1D" w:rsidRDefault="00295811" w:rsidP="002E68BE">
      <w:pPr>
        <w:pStyle w:val="BodyText3"/>
      </w:pPr>
      <w:r w:rsidRPr="00ED1A1D">
        <w:t>92722</w:t>
      </w:r>
      <w:r w:rsidRPr="00ED1A1D">
        <w:tab/>
        <w:t>Follow</w:t>
      </w:r>
      <w:r w:rsidR="00843308" w:rsidRPr="00ED1A1D">
        <w:t>-U</w:t>
      </w:r>
      <w:r w:rsidR="005D7E9D" w:rsidRPr="00ED1A1D">
        <w:t>p Inspection for Any Severity Level I or II Tradi</w:t>
      </w:r>
      <w:r w:rsidR="006A3DC6" w:rsidRPr="00ED1A1D">
        <w:t xml:space="preserve">tional Enforcement Violation or </w:t>
      </w:r>
      <w:r w:rsidR="005D7E9D" w:rsidRPr="00ED1A1D">
        <w:t>for Two or More Severity Level III Traditional Enforcement Violations in a 12-Month Period</w:t>
      </w:r>
      <w:r w:rsidR="00A61A48" w:rsidRPr="00ED1A1D">
        <w:t xml:space="preserve"> </w:t>
      </w:r>
      <w:r w:rsidR="00C81D6B" w:rsidRPr="00ED1A1D">
        <w:t>09/16/21 (21-031)</w:t>
      </w:r>
    </w:p>
    <w:p w14:paraId="0E7F6D58" w14:textId="502541BD" w:rsidR="00136854" w:rsidRPr="00ED1A1D" w:rsidRDefault="00295811" w:rsidP="002E68BE">
      <w:pPr>
        <w:pStyle w:val="BodyText3"/>
      </w:pPr>
      <w:r w:rsidRPr="00ED1A1D">
        <w:t>92723</w:t>
      </w:r>
      <w:r w:rsidRPr="00ED1A1D">
        <w:tab/>
      </w:r>
      <w:r w:rsidR="00E060FE" w:rsidRPr="00ED1A1D">
        <w:t>Follow</w:t>
      </w:r>
      <w:r w:rsidR="00DA00CE" w:rsidRPr="00ED1A1D">
        <w:t>-U</w:t>
      </w:r>
      <w:r w:rsidRPr="00ED1A1D">
        <w:t xml:space="preserve">p Inspection for </w:t>
      </w:r>
      <w:r w:rsidR="00DA00CE" w:rsidRPr="00ED1A1D">
        <w:t xml:space="preserve">One Severity Level III and </w:t>
      </w:r>
      <w:r w:rsidR="00981355" w:rsidRPr="00ED1A1D">
        <w:t xml:space="preserve">Two </w:t>
      </w:r>
      <w:r w:rsidRPr="00ED1A1D">
        <w:t xml:space="preserve">Severity Level </w:t>
      </w:r>
      <w:r w:rsidR="006A3DC6" w:rsidRPr="00ED1A1D">
        <w:t>IV</w:t>
      </w:r>
      <w:r w:rsidRPr="00ED1A1D">
        <w:t xml:space="preserve"> Traditional Enforcement Violations </w:t>
      </w:r>
      <w:r w:rsidR="00981355" w:rsidRPr="00ED1A1D">
        <w:t>or for Three or More Se</w:t>
      </w:r>
      <w:r w:rsidR="00311CC9" w:rsidRPr="00ED1A1D">
        <w:t xml:space="preserve">verity Level IV Traditional Enforcement Violations </w:t>
      </w:r>
      <w:r w:rsidRPr="00ED1A1D">
        <w:t>in the Same Area i</w:t>
      </w:r>
      <w:r w:rsidR="00056B97" w:rsidRPr="00ED1A1D">
        <w:t>n</w:t>
      </w:r>
      <w:r w:rsidRPr="00ED1A1D">
        <w:t xml:space="preserve"> a 12-Month Period</w:t>
      </w:r>
      <w:r w:rsidR="003C00D0" w:rsidRPr="00ED1A1D">
        <w:t xml:space="preserve"> </w:t>
      </w:r>
      <w:r w:rsidR="003C00D0" w:rsidRPr="00ED1A1D">
        <w:tab/>
      </w:r>
      <w:r w:rsidR="00C81D6B" w:rsidRPr="00ED1A1D">
        <w:t>09/16/21 (21-031)</w:t>
      </w:r>
      <w:r w:rsidR="003C3A98" w:rsidRPr="00ED1A1D">
        <w:tab/>
      </w:r>
    </w:p>
    <w:p w14:paraId="3750D9F0" w14:textId="7FF8ACFD" w:rsidR="003C3A98" w:rsidRPr="00ED1A1D" w:rsidRDefault="003C3A98" w:rsidP="00616E37">
      <w:pPr>
        <w:pStyle w:val="BodyText2"/>
        <w:rPr>
          <w:lang w:val="fr-CA"/>
        </w:rPr>
      </w:pPr>
      <w:r w:rsidRPr="00ED1A1D">
        <w:rPr>
          <w:lang w:val="fr-CA"/>
        </w:rPr>
        <w:t>9300</w:t>
      </w:r>
      <w:r w:rsidRPr="00ED1A1D">
        <w:rPr>
          <w:lang w:val="fr-CA"/>
        </w:rPr>
        <w:tab/>
      </w:r>
      <w:r w:rsidRPr="00ED1A1D">
        <w:rPr>
          <w:u w:val="single"/>
          <w:lang w:val="fr-CA"/>
        </w:rPr>
        <w:t>Non-Routine </w:t>
      </w:r>
      <w:proofErr w:type="spellStart"/>
      <w:r w:rsidRPr="00ED1A1D">
        <w:rPr>
          <w:u w:val="single"/>
          <w:lang w:val="fr-CA"/>
        </w:rPr>
        <w:t>Activities</w:t>
      </w:r>
      <w:proofErr w:type="spellEnd"/>
    </w:p>
    <w:p w14:paraId="3E7CA35D" w14:textId="22B74127" w:rsidR="008F2A3D" w:rsidRPr="00ED1A1D" w:rsidRDefault="00277819" w:rsidP="002E68BE">
      <w:pPr>
        <w:pStyle w:val="BodyText3"/>
        <w:rPr>
          <w:lang w:val="fr-CA"/>
        </w:rPr>
      </w:pPr>
      <w:r w:rsidRPr="00ED1A1D">
        <w:rPr>
          <w:lang w:val="fr-CA"/>
        </w:rPr>
        <w:t>93002</w:t>
      </w:r>
      <w:r w:rsidRPr="00ED1A1D">
        <w:rPr>
          <w:lang w:val="fr-CA"/>
        </w:rPr>
        <w:tab/>
      </w:r>
      <w:proofErr w:type="spellStart"/>
      <w:r w:rsidRPr="00ED1A1D">
        <w:rPr>
          <w:lang w:val="fr-CA"/>
        </w:rPr>
        <w:t>Managing</w:t>
      </w:r>
      <w:proofErr w:type="spellEnd"/>
      <w:r w:rsidRPr="00ED1A1D">
        <w:rPr>
          <w:lang w:val="fr-CA"/>
        </w:rPr>
        <w:t xml:space="preserve"> Fatigue</w:t>
      </w:r>
      <w:r w:rsidR="008F2A3D" w:rsidRPr="00ED1A1D">
        <w:rPr>
          <w:lang w:val="fr-CA"/>
        </w:rPr>
        <w:t xml:space="preserve"> </w:t>
      </w:r>
      <w:r w:rsidR="0020072A">
        <w:rPr>
          <w:lang w:val="fr-CA"/>
        </w:rPr>
        <w:t>11/21/24 (24-036)</w:t>
      </w:r>
    </w:p>
    <w:p w14:paraId="2027DD72" w14:textId="24BA085A" w:rsidR="00BC6227" w:rsidRPr="00ED1A1D" w:rsidRDefault="00BC6227" w:rsidP="002E68BE">
      <w:pPr>
        <w:pStyle w:val="BodyText3"/>
      </w:pPr>
      <w:r w:rsidRPr="00ED1A1D">
        <w:t>93100</w:t>
      </w:r>
      <w:r w:rsidR="00B91030" w:rsidRPr="00ED1A1D">
        <w:tab/>
      </w:r>
      <w:r w:rsidR="007757A5" w:rsidRPr="00ED1A1D">
        <w:t>Safety-Conscious Work Environment Issue of Concern Follow</w:t>
      </w:r>
      <w:r w:rsidR="00D70D70" w:rsidRPr="00ED1A1D">
        <w:t>-</w:t>
      </w:r>
      <w:r w:rsidR="007757A5" w:rsidRPr="00ED1A1D">
        <w:t>up</w:t>
      </w:r>
      <w:r w:rsidR="00EF79F4" w:rsidRPr="00ED1A1D">
        <w:br/>
      </w:r>
      <w:r w:rsidR="00116C7A" w:rsidRPr="00ED1A1D">
        <w:t>07/</w:t>
      </w:r>
      <w:r w:rsidR="0049791C" w:rsidRPr="00ED1A1D">
        <w:t>14</w:t>
      </w:r>
      <w:r w:rsidR="00116C7A" w:rsidRPr="00ED1A1D">
        <w:t>/</w:t>
      </w:r>
      <w:r w:rsidR="0049791C" w:rsidRPr="00ED1A1D">
        <w:t>21</w:t>
      </w:r>
      <w:r w:rsidR="00116C7A" w:rsidRPr="00ED1A1D">
        <w:t xml:space="preserve"> (</w:t>
      </w:r>
      <w:r w:rsidR="006F211E" w:rsidRPr="00ED1A1D">
        <w:t>21-024</w:t>
      </w:r>
      <w:r w:rsidR="007757A5" w:rsidRPr="00ED1A1D">
        <w:t>)</w:t>
      </w:r>
    </w:p>
    <w:p w14:paraId="17269349" w14:textId="68D5AAFE" w:rsidR="001644ED" w:rsidRPr="00ED1A1D" w:rsidRDefault="003C3A98" w:rsidP="002E68BE">
      <w:pPr>
        <w:pStyle w:val="BodyText3"/>
      </w:pPr>
      <w:r w:rsidRPr="00ED1A1D">
        <w:t>93800</w:t>
      </w:r>
      <w:r w:rsidRPr="00ED1A1D">
        <w:tab/>
        <w:t xml:space="preserve">Augmented Inspection Team </w:t>
      </w:r>
      <w:r w:rsidR="00E4778F" w:rsidRPr="00ED1A1D">
        <w:t>06/07/22 (22-012)</w:t>
      </w:r>
    </w:p>
    <w:p w14:paraId="3DED0BE5" w14:textId="77777777" w:rsidR="003C3A98" w:rsidRPr="00ED1A1D" w:rsidRDefault="003C3A98" w:rsidP="002E68BE">
      <w:pPr>
        <w:pStyle w:val="BodyText3"/>
      </w:pPr>
      <w:r w:rsidRPr="00ED1A1D">
        <w:t>93801</w:t>
      </w:r>
      <w:r w:rsidR="00FE3D4E" w:rsidRPr="00ED1A1D">
        <w:tab/>
      </w:r>
      <w:r w:rsidRPr="00ED1A1D">
        <w:t>Safety System Functional Inspection (SSFI) 07/25/96</w:t>
      </w:r>
      <w:r w:rsidR="003C00D0" w:rsidRPr="00ED1A1D">
        <w:t xml:space="preserve"> </w:t>
      </w:r>
      <w:r w:rsidRPr="00ED1A1D">
        <w:t>(96-016)</w:t>
      </w:r>
    </w:p>
    <w:p w14:paraId="49EE28C2" w14:textId="6034EEFF" w:rsidR="003C3A98" w:rsidRPr="00ED1A1D" w:rsidRDefault="003C3A98" w:rsidP="002E68BE">
      <w:pPr>
        <w:pStyle w:val="BodyText3"/>
      </w:pPr>
      <w:r w:rsidRPr="00ED1A1D">
        <w:t>93802</w:t>
      </w:r>
      <w:r w:rsidR="00FE3D4E" w:rsidRPr="00ED1A1D">
        <w:tab/>
      </w:r>
      <w:r w:rsidRPr="00ED1A1D">
        <w:t>Operational Safety Team Inspection (OSTI)</w:t>
      </w:r>
      <w:r w:rsidR="003C00D0" w:rsidRPr="00ED1A1D">
        <w:t xml:space="preserve"> </w:t>
      </w:r>
      <w:r w:rsidR="00FE3D4E" w:rsidRPr="00ED1A1D">
        <w:tab/>
        <w:t>11/27/89 (89-015)</w:t>
      </w:r>
    </w:p>
    <w:p w14:paraId="509E68C7" w14:textId="69C18B45" w:rsidR="003C3A98" w:rsidRPr="00ED1A1D" w:rsidRDefault="003C3A98" w:rsidP="002E68BE">
      <w:pPr>
        <w:pStyle w:val="BodyText3"/>
      </w:pPr>
      <w:r w:rsidRPr="00ED1A1D">
        <w:t>93803</w:t>
      </w:r>
      <w:r w:rsidRPr="00ED1A1D">
        <w:tab/>
        <w:t>Safety Systems Outage Modifications Inspection</w:t>
      </w:r>
      <w:r w:rsidR="003C00D0" w:rsidRPr="00ED1A1D">
        <w:t xml:space="preserve"> </w:t>
      </w:r>
      <w:r w:rsidR="00FE3D4E" w:rsidRPr="00ED1A1D">
        <w:t>04/27/89</w:t>
      </w:r>
      <w:r w:rsidR="00C84795" w:rsidRPr="00ED1A1D">
        <w:t xml:space="preserve"> (89-008)</w:t>
      </w:r>
    </w:p>
    <w:p w14:paraId="2530FA50" w14:textId="75A27328" w:rsidR="003C3A98" w:rsidRPr="00ED1A1D" w:rsidRDefault="003C3A98" w:rsidP="002E68BE">
      <w:pPr>
        <w:pStyle w:val="BodyText3"/>
      </w:pPr>
      <w:r w:rsidRPr="00ED1A1D">
        <w:t>93804</w:t>
      </w:r>
      <w:r w:rsidR="00FE3D4E" w:rsidRPr="00ED1A1D">
        <w:tab/>
      </w:r>
      <w:r w:rsidRPr="00ED1A1D">
        <w:t>Risk-Based Operational Safet</w:t>
      </w:r>
      <w:r w:rsidR="00FE3D4E" w:rsidRPr="00ED1A1D">
        <w:t>y and Performance Inspection</w:t>
      </w:r>
      <w:r w:rsidR="00EF79F4" w:rsidRPr="00ED1A1D">
        <w:br/>
      </w:r>
      <w:r w:rsidR="00FE3D4E" w:rsidRPr="00ED1A1D">
        <w:t>01/15/92</w:t>
      </w:r>
      <w:r w:rsidR="00C84795" w:rsidRPr="00ED1A1D">
        <w:t xml:space="preserve"> (92-001</w:t>
      </w:r>
      <w:r w:rsidR="008D034E" w:rsidRPr="00ED1A1D">
        <w:t>)</w:t>
      </w:r>
    </w:p>
    <w:p w14:paraId="62FF89F4" w14:textId="07AFADAB" w:rsidR="001B0B7E" w:rsidRPr="00ED1A1D" w:rsidRDefault="003C3A98" w:rsidP="002E68BE">
      <w:pPr>
        <w:pStyle w:val="BodyText3"/>
      </w:pPr>
      <w:r w:rsidRPr="00ED1A1D">
        <w:t>93805</w:t>
      </w:r>
      <w:r w:rsidR="00FE3D4E" w:rsidRPr="00ED1A1D">
        <w:tab/>
      </w:r>
      <w:r w:rsidRPr="00ED1A1D">
        <w:t>Maintenance Program 08/06/93 (93-070)</w:t>
      </w:r>
    </w:p>
    <w:p w14:paraId="005C4D01" w14:textId="79A638F5" w:rsidR="003C3A98" w:rsidRPr="00ED1A1D" w:rsidRDefault="003C3A98" w:rsidP="002E68BE">
      <w:pPr>
        <w:pStyle w:val="BodyText3"/>
      </w:pPr>
      <w:r w:rsidRPr="00ED1A1D">
        <w:t>93806</w:t>
      </w:r>
      <w:r w:rsidR="00FE3D4E" w:rsidRPr="00ED1A1D">
        <w:tab/>
      </w:r>
      <w:r w:rsidRPr="00ED1A1D">
        <w:t>Operational Readiness Assessment Team Inspections</w:t>
      </w:r>
      <w:r w:rsidR="003C00D0" w:rsidRPr="00ED1A1D">
        <w:t xml:space="preserve"> </w:t>
      </w:r>
      <w:r w:rsidR="00FE3D4E" w:rsidRPr="00ED1A1D">
        <w:t>09/29/98</w:t>
      </w:r>
      <w:r w:rsidRPr="00ED1A1D">
        <w:t xml:space="preserve"> (98-015)</w:t>
      </w:r>
    </w:p>
    <w:p w14:paraId="7002E066" w14:textId="78E405E9" w:rsidR="003C3A98" w:rsidRPr="00ED1A1D" w:rsidRDefault="003C3A98" w:rsidP="002E68BE">
      <w:pPr>
        <w:pStyle w:val="BodyText3"/>
      </w:pPr>
      <w:r w:rsidRPr="00ED1A1D">
        <w:t>93807</w:t>
      </w:r>
      <w:r w:rsidR="00FE3D4E" w:rsidRPr="00ED1A1D">
        <w:tab/>
      </w:r>
      <w:r w:rsidRPr="00ED1A1D">
        <w:t>Systems Based Instrumentation and Control Inspection</w:t>
      </w:r>
      <w:r w:rsidR="003C00D0" w:rsidRPr="00ED1A1D">
        <w:t xml:space="preserve"> </w:t>
      </w:r>
      <w:r w:rsidRPr="00ED1A1D">
        <w:t>01/29/93 (93-001)</w:t>
      </w:r>
    </w:p>
    <w:p w14:paraId="56E6BF5A" w14:textId="1A2FB22A" w:rsidR="003C3A98" w:rsidRPr="00ED1A1D" w:rsidRDefault="003C3A98" w:rsidP="002E68BE">
      <w:pPr>
        <w:pStyle w:val="BodyText3"/>
      </w:pPr>
      <w:r w:rsidRPr="00ED1A1D">
        <w:t>93810</w:t>
      </w:r>
      <w:r w:rsidR="00FE3D4E" w:rsidRPr="00ED1A1D">
        <w:tab/>
      </w:r>
      <w:r w:rsidRPr="00ED1A1D">
        <w:t>Service Water System Operational Performance Inspection</w:t>
      </w:r>
      <w:r w:rsidR="00EF79F4" w:rsidRPr="00ED1A1D">
        <w:br/>
      </w:r>
      <w:r w:rsidRPr="00ED1A1D">
        <w:t>(</w:t>
      </w:r>
      <w:proofErr w:type="gramStart"/>
      <w:r w:rsidRPr="00ED1A1D">
        <w:t>SWSOPI)  09</w:t>
      </w:r>
      <w:proofErr w:type="gramEnd"/>
      <w:r w:rsidRPr="00ED1A1D">
        <w:t>/14/98 (98-013)</w:t>
      </w:r>
    </w:p>
    <w:p w14:paraId="76A50BE9" w14:textId="0F7C9472" w:rsidR="003C3A98" w:rsidRPr="00ED1A1D" w:rsidRDefault="003C3A98" w:rsidP="002E68BE">
      <w:pPr>
        <w:pStyle w:val="BodyText3"/>
      </w:pPr>
      <w:r w:rsidRPr="00ED1A1D">
        <w:t>93811</w:t>
      </w:r>
      <w:r w:rsidR="00FE3D4E" w:rsidRPr="00ED1A1D">
        <w:tab/>
      </w:r>
      <w:r w:rsidRPr="00ED1A1D">
        <w:t>Electrical Distribution System Functional Inspection (EDSFI)</w:t>
      </w:r>
      <w:r w:rsidR="00EF79F4" w:rsidRPr="00ED1A1D">
        <w:br/>
      </w:r>
      <w:r w:rsidRPr="00ED1A1D">
        <w:t>02/03/99 (99-002)</w:t>
      </w:r>
    </w:p>
    <w:p w14:paraId="34C6CF53" w14:textId="5480DE43" w:rsidR="00861303" w:rsidRPr="00ED1A1D" w:rsidRDefault="009B5BFC" w:rsidP="002E68BE">
      <w:pPr>
        <w:pStyle w:val="BodyText3"/>
      </w:pPr>
      <w:r w:rsidRPr="00ED1A1D">
        <w:t>93812</w:t>
      </w:r>
      <w:r w:rsidRPr="00ED1A1D">
        <w:tab/>
      </w:r>
      <w:r w:rsidR="00992F80" w:rsidRPr="00ED1A1D">
        <w:t>Special Inspection</w:t>
      </w:r>
      <w:r w:rsidR="006D3A1B" w:rsidRPr="00ED1A1D">
        <w:t xml:space="preserve"> </w:t>
      </w:r>
      <w:r w:rsidR="00BA0DE9" w:rsidRPr="00ED1A1D">
        <w:t>06/07/22 (22-012)</w:t>
      </w:r>
    </w:p>
    <w:p w14:paraId="4A0C695C" w14:textId="7CD6D662" w:rsidR="00A33390" w:rsidRPr="00ED1A1D" w:rsidRDefault="003A2076" w:rsidP="002E68BE">
      <w:pPr>
        <w:pStyle w:val="BodyText3"/>
      </w:pPr>
      <w:r w:rsidRPr="00ED1A1D">
        <w:t>93813</w:t>
      </w:r>
      <w:r w:rsidRPr="00ED1A1D">
        <w:tab/>
      </w:r>
      <w:r w:rsidR="008036B6" w:rsidRPr="00ED1A1D">
        <w:t>RESERVED</w:t>
      </w:r>
      <w:r w:rsidRPr="00ED1A1D">
        <w:t xml:space="preserve"> for Part 52 Operational Readiness Assessment Team Inspection</w:t>
      </w:r>
    </w:p>
    <w:p w14:paraId="17520770" w14:textId="77777777" w:rsidR="00E4446D" w:rsidRPr="00ED1A1D" w:rsidRDefault="00E4446D" w:rsidP="00616E37">
      <w:pPr>
        <w:pStyle w:val="BodyText2"/>
      </w:pPr>
      <w:r w:rsidRPr="00ED1A1D">
        <w:t>9400</w:t>
      </w:r>
      <w:r w:rsidRPr="00ED1A1D">
        <w:tab/>
      </w:r>
      <w:r w:rsidRPr="00ED1A1D">
        <w:rPr>
          <w:u w:val="single"/>
        </w:rPr>
        <w:t>Technical Activities of an Administrative Nature</w:t>
      </w:r>
    </w:p>
    <w:p w14:paraId="6D52F494" w14:textId="2AD0BA4C" w:rsidR="00E4446D" w:rsidRPr="00ED1A1D" w:rsidRDefault="00E4446D" w:rsidP="002E68BE">
      <w:pPr>
        <w:pStyle w:val="BodyText3"/>
      </w:pPr>
      <w:r w:rsidRPr="00ED1A1D">
        <w:t>94301</w:t>
      </w:r>
      <w:r w:rsidRPr="00ED1A1D">
        <w:tab/>
      </w:r>
      <w:r w:rsidR="008036B6" w:rsidRPr="00ED1A1D">
        <w:t>RESERVED</w:t>
      </w:r>
      <w:r w:rsidRPr="00ED1A1D">
        <w:t xml:space="preserve"> for Part 52 Status of 10 CFR 52 Plant Readiness for Fuel</w:t>
      </w:r>
      <w:r w:rsidR="005665B1" w:rsidRPr="00ED1A1D">
        <w:br/>
      </w:r>
      <w:r w:rsidRPr="00ED1A1D">
        <w:t>Load</w:t>
      </w:r>
    </w:p>
    <w:p w14:paraId="272E31E8" w14:textId="77777777" w:rsidR="00E4446D" w:rsidRPr="00ED1A1D" w:rsidRDefault="00E4446D" w:rsidP="002F13A8">
      <w:pPr>
        <w:pStyle w:val="Heading2"/>
      </w:pPr>
      <w:r w:rsidRPr="00ED1A1D">
        <w:lastRenderedPageBreak/>
        <w:t>9500</w:t>
      </w:r>
      <w:r w:rsidRPr="00ED1A1D">
        <w:tab/>
      </w:r>
      <w:r w:rsidRPr="00ED1A1D">
        <w:rPr>
          <w:u w:val="single"/>
        </w:rPr>
        <w:t>Strategic Determination Actions</w:t>
      </w:r>
      <w:r w:rsidRPr="00ED1A1D">
        <w:t xml:space="preserve"> </w:t>
      </w:r>
    </w:p>
    <w:p w14:paraId="74864C82" w14:textId="3F014818" w:rsidR="00136854" w:rsidRPr="00ED1A1D" w:rsidRDefault="00E4446D" w:rsidP="002E68BE">
      <w:pPr>
        <w:pStyle w:val="BodyText3"/>
      </w:pPr>
      <w:r w:rsidRPr="00ED1A1D">
        <w:t>95001</w:t>
      </w:r>
      <w:r w:rsidRPr="00ED1A1D">
        <w:tab/>
        <w:t xml:space="preserve">Supplemental Inspection </w:t>
      </w:r>
      <w:r w:rsidR="00C94C2C" w:rsidRPr="00ED1A1D">
        <w:t>Response to Action Matrix Column 2</w:t>
      </w:r>
      <w:r w:rsidR="00975523" w:rsidRPr="00ED1A1D">
        <w:t xml:space="preserve"> (Regulatory Response) Inputs</w:t>
      </w:r>
      <w:r w:rsidR="00C94C2C" w:rsidRPr="00ED1A1D">
        <w:t xml:space="preserve"> </w:t>
      </w:r>
      <w:bookmarkStart w:id="84" w:name="_Hlk54176145"/>
      <w:r w:rsidR="0083121C" w:rsidRPr="00ED1A1D">
        <w:t>08/19/2021</w:t>
      </w:r>
      <w:r w:rsidR="001203A7" w:rsidRPr="00ED1A1D">
        <w:t xml:space="preserve"> </w:t>
      </w:r>
      <w:bookmarkEnd w:id="84"/>
      <w:r w:rsidR="001203A7" w:rsidRPr="00ED1A1D">
        <w:t>(</w:t>
      </w:r>
      <w:r w:rsidR="0035196B" w:rsidRPr="00ED1A1D">
        <w:t>2</w:t>
      </w:r>
      <w:r w:rsidR="0083121C" w:rsidRPr="00ED1A1D">
        <w:t>1</w:t>
      </w:r>
      <w:r w:rsidR="0035196B" w:rsidRPr="00ED1A1D">
        <w:t>-0</w:t>
      </w:r>
      <w:r w:rsidR="00EB5256" w:rsidRPr="00ED1A1D">
        <w:t>28</w:t>
      </w:r>
      <w:r w:rsidRPr="00ED1A1D">
        <w:t>)</w:t>
      </w:r>
    </w:p>
    <w:p w14:paraId="5F31FD5A" w14:textId="2F3798D6" w:rsidR="00E4446D" w:rsidRPr="00ED1A1D" w:rsidRDefault="00E4446D" w:rsidP="002E68BE">
      <w:pPr>
        <w:pStyle w:val="BodyText3"/>
      </w:pPr>
      <w:r w:rsidRPr="00ED1A1D">
        <w:t>95002</w:t>
      </w:r>
      <w:r w:rsidRPr="00ED1A1D">
        <w:tab/>
      </w:r>
      <w:bookmarkStart w:id="85" w:name="_Hlk67033608"/>
      <w:r w:rsidRPr="00ED1A1D">
        <w:t xml:space="preserve">Supplemental Inspection </w:t>
      </w:r>
      <w:r w:rsidR="006070F1" w:rsidRPr="00ED1A1D">
        <w:t>Response to Action Matrix Column 3 (</w:t>
      </w:r>
      <w:r w:rsidRPr="00ED1A1D">
        <w:t>Degraded Performance</w:t>
      </w:r>
      <w:r w:rsidR="006070F1" w:rsidRPr="00ED1A1D">
        <w:t>)</w:t>
      </w:r>
      <w:r w:rsidRPr="00ED1A1D">
        <w:t xml:space="preserve"> </w:t>
      </w:r>
      <w:r w:rsidR="006070F1" w:rsidRPr="00ED1A1D">
        <w:t>Inputs</w:t>
      </w:r>
      <w:r w:rsidRPr="00ED1A1D">
        <w:t xml:space="preserve"> </w:t>
      </w:r>
      <w:r w:rsidR="006070F1" w:rsidRPr="00ED1A1D">
        <w:t xml:space="preserve">03/19/2021 </w:t>
      </w:r>
      <w:r w:rsidRPr="00ED1A1D">
        <w:t>(</w:t>
      </w:r>
      <w:r w:rsidR="006070F1" w:rsidRPr="00ED1A1D">
        <w:t>CN 21-014</w:t>
      </w:r>
      <w:r w:rsidRPr="00ED1A1D">
        <w:t>)</w:t>
      </w:r>
    </w:p>
    <w:bookmarkEnd w:id="85"/>
    <w:p w14:paraId="48D21629" w14:textId="02EF1499" w:rsidR="0018577B" w:rsidRPr="00ED1A1D" w:rsidRDefault="00E4446D" w:rsidP="002E68BE">
      <w:pPr>
        <w:pStyle w:val="BodyText3"/>
      </w:pPr>
      <w:r w:rsidRPr="00ED1A1D">
        <w:t>95003</w:t>
      </w:r>
      <w:r w:rsidRPr="00ED1A1D">
        <w:tab/>
        <w:t xml:space="preserve">Supplemental Inspection </w:t>
      </w:r>
      <w:r w:rsidR="0088673F" w:rsidRPr="00ED1A1D">
        <w:t>Response to Action Matrix Column 4 (Multiple/Repetitive Degraded Cornerstone) Inputs</w:t>
      </w:r>
      <w:r w:rsidR="00541CAC" w:rsidRPr="00ED1A1D">
        <w:tab/>
      </w:r>
      <w:r w:rsidR="00172584" w:rsidRPr="00ED1A1D">
        <w:t>06/07/22 (22-012)</w:t>
      </w:r>
    </w:p>
    <w:p w14:paraId="3EA90414" w14:textId="11C10E70" w:rsidR="00136854" w:rsidRPr="00ED1A1D" w:rsidRDefault="00E4446D" w:rsidP="002E68BE">
      <w:pPr>
        <w:pStyle w:val="BodyText3"/>
      </w:pPr>
      <w:r w:rsidRPr="00ED1A1D">
        <w:t>95003.01</w:t>
      </w:r>
      <w:r w:rsidRPr="00ED1A1D">
        <w:tab/>
        <w:t>Emergency Preparedness 01/15/09 (09-002)</w:t>
      </w:r>
    </w:p>
    <w:p w14:paraId="750E3D4B" w14:textId="3653917D" w:rsidR="00E4446D" w:rsidRPr="00ED1A1D" w:rsidRDefault="00E4446D" w:rsidP="002E68BE">
      <w:pPr>
        <w:pStyle w:val="BodyText3"/>
      </w:pPr>
      <w:r w:rsidRPr="00ED1A1D">
        <w:t>95003.02</w:t>
      </w:r>
      <w:r w:rsidRPr="00ED1A1D">
        <w:tab/>
        <w:t xml:space="preserve">Guidance for Conducting an Independent NRC Safety Culture Assessment </w:t>
      </w:r>
      <w:r w:rsidR="00E64A2F" w:rsidRPr="00ED1A1D">
        <w:t>04/01/19 (19-011</w:t>
      </w:r>
      <w:r w:rsidRPr="00ED1A1D">
        <w:t>)</w:t>
      </w:r>
    </w:p>
    <w:p w14:paraId="7717BF37" w14:textId="77777777" w:rsidR="00E4446D" w:rsidRPr="00ED1A1D" w:rsidRDefault="00E4446D" w:rsidP="00616E37">
      <w:pPr>
        <w:pStyle w:val="BodyText2"/>
      </w:pPr>
      <w:r w:rsidRPr="00ED1A1D">
        <w:t>9600</w:t>
      </w:r>
      <w:r w:rsidRPr="00ED1A1D">
        <w:tab/>
      </w:r>
      <w:r w:rsidRPr="00ED1A1D">
        <w:rPr>
          <w:u w:val="single"/>
        </w:rPr>
        <w:t>Materials Safety and Security</w:t>
      </w:r>
    </w:p>
    <w:p w14:paraId="229C05ED" w14:textId="6FB14850" w:rsidR="00E4446D" w:rsidRPr="00ED1A1D" w:rsidRDefault="00E4446D" w:rsidP="002E68BE">
      <w:pPr>
        <w:pStyle w:val="BodyText3"/>
      </w:pPr>
      <w:r w:rsidRPr="00ED1A1D">
        <w:t>96001</w:t>
      </w:r>
      <w:r w:rsidRPr="00ED1A1D">
        <w:tab/>
        <w:t>NRC Force-on-Force Inspections at Categor</w:t>
      </w:r>
      <w:r w:rsidR="00D37758" w:rsidRPr="00ED1A1D">
        <w:t xml:space="preserve">y </w:t>
      </w:r>
      <w:r w:rsidR="00055CF0" w:rsidRPr="00ED1A1D">
        <w:t xml:space="preserve">1 </w:t>
      </w:r>
      <w:r w:rsidR="00D37758" w:rsidRPr="00ED1A1D">
        <w:t xml:space="preserve">Fuel Cycle </w:t>
      </w:r>
      <w:r w:rsidR="009749BA" w:rsidRPr="00ED1A1D">
        <w:t>Facilities 03/11/19 (19-010</w:t>
      </w:r>
      <w:r w:rsidRPr="00ED1A1D">
        <w:t>)</w:t>
      </w:r>
    </w:p>
    <w:p w14:paraId="48FDAD49" w14:textId="726D0259" w:rsidR="00E4446D" w:rsidRPr="00ED1A1D" w:rsidRDefault="00E4446D" w:rsidP="00616E37">
      <w:pPr>
        <w:pStyle w:val="BodyText2"/>
      </w:pPr>
      <w:r w:rsidRPr="00ED1A1D">
        <w:t>9700</w:t>
      </w:r>
      <w:r w:rsidRPr="00ED1A1D">
        <w:tab/>
      </w:r>
      <w:r w:rsidRPr="00ED1A1D">
        <w:rPr>
          <w:u w:val="single"/>
        </w:rPr>
        <w:t>Reserved</w:t>
      </w:r>
    </w:p>
    <w:p w14:paraId="3F997402" w14:textId="77777777" w:rsidR="00E4446D" w:rsidRPr="00ED1A1D" w:rsidRDefault="00E4446D" w:rsidP="00616E37">
      <w:pPr>
        <w:pStyle w:val="BodyText2"/>
      </w:pPr>
      <w:r w:rsidRPr="00ED1A1D">
        <w:t>9800</w:t>
      </w:r>
      <w:r w:rsidRPr="00ED1A1D">
        <w:tab/>
      </w:r>
      <w:r w:rsidRPr="00ED1A1D">
        <w:rPr>
          <w:u w:val="single"/>
        </w:rPr>
        <w:t>Reserved</w:t>
      </w:r>
    </w:p>
    <w:p w14:paraId="77283047" w14:textId="3AF37AC7" w:rsidR="003C3A98" w:rsidRPr="00ED1A1D" w:rsidRDefault="003C3A98" w:rsidP="00616E37">
      <w:pPr>
        <w:pStyle w:val="BodyText2"/>
      </w:pPr>
      <w:r w:rsidRPr="00ED1A1D">
        <w:t>9900</w:t>
      </w:r>
      <w:r w:rsidRPr="00ED1A1D">
        <w:tab/>
      </w:r>
      <w:r w:rsidRPr="00ED1A1D">
        <w:rPr>
          <w:u w:val="single"/>
        </w:rPr>
        <w:t>Guidance</w:t>
      </w:r>
      <w:r w:rsidRPr="00ED1A1D">
        <w:rPr>
          <w:vertAlign w:val="superscript"/>
        </w:rPr>
        <w:footnoteReference w:customMarkFollows="1" w:id="3"/>
        <w:t>2</w:t>
      </w:r>
    </w:p>
    <w:p w14:paraId="7BF971D6" w14:textId="505E9EFF" w:rsidR="00A33390" w:rsidRPr="00ED1A1D" w:rsidRDefault="0013672A" w:rsidP="002E68BE">
      <w:pPr>
        <w:pStyle w:val="BodyText3"/>
        <w:rPr>
          <w:b/>
          <w:bCs/>
        </w:rPr>
      </w:pPr>
      <w:r w:rsidRPr="00ED1A1D">
        <w:t>9900</w:t>
      </w:r>
      <w:r w:rsidR="00FE3D4E" w:rsidRPr="00ED1A1D">
        <w:tab/>
      </w:r>
      <w:r w:rsidR="00BB2C2E" w:rsidRPr="00ED1A1D">
        <w:t xml:space="preserve">Technical Guidance </w:t>
      </w:r>
      <w:r w:rsidR="003C3A98" w:rsidRPr="00ED1A1D">
        <w:t>05/12/86 (86-26)</w:t>
      </w:r>
      <w:r w:rsidR="00F0455D" w:rsidRPr="00ED1A1D">
        <w:t xml:space="preserve"> </w:t>
      </w:r>
      <w:r w:rsidR="00482146" w:rsidRPr="00ED1A1D">
        <w:t>R</w:t>
      </w:r>
    </w:p>
    <w:p w14:paraId="18D1C7FE" w14:textId="1BE0B15E" w:rsidR="00343885" w:rsidRPr="00ED1A1D" w:rsidRDefault="00343885" w:rsidP="00616E37">
      <w:pPr>
        <w:pStyle w:val="BodyText"/>
        <w:tabs>
          <w:tab w:val="clear" w:pos="-1380"/>
          <w:tab w:val="clear" w:pos="-720"/>
          <w:tab w:val="clear" w:pos="240"/>
          <w:tab w:val="clear" w:pos="840"/>
          <w:tab w:val="clear" w:pos="1440"/>
          <w:tab w:val="clear" w:pos="2040"/>
          <w:tab w:val="clear" w:pos="2640"/>
          <w:tab w:val="clear" w:pos="3240"/>
          <w:tab w:val="clear" w:pos="3840"/>
          <w:tab w:val="clear" w:pos="4440"/>
          <w:tab w:val="clear" w:pos="5040"/>
          <w:tab w:val="clear" w:pos="5640"/>
          <w:tab w:val="clear" w:pos="6240"/>
          <w:tab w:val="clear" w:pos="6840"/>
          <w:tab w:val="clear" w:pos="9810"/>
        </w:tabs>
        <w:spacing w:before="440"/>
        <w:ind w:left="720" w:hanging="720"/>
        <w:rPr>
          <w:b/>
          <w:bCs/>
          <w:u w:val="single"/>
        </w:rPr>
      </w:pPr>
      <w:r w:rsidRPr="00ED1A1D">
        <w:rPr>
          <w:b/>
          <w:bCs/>
        </w:rPr>
        <w:t>PART</w:t>
      </w:r>
      <w:r w:rsidR="00616E37" w:rsidRPr="00ED1A1D">
        <w:rPr>
          <w:b/>
          <w:bCs/>
        </w:rPr>
        <w:br/>
      </w:r>
      <w:r w:rsidRPr="00ED1A1D">
        <w:rPr>
          <w:b/>
          <w:bCs/>
        </w:rPr>
        <w:t>GUIDANCE</w:t>
      </w:r>
    </w:p>
    <w:p w14:paraId="5E37AA5F" w14:textId="77777777" w:rsidR="00567E73" w:rsidRPr="00ED1A1D" w:rsidRDefault="00567E73" w:rsidP="0026436D">
      <w:pPr>
        <w:pStyle w:val="Heading1"/>
      </w:pPr>
      <w:r w:rsidRPr="00ED1A1D">
        <w:rPr>
          <w:u w:val="single"/>
        </w:rPr>
        <w:t>Technical Guidance</w:t>
      </w:r>
    </w:p>
    <w:p w14:paraId="66766C4C" w14:textId="42F5A223" w:rsidR="00567E73" w:rsidRPr="00ED1A1D" w:rsidRDefault="00567E73" w:rsidP="00527124">
      <w:pPr>
        <w:pStyle w:val="BodyText3"/>
        <w:ind w:left="2880" w:hanging="2160"/>
        <w:rPr>
          <w:b/>
          <w:bCs/>
        </w:rPr>
      </w:pPr>
      <w:r w:rsidRPr="00ED1A1D">
        <w:t xml:space="preserve">ASME Section III </w:t>
      </w:r>
      <w:r w:rsidRPr="00ED1A1D">
        <w:tab/>
        <w:t>American Society of Mechanical Engineers ASME Boiler and Pressure Vessel Code, Section III 06/16/89 (89-011)</w:t>
      </w:r>
      <w:r w:rsidR="002904F0" w:rsidRPr="00ED1A1D">
        <w:t xml:space="preserve"> </w:t>
      </w:r>
    </w:p>
    <w:p w14:paraId="05097067" w14:textId="27B130AF" w:rsidR="00567E73" w:rsidRPr="00ED1A1D" w:rsidRDefault="00567E73" w:rsidP="00527124">
      <w:pPr>
        <w:pStyle w:val="BodyText3"/>
        <w:ind w:left="2880" w:hanging="2160"/>
      </w:pPr>
      <w:r w:rsidRPr="00ED1A1D">
        <w:t>ASME Section III</w:t>
      </w:r>
      <w:r w:rsidR="00071A58" w:rsidRPr="00ED1A1D">
        <w:t xml:space="preserve"> &amp; XI </w:t>
      </w:r>
      <w:r w:rsidRPr="00ED1A1D">
        <w:t xml:space="preserve">American Society of Mechanical Engineers ASME Boiler and </w:t>
      </w:r>
      <w:r w:rsidR="00922D13" w:rsidRPr="00ED1A1D">
        <w:t>Pressure</w:t>
      </w:r>
      <w:r w:rsidR="00071A58" w:rsidRPr="00ED1A1D">
        <w:t xml:space="preserve"> </w:t>
      </w:r>
      <w:r w:rsidRPr="00ED1A1D">
        <w:t>Vessel Code, Section III &amp; XI 11/12/96 (96-022)</w:t>
      </w:r>
    </w:p>
    <w:p w14:paraId="1FF0B152" w14:textId="7C0C7A33" w:rsidR="00567E73" w:rsidRPr="00ED1A1D" w:rsidRDefault="00567E73" w:rsidP="00527124">
      <w:pPr>
        <w:pStyle w:val="BodyText3"/>
        <w:ind w:left="2880" w:hanging="2160"/>
      </w:pPr>
      <w:r w:rsidRPr="00ED1A1D">
        <w:t>ASME Section XI</w:t>
      </w:r>
      <w:r w:rsidRPr="00ED1A1D">
        <w:tab/>
        <w:t>American Society of Mechanical Engineers ASME Boiler and</w:t>
      </w:r>
      <w:r w:rsidR="00071A58" w:rsidRPr="00ED1A1D">
        <w:t xml:space="preserve"> </w:t>
      </w:r>
      <w:r w:rsidRPr="00ED1A1D">
        <w:t>Pressure Vessel Code, Section XI 12/08/86 (86-54)</w:t>
      </w:r>
    </w:p>
    <w:p w14:paraId="7EFEFD42" w14:textId="72968D67" w:rsidR="00567E73" w:rsidRPr="00ED1A1D" w:rsidRDefault="00567E73" w:rsidP="00527124">
      <w:pPr>
        <w:pStyle w:val="BodyText3"/>
        <w:ind w:left="2880" w:hanging="2160"/>
      </w:pPr>
      <w:r w:rsidRPr="00ED1A1D">
        <w:t>ASME Section XI</w:t>
      </w:r>
      <w:r w:rsidRPr="00ED1A1D">
        <w:tab/>
        <w:t xml:space="preserve">American Society of Mechanical Engineers ASME, Section XI </w:t>
      </w:r>
      <w:r w:rsidR="00D32991" w:rsidRPr="00ED1A1D">
        <w:br/>
      </w:r>
      <w:r w:rsidRPr="00ED1A1D">
        <w:t>05/12/86 (86-26)</w:t>
      </w:r>
    </w:p>
    <w:p w14:paraId="1746D054" w14:textId="14BB9D4F" w:rsidR="0049006B" w:rsidRPr="00ED1A1D" w:rsidRDefault="0049006B" w:rsidP="00527124">
      <w:pPr>
        <w:pStyle w:val="BodyText3"/>
        <w:ind w:left="2880" w:hanging="2160"/>
      </w:pPr>
      <w:r w:rsidRPr="00ED1A1D">
        <w:t xml:space="preserve">STS Sec 1.0 </w:t>
      </w:r>
      <w:r w:rsidRPr="00ED1A1D">
        <w:tab/>
        <w:t>Operability 05/12/86 (86-26)</w:t>
      </w:r>
    </w:p>
    <w:p w14:paraId="12B2EA07" w14:textId="7C8EA0F5" w:rsidR="00136854" w:rsidRPr="00ED1A1D" w:rsidRDefault="0049006B" w:rsidP="00527124">
      <w:pPr>
        <w:pStyle w:val="BodyText3"/>
        <w:ind w:left="2880" w:hanging="2160"/>
      </w:pPr>
      <w:r w:rsidRPr="00ED1A1D">
        <w:t xml:space="preserve">STS Sec 1.0 </w:t>
      </w:r>
      <w:r w:rsidRPr="00ED1A1D">
        <w:tab/>
        <w:t>Definitions 12/08/86 (86-54)</w:t>
      </w:r>
    </w:p>
    <w:p w14:paraId="5890BFE7" w14:textId="221F6B2A" w:rsidR="0049006B" w:rsidRPr="00ED1A1D" w:rsidRDefault="0049006B" w:rsidP="00527124">
      <w:pPr>
        <w:pStyle w:val="BodyText3"/>
        <w:ind w:left="2880" w:hanging="2160"/>
      </w:pPr>
      <w:r w:rsidRPr="00ED1A1D">
        <w:t xml:space="preserve">STS Sec 3.0 </w:t>
      </w:r>
      <w:r w:rsidRPr="00ED1A1D">
        <w:tab/>
        <w:t>Acceptable Measurement Tolerances for Technical</w:t>
      </w:r>
      <w:r w:rsidR="00D32991" w:rsidRPr="00ED1A1D">
        <w:t xml:space="preserve"> </w:t>
      </w:r>
      <w:r w:rsidRPr="00ED1A1D">
        <w:tab/>
        <w:t>Specification Limits 10/01/78 (78-35)</w:t>
      </w:r>
    </w:p>
    <w:p w14:paraId="441EF907" w14:textId="77777777" w:rsidR="0049006B" w:rsidRPr="00ED1A1D" w:rsidRDefault="0049006B" w:rsidP="00527124">
      <w:pPr>
        <w:pStyle w:val="BodyText3"/>
        <w:ind w:left="2880" w:hanging="2160"/>
      </w:pPr>
      <w:r w:rsidRPr="00ED1A1D">
        <w:t xml:space="preserve">STS Sec 3/4.6.4 </w:t>
      </w:r>
      <w:r w:rsidRPr="00ED1A1D">
        <w:tab/>
        <w:t>Containment and Drywell Isolation Valves 06/09/88 (88-06)</w:t>
      </w:r>
    </w:p>
    <w:p w14:paraId="734461E6" w14:textId="77777777" w:rsidR="00136854" w:rsidRPr="00ED1A1D" w:rsidRDefault="0049006B" w:rsidP="00527124">
      <w:pPr>
        <w:pStyle w:val="BodyText3"/>
        <w:ind w:left="2880" w:hanging="2160"/>
      </w:pPr>
      <w:r w:rsidRPr="00ED1A1D">
        <w:t xml:space="preserve">STS Sec 3.7.5 </w:t>
      </w:r>
      <w:r w:rsidRPr="00ED1A1D">
        <w:tab/>
        <w:t>Ultimate Heat Sink 11/25/88 (88-17)</w:t>
      </w:r>
    </w:p>
    <w:p w14:paraId="216CA506" w14:textId="77777777" w:rsidR="0049006B" w:rsidRPr="00ED1A1D" w:rsidRDefault="0049006B" w:rsidP="00527124">
      <w:pPr>
        <w:pStyle w:val="BodyText3"/>
        <w:ind w:left="2880" w:hanging="2160"/>
      </w:pPr>
      <w:r w:rsidRPr="00ED1A1D">
        <w:t xml:space="preserve">STS Sec 3/4.8.1 </w:t>
      </w:r>
      <w:r w:rsidRPr="00ED1A1D">
        <w:tab/>
        <w:t>TDI Diesel Generator Air Roll Tests 06/09/88 (88-06)</w:t>
      </w:r>
    </w:p>
    <w:p w14:paraId="069FB608" w14:textId="316DDFD3" w:rsidR="0049006B" w:rsidRPr="00ED1A1D" w:rsidRDefault="0049006B" w:rsidP="00527124">
      <w:pPr>
        <w:pStyle w:val="BodyText3"/>
        <w:ind w:left="2880" w:hanging="2160"/>
      </w:pPr>
      <w:r w:rsidRPr="00ED1A1D">
        <w:lastRenderedPageBreak/>
        <w:t>STS Sec 4.2.8.X.X</w:t>
      </w:r>
      <w:r w:rsidRPr="00ED1A1D">
        <w:tab/>
        <w:t xml:space="preserve">Surveillance Requirements - 125-Volt Battery Bank </w:t>
      </w:r>
      <w:r w:rsidR="00527124" w:rsidRPr="00ED1A1D">
        <w:br/>
      </w:r>
      <w:r w:rsidRPr="00ED1A1D">
        <w:t>10/01/79 (79-22)</w:t>
      </w:r>
    </w:p>
    <w:p w14:paraId="3816F2B3" w14:textId="77777777" w:rsidR="0049006B" w:rsidRPr="00ED1A1D" w:rsidRDefault="0049006B" w:rsidP="00527124">
      <w:pPr>
        <w:pStyle w:val="BodyText3"/>
        <w:ind w:left="2880" w:hanging="2160"/>
      </w:pPr>
      <w:r w:rsidRPr="00ED1A1D">
        <w:t xml:space="preserve">STS Sec 4.5.1 </w:t>
      </w:r>
      <w:r w:rsidRPr="00ED1A1D">
        <w:tab/>
        <w:t>Standard Technical Specifications (BWR) 05/12/86 (86-26)</w:t>
      </w:r>
    </w:p>
    <w:p w14:paraId="6457B99F" w14:textId="46A92A15" w:rsidR="0049006B" w:rsidRPr="00ED1A1D" w:rsidRDefault="0049006B" w:rsidP="00527124">
      <w:pPr>
        <w:pStyle w:val="BodyText3"/>
        <w:ind w:left="2880" w:hanging="2160"/>
      </w:pPr>
      <w:r w:rsidRPr="00ED1A1D">
        <w:t>STS Sec 4.8.1.1.2</w:t>
      </w:r>
      <w:r w:rsidRPr="00ED1A1D">
        <w:tab/>
        <w:t>Surveillance Testing of Diesel Generator Lockout Feature</w:t>
      </w:r>
      <w:r w:rsidR="00567A81" w:rsidRPr="00ED1A1D">
        <w:t xml:space="preserve"> </w:t>
      </w:r>
      <w:r w:rsidR="00567A81" w:rsidRPr="00ED1A1D">
        <w:br/>
      </w:r>
      <w:r w:rsidRPr="00ED1A1D">
        <w:t>05/12/86 (86-26)</w:t>
      </w:r>
    </w:p>
    <w:p w14:paraId="7EDBC59F" w14:textId="55E5A183" w:rsidR="0049006B" w:rsidRPr="00ED1A1D" w:rsidRDefault="0049006B" w:rsidP="00527124">
      <w:pPr>
        <w:pStyle w:val="BodyText3"/>
        <w:ind w:left="2880" w:hanging="2160"/>
      </w:pPr>
      <w:r w:rsidRPr="00ED1A1D">
        <w:t xml:space="preserve">STS </w:t>
      </w:r>
      <w:r w:rsidRPr="00ED1A1D">
        <w:tab/>
        <w:t>Surveillance Sections - Locked or Otherwise Secured</w:t>
      </w:r>
      <w:r w:rsidR="00567A81" w:rsidRPr="00ED1A1D">
        <w:t xml:space="preserve"> </w:t>
      </w:r>
      <w:r w:rsidRPr="00ED1A1D">
        <w:t>Components 10/01/77 (77-25)</w:t>
      </w:r>
    </w:p>
    <w:p w14:paraId="50394DCF" w14:textId="657213C7" w:rsidR="0049006B" w:rsidRPr="00ED1A1D" w:rsidRDefault="0049006B" w:rsidP="00527124">
      <w:pPr>
        <w:pStyle w:val="BodyText3"/>
        <w:ind w:left="2880" w:hanging="2160"/>
      </w:pPr>
      <w:r w:rsidRPr="00ED1A1D">
        <w:t xml:space="preserve">STS </w:t>
      </w:r>
      <w:proofErr w:type="spellStart"/>
      <w:r w:rsidRPr="00ED1A1D">
        <w:t>Interp</w:t>
      </w:r>
      <w:proofErr w:type="spellEnd"/>
      <w:r w:rsidRPr="00ED1A1D">
        <w:tab/>
        <w:t>Licensee Technical Specification Interpretations 02/03/97 (97-001)</w:t>
      </w:r>
    </w:p>
    <w:p w14:paraId="6B32318C" w14:textId="77777777" w:rsidR="0049006B" w:rsidRPr="00ED1A1D" w:rsidRDefault="0049006B" w:rsidP="0026436D">
      <w:pPr>
        <w:pStyle w:val="Heading1"/>
      </w:pPr>
      <w:r w:rsidRPr="00ED1A1D">
        <w:rPr>
          <w:u w:val="single"/>
        </w:rPr>
        <w:t>Maintenance</w:t>
      </w:r>
    </w:p>
    <w:p w14:paraId="4958BE52" w14:textId="0C010DD6" w:rsidR="0049006B" w:rsidRPr="00ED1A1D" w:rsidRDefault="0049006B" w:rsidP="004F31D8">
      <w:pPr>
        <w:pStyle w:val="BodyText5"/>
      </w:pPr>
      <w:r w:rsidRPr="00ED1A1D">
        <w:t xml:space="preserve">Voluntary </w:t>
      </w:r>
      <w:r w:rsidR="003C00D0" w:rsidRPr="00ED1A1D">
        <w:t>Entry into Limiting Conditions f</w:t>
      </w:r>
      <w:r w:rsidRPr="00ED1A1D">
        <w:t>or Operation Action</w:t>
      </w:r>
    </w:p>
    <w:p w14:paraId="6C8A2A86" w14:textId="4A545D43" w:rsidR="00FD4BD5" w:rsidRPr="00ED1A1D" w:rsidRDefault="0049006B" w:rsidP="004F31D8">
      <w:pPr>
        <w:pStyle w:val="BodyText5"/>
      </w:pPr>
      <w:r w:rsidRPr="00ED1A1D">
        <w:t>Statements to Perform Preventive Maintenance</w:t>
      </w:r>
      <w:r w:rsidR="003C00D0" w:rsidRPr="00ED1A1D">
        <w:t xml:space="preserve"> </w:t>
      </w:r>
      <w:r w:rsidRPr="00ED1A1D">
        <w:t>01/17/02 (02-001)</w:t>
      </w:r>
    </w:p>
    <w:p w14:paraId="6E77101F" w14:textId="75F8B060" w:rsidR="0049006B" w:rsidRPr="00ED1A1D" w:rsidRDefault="0049006B" w:rsidP="004F31D8">
      <w:pPr>
        <w:pStyle w:val="BodyText5"/>
      </w:pPr>
      <w:r w:rsidRPr="00ED1A1D">
        <w:t xml:space="preserve">Assessing On-Line Leak Sealing of ASME Code Class 1 &amp; 2 </w:t>
      </w:r>
      <w:r w:rsidR="004F31D8" w:rsidRPr="00ED1A1D">
        <w:t xml:space="preserve"> </w:t>
      </w:r>
      <w:r w:rsidR="00225155" w:rsidRPr="00ED1A1D">
        <w:br/>
      </w:r>
      <w:r w:rsidRPr="00ED1A1D">
        <w:t>07/15/97 (97-011)</w:t>
      </w:r>
    </w:p>
    <w:p w14:paraId="22906D58" w14:textId="17B35E41" w:rsidR="0049006B" w:rsidRPr="00ED1A1D" w:rsidRDefault="0049006B" w:rsidP="004F31D8">
      <w:pPr>
        <w:pStyle w:val="BodyText5"/>
      </w:pPr>
      <w:r w:rsidRPr="00ED1A1D">
        <w:t>Filled Organic Coatings Used in Maintenance of Safety Related</w:t>
      </w:r>
      <w:r w:rsidR="00AE7362" w:rsidRPr="00ED1A1D">
        <w:t xml:space="preserve"> </w:t>
      </w:r>
      <w:r w:rsidRPr="00ED1A1D">
        <w:t>Equipment 10/11/94 (94-018)</w:t>
      </w:r>
    </w:p>
    <w:p w14:paraId="63CDBF4C" w14:textId="54A7AE37" w:rsidR="0049006B" w:rsidRPr="00ED1A1D" w:rsidRDefault="0049006B" w:rsidP="00AE7362">
      <w:pPr>
        <w:pStyle w:val="BodyText5"/>
      </w:pPr>
      <w:r w:rsidRPr="00ED1A1D">
        <w:t>Preconditioning of Structures, Systems, and Components (SSCs)</w:t>
      </w:r>
      <w:r w:rsidR="00AE7362" w:rsidRPr="00ED1A1D">
        <w:t xml:space="preserve"> </w:t>
      </w:r>
      <w:r w:rsidRPr="00ED1A1D">
        <w:t>Before Determining Operability 09/28/98 (98-014) [PRECOND.TG]</w:t>
      </w:r>
    </w:p>
    <w:p w14:paraId="1E1B7D3A" w14:textId="77777777" w:rsidR="003C3A98" w:rsidRPr="00ED1A1D" w:rsidRDefault="003C3A98" w:rsidP="001079B6">
      <w:pPr>
        <w:pStyle w:val="Heading1"/>
      </w:pPr>
      <w:r w:rsidRPr="00ED1A1D">
        <w:rPr>
          <w:u w:val="single"/>
        </w:rPr>
        <w:t>Mechanical</w:t>
      </w:r>
    </w:p>
    <w:p w14:paraId="5343A702" w14:textId="0B42E6B8" w:rsidR="003C3A98" w:rsidRPr="00ED1A1D" w:rsidRDefault="003C3A98" w:rsidP="00C30C97">
      <w:pPr>
        <w:pStyle w:val="BodyText5"/>
      </w:pPr>
      <w:r w:rsidRPr="00ED1A1D">
        <w:t>Freeze Plugs</w:t>
      </w:r>
      <w:r w:rsidR="000A4191" w:rsidRPr="00ED1A1D">
        <w:t xml:space="preserve"> </w:t>
      </w:r>
      <w:r w:rsidR="00A24B7B" w:rsidRPr="00ED1A1D">
        <w:t xml:space="preserve">06/14/93 </w:t>
      </w:r>
      <w:r w:rsidRPr="00ED1A1D">
        <w:t>(93-005)</w:t>
      </w:r>
    </w:p>
    <w:p w14:paraId="656AE9FE" w14:textId="79CA1CB8" w:rsidR="003C3A98" w:rsidRPr="00ED1A1D" w:rsidRDefault="003C3A98" w:rsidP="00C30C97">
      <w:pPr>
        <w:pStyle w:val="BodyText5"/>
      </w:pPr>
      <w:r w:rsidRPr="00ED1A1D">
        <w:t>Steam Generator Plugs and Sleeving Repairs 08/01/94 (94-014)</w:t>
      </w:r>
    </w:p>
    <w:p w14:paraId="7144FD13" w14:textId="34494D69" w:rsidR="003C3A98" w:rsidRPr="00ED1A1D" w:rsidRDefault="003C3A98" w:rsidP="00702A69">
      <w:pPr>
        <w:pStyle w:val="BodyText5"/>
      </w:pPr>
      <w:r w:rsidRPr="00ED1A1D">
        <w:t>Steam Generator Tube-to-Secondary Leakage 09/09/03 (03-033)</w:t>
      </w:r>
    </w:p>
    <w:p w14:paraId="7EADBD88" w14:textId="3BAC6035" w:rsidR="00136854" w:rsidRPr="00ED1A1D" w:rsidRDefault="003C3A98" w:rsidP="00C30C97">
      <w:pPr>
        <w:pStyle w:val="BodyText5"/>
      </w:pPr>
      <w:r w:rsidRPr="00ED1A1D">
        <w:t>Ice Condenser System Inspections 06/06/05 (05-015)</w:t>
      </w:r>
    </w:p>
    <w:p w14:paraId="62D8B569" w14:textId="77777777" w:rsidR="003C3A98" w:rsidRPr="00ED1A1D" w:rsidRDefault="003C3A98" w:rsidP="0026436D">
      <w:pPr>
        <w:pStyle w:val="Heading1"/>
      </w:pPr>
      <w:r w:rsidRPr="00ED1A1D">
        <w:rPr>
          <w:u w:val="single"/>
        </w:rPr>
        <w:t>Operations</w:t>
      </w:r>
    </w:p>
    <w:p w14:paraId="580380A4" w14:textId="1DE9973E" w:rsidR="000035E4" w:rsidRPr="00ED1A1D" w:rsidRDefault="003C3A98" w:rsidP="00C30C97">
      <w:pPr>
        <w:pStyle w:val="BodyText5"/>
      </w:pPr>
      <w:r w:rsidRPr="00ED1A1D">
        <w:t xml:space="preserve">Notice of Enforcement Discretion </w:t>
      </w:r>
      <w:r w:rsidR="003521C7" w:rsidRPr="00ED1A1D">
        <w:t>f</w:t>
      </w:r>
      <w:r w:rsidRPr="00ED1A1D">
        <w:t>or Gaseous Diffusion Plants</w:t>
      </w:r>
      <w:r w:rsidR="00A6215B" w:rsidRPr="00ED1A1D">
        <w:t xml:space="preserve"> </w:t>
      </w:r>
      <w:r w:rsidR="00A6215B" w:rsidRPr="00ED1A1D">
        <w:br/>
      </w:r>
      <w:r w:rsidRPr="00ED1A1D">
        <w:t>05/03/99 (99-008) [NOEDGAS.TG]</w:t>
      </w:r>
    </w:p>
    <w:p w14:paraId="196AFD88" w14:textId="176C051E" w:rsidR="003C00D0" w:rsidRPr="00ED1A1D" w:rsidRDefault="00300815" w:rsidP="00C30C97">
      <w:pPr>
        <w:pStyle w:val="BodyText5"/>
      </w:pPr>
      <w:r w:rsidRPr="00ED1A1D">
        <w:t xml:space="preserve">Operation - Safety and Compliance </w:t>
      </w:r>
      <w:r w:rsidR="00B260A9" w:rsidRPr="00ED1A1D">
        <w:t>09/11/07</w:t>
      </w:r>
      <w:r w:rsidRPr="00ED1A1D">
        <w:t xml:space="preserve"> (07-028)</w:t>
      </w:r>
      <w:r w:rsidR="003C00D0" w:rsidRPr="00ED1A1D">
        <w:t xml:space="preserve"> </w:t>
      </w:r>
    </w:p>
    <w:p w14:paraId="388CF7BD" w14:textId="0EAAE4B1" w:rsidR="00F92772" w:rsidRPr="00ED1A1D" w:rsidRDefault="003C00D0" w:rsidP="00C30C97">
      <w:pPr>
        <w:pStyle w:val="BodyText5"/>
      </w:pPr>
      <w:r w:rsidRPr="00ED1A1D">
        <w:t>[TG 9900 SAFETY]</w:t>
      </w:r>
    </w:p>
    <w:p w14:paraId="435085F3" w14:textId="0116FE3E" w:rsidR="000A4191" w:rsidRPr="00ED1A1D" w:rsidRDefault="000A4191" w:rsidP="00453ED8">
      <w:pPr>
        <w:pStyle w:val="BodyText"/>
        <w:tabs>
          <w:tab w:val="clear" w:pos="-1380"/>
          <w:tab w:val="clear" w:pos="-720"/>
          <w:tab w:val="clear" w:pos="240"/>
          <w:tab w:val="clear" w:pos="840"/>
          <w:tab w:val="clear" w:pos="1440"/>
          <w:tab w:val="clear" w:pos="2040"/>
          <w:tab w:val="clear" w:pos="2640"/>
          <w:tab w:val="clear" w:pos="3240"/>
          <w:tab w:val="clear" w:pos="3840"/>
          <w:tab w:val="clear" w:pos="4440"/>
          <w:tab w:val="clear" w:pos="5040"/>
          <w:tab w:val="clear" w:pos="5640"/>
          <w:tab w:val="clear" w:pos="6240"/>
          <w:tab w:val="clear" w:pos="6840"/>
          <w:tab w:val="clear" w:pos="9810"/>
        </w:tabs>
        <w:spacing w:before="440"/>
        <w:ind w:left="720" w:hanging="720"/>
      </w:pPr>
      <w:r w:rsidRPr="00ED1A1D">
        <w:rPr>
          <w:b/>
          <w:bCs/>
          <w:u w:val="single"/>
        </w:rPr>
        <w:t>PART</w:t>
      </w:r>
      <w:r w:rsidR="00453ED8" w:rsidRPr="00ED1A1D">
        <w:rPr>
          <w:b/>
          <w:bCs/>
          <w:u w:val="single"/>
        </w:rPr>
        <w:br/>
      </w:r>
      <w:r w:rsidRPr="00ED1A1D">
        <w:rPr>
          <w:b/>
          <w:bCs/>
          <w:u w:val="single"/>
        </w:rPr>
        <w:t>10 CFR GUIDANCE</w:t>
      </w:r>
    </w:p>
    <w:p w14:paraId="08BDF916" w14:textId="77777777" w:rsidR="00D7274D" w:rsidRPr="00ED1A1D" w:rsidRDefault="00D7274D" w:rsidP="00303417">
      <w:pPr>
        <w:pStyle w:val="BodyText3"/>
        <w:ind w:left="2880" w:hanging="2160"/>
      </w:pPr>
      <w:r w:rsidRPr="00ED1A1D">
        <w:t>10</w:t>
      </w:r>
      <w:r w:rsidRPr="00ED1A1D">
        <w:tab/>
        <w:t>Title 10 of the Code of Federal Regulations 12/08/86 (86-54)</w:t>
      </w:r>
    </w:p>
    <w:p w14:paraId="7B097E5B" w14:textId="520616B0" w:rsidR="00D7274D" w:rsidRPr="00ED1A1D" w:rsidRDefault="00D7274D" w:rsidP="00303417">
      <w:pPr>
        <w:pStyle w:val="BodyText3"/>
        <w:ind w:left="2880" w:hanging="2160"/>
      </w:pPr>
      <w:r w:rsidRPr="00ED1A1D">
        <w:t>10 CFR71 and</w:t>
      </w:r>
      <w:r w:rsidRPr="00ED1A1D">
        <w:tab/>
      </w:r>
      <w:r w:rsidR="00EA0F1F" w:rsidRPr="00ED1A1D">
        <w:t>Transportation of Radioactive Material 12/01/04 (04-027)</w:t>
      </w:r>
    </w:p>
    <w:p w14:paraId="36416032" w14:textId="7EA9F594" w:rsidR="00D7274D" w:rsidRPr="00ED1A1D" w:rsidRDefault="00346DE9" w:rsidP="00303417">
      <w:pPr>
        <w:pStyle w:val="BodyText3"/>
        <w:ind w:left="2880" w:hanging="2160"/>
      </w:pPr>
      <w:r w:rsidRPr="00ED1A1D">
        <w:t xml:space="preserve">   </w:t>
      </w:r>
      <w:r w:rsidR="00D7274D" w:rsidRPr="00ED1A1D">
        <w:t>49 CFR171-178</w:t>
      </w:r>
    </w:p>
    <w:p w14:paraId="051430D0" w14:textId="77777777" w:rsidR="00D7274D" w:rsidRPr="00ED1A1D" w:rsidRDefault="00D7274D" w:rsidP="00303417">
      <w:pPr>
        <w:pStyle w:val="BodyText3"/>
        <w:ind w:left="2880" w:hanging="2160"/>
      </w:pPr>
      <w:r w:rsidRPr="00ED1A1D">
        <w:t>50.55(e)</w:t>
      </w:r>
      <w:r w:rsidRPr="00ED1A1D">
        <w:tab/>
        <w:t>Construction Deficiency Reporting 01/31/89 (89-002)</w:t>
      </w:r>
    </w:p>
    <w:p w14:paraId="72A15C73" w14:textId="18A0CD95" w:rsidR="00D7274D" w:rsidRPr="00ED1A1D" w:rsidRDefault="00D7274D" w:rsidP="00303417">
      <w:pPr>
        <w:pStyle w:val="BodyText3"/>
        <w:ind w:left="2880" w:hanging="2160"/>
      </w:pPr>
      <w:r w:rsidRPr="00ED1A1D">
        <w:t>50.55a</w:t>
      </w:r>
      <w:r w:rsidRPr="00ED1A1D">
        <w:tab/>
        <w:t>Codes and Standards 02/22/73 (73-9)</w:t>
      </w:r>
    </w:p>
    <w:p w14:paraId="33648D28" w14:textId="6BFB8579" w:rsidR="00D7274D" w:rsidRPr="00ED1A1D" w:rsidRDefault="00D7274D" w:rsidP="00303417">
      <w:pPr>
        <w:pStyle w:val="BodyText3"/>
        <w:ind w:left="2880" w:hanging="2160"/>
      </w:pPr>
      <w:r w:rsidRPr="00ED1A1D">
        <w:t>Part 50, App A</w:t>
      </w:r>
      <w:r w:rsidRPr="00ED1A1D">
        <w:tab/>
        <w:t>Definition of Leak-Before-Break Analysis 09/26/96 (96-020)</w:t>
      </w:r>
    </w:p>
    <w:p w14:paraId="3388083B" w14:textId="37D34956" w:rsidR="00D7274D" w:rsidRPr="00ED1A1D" w:rsidRDefault="00D7274D" w:rsidP="00303417">
      <w:pPr>
        <w:pStyle w:val="BodyText3"/>
        <w:ind w:left="2880" w:hanging="2160"/>
      </w:pPr>
      <w:r w:rsidRPr="00ED1A1D">
        <w:t>Part 50</w:t>
      </w:r>
      <w:r w:rsidRPr="00ED1A1D">
        <w:tab/>
        <w:t xml:space="preserve">Appendix J, Containment Integrated Leak Rate Testing </w:t>
      </w:r>
      <w:r w:rsidR="00303417" w:rsidRPr="00ED1A1D">
        <w:br/>
      </w:r>
      <w:r w:rsidRPr="00ED1A1D">
        <w:t>12/08/86 (86-54)</w:t>
      </w:r>
    </w:p>
    <w:p w14:paraId="03CFDCCF" w14:textId="3FB14288" w:rsidR="00D7274D" w:rsidRPr="00ED1A1D" w:rsidRDefault="00D7274D" w:rsidP="00303417">
      <w:pPr>
        <w:pStyle w:val="BodyText3"/>
        <w:ind w:left="2880" w:hanging="2160"/>
      </w:pPr>
      <w:r w:rsidRPr="00ED1A1D">
        <w:t>70.51</w:t>
      </w:r>
      <w:r w:rsidRPr="00ED1A1D">
        <w:tab/>
        <w:t xml:space="preserve">Material Balance, Inventory, and Records Requirements </w:t>
      </w:r>
      <w:r w:rsidR="00303417" w:rsidRPr="00ED1A1D">
        <w:br/>
      </w:r>
      <w:r w:rsidRPr="00ED1A1D">
        <w:t>12/19/74 (74-11)</w:t>
      </w:r>
    </w:p>
    <w:p w14:paraId="585691B8" w14:textId="77777777" w:rsidR="00D7274D" w:rsidRPr="00ED1A1D" w:rsidRDefault="00D7274D" w:rsidP="00303417">
      <w:pPr>
        <w:pStyle w:val="BodyText3"/>
        <w:ind w:left="2880" w:hanging="2160"/>
      </w:pPr>
      <w:r w:rsidRPr="00ED1A1D">
        <w:lastRenderedPageBreak/>
        <w:t>70.52</w:t>
      </w:r>
      <w:r w:rsidRPr="00ED1A1D">
        <w:tab/>
        <w:t>Report of Accidental Criticality or Loss of Special Nuclear Material 11/15/74 (74-010)</w:t>
      </w:r>
    </w:p>
    <w:p w14:paraId="2B7CC49C" w14:textId="77777777" w:rsidR="00913D5B" w:rsidRPr="00ED1A1D" w:rsidRDefault="00913D5B" w:rsidP="00EA0F1F">
      <w:pPr>
        <w:pStyle w:val="BodyText"/>
      </w:pPr>
    </w:p>
    <w:p w14:paraId="69CE875B" w14:textId="32456692" w:rsidR="003C3A98" w:rsidRPr="00ED1A1D" w:rsidRDefault="003C3A98" w:rsidP="0026436D">
      <w:pPr>
        <w:pStyle w:val="Heading1"/>
        <w:rPr>
          <w:u w:val="single"/>
        </w:rPr>
      </w:pPr>
      <w:r w:rsidRPr="00ED1A1D">
        <w:rPr>
          <w:u w:val="single"/>
        </w:rPr>
        <w:t>Interpretations</w:t>
      </w:r>
    </w:p>
    <w:p w14:paraId="0625F9A0" w14:textId="77777777" w:rsidR="00E0612F" w:rsidRPr="00ED1A1D" w:rsidRDefault="00E0612F" w:rsidP="00A11A9E">
      <w:pPr>
        <w:pStyle w:val="BodyText"/>
      </w:pPr>
    </w:p>
    <w:p w14:paraId="50579428" w14:textId="0D313105" w:rsidR="0053038E" w:rsidRPr="00ED1A1D" w:rsidRDefault="0053038E" w:rsidP="0053038E">
      <w:pPr>
        <w:pStyle w:val="BodyText"/>
        <w:spacing w:before="440"/>
        <w:ind w:left="720" w:hanging="720"/>
        <w:outlineLvl w:val="0"/>
        <w:rPr>
          <w:b/>
          <w:bCs/>
          <w:u w:val="single"/>
        </w:rPr>
      </w:pPr>
      <w:r w:rsidRPr="00ED1A1D">
        <w:rPr>
          <w:b/>
          <w:bCs/>
          <w:u w:val="single"/>
        </w:rPr>
        <w:t>OPERATING EXPERIENCE</w:t>
      </w:r>
      <w:r w:rsidRPr="00ED1A1D">
        <w:rPr>
          <w:b/>
          <w:bCs/>
          <w:u w:val="single"/>
        </w:rPr>
        <w:br/>
        <w:t>SMART SAMPLES</w:t>
      </w:r>
    </w:p>
    <w:p w14:paraId="4ADBA8F5" w14:textId="5ABEF083" w:rsidR="0053038E" w:rsidRPr="00ED1A1D" w:rsidRDefault="0053038E" w:rsidP="00011C9E">
      <w:pPr>
        <w:pStyle w:val="BodyText3"/>
        <w:ind w:left="2880" w:hanging="2160"/>
      </w:pPr>
      <w:r w:rsidRPr="00ED1A1D">
        <w:t>FY2007/01</w:t>
      </w:r>
      <w:r w:rsidRPr="00ED1A1D">
        <w:tab/>
        <w:t>PWR Containment Sump Recirculation Pipe Foreign Material Blockage 11/20/06</w:t>
      </w:r>
      <w:r w:rsidR="00406D1D" w:rsidRPr="00ED1A1D">
        <w:t xml:space="preserve"> </w:t>
      </w:r>
      <w:r w:rsidR="00406D1D" w:rsidRPr="00ED1A1D">
        <w:rPr>
          <w:b/>
          <w:bCs/>
        </w:rPr>
        <w:t>R</w:t>
      </w:r>
    </w:p>
    <w:p w14:paraId="67EDA474" w14:textId="77777777" w:rsidR="0053038E" w:rsidRPr="00ED1A1D" w:rsidRDefault="0053038E" w:rsidP="00011C9E">
      <w:pPr>
        <w:pStyle w:val="BodyText3"/>
        <w:ind w:left="2880" w:hanging="2160"/>
      </w:pPr>
      <w:r w:rsidRPr="00ED1A1D">
        <w:t>FY2007/02 Rev 3</w:t>
      </w:r>
      <w:r w:rsidRPr="00ED1A1D">
        <w:tab/>
        <w:t>Analysis of Flooding Vulnerabilities 09/11/18 (18-031)</w:t>
      </w:r>
    </w:p>
    <w:p w14:paraId="22CAF419" w14:textId="77777777" w:rsidR="0053038E" w:rsidRPr="00ED1A1D" w:rsidRDefault="0053038E" w:rsidP="00011C9E">
      <w:pPr>
        <w:pStyle w:val="BodyText3"/>
        <w:ind w:left="2880" w:hanging="2160"/>
      </w:pPr>
      <w:r w:rsidRPr="00ED1A1D">
        <w:t>FY2007/03 Rev 3</w:t>
      </w:r>
      <w:r w:rsidRPr="00ED1A1D">
        <w:tab/>
        <w:t xml:space="preserve">Crane </w:t>
      </w:r>
      <w:proofErr w:type="gramStart"/>
      <w:r w:rsidRPr="00ED1A1D">
        <w:t>And</w:t>
      </w:r>
      <w:proofErr w:type="gramEnd"/>
      <w:r w:rsidRPr="00ED1A1D">
        <w:t xml:space="preserve"> Heavy Lift Inspection, Supplemental Guidance to IP 71111.20 and IP 71111.13, 09/11/18 (18-031)</w:t>
      </w:r>
    </w:p>
    <w:p w14:paraId="5F032385" w14:textId="42D8CC77" w:rsidR="0053038E" w:rsidRPr="00ED1A1D" w:rsidRDefault="0053038E" w:rsidP="00011C9E">
      <w:pPr>
        <w:pStyle w:val="BodyText3"/>
        <w:ind w:left="2880" w:hanging="2160"/>
      </w:pPr>
      <w:r w:rsidRPr="00ED1A1D">
        <w:t>FY2007/04</w:t>
      </w:r>
      <w:r w:rsidRPr="00ED1A1D">
        <w:tab/>
        <w:t>BWR Core Power / Flow Map – supplemental inspection guidance for MC 2515D, 08/27/07</w:t>
      </w:r>
      <w:r w:rsidR="005D0CB7" w:rsidRPr="00ED1A1D">
        <w:t xml:space="preserve"> </w:t>
      </w:r>
      <w:r w:rsidR="005D0CB7" w:rsidRPr="00ED1A1D">
        <w:rPr>
          <w:b/>
          <w:bCs/>
        </w:rPr>
        <w:t>R</w:t>
      </w:r>
    </w:p>
    <w:p w14:paraId="16768740" w14:textId="4BB5F611" w:rsidR="0053038E" w:rsidRPr="00ED1A1D" w:rsidRDefault="0053038E" w:rsidP="00011C9E">
      <w:pPr>
        <w:pStyle w:val="BodyText3"/>
        <w:ind w:left="2880" w:hanging="2160"/>
        <w:rPr>
          <w:b/>
          <w:bCs/>
        </w:rPr>
      </w:pPr>
      <w:r w:rsidRPr="00ED1A1D">
        <w:t>FY2008/01</w:t>
      </w:r>
      <w:r w:rsidRPr="00ED1A1D">
        <w:tab/>
        <w:t>Negative Trend and Recurring Events Involving Emergency Diesel Generators 11/29/07</w:t>
      </w:r>
      <w:r w:rsidR="00CF2A8E" w:rsidRPr="00ED1A1D">
        <w:t xml:space="preserve"> </w:t>
      </w:r>
      <w:r w:rsidR="00214B59" w:rsidRPr="00ED1A1D">
        <w:rPr>
          <w:b/>
          <w:bCs/>
        </w:rPr>
        <w:t>R</w:t>
      </w:r>
    </w:p>
    <w:p w14:paraId="5C2F653C" w14:textId="7704142D" w:rsidR="0053038E" w:rsidRPr="00ED1A1D" w:rsidRDefault="0053038E" w:rsidP="00011C9E">
      <w:pPr>
        <w:pStyle w:val="BodyText3"/>
        <w:ind w:left="2880" w:hanging="2160"/>
      </w:pPr>
      <w:r w:rsidRPr="00ED1A1D">
        <w:t>FY2009/01</w:t>
      </w:r>
      <w:r w:rsidRPr="00ED1A1D">
        <w:tab/>
        <w:t>Inspection of Electrical Connections for Motor Control Center, Circuit Breakers, and Interfaces 10/29/08</w:t>
      </w:r>
      <w:r w:rsidR="00DC54B3" w:rsidRPr="00ED1A1D">
        <w:t xml:space="preserve"> </w:t>
      </w:r>
      <w:r w:rsidR="00DC54B3" w:rsidRPr="00ED1A1D">
        <w:rPr>
          <w:b/>
          <w:bCs/>
        </w:rPr>
        <w:t>R</w:t>
      </w:r>
    </w:p>
    <w:p w14:paraId="214B9779" w14:textId="5EFDBD42" w:rsidR="0053038E" w:rsidRPr="00ED1A1D" w:rsidRDefault="0053038E" w:rsidP="00011C9E">
      <w:pPr>
        <w:pStyle w:val="BodyText3"/>
        <w:ind w:left="2880" w:hanging="2160"/>
      </w:pPr>
      <w:r w:rsidRPr="00ED1A1D">
        <w:t>FY2009/02</w:t>
      </w:r>
      <w:r w:rsidRPr="00ED1A1D">
        <w:tab/>
        <w:t>Negative Trend and Recurring Events Involving Feedwater Systems 12/23/08</w:t>
      </w:r>
      <w:r w:rsidR="00214B59" w:rsidRPr="00ED1A1D">
        <w:t xml:space="preserve"> </w:t>
      </w:r>
      <w:r w:rsidR="00214B59" w:rsidRPr="00ED1A1D">
        <w:rPr>
          <w:b/>
          <w:bCs/>
        </w:rPr>
        <w:t>R</w:t>
      </w:r>
    </w:p>
    <w:p w14:paraId="0141E3B5" w14:textId="3A4E1832" w:rsidR="0053038E" w:rsidRPr="00ED1A1D" w:rsidRDefault="0053038E" w:rsidP="00011C9E">
      <w:pPr>
        <w:pStyle w:val="BodyText3"/>
        <w:ind w:left="2880" w:hanging="2160"/>
      </w:pPr>
      <w:r w:rsidRPr="00ED1A1D">
        <w:t>FY2012/02 Rev 1</w:t>
      </w:r>
      <w:r w:rsidRPr="00ED1A1D">
        <w:tab/>
        <w:t>Technical Specification Interpretation and Operability Determination 05/17/12</w:t>
      </w:r>
      <w:r w:rsidR="00A42A67" w:rsidRPr="00ED1A1D">
        <w:t xml:space="preserve"> </w:t>
      </w:r>
      <w:r w:rsidR="00A42A67" w:rsidRPr="00ED1A1D">
        <w:rPr>
          <w:b/>
          <w:bCs/>
        </w:rPr>
        <w:t>R</w:t>
      </w:r>
    </w:p>
    <w:p w14:paraId="57C95146" w14:textId="77777777" w:rsidR="0053038E" w:rsidRPr="00ED1A1D" w:rsidRDefault="0053038E" w:rsidP="00011C9E">
      <w:pPr>
        <w:pStyle w:val="BodyText3"/>
        <w:ind w:left="2880" w:hanging="2160"/>
      </w:pPr>
      <w:r w:rsidRPr="00ED1A1D">
        <w:t>FY2018/01</w:t>
      </w:r>
      <w:r w:rsidRPr="00ED1A1D">
        <w:tab/>
        <w:t xml:space="preserve">Evaluation of Licensee Actions Taken in Response to 10 CFR Part 21 Notification of the Potential Existence of Defects Related to Control Rod Drive Mechanism (CRDM) Thermal Sleeves 11/19/18 (18-040) </w:t>
      </w:r>
      <w:r w:rsidRPr="00ED1A1D">
        <w:rPr>
          <w:b/>
          <w:bCs/>
        </w:rPr>
        <w:t>R</w:t>
      </w:r>
    </w:p>
    <w:p w14:paraId="613FBEF3" w14:textId="5FA0F7A3" w:rsidR="0053038E" w:rsidRPr="00ED1A1D" w:rsidRDefault="0053038E" w:rsidP="00011C9E">
      <w:pPr>
        <w:pStyle w:val="BodyText3"/>
        <w:ind w:left="2880" w:hanging="2160"/>
      </w:pPr>
      <w:r w:rsidRPr="00ED1A1D">
        <w:t>FY2019/01</w:t>
      </w:r>
      <w:r w:rsidRPr="00ED1A1D">
        <w:tab/>
        <w:t xml:space="preserve">Commercial Grade Dedication, Procurement, and Design Control </w:t>
      </w:r>
      <w:r w:rsidRPr="00ED1A1D">
        <w:br/>
        <w:t>07/30/19 (19-025)</w:t>
      </w:r>
      <w:r w:rsidR="006A020C">
        <w:t xml:space="preserve"> </w:t>
      </w:r>
      <w:r w:rsidR="006A020C" w:rsidRPr="006A020C">
        <w:rPr>
          <w:b/>
          <w:bCs/>
        </w:rPr>
        <w:t>R</w:t>
      </w:r>
    </w:p>
    <w:p w14:paraId="658D5162" w14:textId="77777777" w:rsidR="0053038E" w:rsidRPr="00ED1A1D" w:rsidRDefault="0053038E" w:rsidP="00011C9E">
      <w:pPr>
        <w:pStyle w:val="BodyText3"/>
        <w:ind w:left="2880" w:hanging="2160"/>
      </w:pPr>
      <w:r w:rsidRPr="00ED1A1D">
        <w:t>FY2020/01</w:t>
      </w:r>
      <w:r w:rsidRPr="00ED1A1D">
        <w:tab/>
        <w:t>Flex Equipment Design Control, Maintenance, and Testing</w:t>
      </w:r>
      <w:r w:rsidRPr="00ED1A1D">
        <w:br/>
        <w:t>10/21/20 (20-053)</w:t>
      </w:r>
    </w:p>
    <w:p w14:paraId="28160339" w14:textId="1296BD6F" w:rsidR="00FB39B8" w:rsidRPr="00ED1A1D" w:rsidRDefault="006C5B54" w:rsidP="00011C9E">
      <w:pPr>
        <w:pStyle w:val="BodyText3"/>
        <w:ind w:left="2880" w:hanging="2160"/>
      </w:pPr>
      <w:r w:rsidRPr="00ED1A1D">
        <w:t>FY2023/01</w:t>
      </w:r>
      <w:r w:rsidR="00FB39B8" w:rsidRPr="00ED1A1D">
        <w:tab/>
      </w:r>
      <w:r w:rsidRPr="00ED1A1D">
        <w:t>Digital Instrumentation and Controls 02/12/24 (24-007)</w:t>
      </w:r>
    </w:p>
    <w:p w14:paraId="123395EC" w14:textId="33323488" w:rsidR="004566BC" w:rsidRPr="00ED1A1D" w:rsidRDefault="004566BC" w:rsidP="00011C9E">
      <w:pPr>
        <w:pStyle w:val="BodyText3"/>
        <w:ind w:left="2880" w:hanging="2160"/>
      </w:pPr>
      <w:r w:rsidRPr="00ED1A1D">
        <w:t>FY2023/02</w:t>
      </w:r>
      <w:r w:rsidRPr="00ED1A1D">
        <w:tab/>
      </w:r>
      <w:r w:rsidR="00BE4843" w:rsidRPr="00ED1A1D">
        <w:t xml:space="preserve">Probabilistic Risk Assessment Configuration Control </w:t>
      </w:r>
      <w:r w:rsidR="00BE4843" w:rsidRPr="00ED1A1D">
        <w:br/>
        <w:t>01/09/24 (24-002)</w:t>
      </w:r>
    </w:p>
    <w:p w14:paraId="4D16B716" w14:textId="6E7D669D" w:rsidR="003C3A98" w:rsidRPr="00ED1A1D" w:rsidRDefault="003C3A98" w:rsidP="005257FF">
      <w:pPr>
        <w:pStyle w:val="END"/>
        <w:tabs>
          <w:tab w:val="center" w:pos="4680"/>
          <w:tab w:val="left" w:pos="5773"/>
        </w:tabs>
      </w:pPr>
      <w:r w:rsidRPr="00ED1A1D">
        <w:t>END</w:t>
      </w:r>
    </w:p>
    <w:sectPr w:rsidR="003C3A98" w:rsidRPr="00ED1A1D" w:rsidSect="00431EDF"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07260" w14:textId="77777777" w:rsidR="00F42773" w:rsidRDefault="00F42773">
      <w:r>
        <w:separator/>
      </w:r>
    </w:p>
  </w:endnote>
  <w:endnote w:type="continuationSeparator" w:id="0">
    <w:p w14:paraId="35F7A3F3" w14:textId="77777777" w:rsidR="00F42773" w:rsidRDefault="00F42773">
      <w:r>
        <w:continuationSeparator/>
      </w:r>
    </w:p>
  </w:endnote>
  <w:endnote w:type="continuationNotice" w:id="1">
    <w:p w14:paraId="1A6ACFDE" w14:textId="77777777" w:rsidR="00F42773" w:rsidRDefault="00F427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BAF01" w14:textId="234674AA" w:rsidR="00DE1EDC" w:rsidRPr="00595C4A" w:rsidRDefault="00DE1EDC">
    <w:pPr>
      <w:pStyle w:val="Footer"/>
      <w:rPr>
        <w:sz w:val="22"/>
        <w:szCs w:val="22"/>
      </w:rPr>
    </w:pPr>
    <w:r w:rsidRPr="00BE66F0">
      <w:rPr>
        <w:sz w:val="22"/>
        <w:szCs w:val="22"/>
      </w:rPr>
      <w:t xml:space="preserve">Issue Date: </w:t>
    </w:r>
    <w:r w:rsidR="002C6CD0">
      <w:rPr>
        <w:sz w:val="22"/>
        <w:szCs w:val="22"/>
      </w:rPr>
      <w:t>0</w:t>
    </w:r>
    <w:r w:rsidR="008F7BDD">
      <w:rPr>
        <w:sz w:val="22"/>
        <w:szCs w:val="22"/>
      </w:rPr>
      <w:t>3</w:t>
    </w:r>
    <w:r w:rsidR="008A130D">
      <w:rPr>
        <w:sz w:val="22"/>
        <w:szCs w:val="22"/>
      </w:rPr>
      <w:t>/</w:t>
    </w:r>
    <w:r w:rsidR="006E6DF9">
      <w:rPr>
        <w:sz w:val="22"/>
        <w:szCs w:val="22"/>
      </w:rPr>
      <w:t>25</w:t>
    </w:r>
    <w:r w:rsidR="008A130D">
      <w:rPr>
        <w:sz w:val="22"/>
        <w:szCs w:val="22"/>
      </w:rPr>
      <w:t>/2</w:t>
    </w:r>
    <w:r w:rsidR="002C6CD0">
      <w:rPr>
        <w:sz w:val="22"/>
        <w:szCs w:val="22"/>
      </w:rPr>
      <w:t>5</w:t>
    </w:r>
    <w:r w:rsidRPr="00595C4A">
      <w:rPr>
        <w:sz w:val="22"/>
        <w:szCs w:val="22"/>
      </w:rPr>
      <w:ptab w:relativeTo="margin" w:alignment="center" w:leader="none"/>
    </w:r>
    <w:r w:rsidRPr="00595C4A">
      <w:rPr>
        <w:sz w:val="22"/>
        <w:szCs w:val="22"/>
      </w:rPr>
      <w:fldChar w:fldCharType="begin"/>
    </w:r>
    <w:r w:rsidRPr="00595C4A">
      <w:rPr>
        <w:sz w:val="22"/>
        <w:szCs w:val="22"/>
      </w:rPr>
      <w:instrText xml:space="preserve"> PAGE   \* MERGEFORMAT </w:instrText>
    </w:r>
    <w:r w:rsidRPr="00595C4A">
      <w:rPr>
        <w:sz w:val="22"/>
        <w:szCs w:val="22"/>
      </w:rPr>
      <w:fldChar w:fldCharType="separate"/>
    </w:r>
    <w:r w:rsidRPr="00595C4A">
      <w:rPr>
        <w:noProof/>
        <w:sz w:val="22"/>
        <w:szCs w:val="22"/>
      </w:rPr>
      <w:t>1</w:t>
    </w:r>
    <w:r w:rsidRPr="00595C4A">
      <w:rPr>
        <w:noProof/>
        <w:sz w:val="22"/>
        <w:szCs w:val="22"/>
      </w:rPr>
      <w:fldChar w:fldCharType="end"/>
    </w:r>
    <w:r w:rsidRPr="00595C4A">
      <w:rPr>
        <w:sz w:val="22"/>
        <w:szCs w:val="22"/>
      </w:rPr>
      <w:ptab w:relativeTo="margin" w:alignment="right" w:leader="none"/>
    </w:r>
    <w:r w:rsidR="001C4AC3" w:rsidRPr="00595C4A">
      <w:rPr>
        <w:sz w:val="22"/>
        <w:szCs w:val="22"/>
      </w:rPr>
      <w:t>TABLE OF CONTENTS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65A5A" w14:textId="77777777" w:rsidR="00F42773" w:rsidRDefault="00F42773">
      <w:r>
        <w:separator/>
      </w:r>
    </w:p>
  </w:footnote>
  <w:footnote w:type="continuationSeparator" w:id="0">
    <w:p w14:paraId="68D412C5" w14:textId="77777777" w:rsidR="00F42773" w:rsidRDefault="00F42773">
      <w:r>
        <w:continuationSeparator/>
      </w:r>
    </w:p>
  </w:footnote>
  <w:footnote w:type="continuationNotice" w:id="1">
    <w:p w14:paraId="139A731C" w14:textId="77777777" w:rsidR="00F42773" w:rsidRDefault="00F42773"/>
  </w:footnote>
  <w:footnote w:id="2">
    <w:p w14:paraId="3D1AF7D0" w14:textId="1432DBE7" w:rsidR="009A2572" w:rsidRPr="00816E97" w:rsidRDefault="009A2572" w:rsidP="00751330">
      <w:r>
        <w:t xml:space="preserve">     </w:t>
      </w:r>
      <w:r w:rsidRPr="00751330">
        <w:rPr>
          <w:vertAlign w:val="superscript"/>
        </w:rPr>
        <w:t>1</w:t>
      </w:r>
      <w:r w:rsidRPr="00751330">
        <w:t>The date and numbers in parentheses to the right of the chapter/inspection procedure title are the issue date and the change notice number under which the title was issued.</w:t>
      </w:r>
      <w:r w:rsidR="000827CB">
        <w:t xml:space="preserve">  An “</w:t>
      </w:r>
      <w:r w:rsidR="000827CB" w:rsidRPr="004C6962">
        <w:t>R</w:t>
      </w:r>
      <w:r w:rsidR="000827CB">
        <w:t>” after the</w:t>
      </w:r>
      <w:r w:rsidR="00332490">
        <w:t xml:space="preserve"> change notice number indicates that the document is designated Reference Only.</w:t>
      </w:r>
    </w:p>
  </w:footnote>
  <w:footnote w:id="3">
    <w:p w14:paraId="4EA1C87E" w14:textId="7E2AF479" w:rsidR="009A2572" w:rsidRPr="00816E97" w:rsidRDefault="009A2572" w:rsidP="00343885">
      <w:pPr>
        <w:ind w:left="720" w:hanging="720"/>
      </w:pPr>
      <w:r>
        <w:t xml:space="preserve">     </w:t>
      </w:r>
      <w:r w:rsidRPr="00816E97">
        <w:rPr>
          <w:vertAlign w:val="superscript"/>
        </w:rPr>
        <w:t>2</w:t>
      </w:r>
      <w:r w:rsidRPr="00816E97">
        <w:tab/>
        <w:t>[XXXX.XX] attached to each document in Part 9900, is the file name for that document.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BA14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7CE563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5C6CC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4AC16D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0AAA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6C23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D213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00F4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4C5F7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7664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3F102A"/>
    <w:multiLevelType w:val="hybridMultilevel"/>
    <w:tmpl w:val="EC9CBC72"/>
    <w:lvl w:ilvl="0" w:tplc="07E2BC36">
      <w:start w:val="400"/>
      <w:numFmt w:val="decimalZero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12789D"/>
    <w:multiLevelType w:val="hybridMultilevel"/>
    <w:tmpl w:val="E3A00DD0"/>
    <w:lvl w:ilvl="0" w:tplc="01929A0A">
      <w:start w:val="340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507445"/>
    <w:multiLevelType w:val="hybridMultilevel"/>
    <w:tmpl w:val="88582178"/>
    <w:lvl w:ilvl="0" w:tplc="B8BEF5E2">
      <w:start w:val="530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52241"/>
    <w:multiLevelType w:val="hybridMultilevel"/>
    <w:tmpl w:val="ACF0F9B6"/>
    <w:lvl w:ilvl="0" w:tplc="1062BDB0">
      <w:start w:val="400"/>
      <w:numFmt w:val="decimalZero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125D0"/>
    <w:multiLevelType w:val="hybridMultilevel"/>
    <w:tmpl w:val="CC742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D3BE8"/>
    <w:multiLevelType w:val="multilevel"/>
    <w:tmpl w:val="283604C8"/>
    <w:lvl w:ilvl="0">
      <w:start w:val="410"/>
      <w:numFmt w:val="decimalZero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9CE51B8"/>
    <w:multiLevelType w:val="hybridMultilevel"/>
    <w:tmpl w:val="E8A0EDF6"/>
    <w:lvl w:ilvl="0" w:tplc="39CCC4B4">
      <w:start w:val="630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BD20BD"/>
    <w:multiLevelType w:val="hybridMultilevel"/>
    <w:tmpl w:val="F418F5D0"/>
    <w:lvl w:ilvl="0" w:tplc="0F209B64">
      <w:start w:val="400"/>
      <w:numFmt w:val="decimalZero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DE1B36"/>
    <w:multiLevelType w:val="hybridMultilevel"/>
    <w:tmpl w:val="E9D8CAF6"/>
    <w:lvl w:ilvl="0" w:tplc="15A00E18">
      <w:start w:val="400"/>
      <w:numFmt w:val="decimalZero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C1053"/>
    <w:multiLevelType w:val="hybridMultilevel"/>
    <w:tmpl w:val="D6CA9D38"/>
    <w:lvl w:ilvl="0" w:tplc="A1024B44">
      <w:start w:val="480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8A56B0"/>
    <w:multiLevelType w:val="hybridMultilevel"/>
    <w:tmpl w:val="FCCA555C"/>
    <w:lvl w:ilvl="0" w:tplc="0380ADDA">
      <w:start w:val="8500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45395C"/>
    <w:multiLevelType w:val="hybridMultilevel"/>
    <w:tmpl w:val="283604C8"/>
    <w:lvl w:ilvl="0" w:tplc="AD5AD7B0">
      <w:start w:val="410"/>
      <w:numFmt w:val="decimalZero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A9D6865"/>
    <w:multiLevelType w:val="hybridMultilevel"/>
    <w:tmpl w:val="47BED1B4"/>
    <w:lvl w:ilvl="0" w:tplc="4BC0801C">
      <w:start w:val="780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680"/>
        </w:tabs>
        <w:ind w:left="132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4" w15:restartNumberingAfterBreak="0">
    <w:nsid w:val="7FCA47AA"/>
    <w:multiLevelType w:val="multilevel"/>
    <w:tmpl w:val="283604C8"/>
    <w:lvl w:ilvl="0">
      <w:start w:val="410"/>
      <w:numFmt w:val="decimalZero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78525993">
    <w:abstractNumId w:val="11"/>
  </w:num>
  <w:num w:numId="2" w16cid:durableId="2043363563">
    <w:abstractNumId w:val="23"/>
  </w:num>
  <w:num w:numId="3" w16cid:durableId="1651396502">
    <w:abstractNumId w:val="12"/>
  </w:num>
  <w:num w:numId="4" w16cid:durableId="442576979">
    <w:abstractNumId w:val="19"/>
  </w:num>
  <w:num w:numId="5" w16cid:durableId="1302150693">
    <w:abstractNumId w:val="16"/>
  </w:num>
  <w:num w:numId="6" w16cid:durableId="5993384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9257920">
    <w:abstractNumId w:val="22"/>
  </w:num>
  <w:num w:numId="8" w16cid:durableId="1504971265">
    <w:abstractNumId w:val="20"/>
  </w:num>
  <w:num w:numId="9" w16cid:durableId="645939033">
    <w:abstractNumId w:val="17"/>
  </w:num>
  <w:num w:numId="10" w16cid:durableId="1701928522">
    <w:abstractNumId w:val="21"/>
  </w:num>
  <w:num w:numId="11" w16cid:durableId="1056976490">
    <w:abstractNumId w:val="24"/>
  </w:num>
  <w:num w:numId="12" w16cid:durableId="767238259">
    <w:abstractNumId w:val="15"/>
  </w:num>
  <w:num w:numId="13" w16cid:durableId="1158152295">
    <w:abstractNumId w:val="10"/>
  </w:num>
  <w:num w:numId="14" w16cid:durableId="208690553">
    <w:abstractNumId w:val="18"/>
  </w:num>
  <w:num w:numId="15" w16cid:durableId="1093552338">
    <w:abstractNumId w:val="13"/>
  </w:num>
  <w:num w:numId="16" w16cid:durableId="555312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88774522">
    <w:abstractNumId w:val="9"/>
  </w:num>
  <w:num w:numId="18" w16cid:durableId="1620523337">
    <w:abstractNumId w:val="7"/>
  </w:num>
  <w:num w:numId="19" w16cid:durableId="1022585563">
    <w:abstractNumId w:val="6"/>
  </w:num>
  <w:num w:numId="20" w16cid:durableId="62605641">
    <w:abstractNumId w:val="5"/>
  </w:num>
  <w:num w:numId="21" w16cid:durableId="1115562990">
    <w:abstractNumId w:val="4"/>
  </w:num>
  <w:num w:numId="22" w16cid:durableId="663977332">
    <w:abstractNumId w:val="8"/>
  </w:num>
  <w:num w:numId="23" w16cid:durableId="1606577817">
    <w:abstractNumId w:val="3"/>
  </w:num>
  <w:num w:numId="24" w16cid:durableId="277569984">
    <w:abstractNumId w:val="2"/>
  </w:num>
  <w:num w:numId="25" w16cid:durableId="269506047">
    <w:abstractNumId w:val="1"/>
  </w:num>
  <w:num w:numId="26" w16cid:durableId="1822118929">
    <w:abstractNumId w:val="0"/>
  </w:num>
  <w:num w:numId="27" w16cid:durableId="127086547">
    <w:abstractNumId w:val="9"/>
  </w:num>
  <w:num w:numId="28" w16cid:durableId="1580870302">
    <w:abstractNumId w:val="7"/>
  </w:num>
  <w:num w:numId="29" w16cid:durableId="979766954">
    <w:abstractNumId w:val="6"/>
  </w:num>
  <w:num w:numId="30" w16cid:durableId="788202450">
    <w:abstractNumId w:val="5"/>
  </w:num>
  <w:num w:numId="31" w16cid:durableId="77017878">
    <w:abstractNumId w:val="4"/>
  </w:num>
  <w:num w:numId="32" w16cid:durableId="1832335383">
    <w:abstractNumId w:val="8"/>
  </w:num>
  <w:num w:numId="33" w16cid:durableId="60059238">
    <w:abstractNumId w:val="3"/>
  </w:num>
  <w:num w:numId="34" w16cid:durableId="375357426">
    <w:abstractNumId w:val="2"/>
  </w:num>
  <w:num w:numId="35" w16cid:durableId="1821382112">
    <w:abstractNumId w:val="1"/>
  </w:num>
  <w:num w:numId="36" w16cid:durableId="172537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 style="mso-position-horizontal-relative:page;mso-position-vertical-relative:page" strokecolor="#020000">
      <v:stroke color="#020000" weight=".96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A98"/>
    <w:rsid w:val="000001F5"/>
    <w:rsid w:val="00000647"/>
    <w:rsid w:val="00000699"/>
    <w:rsid w:val="00001113"/>
    <w:rsid w:val="00001F13"/>
    <w:rsid w:val="00001F94"/>
    <w:rsid w:val="00002785"/>
    <w:rsid w:val="0000295C"/>
    <w:rsid w:val="00002C82"/>
    <w:rsid w:val="00002F9D"/>
    <w:rsid w:val="000032C6"/>
    <w:rsid w:val="000034ED"/>
    <w:rsid w:val="000035E4"/>
    <w:rsid w:val="00003F59"/>
    <w:rsid w:val="00004461"/>
    <w:rsid w:val="0000473F"/>
    <w:rsid w:val="00004783"/>
    <w:rsid w:val="00004956"/>
    <w:rsid w:val="00004B42"/>
    <w:rsid w:val="00004E93"/>
    <w:rsid w:val="00005036"/>
    <w:rsid w:val="000056FE"/>
    <w:rsid w:val="000057FE"/>
    <w:rsid w:val="00005C7E"/>
    <w:rsid w:val="000064BB"/>
    <w:rsid w:val="000065FC"/>
    <w:rsid w:val="00006E03"/>
    <w:rsid w:val="00007DF1"/>
    <w:rsid w:val="00007FB6"/>
    <w:rsid w:val="00007FF0"/>
    <w:rsid w:val="00010C1F"/>
    <w:rsid w:val="00010FA4"/>
    <w:rsid w:val="000112A6"/>
    <w:rsid w:val="00011C9E"/>
    <w:rsid w:val="0001344F"/>
    <w:rsid w:val="00013B05"/>
    <w:rsid w:val="00014612"/>
    <w:rsid w:val="00014B5F"/>
    <w:rsid w:val="00014BA0"/>
    <w:rsid w:val="00015D25"/>
    <w:rsid w:val="00016121"/>
    <w:rsid w:val="00016D62"/>
    <w:rsid w:val="00016F00"/>
    <w:rsid w:val="0001706E"/>
    <w:rsid w:val="000175B7"/>
    <w:rsid w:val="00021479"/>
    <w:rsid w:val="000218A6"/>
    <w:rsid w:val="00022745"/>
    <w:rsid w:val="00022F87"/>
    <w:rsid w:val="0002382F"/>
    <w:rsid w:val="00023B95"/>
    <w:rsid w:val="00025B7D"/>
    <w:rsid w:val="00025BD3"/>
    <w:rsid w:val="00025D90"/>
    <w:rsid w:val="0003081F"/>
    <w:rsid w:val="00030E06"/>
    <w:rsid w:val="00031692"/>
    <w:rsid w:val="00032490"/>
    <w:rsid w:val="000330D1"/>
    <w:rsid w:val="00033909"/>
    <w:rsid w:val="00034084"/>
    <w:rsid w:val="00034843"/>
    <w:rsid w:val="00035540"/>
    <w:rsid w:val="00035BB4"/>
    <w:rsid w:val="00036544"/>
    <w:rsid w:val="00036B17"/>
    <w:rsid w:val="00036B44"/>
    <w:rsid w:val="00037A43"/>
    <w:rsid w:val="00037C1A"/>
    <w:rsid w:val="0004023D"/>
    <w:rsid w:val="000418C6"/>
    <w:rsid w:val="00041D18"/>
    <w:rsid w:val="00042510"/>
    <w:rsid w:val="00042C2C"/>
    <w:rsid w:val="000436C0"/>
    <w:rsid w:val="00044197"/>
    <w:rsid w:val="00044362"/>
    <w:rsid w:val="00044979"/>
    <w:rsid w:val="00044DEF"/>
    <w:rsid w:val="000463DF"/>
    <w:rsid w:val="00046FAA"/>
    <w:rsid w:val="00047859"/>
    <w:rsid w:val="000501E9"/>
    <w:rsid w:val="00050806"/>
    <w:rsid w:val="00050B8B"/>
    <w:rsid w:val="00052767"/>
    <w:rsid w:val="00053376"/>
    <w:rsid w:val="00053859"/>
    <w:rsid w:val="00053F8B"/>
    <w:rsid w:val="00054F67"/>
    <w:rsid w:val="00055387"/>
    <w:rsid w:val="00055CF0"/>
    <w:rsid w:val="00056A53"/>
    <w:rsid w:val="00056B97"/>
    <w:rsid w:val="00056C3D"/>
    <w:rsid w:val="00057818"/>
    <w:rsid w:val="0005790F"/>
    <w:rsid w:val="00057CC1"/>
    <w:rsid w:val="00060131"/>
    <w:rsid w:val="000604DA"/>
    <w:rsid w:val="00060C94"/>
    <w:rsid w:val="0006169F"/>
    <w:rsid w:val="00062207"/>
    <w:rsid w:val="00062CB9"/>
    <w:rsid w:val="00062FA6"/>
    <w:rsid w:val="00063912"/>
    <w:rsid w:val="00063BF5"/>
    <w:rsid w:val="0006410C"/>
    <w:rsid w:val="000645B2"/>
    <w:rsid w:val="000648BC"/>
    <w:rsid w:val="00065ABE"/>
    <w:rsid w:val="0006600C"/>
    <w:rsid w:val="000662D8"/>
    <w:rsid w:val="000664AE"/>
    <w:rsid w:val="00066545"/>
    <w:rsid w:val="0006686E"/>
    <w:rsid w:val="00066FDA"/>
    <w:rsid w:val="00067014"/>
    <w:rsid w:val="000709C9"/>
    <w:rsid w:val="00070F63"/>
    <w:rsid w:val="000710B2"/>
    <w:rsid w:val="000717FA"/>
    <w:rsid w:val="00071A58"/>
    <w:rsid w:val="000727FB"/>
    <w:rsid w:val="000728A3"/>
    <w:rsid w:val="00072FA7"/>
    <w:rsid w:val="00074171"/>
    <w:rsid w:val="00074BCB"/>
    <w:rsid w:val="00075316"/>
    <w:rsid w:val="00075396"/>
    <w:rsid w:val="00075902"/>
    <w:rsid w:val="00075922"/>
    <w:rsid w:val="00076C58"/>
    <w:rsid w:val="00077332"/>
    <w:rsid w:val="000813AB"/>
    <w:rsid w:val="00081707"/>
    <w:rsid w:val="00081D23"/>
    <w:rsid w:val="000827CB"/>
    <w:rsid w:val="00083873"/>
    <w:rsid w:val="00083CDA"/>
    <w:rsid w:val="00084119"/>
    <w:rsid w:val="00084DBB"/>
    <w:rsid w:val="000866FC"/>
    <w:rsid w:val="000868FE"/>
    <w:rsid w:val="00086CBA"/>
    <w:rsid w:val="0008774B"/>
    <w:rsid w:val="000906BF"/>
    <w:rsid w:val="00090790"/>
    <w:rsid w:val="00090886"/>
    <w:rsid w:val="00091056"/>
    <w:rsid w:val="000912FD"/>
    <w:rsid w:val="00091628"/>
    <w:rsid w:val="00092138"/>
    <w:rsid w:val="00092F34"/>
    <w:rsid w:val="0009353C"/>
    <w:rsid w:val="00093C65"/>
    <w:rsid w:val="0009417F"/>
    <w:rsid w:val="000951AA"/>
    <w:rsid w:val="00095EB6"/>
    <w:rsid w:val="00095F26"/>
    <w:rsid w:val="00097707"/>
    <w:rsid w:val="000A0AD9"/>
    <w:rsid w:val="000A0BE7"/>
    <w:rsid w:val="000A0C5B"/>
    <w:rsid w:val="000A0F99"/>
    <w:rsid w:val="000A12FF"/>
    <w:rsid w:val="000A14B3"/>
    <w:rsid w:val="000A1838"/>
    <w:rsid w:val="000A2B3B"/>
    <w:rsid w:val="000A2B40"/>
    <w:rsid w:val="000A2CC0"/>
    <w:rsid w:val="000A36D9"/>
    <w:rsid w:val="000A4191"/>
    <w:rsid w:val="000A480A"/>
    <w:rsid w:val="000A5051"/>
    <w:rsid w:val="000A6008"/>
    <w:rsid w:val="000A6379"/>
    <w:rsid w:val="000A6751"/>
    <w:rsid w:val="000B07CC"/>
    <w:rsid w:val="000B096A"/>
    <w:rsid w:val="000B0D2B"/>
    <w:rsid w:val="000B13E6"/>
    <w:rsid w:val="000B22DC"/>
    <w:rsid w:val="000B24F6"/>
    <w:rsid w:val="000B2839"/>
    <w:rsid w:val="000B316A"/>
    <w:rsid w:val="000B3951"/>
    <w:rsid w:val="000B4191"/>
    <w:rsid w:val="000B43FD"/>
    <w:rsid w:val="000B4947"/>
    <w:rsid w:val="000B497D"/>
    <w:rsid w:val="000B5763"/>
    <w:rsid w:val="000B6878"/>
    <w:rsid w:val="000B788B"/>
    <w:rsid w:val="000C06FB"/>
    <w:rsid w:val="000C0C57"/>
    <w:rsid w:val="000C1094"/>
    <w:rsid w:val="000C13DB"/>
    <w:rsid w:val="000C1782"/>
    <w:rsid w:val="000C1F08"/>
    <w:rsid w:val="000C2318"/>
    <w:rsid w:val="000C2690"/>
    <w:rsid w:val="000C279A"/>
    <w:rsid w:val="000C29CA"/>
    <w:rsid w:val="000C2B8A"/>
    <w:rsid w:val="000C3A85"/>
    <w:rsid w:val="000C4822"/>
    <w:rsid w:val="000C54F2"/>
    <w:rsid w:val="000C57E5"/>
    <w:rsid w:val="000C5879"/>
    <w:rsid w:val="000C635E"/>
    <w:rsid w:val="000C6748"/>
    <w:rsid w:val="000C6BDC"/>
    <w:rsid w:val="000C742A"/>
    <w:rsid w:val="000C7AE5"/>
    <w:rsid w:val="000D07F9"/>
    <w:rsid w:val="000D0AE1"/>
    <w:rsid w:val="000D0EE8"/>
    <w:rsid w:val="000D12DD"/>
    <w:rsid w:val="000D134F"/>
    <w:rsid w:val="000D1527"/>
    <w:rsid w:val="000D1768"/>
    <w:rsid w:val="000D29D0"/>
    <w:rsid w:val="000D2C80"/>
    <w:rsid w:val="000D2CAA"/>
    <w:rsid w:val="000D3222"/>
    <w:rsid w:val="000D3991"/>
    <w:rsid w:val="000D3DA1"/>
    <w:rsid w:val="000D4029"/>
    <w:rsid w:val="000D4B9D"/>
    <w:rsid w:val="000D59D6"/>
    <w:rsid w:val="000D6330"/>
    <w:rsid w:val="000D6659"/>
    <w:rsid w:val="000E0076"/>
    <w:rsid w:val="000E261B"/>
    <w:rsid w:val="000E3112"/>
    <w:rsid w:val="000E3498"/>
    <w:rsid w:val="000E485C"/>
    <w:rsid w:val="000E4C45"/>
    <w:rsid w:val="000E501D"/>
    <w:rsid w:val="000E56C7"/>
    <w:rsid w:val="000E5DD6"/>
    <w:rsid w:val="000E645D"/>
    <w:rsid w:val="000E671A"/>
    <w:rsid w:val="000E729C"/>
    <w:rsid w:val="000E74B2"/>
    <w:rsid w:val="000E790D"/>
    <w:rsid w:val="000F0BAB"/>
    <w:rsid w:val="000F0FEC"/>
    <w:rsid w:val="000F1386"/>
    <w:rsid w:val="000F294D"/>
    <w:rsid w:val="000F33B6"/>
    <w:rsid w:val="000F345E"/>
    <w:rsid w:val="000F403E"/>
    <w:rsid w:val="000F421B"/>
    <w:rsid w:val="000F5503"/>
    <w:rsid w:val="000F5867"/>
    <w:rsid w:val="000F5903"/>
    <w:rsid w:val="000F699E"/>
    <w:rsid w:val="000F6BEB"/>
    <w:rsid w:val="000F7288"/>
    <w:rsid w:val="000F7D82"/>
    <w:rsid w:val="00100EDC"/>
    <w:rsid w:val="0010123D"/>
    <w:rsid w:val="001014C9"/>
    <w:rsid w:val="001017BB"/>
    <w:rsid w:val="001019B7"/>
    <w:rsid w:val="00102788"/>
    <w:rsid w:val="00103B59"/>
    <w:rsid w:val="001041ED"/>
    <w:rsid w:val="00106761"/>
    <w:rsid w:val="00106B0F"/>
    <w:rsid w:val="001079B6"/>
    <w:rsid w:val="00110176"/>
    <w:rsid w:val="00110611"/>
    <w:rsid w:val="00111306"/>
    <w:rsid w:val="00111ADA"/>
    <w:rsid w:val="00111C0A"/>
    <w:rsid w:val="001120A0"/>
    <w:rsid w:val="001123F7"/>
    <w:rsid w:val="00112D3C"/>
    <w:rsid w:val="00112E53"/>
    <w:rsid w:val="0011378F"/>
    <w:rsid w:val="00113AAB"/>
    <w:rsid w:val="00113B62"/>
    <w:rsid w:val="001151CC"/>
    <w:rsid w:val="00115EE6"/>
    <w:rsid w:val="00116AB4"/>
    <w:rsid w:val="00116C7A"/>
    <w:rsid w:val="00117209"/>
    <w:rsid w:val="00117321"/>
    <w:rsid w:val="001202E1"/>
    <w:rsid w:val="001203A7"/>
    <w:rsid w:val="0012054A"/>
    <w:rsid w:val="001205D2"/>
    <w:rsid w:val="00120EDF"/>
    <w:rsid w:val="00121838"/>
    <w:rsid w:val="00121CAC"/>
    <w:rsid w:val="0012205A"/>
    <w:rsid w:val="0012266B"/>
    <w:rsid w:val="00123092"/>
    <w:rsid w:val="00123242"/>
    <w:rsid w:val="0012363D"/>
    <w:rsid w:val="00123C66"/>
    <w:rsid w:val="00123CD1"/>
    <w:rsid w:val="00124442"/>
    <w:rsid w:val="00124B08"/>
    <w:rsid w:val="00126FD3"/>
    <w:rsid w:val="00127201"/>
    <w:rsid w:val="00127A41"/>
    <w:rsid w:val="001302BD"/>
    <w:rsid w:val="0013038E"/>
    <w:rsid w:val="00131092"/>
    <w:rsid w:val="001315EF"/>
    <w:rsid w:val="00131E94"/>
    <w:rsid w:val="00132573"/>
    <w:rsid w:val="00132908"/>
    <w:rsid w:val="00132B09"/>
    <w:rsid w:val="001342EA"/>
    <w:rsid w:val="00134A8F"/>
    <w:rsid w:val="00135BA0"/>
    <w:rsid w:val="00135CA0"/>
    <w:rsid w:val="00136129"/>
    <w:rsid w:val="001365EF"/>
    <w:rsid w:val="0013672A"/>
    <w:rsid w:val="00136854"/>
    <w:rsid w:val="00136D68"/>
    <w:rsid w:val="00137A9E"/>
    <w:rsid w:val="00140ED5"/>
    <w:rsid w:val="00141573"/>
    <w:rsid w:val="00141606"/>
    <w:rsid w:val="00142147"/>
    <w:rsid w:val="001435E3"/>
    <w:rsid w:val="00143B93"/>
    <w:rsid w:val="00143F87"/>
    <w:rsid w:val="00144297"/>
    <w:rsid w:val="00144950"/>
    <w:rsid w:val="00145154"/>
    <w:rsid w:val="00145B08"/>
    <w:rsid w:val="00146435"/>
    <w:rsid w:val="0014656C"/>
    <w:rsid w:val="0014690F"/>
    <w:rsid w:val="001471E2"/>
    <w:rsid w:val="001476ED"/>
    <w:rsid w:val="00150827"/>
    <w:rsid w:val="00151784"/>
    <w:rsid w:val="00151A47"/>
    <w:rsid w:val="00152042"/>
    <w:rsid w:val="001534B0"/>
    <w:rsid w:val="00153745"/>
    <w:rsid w:val="0015506A"/>
    <w:rsid w:val="0015581C"/>
    <w:rsid w:val="00156130"/>
    <w:rsid w:val="001567D2"/>
    <w:rsid w:val="00156FEA"/>
    <w:rsid w:val="001576D9"/>
    <w:rsid w:val="00157AC9"/>
    <w:rsid w:val="00161063"/>
    <w:rsid w:val="00161B85"/>
    <w:rsid w:val="001644ED"/>
    <w:rsid w:val="00164FCF"/>
    <w:rsid w:val="001662EE"/>
    <w:rsid w:val="00166B86"/>
    <w:rsid w:val="001672C5"/>
    <w:rsid w:val="001678C9"/>
    <w:rsid w:val="001719D1"/>
    <w:rsid w:val="00171ED9"/>
    <w:rsid w:val="0017200A"/>
    <w:rsid w:val="00172122"/>
    <w:rsid w:val="00172584"/>
    <w:rsid w:val="00172706"/>
    <w:rsid w:val="00172936"/>
    <w:rsid w:val="0017356B"/>
    <w:rsid w:val="00173FAF"/>
    <w:rsid w:val="0017449D"/>
    <w:rsid w:val="0017511C"/>
    <w:rsid w:val="00175A39"/>
    <w:rsid w:val="00175D69"/>
    <w:rsid w:val="0017603E"/>
    <w:rsid w:val="0017639B"/>
    <w:rsid w:val="00176BD7"/>
    <w:rsid w:val="00176BF1"/>
    <w:rsid w:val="00177625"/>
    <w:rsid w:val="00177748"/>
    <w:rsid w:val="00177C15"/>
    <w:rsid w:val="00177EE5"/>
    <w:rsid w:val="0018081A"/>
    <w:rsid w:val="00181408"/>
    <w:rsid w:val="00181531"/>
    <w:rsid w:val="00181C61"/>
    <w:rsid w:val="00181DA2"/>
    <w:rsid w:val="00181FE2"/>
    <w:rsid w:val="00185166"/>
    <w:rsid w:val="00185414"/>
    <w:rsid w:val="0018577B"/>
    <w:rsid w:val="0018612A"/>
    <w:rsid w:val="001866EA"/>
    <w:rsid w:val="00186921"/>
    <w:rsid w:val="00186C55"/>
    <w:rsid w:val="00187882"/>
    <w:rsid w:val="00187A9B"/>
    <w:rsid w:val="00187E92"/>
    <w:rsid w:val="00190119"/>
    <w:rsid w:val="001901CD"/>
    <w:rsid w:val="00194E9D"/>
    <w:rsid w:val="00194ECF"/>
    <w:rsid w:val="00195563"/>
    <w:rsid w:val="001958F0"/>
    <w:rsid w:val="0019592D"/>
    <w:rsid w:val="00196E4F"/>
    <w:rsid w:val="00197416"/>
    <w:rsid w:val="0019751D"/>
    <w:rsid w:val="00197F88"/>
    <w:rsid w:val="001A1553"/>
    <w:rsid w:val="001A1612"/>
    <w:rsid w:val="001A1CB5"/>
    <w:rsid w:val="001A2195"/>
    <w:rsid w:val="001A27B9"/>
    <w:rsid w:val="001A2ED0"/>
    <w:rsid w:val="001A30BA"/>
    <w:rsid w:val="001A314E"/>
    <w:rsid w:val="001A32CB"/>
    <w:rsid w:val="001A34B8"/>
    <w:rsid w:val="001A3A39"/>
    <w:rsid w:val="001A406E"/>
    <w:rsid w:val="001A40FC"/>
    <w:rsid w:val="001A4E74"/>
    <w:rsid w:val="001A5784"/>
    <w:rsid w:val="001A58A4"/>
    <w:rsid w:val="001A60EC"/>
    <w:rsid w:val="001A67E5"/>
    <w:rsid w:val="001A6E94"/>
    <w:rsid w:val="001A7713"/>
    <w:rsid w:val="001A7A7F"/>
    <w:rsid w:val="001B0690"/>
    <w:rsid w:val="001B0831"/>
    <w:rsid w:val="001B0B7E"/>
    <w:rsid w:val="001B182E"/>
    <w:rsid w:val="001B194C"/>
    <w:rsid w:val="001B1CB5"/>
    <w:rsid w:val="001B1CD1"/>
    <w:rsid w:val="001B2388"/>
    <w:rsid w:val="001B2BAD"/>
    <w:rsid w:val="001B2C7D"/>
    <w:rsid w:val="001B307E"/>
    <w:rsid w:val="001B381A"/>
    <w:rsid w:val="001B4FA6"/>
    <w:rsid w:val="001B5098"/>
    <w:rsid w:val="001B5377"/>
    <w:rsid w:val="001B5707"/>
    <w:rsid w:val="001B59AE"/>
    <w:rsid w:val="001B5DE1"/>
    <w:rsid w:val="001B6404"/>
    <w:rsid w:val="001B74BD"/>
    <w:rsid w:val="001C042D"/>
    <w:rsid w:val="001C0A7D"/>
    <w:rsid w:val="001C12CB"/>
    <w:rsid w:val="001C1B84"/>
    <w:rsid w:val="001C1BFB"/>
    <w:rsid w:val="001C1C9A"/>
    <w:rsid w:val="001C37A1"/>
    <w:rsid w:val="001C37D4"/>
    <w:rsid w:val="001C38FA"/>
    <w:rsid w:val="001C3CB5"/>
    <w:rsid w:val="001C3E7B"/>
    <w:rsid w:val="001C443D"/>
    <w:rsid w:val="001C4724"/>
    <w:rsid w:val="001C4AC3"/>
    <w:rsid w:val="001C5116"/>
    <w:rsid w:val="001C5C54"/>
    <w:rsid w:val="001C666C"/>
    <w:rsid w:val="001C6AE7"/>
    <w:rsid w:val="001C6D8A"/>
    <w:rsid w:val="001C6E99"/>
    <w:rsid w:val="001C76F0"/>
    <w:rsid w:val="001C7888"/>
    <w:rsid w:val="001D023D"/>
    <w:rsid w:val="001D109A"/>
    <w:rsid w:val="001D16B8"/>
    <w:rsid w:val="001D21DD"/>
    <w:rsid w:val="001D2276"/>
    <w:rsid w:val="001D2869"/>
    <w:rsid w:val="001D3117"/>
    <w:rsid w:val="001D3ADD"/>
    <w:rsid w:val="001D46BF"/>
    <w:rsid w:val="001D4C62"/>
    <w:rsid w:val="001D5346"/>
    <w:rsid w:val="001D5A80"/>
    <w:rsid w:val="001D616C"/>
    <w:rsid w:val="001D6773"/>
    <w:rsid w:val="001E20D0"/>
    <w:rsid w:val="001E2667"/>
    <w:rsid w:val="001E39EA"/>
    <w:rsid w:val="001E3DA9"/>
    <w:rsid w:val="001E4046"/>
    <w:rsid w:val="001E4479"/>
    <w:rsid w:val="001E48D9"/>
    <w:rsid w:val="001E55B9"/>
    <w:rsid w:val="001E57FA"/>
    <w:rsid w:val="001E5BCA"/>
    <w:rsid w:val="001E5EB1"/>
    <w:rsid w:val="001E6153"/>
    <w:rsid w:val="001E6545"/>
    <w:rsid w:val="001E6622"/>
    <w:rsid w:val="001E70A0"/>
    <w:rsid w:val="001E7BD4"/>
    <w:rsid w:val="001E7E03"/>
    <w:rsid w:val="001F033E"/>
    <w:rsid w:val="001F0408"/>
    <w:rsid w:val="001F19E8"/>
    <w:rsid w:val="001F1AD2"/>
    <w:rsid w:val="001F2F70"/>
    <w:rsid w:val="001F307B"/>
    <w:rsid w:val="001F3546"/>
    <w:rsid w:val="001F3E73"/>
    <w:rsid w:val="001F7589"/>
    <w:rsid w:val="001F7FAB"/>
    <w:rsid w:val="0020072A"/>
    <w:rsid w:val="00200FAC"/>
    <w:rsid w:val="00201445"/>
    <w:rsid w:val="00201654"/>
    <w:rsid w:val="002016CB"/>
    <w:rsid w:val="00201A89"/>
    <w:rsid w:val="002027A8"/>
    <w:rsid w:val="00202AE6"/>
    <w:rsid w:val="002030B2"/>
    <w:rsid w:val="00203820"/>
    <w:rsid w:val="00203A72"/>
    <w:rsid w:val="00203BB9"/>
    <w:rsid w:val="00203EF1"/>
    <w:rsid w:val="00204058"/>
    <w:rsid w:val="0020439A"/>
    <w:rsid w:val="002044F6"/>
    <w:rsid w:val="00204634"/>
    <w:rsid w:val="00204EC3"/>
    <w:rsid w:val="002053AC"/>
    <w:rsid w:val="0020595C"/>
    <w:rsid w:val="00206827"/>
    <w:rsid w:val="00206F7B"/>
    <w:rsid w:val="002073B8"/>
    <w:rsid w:val="0020772A"/>
    <w:rsid w:val="00210C0A"/>
    <w:rsid w:val="00211543"/>
    <w:rsid w:val="00212001"/>
    <w:rsid w:val="00212280"/>
    <w:rsid w:val="002129C9"/>
    <w:rsid w:val="00212C68"/>
    <w:rsid w:val="002136A4"/>
    <w:rsid w:val="00213749"/>
    <w:rsid w:val="0021400D"/>
    <w:rsid w:val="0021490F"/>
    <w:rsid w:val="00214AFB"/>
    <w:rsid w:val="00214B44"/>
    <w:rsid w:val="00214B59"/>
    <w:rsid w:val="00215997"/>
    <w:rsid w:val="00215DBB"/>
    <w:rsid w:val="002171D8"/>
    <w:rsid w:val="00217574"/>
    <w:rsid w:val="00221B9D"/>
    <w:rsid w:val="0022219D"/>
    <w:rsid w:val="00222A06"/>
    <w:rsid w:val="00222AE3"/>
    <w:rsid w:val="0022314F"/>
    <w:rsid w:val="00224E35"/>
    <w:rsid w:val="0022508B"/>
    <w:rsid w:val="002250D0"/>
    <w:rsid w:val="00225155"/>
    <w:rsid w:val="002252DF"/>
    <w:rsid w:val="00225728"/>
    <w:rsid w:val="0022606C"/>
    <w:rsid w:val="002269F8"/>
    <w:rsid w:val="00227741"/>
    <w:rsid w:val="002302B5"/>
    <w:rsid w:val="00230325"/>
    <w:rsid w:val="002304AC"/>
    <w:rsid w:val="002307AA"/>
    <w:rsid w:val="00231AAE"/>
    <w:rsid w:val="00232357"/>
    <w:rsid w:val="002323A7"/>
    <w:rsid w:val="00232A6F"/>
    <w:rsid w:val="00233C1F"/>
    <w:rsid w:val="002343DC"/>
    <w:rsid w:val="002349D8"/>
    <w:rsid w:val="00235ACB"/>
    <w:rsid w:val="00235B87"/>
    <w:rsid w:val="00236CA5"/>
    <w:rsid w:val="00236FB2"/>
    <w:rsid w:val="0023764B"/>
    <w:rsid w:val="0024043A"/>
    <w:rsid w:val="00240843"/>
    <w:rsid w:val="00240D95"/>
    <w:rsid w:val="00240D96"/>
    <w:rsid w:val="0024175C"/>
    <w:rsid w:val="00241963"/>
    <w:rsid w:val="00241FCA"/>
    <w:rsid w:val="00241FE9"/>
    <w:rsid w:val="002432A3"/>
    <w:rsid w:val="002435DF"/>
    <w:rsid w:val="00243BC0"/>
    <w:rsid w:val="00244FA7"/>
    <w:rsid w:val="00245844"/>
    <w:rsid w:val="00245941"/>
    <w:rsid w:val="00245ECE"/>
    <w:rsid w:val="00246002"/>
    <w:rsid w:val="002462DE"/>
    <w:rsid w:val="002469A8"/>
    <w:rsid w:val="00246DFE"/>
    <w:rsid w:val="00247350"/>
    <w:rsid w:val="00247F2D"/>
    <w:rsid w:val="0025035E"/>
    <w:rsid w:val="002503D2"/>
    <w:rsid w:val="0025101A"/>
    <w:rsid w:val="00251124"/>
    <w:rsid w:val="00251396"/>
    <w:rsid w:val="00251E50"/>
    <w:rsid w:val="00252311"/>
    <w:rsid w:val="002524E7"/>
    <w:rsid w:val="00254820"/>
    <w:rsid w:val="00255C52"/>
    <w:rsid w:val="00257578"/>
    <w:rsid w:val="00260002"/>
    <w:rsid w:val="00260035"/>
    <w:rsid w:val="00260925"/>
    <w:rsid w:val="00260B48"/>
    <w:rsid w:val="00260DCA"/>
    <w:rsid w:val="002613B0"/>
    <w:rsid w:val="002616BC"/>
    <w:rsid w:val="002619CA"/>
    <w:rsid w:val="002619D0"/>
    <w:rsid w:val="0026387C"/>
    <w:rsid w:val="00263B1D"/>
    <w:rsid w:val="0026436D"/>
    <w:rsid w:val="00264559"/>
    <w:rsid w:val="002645BC"/>
    <w:rsid w:val="00264638"/>
    <w:rsid w:val="00264D5C"/>
    <w:rsid w:val="00265211"/>
    <w:rsid w:val="00265942"/>
    <w:rsid w:val="002663F2"/>
    <w:rsid w:val="00266BED"/>
    <w:rsid w:val="00266F92"/>
    <w:rsid w:val="0026714E"/>
    <w:rsid w:val="00267873"/>
    <w:rsid w:val="00270C7C"/>
    <w:rsid w:val="00271692"/>
    <w:rsid w:val="002719BE"/>
    <w:rsid w:val="00271FEB"/>
    <w:rsid w:val="0027288F"/>
    <w:rsid w:val="00272945"/>
    <w:rsid w:val="00273832"/>
    <w:rsid w:val="00275F17"/>
    <w:rsid w:val="00276494"/>
    <w:rsid w:val="00276F3C"/>
    <w:rsid w:val="00277447"/>
    <w:rsid w:val="00277819"/>
    <w:rsid w:val="002805E4"/>
    <w:rsid w:val="002806A3"/>
    <w:rsid w:val="002806ED"/>
    <w:rsid w:val="0028085E"/>
    <w:rsid w:val="0028118E"/>
    <w:rsid w:val="00281428"/>
    <w:rsid w:val="00281A4B"/>
    <w:rsid w:val="00282100"/>
    <w:rsid w:val="002822AD"/>
    <w:rsid w:val="00282A5F"/>
    <w:rsid w:val="00283A6A"/>
    <w:rsid w:val="0028477D"/>
    <w:rsid w:val="00284AA8"/>
    <w:rsid w:val="00284F88"/>
    <w:rsid w:val="00284FC9"/>
    <w:rsid w:val="002857DE"/>
    <w:rsid w:val="002858CA"/>
    <w:rsid w:val="002860BC"/>
    <w:rsid w:val="0028757F"/>
    <w:rsid w:val="002904F0"/>
    <w:rsid w:val="00291BE1"/>
    <w:rsid w:val="00292212"/>
    <w:rsid w:val="002923CD"/>
    <w:rsid w:val="00292E84"/>
    <w:rsid w:val="0029354E"/>
    <w:rsid w:val="002937D9"/>
    <w:rsid w:val="00294427"/>
    <w:rsid w:val="00294AF9"/>
    <w:rsid w:val="00294B14"/>
    <w:rsid w:val="00295387"/>
    <w:rsid w:val="002955FB"/>
    <w:rsid w:val="00295811"/>
    <w:rsid w:val="00295AC1"/>
    <w:rsid w:val="002961A1"/>
    <w:rsid w:val="0029676E"/>
    <w:rsid w:val="00297B11"/>
    <w:rsid w:val="00297F7D"/>
    <w:rsid w:val="002A0518"/>
    <w:rsid w:val="002A1199"/>
    <w:rsid w:val="002A1239"/>
    <w:rsid w:val="002A27AA"/>
    <w:rsid w:val="002A3C8B"/>
    <w:rsid w:val="002A4981"/>
    <w:rsid w:val="002A4A1E"/>
    <w:rsid w:val="002A4ECD"/>
    <w:rsid w:val="002A58B5"/>
    <w:rsid w:val="002A5960"/>
    <w:rsid w:val="002A5B14"/>
    <w:rsid w:val="002A611C"/>
    <w:rsid w:val="002B0262"/>
    <w:rsid w:val="002B03B5"/>
    <w:rsid w:val="002B0BCD"/>
    <w:rsid w:val="002B0C63"/>
    <w:rsid w:val="002B18A3"/>
    <w:rsid w:val="002B1967"/>
    <w:rsid w:val="002B1EF9"/>
    <w:rsid w:val="002B2099"/>
    <w:rsid w:val="002B21CD"/>
    <w:rsid w:val="002B29BF"/>
    <w:rsid w:val="002B30C4"/>
    <w:rsid w:val="002B4C02"/>
    <w:rsid w:val="002B5055"/>
    <w:rsid w:val="002B5C87"/>
    <w:rsid w:val="002B63BC"/>
    <w:rsid w:val="002B66B5"/>
    <w:rsid w:val="002B79D1"/>
    <w:rsid w:val="002B7EF9"/>
    <w:rsid w:val="002C09D2"/>
    <w:rsid w:val="002C09D3"/>
    <w:rsid w:val="002C0C47"/>
    <w:rsid w:val="002C1A41"/>
    <w:rsid w:val="002C2953"/>
    <w:rsid w:val="002C29C7"/>
    <w:rsid w:val="002C2C1A"/>
    <w:rsid w:val="002C3B49"/>
    <w:rsid w:val="002C3B67"/>
    <w:rsid w:val="002C3FBF"/>
    <w:rsid w:val="002C5183"/>
    <w:rsid w:val="002C5C07"/>
    <w:rsid w:val="002C6CD0"/>
    <w:rsid w:val="002C7706"/>
    <w:rsid w:val="002D064D"/>
    <w:rsid w:val="002D147D"/>
    <w:rsid w:val="002D1992"/>
    <w:rsid w:val="002D1AA5"/>
    <w:rsid w:val="002D1C1E"/>
    <w:rsid w:val="002D2DBB"/>
    <w:rsid w:val="002D31AD"/>
    <w:rsid w:val="002D32B4"/>
    <w:rsid w:val="002D38EA"/>
    <w:rsid w:val="002D3C91"/>
    <w:rsid w:val="002D501D"/>
    <w:rsid w:val="002D56FF"/>
    <w:rsid w:val="002D5B50"/>
    <w:rsid w:val="002D5FB7"/>
    <w:rsid w:val="002D63EB"/>
    <w:rsid w:val="002D6F3C"/>
    <w:rsid w:val="002D726F"/>
    <w:rsid w:val="002D7D89"/>
    <w:rsid w:val="002E0815"/>
    <w:rsid w:val="002E095A"/>
    <w:rsid w:val="002E0A01"/>
    <w:rsid w:val="002E1310"/>
    <w:rsid w:val="002E3B46"/>
    <w:rsid w:val="002E4488"/>
    <w:rsid w:val="002E50EF"/>
    <w:rsid w:val="002E5381"/>
    <w:rsid w:val="002E5727"/>
    <w:rsid w:val="002E645D"/>
    <w:rsid w:val="002E68BE"/>
    <w:rsid w:val="002E74C6"/>
    <w:rsid w:val="002F0619"/>
    <w:rsid w:val="002F0D35"/>
    <w:rsid w:val="002F1186"/>
    <w:rsid w:val="002F13A8"/>
    <w:rsid w:val="002F1EF1"/>
    <w:rsid w:val="002F2FA7"/>
    <w:rsid w:val="002F336E"/>
    <w:rsid w:val="002F3ACA"/>
    <w:rsid w:val="002F3FF5"/>
    <w:rsid w:val="002F41EA"/>
    <w:rsid w:val="002F4F32"/>
    <w:rsid w:val="002F5CAC"/>
    <w:rsid w:val="002F6390"/>
    <w:rsid w:val="002F7291"/>
    <w:rsid w:val="002F7756"/>
    <w:rsid w:val="00300068"/>
    <w:rsid w:val="0030048F"/>
    <w:rsid w:val="00300815"/>
    <w:rsid w:val="00300F85"/>
    <w:rsid w:val="003013FF"/>
    <w:rsid w:val="00301895"/>
    <w:rsid w:val="00301E9B"/>
    <w:rsid w:val="003022BF"/>
    <w:rsid w:val="00303417"/>
    <w:rsid w:val="0030531C"/>
    <w:rsid w:val="003057AB"/>
    <w:rsid w:val="00305AB7"/>
    <w:rsid w:val="0030619C"/>
    <w:rsid w:val="003072DC"/>
    <w:rsid w:val="00307D9E"/>
    <w:rsid w:val="00310BCB"/>
    <w:rsid w:val="0031103C"/>
    <w:rsid w:val="00311A0D"/>
    <w:rsid w:val="00311CC9"/>
    <w:rsid w:val="003124BE"/>
    <w:rsid w:val="00312C69"/>
    <w:rsid w:val="00312FB6"/>
    <w:rsid w:val="00313178"/>
    <w:rsid w:val="00314257"/>
    <w:rsid w:val="00314AA1"/>
    <w:rsid w:val="00315903"/>
    <w:rsid w:val="00315A94"/>
    <w:rsid w:val="0031638C"/>
    <w:rsid w:val="003167D5"/>
    <w:rsid w:val="0031799C"/>
    <w:rsid w:val="00320208"/>
    <w:rsid w:val="003203D0"/>
    <w:rsid w:val="003207BB"/>
    <w:rsid w:val="00320A6C"/>
    <w:rsid w:val="0032210B"/>
    <w:rsid w:val="0032221E"/>
    <w:rsid w:val="00322333"/>
    <w:rsid w:val="00322C40"/>
    <w:rsid w:val="0032309A"/>
    <w:rsid w:val="00323589"/>
    <w:rsid w:val="0032559D"/>
    <w:rsid w:val="00325C30"/>
    <w:rsid w:val="0032612B"/>
    <w:rsid w:val="0032639D"/>
    <w:rsid w:val="00326436"/>
    <w:rsid w:val="00326519"/>
    <w:rsid w:val="00326C69"/>
    <w:rsid w:val="00327020"/>
    <w:rsid w:val="0032716E"/>
    <w:rsid w:val="0032761B"/>
    <w:rsid w:val="0033016C"/>
    <w:rsid w:val="0033022E"/>
    <w:rsid w:val="00331D5D"/>
    <w:rsid w:val="00332490"/>
    <w:rsid w:val="00333338"/>
    <w:rsid w:val="003340C9"/>
    <w:rsid w:val="003346A6"/>
    <w:rsid w:val="003350FE"/>
    <w:rsid w:val="00335718"/>
    <w:rsid w:val="003359DE"/>
    <w:rsid w:val="00335CFF"/>
    <w:rsid w:val="0033600E"/>
    <w:rsid w:val="00336C96"/>
    <w:rsid w:val="00336E64"/>
    <w:rsid w:val="0033719D"/>
    <w:rsid w:val="003377A5"/>
    <w:rsid w:val="00337994"/>
    <w:rsid w:val="0034001B"/>
    <w:rsid w:val="0034010C"/>
    <w:rsid w:val="003411DC"/>
    <w:rsid w:val="0034126C"/>
    <w:rsid w:val="0034154B"/>
    <w:rsid w:val="00343885"/>
    <w:rsid w:val="00343925"/>
    <w:rsid w:val="00343FF7"/>
    <w:rsid w:val="00345330"/>
    <w:rsid w:val="00345A90"/>
    <w:rsid w:val="00345AF2"/>
    <w:rsid w:val="00345E59"/>
    <w:rsid w:val="00345E87"/>
    <w:rsid w:val="00346052"/>
    <w:rsid w:val="00346C8C"/>
    <w:rsid w:val="00346DE9"/>
    <w:rsid w:val="00347D52"/>
    <w:rsid w:val="003507F0"/>
    <w:rsid w:val="003510D2"/>
    <w:rsid w:val="003518C6"/>
    <w:rsid w:val="0035196B"/>
    <w:rsid w:val="003520A0"/>
    <w:rsid w:val="003521C7"/>
    <w:rsid w:val="003529E1"/>
    <w:rsid w:val="00353A35"/>
    <w:rsid w:val="00353E67"/>
    <w:rsid w:val="00354142"/>
    <w:rsid w:val="003557CD"/>
    <w:rsid w:val="00356EB8"/>
    <w:rsid w:val="00357119"/>
    <w:rsid w:val="00357539"/>
    <w:rsid w:val="00357695"/>
    <w:rsid w:val="00360857"/>
    <w:rsid w:val="00361509"/>
    <w:rsid w:val="003619AE"/>
    <w:rsid w:val="0036237E"/>
    <w:rsid w:val="00362681"/>
    <w:rsid w:val="00362890"/>
    <w:rsid w:val="00363B77"/>
    <w:rsid w:val="00364A01"/>
    <w:rsid w:val="003658F1"/>
    <w:rsid w:val="003677C1"/>
    <w:rsid w:val="0037007F"/>
    <w:rsid w:val="0037083A"/>
    <w:rsid w:val="00371BE2"/>
    <w:rsid w:val="00371D3B"/>
    <w:rsid w:val="00372615"/>
    <w:rsid w:val="0037365C"/>
    <w:rsid w:val="00373C27"/>
    <w:rsid w:val="003746DC"/>
    <w:rsid w:val="003746ED"/>
    <w:rsid w:val="00374935"/>
    <w:rsid w:val="0037525F"/>
    <w:rsid w:val="00375EA2"/>
    <w:rsid w:val="00376530"/>
    <w:rsid w:val="00377A03"/>
    <w:rsid w:val="00377AE9"/>
    <w:rsid w:val="00377B0E"/>
    <w:rsid w:val="00377D84"/>
    <w:rsid w:val="00380B3E"/>
    <w:rsid w:val="00380CCD"/>
    <w:rsid w:val="0038140A"/>
    <w:rsid w:val="00381ED9"/>
    <w:rsid w:val="003822A7"/>
    <w:rsid w:val="00382B00"/>
    <w:rsid w:val="0038311F"/>
    <w:rsid w:val="00383668"/>
    <w:rsid w:val="003837F9"/>
    <w:rsid w:val="003850A1"/>
    <w:rsid w:val="00385461"/>
    <w:rsid w:val="003855D7"/>
    <w:rsid w:val="00385734"/>
    <w:rsid w:val="00385D8F"/>
    <w:rsid w:val="0038627B"/>
    <w:rsid w:val="003873A3"/>
    <w:rsid w:val="003874E5"/>
    <w:rsid w:val="00387D06"/>
    <w:rsid w:val="00391CC1"/>
    <w:rsid w:val="00391CF0"/>
    <w:rsid w:val="00392281"/>
    <w:rsid w:val="003934B7"/>
    <w:rsid w:val="00393685"/>
    <w:rsid w:val="00393A4B"/>
    <w:rsid w:val="00393D9B"/>
    <w:rsid w:val="00394A67"/>
    <w:rsid w:val="003957D3"/>
    <w:rsid w:val="00396A49"/>
    <w:rsid w:val="00396A7B"/>
    <w:rsid w:val="00397906"/>
    <w:rsid w:val="003A02B7"/>
    <w:rsid w:val="003A0DF8"/>
    <w:rsid w:val="003A2076"/>
    <w:rsid w:val="003A211F"/>
    <w:rsid w:val="003A214A"/>
    <w:rsid w:val="003A2351"/>
    <w:rsid w:val="003A2CD9"/>
    <w:rsid w:val="003A3085"/>
    <w:rsid w:val="003A313C"/>
    <w:rsid w:val="003A34BC"/>
    <w:rsid w:val="003A3F67"/>
    <w:rsid w:val="003A4171"/>
    <w:rsid w:val="003A4205"/>
    <w:rsid w:val="003A4CDB"/>
    <w:rsid w:val="003A5FE8"/>
    <w:rsid w:val="003A7660"/>
    <w:rsid w:val="003A793E"/>
    <w:rsid w:val="003B0033"/>
    <w:rsid w:val="003B05F3"/>
    <w:rsid w:val="003B0699"/>
    <w:rsid w:val="003B0798"/>
    <w:rsid w:val="003B0CB3"/>
    <w:rsid w:val="003B0DC4"/>
    <w:rsid w:val="003B178D"/>
    <w:rsid w:val="003B2428"/>
    <w:rsid w:val="003B30CC"/>
    <w:rsid w:val="003B36EE"/>
    <w:rsid w:val="003B3BEA"/>
    <w:rsid w:val="003B3E92"/>
    <w:rsid w:val="003B5CAA"/>
    <w:rsid w:val="003B612D"/>
    <w:rsid w:val="003B6298"/>
    <w:rsid w:val="003B6AEE"/>
    <w:rsid w:val="003B709C"/>
    <w:rsid w:val="003B77B5"/>
    <w:rsid w:val="003C00B3"/>
    <w:rsid w:val="003C00D0"/>
    <w:rsid w:val="003C1306"/>
    <w:rsid w:val="003C1E22"/>
    <w:rsid w:val="003C2623"/>
    <w:rsid w:val="003C2DBF"/>
    <w:rsid w:val="003C3780"/>
    <w:rsid w:val="003C37A0"/>
    <w:rsid w:val="003C3A98"/>
    <w:rsid w:val="003C3D68"/>
    <w:rsid w:val="003C3DA7"/>
    <w:rsid w:val="003C413B"/>
    <w:rsid w:val="003C50BF"/>
    <w:rsid w:val="003C761A"/>
    <w:rsid w:val="003D094D"/>
    <w:rsid w:val="003D0E50"/>
    <w:rsid w:val="003D17F7"/>
    <w:rsid w:val="003D2DA0"/>
    <w:rsid w:val="003D3342"/>
    <w:rsid w:val="003D33E2"/>
    <w:rsid w:val="003D3C1F"/>
    <w:rsid w:val="003D3F3F"/>
    <w:rsid w:val="003D4CB9"/>
    <w:rsid w:val="003D55AA"/>
    <w:rsid w:val="003D5B87"/>
    <w:rsid w:val="003D6759"/>
    <w:rsid w:val="003D675E"/>
    <w:rsid w:val="003D6DB9"/>
    <w:rsid w:val="003D76C7"/>
    <w:rsid w:val="003D7C0C"/>
    <w:rsid w:val="003D7C7C"/>
    <w:rsid w:val="003E113B"/>
    <w:rsid w:val="003E268F"/>
    <w:rsid w:val="003E3851"/>
    <w:rsid w:val="003E404B"/>
    <w:rsid w:val="003E41E3"/>
    <w:rsid w:val="003E4DEC"/>
    <w:rsid w:val="003E5342"/>
    <w:rsid w:val="003E6312"/>
    <w:rsid w:val="003E6FA6"/>
    <w:rsid w:val="003E70EB"/>
    <w:rsid w:val="003E7984"/>
    <w:rsid w:val="003E7B43"/>
    <w:rsid w:val="003E7EBD"/>
    <w:rsid w:val="003E7F29"/>
    <w:rsid w:val="003F108E"/>
    <w:rsid w:val="003F11FC"/>
    <w:rsid w:val="003F2731"/>
    <w:rsid w:val="003F30DC"/>
    <w:rsid w:val="003F56D8"/>
    <w:rsid w:val="003F59DE"/>
    <w:rsid w:val="003F5FA2"/>
    <w:rsid w:val="003F7726"/>
    <w:rsid w:val="004004CC"/>
    <w:rsid w:val="00400AE1"/>
    <w:rsid w:val="00401088"/>
    <w:rsid w:val="004018EF"/>
    <w:rsid w:val="0040212A"/>
    <w:rsid w:val="0040347A"/>
    <w:rsid w:val="00403BC6"/>
    <w:rsid w:val="00404AE9"/>
    <w:rsid w:val="0040606B"/>
    <w:rsid w:val="004062E8"/>
    <w:rsid w:val="00406D1D"/>
    <w:rsid w:val="00407062"/>
    <w:rsid w:val="0040720A"/>
    <w:rsid w:val="0040792B"/>
    <w:rsid w:val="0041054A"/>
    <w:rsid w:val="00410CB8"/>
    <w:rsid w:val="0041137C"/>
    <w:rsid w:val="004117B2"/>
    <w:rsid w:val="00411835"/>
    <w:rsid w:val="00411B46"/>
    <w:rsid w:val="00411B7C"/>
    <w:rsid w:val="004129E1"/>
    <w:rsid w:val="00413D70"/>
    <w:rsid w:val="00415C62"/>
    <w:rsid w:val="00417A63"/>
    <w:rsid w:val="00420162"/>
    <w:rsid w:val="00420300"/>
    <w:rsid w:val="00420960"/>
    <w:rsid w:val="00420F05"/>
    <w:rsid w:val="00420FE1"/>
    <w:rsid w:val="004210FA"/>
    <w:rsid w:val="00421433"/>
    <w:rsid w:val="00421F65"/>
    <w:rsid w:val="004227A4"/>
    <w:rsid w:val="00422A6E"/>
    <w:rsid w:val="00422D44"/>
    <w:rsid w:val="004231B0"/>
    <w:rsid w:val="004241DF"/>
    <w:rsid w:val="00425351"/>
    <w:rsid w:val="0042587B"/>
    <w:rsid w:val="00427063"/>
    <w:rsid w:val="00430B60"/>
    <w:rsid w:val="00430C54"/>
    <w:rsid w:val="00431239"/>
    <w:rsid w:val="00431B3A"/>
    <w:rsid w:val="00431EDF"/>
    <w:rsid w:val="00432CDA"/>
    <w:rsid w:val="00433E9E"/>
    <w:rsid w:val="0043438A"/>
    <w:rsid w:val="00436FC4"/>
    <w:rsid w:val="00437515"/>
    <w:rsid w:val="00437F50"/>
    <w:rsid w:val="00440DBD"/>
    <w:rsid w:val="00441646"/>
    <w:rsid w:val="00442AAD"/>
    <w:rsid w:val="004433B3"/>
    <w:rsid w:val="00443497"/>
    <w:rsid w:val="00443FF3"/>
    <w:rsid w:val="0044557F"/>
    <w:rsid w:val="0044575F"/>
    <w:rsid w:val="004465DD"/>
    <w:rsid w:val="00446767"/>
    <w:rsid w:val="00446D11"/>
    <w:rsid w:val="004470CF"/>
    <w:rsid w:val="004474AC"/>
    <w:rsid w:val="00447F52"/>
    <w:rsid w:val="004502F3"/>
    <w:rsid w:val="004507C6"/>
    <w:rsid w:val="004509F8"/>
    <w:rsid w:val="004523ED"/>
    <w:rsid w:val="0045315B"/>
    <w:rsid w:val="00453AD5"/>
    <w:rsid w:val="00453D2F"/>
    <w:rsid w:val="00453ED8"/>
    <w:rsid w:val="0045400E"/>
    <w:rsid w:val="0045473A"/>
    <w:rsid w:val="00455606"/>
    <w:rsid w:val="004566BC"/>
    <w:rsid w:val="004573C5"/>
    <w:rsid w:val="004576A1"/>
    <w:rsid w:val="004579CE"/>
    <w:rsid w:val="00457BC7"/>
    <w:rsid w:val="0046016D"/>
    <w:rsid w:val="004604B2"/>
    <w:rsid w:val="0046094D"/>
    <w:rsid w:val="0046174F"/>
    <w:rsid w:val="00461AC1"/>
    <w:rsid w:val="004629CF"/>
    <w:rsid w:val="00463604"/>
    <w:rsid w:val="00463FEC"/>
    <w:rsid w:val="00464A39"/>
    <w:rsid w:val="0046539E"/>
    <w:rsid w:val="004658A0"/>
    <w:rsid w:val="004658EA"/>
    <w:rsid w:val="00466536"/>
    <w:rsid w:val="004670D8"/>
    <w:rsid w:val="00467A41"/>
    <w:rsid w:val="004705F6"/>
    <w:rsid w:val="00471332"/>
    <w:rsid w:val="00471BA0"/>
    <w:rsid w:val="00472280"/>
    <w:rsid w:val="004736F8"/>
    <w:rsid w:val="00473725"/>
    <w:rsid w:val="00473CD6"/>
    <w:rsid w:val="00474223"/>
    <w:rsid w:val="00474F46"/>
    <w:rsid w:val="0047504D"/>
    <w:rsid w:val="00475480"/>
    <w:rsid w:val="00475847"/>
    <w:rsid w:val="00477117"/>
    <w:rsid w:val="00477600"/>
    <w:rsid w:val="00477E03"/>
    <w:rsid w:val="004806E3"/>
    <w:rsid w:val="00480BF5"/>
    <w:rsid w:val="00480C51"/>
    <w:rsid w:val="0048116B"/>
    <w:rsid w:val="00481BCC"/>
    <w:rsid w:val="00482146"/>
    <w:rsid w:val="00482768"/>
    <w:rsid w:val="0048282F"/>
    <w:rsid w:val="0048535B"/>
    <w:rsid w:val="00486B68"/>
    <w:rsid w:val="00486E2F"/>
    <w:rsid w:val="00486E7A"/>
    <w:rsid w:val="004872CF"/>
    <w:rsid w:val="0049006B"/>
    <w:rsid w:val="00491050"/>
    <w:rsid w:val="00491C78"/>
    <w:rsid w:val="00491E95"/>
    <w:rsid w:val="00492021"/>
    <w:rsid w:val="0049252E"/>
    <w:rsid w:val="004925CA"/>
    <w:rsid w:val="00492C4C"/>
    <w:rsid w:val="004933FC"/>
    <w:rsid w:val="00493B36"/>
    <w:rsid w:val="00493FE1"/>
    <w:rsid w:val="0049451E"/>
    <w:rsid w:val="00495867"/>
    <w:rsid w:val="004958D7"/>
    <w:rsid w:val="0049596E"/>
    <w:rsid w:val="0049618C"/>
    <w:rsid w:val="00496240"/>
    <w:rsid w:val="0049791C"/>
    <w:rsid w:val="00497BAB"/>
    <w:rsid w:val="004A0294"/>
    <w:rsid w:val="004A208B"/>
    <w:rsid w:val="004A2BC7"/>
    <w:rsid w:val="004A3335"/>
    <w:rsid w:val="004A33ED"/>
    <w:rsid w:val="004A35E8"/>
    <w:rsid w:val="004A3CED"/>
    <w:rsid w:val="004A42BF"/>
    <w:rsid w:val="004A4788"/>
    <w:rsid w:val="004A4DAF"/>
    <w:rsid w:val="004A5194"/>
    <w:rsid w:val="004A6B43"/>
    <w:rsid w:val="004A6DF9"/>
    <w:rsid w:val="004A7412"/>
    <w:rsid w:val="004B0178"/>
    <w:rsid w:val="004B0235"/>
    <w:rsid w:val="004B06E0"/>
    <w:rsid w:val="004B1769"/>
    <w:rsid w:val="004B187A"/>
    <w:rsid w:val="004B1F70"/>
    <w:rsid w:val="004B44D0"/>
    <w:rsid w:val="004B4581"/>
    <w:rsid w:val="004B45EF"/>
    <w:rsid w:val="004B4833"/>
    <w:rsid w:val="004B4B97"/>
    <w:rsid w:val="004B537B"/>
    <w:rsid w:val="004B5C28"/>
    <w:rsid w:val="004B60CD"/>
    <w:rsid w:val="004B64BF"/>
    <w:rsid w:val="004B654C"/>
    <w:rsid w:val="004B7B29"/>
    <w:rsid w:val="004C04A2"/>
    <w:rsid w:val="004C07B1"/>
    <w:rsid w:val="004C0FA8"/>
    <w:rsid w:val="004C1070"/>
    <w:rsid w:val="004C2FDC"/>
    <w:rsid w:val="004C3253"/>
    <w:rsid w:val="004C3B89"/>
    <w:rsid w:val="004C3F51"/>
    <w:rsid w:val="004C4BBF"/>
    <w:rsid w:val="004C517E"/>
    <w:rsid w:val="004C521D"/>
    <w:rsid w:val="004C5937"/>
    <w:rsid w:val="004C6428"/>
    <w:rsid w:val="004C6962"/>
    <w:rsid w:val="004C7F74"/>
    <w:rsid w:val="004D029B"/>
    <w:rsid w:val="004D0368"/>
    <w:rsid w:val="004D1C85"/>
    <w:rsid w:val="004D200C"/>
    <w:rsid w:val="004D2BE1"/>
    <w:rsid w:val="004D3BD6"/>
    <w:rsid w:val="004D45E3"/>
    <w:rsid w:val="004D46AE"/>
    <w:rsid w:val="004D46DB"/>
    <w:rsid w:val="004D47EC"/>
    <w:rsid w:val="004D5791"/>
    <w:rsid w:val="004D59D1"/>
    <w:rsid w:val="004D5C8D"/>
    <w:rsid w:val="004D5CB3"/>
    <w:rsid w:val="004D708F"/>
    <w:rsid w:val="004D77B8"/>
    <w:rsid w:val="004D7A47"/>
    <w:rsid w:val="004E0BEE"/>
    <w:rsid w:val="004E1B6B"/>
    <w:rsid w:val="004E24E0"/>
    <w:rsid w:val="004E2E73"/>
    <w:rsid w:val="004E3B75"/>
    <w:rsid w:val="004E407A"/>
    <w:rsid w:val="004E4556"/>
    <w:rsid w:val="004E47C5"/>
    <w:rsid w:val="004E49C0"/>
    <w:rsid w:val="004E4CC0"/>
    <w:rsid w:val="004E50FA"/>
    <w:rsid w:val="004E576C"/>
    <w:rsid w:val="004E5E9F"/>
    <w:rsid w:val="004E670D"/>
    <w:rsid w:val="004E6A8D"/>
    <w:rsid w:val="004E6F1E"/>
    <w:rsid w:val="004E7361"/>
    <w:rsid w:val="004F04D4"/>
    <w:rsid w:val="004F04FF"/>
    <w:rsid w:val="004F0984"/>
    <w:rsid w:val="004F0A64"/>
    <w:rsid w:val="004F0BDC"/>
    <w:rsid w:val="004F31D8"/>
    <w:rsid w:val="004F31E9"/>
    <w:rsid w:val="004F3EA9"/>
    <w:rsid w:val="004F4300"/>
    <w:rsid w:val="004F43C7"/>
    <w:rsid w:val="004F444B"/>
    <w:rsid w:val="004F5A53"/>
    <w:rsid w:val="004F642F"/>
    <w:rsid w:val="004F6675"/>
    <w:rsid w:val="004F6721"/>
    <w:rsid w:val="004F6745"/>
    <w:rsid w:val="004F6749"/>
    <w:rsid w:val="004F6A79"/>
    <w:rsid w:val="004F7FBC"/>
    <w:rsid w:val="00500851"/>
    <w:rsid w:val="00500D01"/>
    <w:rsid w:val="00500D2A"/>
    <w:rsid w:val="00501025"/>
    <w:rsid w:val="005050DB"/>
    <w:rsid w:val="00506476"/>
    <w:rsid w:val="0050652C"/>
    <w:rsid w:val="00506738"/>
    <w:rsid w:val="00506995"/>
    <w:rsid w:val="00507013"/>
    <w:rsid w:val="00507AC2"/>
    <w:rsid w:val="00510031"/>
    <w:rsid w:val="00510254"/>
    <w:rsid w:val="0051050B"/>
    <w:rsid w:val="00510936"/>
    <w:rsid w:val="00510F01"/>
    <w:rsid w:val="00511BDA"/>
    <w:rsid w:val="00511EC7"/>
    <w:rsid w:val="00511F3B"/>
    <w:rsid w:val="00512057"/>
    <w:rsid w:val="00512796"/>
    <w:rsid w:val="00512A04"/>
    <w:rsid w:val="00512E8F"/>
    <w:rsid w:val="00513671"/>
    <w:rsid w:val="00513B9F"/>
    <w:rsid w:val="00513D14"/>
    <w:rsid w:val="00513DD6"/>
    <w:rsid w:val="00514BC1"/>
    <w:rsid w:val="005151D8"/>
    <w:rsid w:val="00515402"/>
    <w:rsid w:val="00515B7D"/>
    <w:rsid w:val="005162D4"/>
    <w:rsid w:val="00517FCB"/>
    <w:rsid w:val="005208E8"/>
    <w:rsid w:val="00521A31"/>
    <w:rsid w:val="005237BD"/>
    <w:rsid w:val="005239C6"/>
    <w:rsid w:val="00523FCC"/>
    <w:rsid w:val="005244F6"/>
    <w:rsid w:val="0052553E"/>
    <w:rsid w:val="005257FF"/>
    <w:rsid w:val="00525987"/>
    <w:rsid w:val="00525F3C"/>
    <w:rsid w:val="005266B4"/>
    <w:rsid w:val="005270FA"/>
    <w:rsid w:val="00527124"/>
    <w:rsid w:val="00527240"/>
    <w:rsid w:val="00527B94"/>
    <w:rsid w:val="00527D5B"/>
    <w:rsid w:val="0053038E"/>
    <w:rsid w:val="0053050E"/>
    <w:rsid w:val="005308F5"/>
    <w:rsid w:val="00530A02"/>
    <w:rsid w:val="0053135E"/>
    <w:rsid w:val="00535344"/>
    <w:rsid w:val="005354D9"/>
    <w:rsid w:val="00535520"/>
    <w:rsid w:val="00535BC6"/>
    <w:rsid w:val="005363DB"/>
    <w:rsid w:val="00536E0C"/>
    <w:rsid w:val="0053753D"/>
    <w:rsid w:val="005403E6"/>
    <w:rsid w:val="00540572"/>
    <w:rsid w:val="00540C28"/>
    <w:rsid w:val="00540DF0"/>
    <w:rsid w:val="00541CAC"/>
    <w:rsid w:val="00542665"/>
    <w:rsid w:val="00542756"/>
    <w:rsid w:val="005429A0"/>
    <w:rsid w:val="00544175"/>
    <w:rsid w:val="00544661"/>
    <w:rsid w:val="00544CA5"/>
    <w:rsid w:val="00545024"/>
    <w:rsid w:val="00545DBA"/>
    <w:rsid w:val="005463FD"/>
    <w:rsid w:val="00546F28"/>
    <w:rsid w:val="00546FEB"/>
    <w:rsid w:val="005473EE"/>
    <w:rsid w:val="005519A1"/>
    <w:rsid w:val="00551D9C"/>
    <w:rsid w:val="00552070"/>
    <w:rsid w:val="00553539"/>
    <w:rsid w:val="00553B8C"/>
    <w:rsid w:val="00554986"/>
    <w:rsid w:val="005552C5"/>
    <w:rsid w:val="00555692"/>
    <w:rsid w:val="005566CF"/>
    <w:rsid w:val="00556798"/>
    <w:rsid w:val="005569DF"/>
    <w:rsid w:val="005574E5"/>
    <w:rsid w:val="0055760E"/>
    <w:rsid w:val="00557F9C"/>
    <w:rsid w:val="0056052D"/>
    <w:rsid w:val="00560D8B"/>
    <w:rsid w:val="00561D98"/>
    <w:rsid w:val="00562051"/>
    <w:rsid w:val="00562A67"/>
    <w:rsid w:val="00562C6C"/>
    <w:rsid w:val="00562D7A"/>
    <w:rsid w:val="00563E6E"/>
    <w:rsid w:val="00564AC5"/>
    <w:rsid w:val="005651EC"/>
    <w:rsid w:val="005652CE"/>
    <w:rsid w:val="005659B7"/>
    <w:rsid w:val="005665B1"/>
    <w:rsid w:val="00567A81"/>
    <w:rsid w:val="00567CE2"/>
    <w:rsid w:val="00567E73"/>
    <w:rsid w:val="00572A34"/>
    <w:rsid w:val="00572C56"/>
    <w:rsid w:val="005731E4"/>
    <w:rsid w:val="0057472D"/>
    <w:rsid w:val="00575449"/>
    <w:rsid w:val="00575544"/>
    <w:rsid w:val="00580AFC"/>
    <w:rsid w:val="00580C6C"/>
    <w:rsid w:val="00580F81"/>
    <w:rsid w:val="00581EDF"/>
    <w:rsid w:val="00581FB5"/>
    <w:rsid w:val="005825C0"/>
    <w:rsid w:val="00582C09"/>
    <w:rsid w:val="00582ECA"/>
    <w:rsid w:val="005834B4"/>
    <w:rsid w:val="0058365A"/>
    <w:rsid w:val="0058373D"/>
    <w:rsid w:val="00583C53"/>
    <w:rsid w:val="00583E13"/>
    <w:rsid w:val="005847E3"/>
    <w:rsid w:val="00584DBB"/>
    <w:rsid w:val="00584E43"/>
    <w:rsid w:val="00584ED6"/>
    <w:rsid w:val="0058579F"/>
    <w:rsid w:val="0058603B"/>
    <w:rsid w:val="00586299"/>
    <w:rsid w:val="00586665"/>
    <w:rsid w:val="0058691D"/>
    <w:rsid w:val="00586944"/>
    <w:rsid w:val="00586952"/>
    <w:rsid w:val="00586C01"/>
    <w:rsid w:val="00586CB6"/>
    <w:rsid w:val="0058720D"/>
    <w:rsid w:val="005879D6"/>
    <w:rsid w:val="0059005B"/>
    <w:rsid w:val="00590535"/>
    <w:rsid w:val="00590DF3"/>
    <w:rsid w:val="005912A6"/>
    <w:rsid w:val="0059169E"/>
    <w:rsid w:val="005916D0"/>
    <w:rsid w:val="0059182C"/>
    <w:rsid w:val="005918D4"/>
    <w:rsid w:val="00591DD1"/>
    <w:rsid w:val="00592D0A"/>
    <w:rsid w:val="00592F9C"/>
    <w:rsid w:val="00594DB6"/>
    <w:rsid w:val="00594EAB"/>
    <w:rsid w:val="00595B1E"/>
    <w:rsid w:val="00595C4A"/>
    <w:rsid w:val="005963B8"/>
    <w:rsid w:val="0059667A"/>
    <w:rsid w:val="00597B85"/>
    <w:rsid w:val="00597EB6"/>
    <w:rsid w:val="00597F77"/>
    <w:rsid w:val="00597F88"/>
    <w:rsid w:val="005A002B"/>
    <w:rsid w:val="005A0470"/>
    <w:rsid w:val="005A06BC"/>
    <w:rsid w:val="005A3631"/>
    <w:rsid w:val="005A3C0E"/>
    <w:rsid w:val="005A3CFA"/>
    <w:rsid w:val="005A3E90"/>
    <w:rsid w:val="005A4846"/>
    <w:rsid w:val="005A76F1"/>
    <w:rsid w:val="005A779B"/>
    <w:rsid w:val="005A7DA7"/>
    <w:rsid w:val="005B02BE"/>
    <w:rsid w:val="005B02E0"/>
    <w:rsid w:val="005B16AA"/>
    <w:rsid w:val="005B1F01"/>
    <w:rsid w:val="005B257A"/>
    <w:rsid w:val="005B2A59"/>
    <w:rsid w:val="005B51E5"/>
    <w:rsid w:val="005B5ED3"/>
    <w:rsid w:val="005B75EF"/>
    <w:rsid w:val="005B7BA7"/>
    <w:rsid w:val="005B7F28"/>
    <w:rsid w:val="005C0493"/>
    <w:rsid w:val="005C08D5"/>
    <w:rsid w:val="005C0AED"/>
    <w:rsid w:val="005C1001"/>
    <w:rsid w:val="005C1417"/>
    <w:rsid w:val="005C1D74"/>
    <w:rsid w:val="005C1D80"/>
    <w:rsid w:val="005C22F9"/>
    <w:rsid w:val="005C33B5"/>
    <w:rsid w:val="005C343C"/>
    <w:rsid w:val="005C3C61"/>
    <w:rsid w:val="005C4133"/>
    <w:rsid w:val="005C4391"/>
    <w:rsid w:val="005C4BE8"/>
    <w:rsid w:val="005C4E0A"/>
    <w:rsid w:val="005C50A3"/>
    <w:rsid w:val="005C513C"/>
    <w:rsid w:val="005C5284"/>
    <w:rsid w:val="005C547C"/>
    <w:rsid w:val="005C67EB"/>
    <w:rsid w:val="005C70F0"/>
    <w:rsid w:val="005C7163"/>
    <w:rsid w:val="005C7A34"/>
    <w:rsid w:val="005C7BB2"/>
    <w:rsid w:val="005D003B"/>
    <w:rsid w:val="005D022A"/>
    <w:rsid w:val="005D0A2A"/>
    <w:rsid w:val="005D0CB7"/>
    <w:rsid w:val="005D0E45"/>
    <w:rsid w:val="005D1ACA"/>
    <w:rsid w:val="005D1C6F"/>
    <w:rsid w:val="005D28AB"/>
    <w:rsid w:val="005D3D10"/>
    <w:rsid w:val="005D3D27"/>
    <w:rsid w:val="005D47A3"/>
    <w:rsid w:val="005D5FA6"/>
    <w:rsid w:val="005D618B"/>
    <w:rsid w:val="005D6619"/>
    <w:rsid w:val="005D739E"/>
    <w:rsid w:val="005D7E51"/>
    <w:rsid w:val="005D7E9D"/>
    <w:rsid w:val="005E09B3"/>
    <w:rsid w:val="005E22DF"/>
    <w:rsid w:val="005E2589"/>
    <w:rsid w:val="005E3207"/>
    <w:rsid w:val="005E3717"/>
    <w:rsid w:val="005E397D"/>
    <w:rsid w:val="005E4523"/>
    <w:rsid w:val="005E46F8"/>
    <w:rsid w:val="005E48B7"/>
    <w:rsid w:val="005E4C77"/>
    <w:rsid w:val="005E6374"/>
    <w:rsid w:val="005E6DEB"/>
    <w:rsid w:val="005E7E08"/>
    <w:rsid w:val="005F036A"/>
    <w:rsid w:val="005F0491"/>
    <w:rsid w:val="005F0B1F"/>
    <w:rsid w:val="005F1DC0"/>
    <w:rsid w:val="005F3829"/>
    <w:rsid w:val="005F3D0C"/>
    <w:rsid w:val="005F3F13"/>
    <w:rsid w:val="005F424C"/>
    <w:rsid w:val="005F440D"/>
    <w:rsid w:val="005F4654"/>
    <w:rsid w:val="005F59DE"/>
    <w:rsid w:val="005F5A13"/>
    <w:rsid w:val="005F5D33"/>
    <w:rsid w:val="005F6AD5"/>
    <w:rsid w:val="005F6BDE"/>
    <w:rsid w:val="005F6BEF"/>
    <w:rsid w:val="005F7023"/>
    <w:rsid w:val="005F7246"/>
    <w:rsid w:val="005F77EB"/>
    <w:rsid w:val="005F7906"/>
    <w:rsid w:val="005F7B79"/>
    <w:rsid w:val="0060083A"/>
    <w:rsid w:val="00601076"/>
    <w:rsid w:val="00601105"/>
    <w:rsid w:val="0060174B"/>
    <w:rsid w:val="006020EF"/>
    <w:rsid w:val="00603216"/>
    <w:rsid w:val="00603282"/>
    <w:rsid w:val="006034C4"/>
    <w:rsid w:val="006043DE"/>
    <w:rsid w:val="00605DF7"/>
    <w:rsid w:val="00605E66"/>
    <w:rsid w:val="0060646A"/>
    <w:rsid w:val="0060661D"/>
    <w:rsid w:val="00606888"/>
    <w:rsid w:val="00606B06"/>
    <w:rsid w:val="006070F1"/>
    <w:rsid w:val="00607301"/>
    <w:rsid w:val="00607A2D"/>
    <w:rsid w:val="00607B80"/>
    <w:rsid w:val="00610363"/>
    <w:rsid w:val="00610560"/>
    <w:rsid w:val="00611E2A"/>
    <w:rsid w:val="00612A20"/>
    <w:rsid w:val="00613B56"/>
    <w:rsid w:val="006142BA"/>
    <w:rsid w:val="0061628E"/>
    <w:rsid w:val="006164DC"/>
    <w:rsid w:val="006169F3"/>
    <w:rsid w:val="00616E37"/>
    <w:rsid w:val="0061753F"/>
    <w:rsid w:val="006206D8"/>
    <w:rsid w:val="00621344"/>
    <w:rsid w:val="00622504"/>
    <w:rsid w:val="00622F87"/>
    <w:rsid w:val="00622FC2"/>
    <w:rsid w:val="006231DE"/>
    <w:rsid w:val="00623282"/>
    <w:rsid w:val="00623DF8"/>
    <w:rsid w:val="0062457D"/>
    <w:rsid w:val="0062468E"/>
    <w:rsid w:val="006253BF"/>
    <w:rsid w:val="00625538"/>
    <w:rsid w:val="0062607D"/>
    <w:rsid w:val="00627130"/>
    <w:rsid w:val="00627352"/>
    <w:rsid w:val="00627EB7"/>
    <w:rsid w:val="006305EA"/>
    <w:rsid w:val="006307BC"/>
    <w:rsid w:val="00630EF5"/>
    <w:rsid w:val="006332B6"/>
    <w:rsid w:val="00633AC1"/>
    <w:rsid w:val="0063427E"/>
    <w:rsid w:val="00634E49"/>
    <w:rsid w:val="00635F53"/>
    <w:rsid w:val="00636A14"/>
    <w:rsid w:val="006371AE"/>
    <w:rsid w:val="006371BC"/>
    <w:rsid w:val="00637586"/>
    <w:rsid w:val="00637A57"/>
    <w:rsid w:val="00640200"/>
    <w:rsid w:val="00642559"/>
    <w:rsid w:val="006427A8"/>
    <w:rsid w:val="00642E53"/>
    <w:rsid w:val="00643172"/>
    <w:rsid w:val="0064367F"/>
    <w:rsid w:val="006436B4"/>
    <w:rsid w:val="00643732"/>
    <w:rsid w:val="00643EBC"/>
    <w:rsid w:val="006442A1"/>
    <w:rsid w:val="006454D3"/>
    <w:rsid w:val="006456E9"/>
    <w:rsid w:val="00647594"/>
    <w:rsid w:val="00647A5D"/>
    <w:rsid w:val="00647A71"/>
    <w:rsid w:val="00650A30"/>
    <w:rsid w:val="0065161C"/>
    <w:rsid w:val="00651AF3"/>
    <w:rsid w:val="00651E7A"/>
    <w:rsid w:val="00652017"/>
    <w:rsid w:val="0065214B"/>
    <w:rsid w:val="00652236"/>
    <w:rsid w:val="006532D6"/>
    <w:rsid w:val="006535C7"/>
    <w:rsid w:val="006538FB"/>
    <w:rsid w:val="00653B83"/>
    <w:rsid w:val="00654A67"/>
    <w:rsid w:val="00654B53"/>
    <w:rsid w:val="00654D7A"/>
    <w:rsid w:val="006560CA"/>
    <w:rsid w:val="0065614F"/>
    <w:rsid w:val="00656AB3"/>
    <w:rsid w:val="0065746D"/>
    <w:rsid w:val="00657CCC"/>
    <w:rsid w:val="00660380"/>
    <w:rsid w:val="00660A05"/>
    <w:rsid w:val="0066114E"/>
    <w:rsid w:val="00662786"/>
    <w:rsid w:val="00662DEF"/>
    <w:rsid w:val="00663AA6"/>
    <w:rsid w:val="0066435D"/>
    <w:rsid w:val="006649D7"/>
    <w:rsid w:val="00667878"/>
    <w:rsid w:val="00667F17"/>
    <w:rsid w:val="00670332"/>
    <w:rsid w:val="006704E2"/>
    <w:rsid w:val="00670818"/>
    <w:rsid w:val="006711D7"/>
    <w:rsid w:val="00671BE1"/>
    <w:rsid w:val="006723B2"/>
    <w:rsid w:val="00672DC2"/>
    <w:rsid w:val="006748B9"/>
    <w:rsid w:val="00674E6A"/>
    <w:rsid w:val="006758A3"/>
    <w:rsid w:val="00675937"/>
    <w:rsid w:val="00675A7E"/>
    <w:rsid w:val="00675D57"/>
    <w:rsid w:val="00676BDC"/>
    <w:rsid w:val="00676D75"/>
    <w:rsid w:val="0067770B"/>
    <w:rsid w:val="00677998"/>
    <w:rsid w:val="00677A1F"/>
    <w:rsid w:val="00680502"/>
    <w:rsid w:val="00680B09"/>
    <w:rsid w:val="00680B97"/>
    <w:rsid w:val="00680CBF"/>
    <w:rsid w:val="00681352"/>
    <w:rsid w:val="00682736"/>
    <w:rsid w:val="00682A75"/>
    <w:rsid w:val="00682EC2"/>
    <w:rsid w:val="00683120"/>
    <w:rsid w:val="00683999"/>
    <w:rsid w:val="00683A10"/>
    <w:rsid w:val="006844AB"/>
    <w:rsid w:val="0068549F"/>
    <w:rsid w:val="00685700"/>
    <w:rsid w:val="00686858"/>
    <w:rsid w:val="00686E55"/>
    <w:rsid w:val="00686F60"/>
    <w:rsid w:val="006871E2"/>
    <w:rsid w:val="0068728C"/>
    <w:rsid w:val="006900E3"/>
    <w:rsid w:val="006910F6"/>
    <w:rsid w:val="0069275F"/>
    <w:rsid w:val="006932A1"/>
    <w:rsid w:val="00693D37"/>
    <w:rsid w:val="00694021"/>
    <w:rsid w:val="00694A2C"/>
    <w:rsid w:val="00694F4C"/>
    <w:rsid w:val="00695708"/>
    <w:rsid w:val="00696BFA"/>
    <w:rsid w:val="00696D67"/>
    <w:rsid w:val="006978F2"/>
    <w:rsid w:val="00697A96"/>
    <w:rsid w:val="006A020C"/>
    <w:rsid w:val="006A036C"/>
    <w:rsid w:val="006A05CF"/>
    <w:rsid w:val="006A0B44"/>
    <w:rsid w:val="006A0EB6"/>
    <w:rsid w:val="006A122F"/>
    <w:rsid w:val="006A3B9B"/>
    <w:rsid w:val="006A3DC6"/>
    <w:rsid w:val="006A44B5"/>
    <w:rsid w:val="006A4C17"/>
    <w:rsid w:val="006A4E40"/>
    <w:rsid w:val="006A4F86"/>
    <w:rsid w:val="006A520A"/>
    <w:rsid w:val="006A546E"/>
    <w:rsid w:val="006A555E"/>
    <w:rsid w:val="006A573C"/>
    <w:rsid w:val="006A63A8"/>
    <w:rsid w:val="006A6530"/>
    <w:rsid w:val="006A65C8"/>
    <w:rsid w:val="006A7A2B"/>
    <w:rsid w:val="006B0D32"/>
    <w:rsid w:val="006B1025"/>
    <w:rsid w:val="006B20BF"/>
    <w:rsid w:val="006B33C4"/>
    <w:rsid w:val="006B3831"/>
    <w:rsid w:val="006B4536"/>
    <w:rsid w:val="006B5523"/>
    <w:rsid w:val="006B5FE8"/>
    <w:rsid w:val="006B75DF"/>
    <w:rsid w:val="006C0033"/>
    <w:rsid w:val="006C0DA8"/>
    <w:rsid w:val="006C15FF"/>
    <w:rsid w:val="006C1C87"/>
    <w:rsid w:val="006C1EC9"/>
    <w:rsid w:val="006C20E8"/>
    <w:rsid w:val="006C2B28"/>
    <w:rsid w:val="006C2E22"/>
    <w:rsid w:val="006C3869"/>
    <w:rsid w:val="006C3CDF"/>
    <w:rsid w:val="006C3EF4"/>
    <w:rsid w:val="006C4563"/>
    <w:rsid w:val="006C5B54"/>
    <w:rsid w:val="006C67F8"/>
    <w:rsid w:val="006C7667"/>
    <w:rsid w:val="006C790C"/>
    <w:rsid w:val="006D056F"/>
    <w:rsid w:val="006D0711"/>
    <w:rsid w:val="006D11AA"/>
    <w:rsid w:val="006D1457"/>
    <w:rsid w:val="006D32D7"/>
    <w:rsid w:val="006D3A12"/>
    <w:rsid w:val="006D3A1B"/>
    <w:rsid w:val="006D3C91"/>
    <w:rsid w:val="006D4869"/>
    <w:rsid w:val="006D5AB3"/>
    <w:rsid w:val="006D5C65"/>
    <w:rsid w:val="006D64DC"/>
    <w:rsid w:val="006D7470"/>
    <w:rsid w:val="006E0628"/>
    <w:rsid w:val="006E06E5"/>
    <w:rsid w:val="006E0B1C"/>
    <w:rsid w:val="006E0D56"/>
    <w:rsid w:val="006E157E"/>
    <w:rsid w:val="006E1748"/>
    <w:rsid w:val="006E1A36"/>
    <w:rsid w:val="006E1BCE"/>
    <w:rsid w:val="006E1BF8"/>
    <w:rsid w:val="006E23FC"/>
    <w:rsid w:val="006E3C97"/>
    <w:rsid w:val="006E409C"/>
    <w:rsid w:val="006E46CD"/>
    <w:rsid w:val="006E4A91"/>
    <w:rsid w:val="006E4F5B"/>
    <w:rsid w:val="006E50F0"/>
    <w:rsid w:val="006E51E2"/>
    <w:rsid w:val="006E5774"/>
    <w:rsid w:val="006E6614"/>
    <w:rsid w:val="006E69FA"/>
    <w:rsid w:val="006E6DF9"/>
    <w:rsid w:val="006E6FFB"/>
    <w:rsid w:val="006F00F9"/>
    <w:rsid w:val="006F120A"/>
    <w:rsid w:val="006F1372"/>
    <w:rsid w:val="006F211E"/>
    <w:rsid w:val="006F27F5"/>
    <w:rsid w:val="006F4D27"/>
    <w:rsid w:val="006F4DB3"/>
    <w:rsid w:val="006F7071"/>
    <w:rsid w:val="006F770F"/>
    <w:rsid w:val="006F77BF"/>
    <w:rsid w:val="006F7BBB"/>
    <w:rsid w:val="007007BB"/>
    <w:rsid w:val="007009C4"/>
    <w:rsid w:val="00700C30"/>
    <w:rsid w:val="00700D6A"/>
    <w:rsid w:val="00700DE9"/>
    <w:rsid w:val="007012DF"/>
    <w:rsid w:val="0070219F"/>
    <w:rsid w:val="00702A69"/>
    <w:rsid w:val="00703222"/>
    <w:rsid w:val="007033B7"/>
    <w:rsid w:val="00703880"/>
    <w:rsid w:val="00703893"/>
    <w:rsid w:val="00704B37"/>
    <w:rsid w:val="007051A5"/>
    <w:rsid w:val="00705A1B"/>
    <w:rsid w:val="00705A1E"/>
    <w:rsid w:val="00705EF9"/>
    <w:rsid w:val="007060CC"/>
    <w:rsid w:val="00706952"/>
    <w:rsid w:val="00706B25"/>
    <w:rsid w:val="00707D3C"/>
    <w:rsid w:val="00710388"/>
    <w:rsid w:val="00711921"/>
    <w:rsid w:val="00711984"/>
    <w:rsid w:val="00711EA8"/>
    <w:rsid w:val="00712382"/>
    <w:rsid w:val="0071315F"/>
    <w:rsid w:val="00713602"/>
    <w:rsid w:val="00714E0E"/>
    <w:rsid w:val="00715FCA"/>
    <w:rsid w:val="00717C96"/>
    <w:rsid w:val="00720AF1"/>
    <w:rsid w:val="00720F4F"/>
    <w:rsid w:val="0072222D"/>
    <w:rsid w:val="00722F18"/>
    <w:rsid w:val="007234F1"/>
    <w:rsid w:val="00723A8D"/>
    <w:rsid w:val="007245DA"/>
    <w:rsid w:val="00725378"/>
    <w:rsid w:val="007256A8"/>
    <w:rsid w:val="0072586A"/>
    <w:rsid w:val="00725AF1"/>
    <w:rsid w:val="007268AA"/>
    <w:rsid w:val="00726E78"/>
    <w:rsid w:val="0072743E"/>
    <w:rsid w:val="007278A9"/>
    <w:rsid w:val="00727D2D"/>
    <w:rsid w:val="00730D9F"/>
    <w:rsid w:val="0073103F"/>
    <w:rsid w:val="00732D6B"/>
    <w:rsid w:val="00733507"/>
    <w:rsid w:val="00733F7F"/>
    <w:rsid w:val="007347A7"/>
    <w:rsid w:val="00734F28"/>
    <w:rsid w:val="0073592F"/>
    <w:rsid w:val="00735E22"/>
    <w:rsid w:val="00736C9E"/>
    <w:rsid w:val="00736DC0"/>
    <w:rsid w:val="0073779C"/>
    <w:rsid w:val="007378DC"/>
    <w:rsid w:val="007402C0"/>
    <w:rsid w:val="0074077F"/>
    <w:rsid w:val="00740898"/>
    <w:rsid w:val="00740966"/>
    <w:rsid w:val="00740ED0"/>
    <w:rsid w:val="0074105F"/>
    <w:rsid w:val="00741146"/>
    <w:rsid w:val="00741727"/>
    <w:rsid w:val="007446CE"/>
    <w:rsid w:val="00745785"/>
    <w:rsid w:val="0074579D"/>
    <w:rsid w:val="00746104"/>
    <w:rsid w:val="00746470"/>
    <w:rsid w:val="00747631"/>
    <w:rsid w:val="00747B7C"/>
    <w:rsid w:val="007500A5"/>
    <w:rsid w:val="007501A3"/>
    <w:rsid w:val="007501B6"/>
    <w:rsid w:val="00751330"/>
    <w:rsid w:val="00751CDA"/>
    <w:rsid w:val="00751EB5"/>
    <w:rsid w:val="00752662"/>
    <w:rsid w:val="00752E24"/>
    <w:rsid w:val="007535D2"/>
    <w:rsid w:val="007535D7"/>
    <w:rsid w:val="007545CF"/>
    <w:rsid w:val="00754D9E"/>
    <w:rsid w:val="007554F4"/>
    <w:rsid w:val="0075575A"/>
    <w:rsid w:val="007560B3"/>
    <w:rsid w:val="0075638B"/>
    <w:rsid w:val="0075648B"/>
    <w:rsid w:val="00756839"/>
    <w:rsid w:val="00756B24"/>
    <w:rsid w:val="00756EDF"/>
    <w:rsid w:val="00756FD4"/>
    <w:rsid w:val="00757211"/>
    <w:rsid w:val="0075729F"/>
    <w:rsid w:val="00761BC8"/>
    <w:rsid w:val="007622AA"/>
    <w:rsid w:val="007629EC"/>
    <w:rsid w:val="00762A59"/>
    <w:rsid w:val="007632AB"/>
    <w:rsid w:val="00763EAA"/>
    <w:rsid w:val="007662FE"/>
    <w:rsid w:val="00766312"/>
    <w:rsid w:val="007663BB"/>
    <w:rsid w:val="00766504"/>
    <w:rsid w:val="00766A81"/>
    <w:rsid w:val="00766DEA"/>
    <w:rsid w:val="00767B07"/>
    <w:rsid w:val="0077294A"/>
    <w:rsid w:val="00772F3B"/>
    <w:rsid w:val="00773340"/>
    <w:rsid w:val="007736A4"/>
    <w:rsid w:val="00774336"/>
    <w:rsid w:val="0077453D"/>
    <w:rsid w:val="00775735"/>
    <w:rsid w:val="007757A5"/>
    <w:rsid w:val="007769D5"/>
    <w:rsid w:val="00776B32"/>
    <w:rsid w:val="00776D96"/>
    <w:rsid w:val="0077728C"/>
    <w:rsid w:val="0077791D"/>
    <w:rsid w:val="00777FEB"/>
    <w:rsid w:val="0078050B"/>
    <w:rsid w:val="00780829"/>
    <w:rsid w:val="00780DE9"/>
    <w:rsid w:val="00780F2F"/>
    <w:rsid w:val="00783317"/>
    <w:rsid w:val="00783375"/>
    <w:rsid w:val="00783885"/>
    <w:rsid w:val="00784FAA"/>
    <w:rsid w:val="007851BC"/>
    <w:rsid w:val="00785279"/>
    <w:rsid w:val="00785382"/>
    <w:rsid w:val="007856C7"/>
    <w:rsid w:val="00785B39"/>
    <w:rsid w:val="00785E82"/>
    <w:rsid w:val="00786247"/>
    <w:rsid w:val="007863A8"/>
    <w:rsid w:val="00786DE2"/>
    <w:rsid w:val="00787730"/>
    <w:rsid w:val="00787887"/>
    <w:rsid w:val="00787B05"/>
    <w:rsid w:val="00787D36"/>
    <w:rsid w:val="00787D65"/>
    <w:rsid w:val="007902CB"/>
    <w:rsid w:val="007906C8"/>
    <w:rsid w:val="007909F0"/>
    <w:rsid w:val="00791C76"/>
    <w:rsid w:val="00793309"/>
    <w:rsid w:val="007938D3"/>
    <w:rsid w:val="007949B8"/>
    <w:rsid w:val="00794A8C"/>
    <w:rsid w:val="00794DF8"/>
    <w:rsid w:val="007951D6"/>
    <w:rsid w:val="00796236"/>
    <w:rsid w:val="0079676B"/>
    <w:rsid w:val="00796B13"/>
    <w:rsid w:val="00797FAC"/>
    <w:rsid w:val="007A09D3"/>
    <w:rsid w:val="007A0BC5"/>
    <w:rsid w:val="007A0E83"/>
    <w:rsid w:val="007A10F1"/>
    <w:rsid w:val="007A1679"/>
    <w:rsid w:val="007A1829"/>
    <w:rsid w:val="007A25BE"/>
    <w:rsid w:val="007A2B3D"/>
    <w:rsid w:val="007A2B57"/>
    <w:rsid w:val="007A3546"/>
    <w:rsid w:val="007A39F8"/>
    <w:rsid w:val="007A3E00"/>
    <w:rsid w:val="007A46DA"/>
    <w:rsid w:val="007A4CD2"/>
    <w:rsid w:val="007A505B"/>
    <w:rsid w:val="007A5173"/>
    <w:rsid w:val="007A51AE"/>
    <w:rsid w:val="007A53A9"/>
    <w:rsid w:val="007A5E37"/>
    <w:rsid w:val="007A6473"/>
    <w:rsid w:val="007A65D6"/>
    <w:rsid w:val="007A71E1"/>
    <w:rsid w:val="007B0023"/>
    <w:rsid w:val="007B0DD2"/>
    <w:rsid w:val="007B16D8"/>
    <w:rsid w:val="007B198B"/>
    <w:rsid w:val="007B229F"/>
    <w:rsid w:val="007B2AD7"/>
    <w:rsid w:val="007B3580"/>
    <w:rsid w:val="007B37D3"/>
    <w:rsid w:val="007B382A"/>
    <w:rsid w:val="007B3D67"/>
    <w:rsid w:val="007B3DE9"/>
    <w:rsid w:val="007B6E38"/>
    <w:rsid w:val="007B7872"/>
    <w:rsid w:val="007B78C0"/>
    <w:rsid w:val="007C10ED"/>
    <w:rsid w:val="007C142F"/>
    <w:rsid w:val="007C305B"/>
    <w:rsid w:val="007C3425"/>
    <w:rsid w:val="007C3A9D"/>
    <w:rsid w:val="007C415B"/>
    <w:rsid w:val="007C455E"/>
    <w:rsid w:val="007C4594"/>
    <w:rsid w:val="007C4ACB"/>
    <w:rsid w:val="007C4E3F"/>
    <w:rsid w:val="007C4EC9"/>
    <w:rsid w:val="007C51E9"/>
    <w:rsid w:val="007C53FB"/>
    <w:rsid w:val="007C654D"/>
    <w:rsid w:val="007C7067"/>
    <w:rsid w:val="007C741D"/>
    <w:rsid w:val="007C7C82"/>
    <w:rsid w:val="007D175B"/>
    <w:rsid w:val="007D26CA"/>
    <w:rsid w:val="007D2A6D"/>
    <w:rsid w:val="007D302B"/>
    <w:rsid w:val="007D3372"/>
    <w:rsid w:val="007D3397"/>
    <w:rsid w:val="007D4409"/>
    <w:rsid w:val="007D4CC4"/>
    <w:rsid w:val="007D5B57"/>
    <w:rsid w:val="007D7D5E"/>
    <w:rsid w:val="007E0167"/>
    <w:rsid w:val="007E0923"/>
    <w:rsid w:val="007E240A"/>
    <w:rsid w:val="007E35B9"/>
    <w:rsid w:val="007E3FFE"/>
    <w:rsid w:val="007E4839"/>
    <w:rsid w:val="007E5B5D"/>
    <w:rsid w:val="007E5CE6"/>
    <w:rsid w:val="007E781B"/>
    <w:rsid w:val="007E7A7A"/>
    <w:rsid w:val="007E7EA6"/>
    <w:rsid w:val="007F135D"/>
    <w:rsid w:val="007F19ED"/>
    <w:rsid w:val="007F2037"/>
    <w:rsid w:val="007F2080"/>
    <w:rsid w:val="007F2858"/>
    <w:rsid w:val="007F2D1E"/>
    <w:rsid w:val="007F2EFF"/>
    <w:rsid w:val="007F3DB9"/>
    <w:rsid w:val="007F4376"/>
    <w:rsid w:val="007F4466"/>
    <w:rsid w:val="007F51B7"/>
    <w:rsid w:val="007F562F"/>
    <w:rsid w:val="007F5DFA"/>
    <w:rsid w:val="007F69E6"/>
    <w:rsid w:val="007F6F67"/>
    <w:rsid w:val="007F6FC1"/>
    <w:rsid w:val="007F7130"/>
    <w:rsid w:val="00801F4A"/>
    <w:rsid w:val="0080219A"/>
    <w:rsid w:val="008035F5"/>
    <w:rsid w:val="008036B6"/>
    <w:rsid w:val="008036E2"/>
    <w:rsid w:val="0080375F"/>
    <w:rsid w:val="00803C05"/>
    <w:rsid w:val="0080474F"/>
    <w:rsid w:val="00804922"/>
    <w:rsid w:val="00805BEE"/>
    <w:rsid w:val="00805E64"/>
    <w:rsid w:val="0080706C"/>
    <w:rsid w:val="00807C5F"/>
    <w:rsid w:val="008108E5"/>
    <w:rsid w:val="0081219C"/>
    <w:rsid w:val="00812917"/>
    <w:rsid w:val="00812DBB"/>
    <w:rsid w:val="008142D8"/>
    <w:rsid w:val="00816E97"/>
    <w:rsid w:val="00817738"/>
    <w:rsid w:val="00820227"/>
    <w:rsid w:val="008206B1"/>
    <w:rsid w:val="00820BF2"/>
    <w:rsid w:val="008210DE"/>
    <w:rsid w:val="0082130A"/>
    <w:rsid w:val="0082135B"/>
    <w:rsid w:val="008224FD"/>
    <w:rsid w:val="008225E4"/>
    <w:rsid w:val="00822693"/>
    <w:rsid w:val="00822720"/>
    <w:rsid w:val="008230A0"/>
    <w:rsid w:val="00823CEE"/>
    <w:rsid w:val="00824396"/>
    <w:rsid w:val="00824DFA"/>
    <w:rsid w:val="008250CB"/>
    <w:rsid w:val="0082622A"/>
    <w:rsid w:val="00826732"/>
    <w:rsid w:val="00826826"/>
    <w:rsid w:val="00826AB1"/>
    <w:rsid w:val="008275B7"/>
    <w:rsid w:val="0083121C"/>
    <w:rsid w:val="0083198F"/>
    <w:rsid w:val="00831EB4"/>
    <w:rsid w:val="00832429"/>
    <w:rsid w:val="00832884"/>
    <w:rsid w:val="00832CA2"/>
    <w:rsid w:val="00833CE2"/>
    <w:rsid w:val="0083508D"/>
    <w:rsid w:val="00835501"/>
    <w:rsid w:val="0083563D"/>
    <w:rsid w:val="00835C8C"/>
    <w:rsid w:val="00836338"/>
    <w:rsid w:val="00836555"/>
    <w:rsid w:val="00836622"/>
    <w:rsid w:val="0083680D"/>
    <w:rsid w:val="00837059"/>
    <w:rsid w:val="008378AC"/>
    <w:rsid w:val="00840429"/>
    <w:rsid w:val="00841645"/>
    <w:rsid w:val="0084260B"/>
    <w:rsid w:val="00842E58"/>
    <w:rsid w:val="00843308"/>
    <w:rsid w:val="00843873"/>
    <w:rsid w:val="008439E7"/>
    <w:rsid w:val="00843C0C"/>
    <w:rsid w:val="00843F05"/>
    <w:rsid w:val="00844100"/>
    <w:rsid w:val="008448A9"/>
    <w:rsid w:val="0084512E"/>
    <w:rsid w:val="00845250"/>
    <w:rsid w:val="008452CA"/>
    <w:rsid w:val="00845846"/>
    <w:rsid w:val="008459F7"/>
    <w:rsid w:val="00845B2F"/>
    <w:rsid w:val="00845EFE"/>
    <w:rsid w:val="0084653C"/>
    <w:rsid w:val="008467CA"/>
    <w:rsid w:val="00846DBD"/>
    <w:rsid w:val="00847221"/>
    <w:rsid w:val="00847656"/>
    <w:rsid w:val="008500D2"/>
    <w:rsid w:val="008508D4"/>
    <w:rsid w:val="008509E8"/>
    <w:rsid w:val="00851364"/>
    <w:rsid w:val="008516F5"/>
    <w:rsid w:val="008522A7"/>
    <w:rsid w:val="00852F36"/>
    <w:rsid w:val="008538B8"/>
    <w:rsid w:val="00854328"/>
    <w:rsid w:val="008545B2"/>
    <w:rsid w:val="008553C7"/>
    <w:rsid w:val="008553F5"/>
    <w:rsid w:val="00860F0F"/>
    <w:rsid w:val="00861078"/>
    <w:rsid w:val="00861303"/>
    <w:rsid w:val="008617F0"/>
    <w:rsid w:val="00861AD9"/>
    <w:rsid w:val="00862AC6"/>
    <w:rsid w:val="00864126"/>
    <w:rsid w:val="00865D3C"/>
    <w:rsid w:val="00866D2D"/>
    <w:rsid w:val="00866FED"/>
    <w:rsid w:val="0086717C"/>
    <w:rsid w:val="0087084F"/>
    <w:rsid w:val="00871448"/>
    <w:rsid w:val="00871E23"/>
    <w:rsid w:val="0087265E"/>
    <w:rsid w:val="00872C84"/>
    <w:rsid w:val="008745A6"/>
    <w:rsid w:val="00876C4D"/>
    <w:rsid w:val="00876D98"/>
    <w:rsid w:val="008774C1"/>
    <w:rsid w:val="00880A57"/>
    <w:rsid w:val="0088157C"/>
    <w:rsid w:val="008816FD"/>
    <w:rsid w:val="008819F6"/>
    <w:rsid w:val="00881ECF"/>
    <w:rsid w:val="008838C7"/>
    <w:rsid w:val="0088458C"/>
    <w:rsid w:val="008846E2"/>
    <w:rsid w:val="0088536B"/>
    <w:rsid w:val="00885B7D"/>
    <w:rsid w:val="0088673F"/>
    <w:rsid w:val="00887904"/>
    <w:rsid w:val="00887F62"/>
    <w:rsid w:val="008901DF"/>
    <w:rsid w:val="00890272"/>
    <w:rsid w:val="008903F8"/>
    <w:rsid w:val="00890825"/>
    <w:rsid w:val="00891816"/>
    <w:rsid w:val="00892405"/>
    <w:rsid w:val="008924FC"/>
    <w:rsid w:val="00893823"/>
    <w:rsid w:val="008941CD"/>
    <w:rsid w:val="00894F60"/>
    <w:rsid w:val="00895632"/>
    <w:rsid w:val="008957EC"/>
    <w:rsid w:val="00895ED2"/>
    <w:rsid w:val="008964DA"/>
    <w:rsid w:val="00896633"/>
    <w:rsid w:val="00897224"/>
    <w:rsid w:val="00897E4C"/>
    <w:rsid w:val="008A05B4"/>
    <w:rsid w:val="008A0A3E"/>
    <w:rsid w:val="008A0D0F"/>
    <w:rsid w:val="008A0F17"/>
    <w:rsid w:val="008A130D"/>
    <w:rsid w:val="008A2174"/>
    <w:rsid w:val="008A2BEC"/>
    <w:rsid w:val="008A3E36"/>
    <w:rsid w:val="008A4A3F"/>
    <w:rsid w:val="008A50CC"/>
    <w:rsid w:val="008A5C14"/>
    <w:rsid w:val="008A5DC4"/>
    <w:rsid w:val="008A6765"/>
    <w:rsid w:val="008A6C1F"/>
    <w:rsid w:val="008B01BE"/>
    <w:rsid w:val="008B15C1"/>
    <w:rsid w:val="008B17C5"/>
    <w:rsid w:val="008B2067"/>
    <w:rsid w:val="008B268E"/>
    <w:rsid w:val="008B2872"/>
    <w:rsid w:val="008B2E27"/>
    <w:rsid w:val="008B3270"/>
    <w:rsid w:val="008B3E71"/>
    <w:rsid w:val="008B4211"/>
    <w:rsid w:val="008B4508"/>
    <w:rsid w:val="008B5C7F"/>
    <w:rsid w:val="008B5FF4"/>
    <w:rsid w:val="008B6E58"/>
    <w:rsid w:val="008B7349"/>
    <w:rsid w:val="008B759F"/>
    <w:rsid w:val="008C102A"/>
    <w:rsid w:val="008C113B"/>
    <w:rsid w:val="008C1C5F"/>
    <w:rsid w:val="008C235D"/>
    <w:rsid w:val="008C2365"/>
    <w:rsid w:val="008C2C28"/>
    <w:rsid w:val="008C343D"/>
    <w:rsid w:val="008C4955"/>
    <w:rsid w:val="008C4C2F"/>
    <w:rsid w:val="008C4CD2"/>
    <w:rsid w:val="008C4D80"/>
    <w:rsid w:val="008C5396"/>
    <w:rsid w:val="008C5A43"/>
    <w:rsid w:val="008C5C97"/>
    <w:rsid w:val="008C6221"/>
    <w:rsid w:val="008C625D"/>
    <w:rsid w:val="008C6965"/>
    <w:rsid w:val="008C73F6"/>
    <w:rsid w:val="008C766F"/>
    <w:rsid w:val="008D0250"/>
    <w:rsid w:val="008D034E"/>
    <w:rsid w:val="008D0951"/>
    <w:rsid w:val="008D0B26"/>
    <w:rsid w:val="008D18B8"/>
    <w:rsid w:val="008D1CFE"/>
    <w:rsid w:val="008D2ACE"/>
    <w:rsid w:val="008D34B6"/>
    <w:rsid w:val="008D4363"/>
    <w:rsid w:val="008D43C9"/>
    <w:rsid w:val="008D4BF6"/>
    <w:rsid w:val="008D4F6C"/>
    <w:rsid w:val="008D50F4"/>
    <w:rsid w:val="008D6CFE"/>
    <w:rsid w:val="008D7587"/>
    <w:rsid w:val="008D7940"/>
    <w:rsid w:val="008D7AB2"/>
    <w:rsid w:val="008E0348"/>
    <w:rsid w:val="008E071B"/>
    <w:rsid w:val="008E08B6"/>
    <w:rsid w:val="008E0DB2"/>
    <w:rsid w:val="008E0F6F"/>
    <w:rsid w:val="008E26B7"/>
    <w:rsid w:val="008E2B91"/>
    <w:rsid w:val="008E3D04"/>
    <w:rsid w:val="008E4799"/>
    <w:rsid w:val="008E4AE6"/>
    <w:rsid w:val="008E4EE8"/>
    <w:rsid w:val="008E4F8D"/>
    <w:rsid w:val="008E5C18"/>
    <w:rsid w:val="008E5C8E"/>
    <w:rsid w:val="008E5F38"/>
    <w:rsid w:val="008E670F"/>
    <w:rsid w:val="008E76D6"/>
    <w:rsid w:val="008F0192"/>
    <w:rsid w:val="008F078D"/>
    <w:rsid w:val="008F0B90"/>
    <w:rsid w:val="008F0D78"/>
    <w:rsid w:val="008F1D24"/>
    <w:rsid w:val="008F1F6A"/>
    <w:rsid w:val="008F2A3D"/>
    <w:rsid w:val="008F3EAC"/>
    <w:rsid w:val="008F3F20"/>
    <w:rsid w:val="008F455F"/>
    <w:rsid w:val="008F4FF6"/>
    <w:rsid w:val="008F635B"/>
    <w:rsid w:val="008F71AA"/>
    <w:rsid w:val="008F7B81"/>
    <w:rsid w:val="008F7BDD"/>
    <w:rsid w:val="008F7D99"/>
    <w:rsid w:val="009001C1"/>
    <w:rsid w:val="00901020"/>
    <w:rsid w:val="009012B2"/>
    <w:rsid w:val="00901866"/>
    <w:rsid w:val="009024C0"/>
    <w:rsid w:val="00902579"/>
    <w:rsid w:val="00902633"/>
    <w:rsid w:val="0090269E"/>
    <w:rsid w:val="00902CB6"/>
    <w:rsid w:val="00904113"/>
    <w:rsid w:val="009045B3"/>
    <w:rsid w:val="009053A0"/>
    <w:rsid w:val="009056AF"/>
    <w:rsid w:val="00907B8C"/>
    <w:rsid w:val="00907BFD"/>
    <w:rsid w:val="00907CC8"/>
    <w:rsid w:val="00907D4E"/>
    <w:rsid w:val="0091007D"/>
    <w:rsid w:val="00910101"/>
    <w:rsid w:val="0091016A"/>
    <w:rsid w:val="0091025B"/>
    <w:rsid w:val="009102A8"/>
    <w:rsid w:val="00910A25"/>
    <w:rsid w:val="0091121A"/>
    <w:rsid w:val="00911528"/>
    <w:rsid w:val="009118BA"/>
    <w:rsid w:val="00911BBB"/>
    <w:rsid w:val="00911C22"/>
    <w:rsid w:val="00912633"/>
    <w:rsid w:val="0091358F"/>
    <w:rsid w:val="00913D5B"/>
    <w:rsid w:val="00914119"/>
    <w:rsid w:val="0091437C"/>
    <w:rsid w:val="00914736"/>
    <w:rsid w:val="00915D82"/>
    <w:rsid w:val="0091608B"/>
    <w:rsid w:val="009162D3"/>
    <w:rsid w:val="00916601"/>
    <w:rsid w:val="009167AA"/>
    <w:rsid w:val="00916A8B"/>
    <w:rsid w:val="0091746B"/>
    <w:rsid w:val="00921B93"/>
    <w:rsid w:val="009226B0"/>
    <w:rsid w:val="00922891"/>
    <w:rsid w:val="00922D13"/>
    <w:rsid w:val="0092308A"/>
    <w:rsid w:val="0092335E"/>
    <w:rsid w:val="009236FF"/>
    <w:rsid w:val="00924572"/>
    <w:rsid w:val="009252FF"/>
    <w:rsid w:val="00926AA1"/>
    <w:rsid w:val="00926FAC"/>
    <w:rsid w:val="00927332"/>
    <w:rsid w:val="009275B5"/>
    <w:rsid w:val="0093012E"/>
    <w:rsid w:val="00930B12"/>
    <w:rsid w:val="009315B5"/>
    <w:rsid w:val="00931A4F"/>
    <w:rsid w:val="00931ADB"/>
    <w:rsid w:val="00931CCF"/>
    <w:rsid w:val="00931F42"/>
    <w:rsid w:val="0093202B"/>
    <w:rsid w:val="00932627"/>
    <w:rsid w:val="0093276E"/>
    <w:rsid w:val="00932BEE"/>
    <w:rsid w:val="00933DB8"/>
    <w:rsid w:val="009343C0"/>
    <w:rsid w:val="009344BB"/>
    <w:rsid w:val="009346EB"/>
    <w:rsid w:val="0093525A"/>
    <w:rsid w:val="00935D7B"/>
    <w:rsid w:val="009365C9"/>
    <w:rsid w:val="00936A2D"/>
    <w:rsid w:val="00937789"/>
    <w:rsid w:val="00937C24"/>
    <w:rsid w:val="00940C02"/>
    <w:rsid w:val="009417AA"/>
    <w:rsid w:val="00941DE0"/>
    <w:rsid w:val="0094258B"/>
    <w:rsid w:val="009426E1"/>
    <w:rsid w:val="0094331C"/>
    <w:rsid w:val="00943E1B"/>
    <w:rsid w:val="009443DA"/>
    <w:rsid w:val="00944B2D"/>
    <w:rsid w:val="00945500"/>
    <w:rsid w:val="00945663"/>
    <w:rsid w:val="009464DA"/>
    <w:rsid w:val="009465F7"/>
    <w:rsid w:val="009469E1"/>
    <w:rsid w:val="00946A07"/>
    <w:rsid w:val="00946C82"/>
    <w:rsid w:val="00947B67"/>
    <w:rsid w:val="00947BFF"/>
    <w:rsid w:val="009501E0"/>
    <w:rsid w:val="009502FA"/>
    <w:rsid w:val="00951AD3"/>
    <w:rsid w:val="009520FF"/>
    <w:rsid w:val="009532AE"/>
    <w:rsid w:val="00953537"/>
    <w:rsid w:val="00954B82"/>
    <w:rsid w:val="00954BBD"/>
    <w:rsid w:val="00954C02"/>
    <w:rsid w:val="00954D55"/>
    <w:rsid w:val="00954DEC"/>
    <w:rsid w:val="00955304"/>
    <w:rsid w:val="0095548E"/>
    <w:rsid w:val="00956974"/>
    <w:rsid w:val="00956BEC"/>
    <w:rsid w:val="00957FE4"/>
    <w:rsid w:val="0096017B"/>
    <w:rsid w:val="00960315"/>
    <w:rsid w:val="00961CA6"/>
    <w:rsid w:val="009624F2"/>
    <w:rsid w:val="00962684"/>
    <w:rsid w:val="00962CEE"/>
    <w:rsid w:val="00963211"/>
    <w:rsid w:val="00963B71"/>
    <w:rsid w:val="00965196"/>
    <w:rsid w:val="00965B76"/>
    <w:rsid w:val="00965D09"/>
    <w:rsid w:val="00966FD0"/>
    <w:rsid w:val="0096732E"/>
    <w:rsid w:val="00970350"/>
    <w:rsid w:val="0097045F"/>
    <w:rsid w:val="009722AD"/>
    <w:rsid w:val="009724F3"/>
    <w:rsid w:val="00972AB9"/>
    <w:rsid w:val="00972BFE"/>
    <w:rsid w:val="00973AE5"/>
    <w:rsid w:val="009749BA"/>
    <w:rsid w:val="00975155"/>
    <w:rsid w:val="00975523"/>
    <w:rsid w:val="00975A05"/>
    <w:rsid w:val="00975D27"/>
    <w:rsid w:val="00975D3B"/>
    <w:rsid w:val="00975F63"/>
    <w:rsid w:val="00976BFA"/>
    <w:rsid w:val="00976CE1"/>
    <w:rsid w:val="00976F8D"/>
    <w:rsid w:val="00977B18"/>
    <w:rsid w:val="00977F8D"/>
    <w:rsid w:val="0098014E"/>
    <w:rsid w:val="00981355"/>
    <w:rsid w:val="009816BF"/>
    <w:rsid w:val="00981975"/>
    <w:rsid w:val="009829AB"/>
    <w:rsid w:val="00982D91"/>
    <w:rsid w:val="00982EC3"/>
    <w:rsid w:val="009833E8"/>
    <w:rsid w:val="0098354B"/>
    <w:rsid w:val="0098358E"/>
    <w:rsid w:val="00983B92"/>
    <w:rsid w:val="00983C10"/>
    <w:rsid w:val="009846ED"/>
    <w:rsid w:val="00985E39"/>
    <w:rsid w:val="009867E6"/>
    <w:rsid w:val="009869FA"/>
    <w:rsid w:val="00986ABD"/>
    <w:rsid w:val="0098728E"/>
    <w:rsid w:val="009909B7"/>
    <w:rsid w:val="0099109C"/>
    <w:rsid w:val="00991338"/>
    <w:rsid w:val="00992B58"/>
    <w:rsid w:val="00992D1F"/>
    <w:rsid w:val="00992D3A"/>
    <w:rsid w:val="00992F80"/>
    <w:rsid w:val="009933A1"/>
    <w:rsid w:val="00993F0B"/>
    <w:rsid w:val="00994282"/>
    <w:rsid w:val="009950BC"/>
    <w:rsid w:val="00996149"/>
    <w:rsid w:val="00996B4A"/>
    <w:rsid w:val="00997CC6"/>
    <w:rsid w:val="009A0035"/>
    <w:rsid w:val="009A0271"/>
    <w:rsid w:val="009A0DCA"/>
    <w:rsid w:val="009A0F06"/>
    <w:rsid w:val="009A0FF9"/>
    <w:rsid w:val="009A1F88"/>
    <w:rsid w:val="009A1FE8"/>
    <w:rsid w:val="009A2572"/>
    <w:rsid w:val="009A345D"/>
    <w:rsid w:val="009A374D"/>
    <w:rsid w:val="009A3819"/>
    <w:rsid w:val="009A3A12"/>
    <w:rsid w:val="009A3AFE"/>
    <w:rsid w:val="009A435B"/>
    <w:rsid w:val="009A5DA3"/>
    <w:rsid w:val="009A6BA7"/>
    <w:rsid w:val="009A6C0D"/>
    <w:rsid w:val="009A70AC"/>
    <w:rsid w:val="009A75F5"/>
    <w:rsid w:val="009A7B7C"/>
    <w:rsid w:val="009A7CEC"/>
    <w:rsid w:val="009B1111"/>
    <w:rsid w:val="009B1E5E"/>
    <w:rsid w:val="009B1FD8"/>
    <w:rsid w:val="009B2267"/>
    <w:rsid w:val="009B2850"/>
    <w:rsid w:val="009B2BE7"/>
    <w:rsid w:val="009B2C3E"/>
    <w:rsid w:val="009B325B"/>
    <w:rsid w:val="009B34A9"/>
    <w:rsid w:val="009B3A27"/>
    <w:rsid w:val="009B3F63"/>
    <w:rsid w:val="009B479B"/>
    <w:rsid w:val="009B48D9"/>
    <w:rsid w:val="009B4C2D"/>
    <w:rsid w:val="009B4F6E"/>
    <w:rsid w:val="009B54E1"/>
    <w:rsid w:val="009B5BFC"/>
    <w:rsid w:val="009B61A6"/>
    <w:rsid w:val="009B67C3"/>
    <w:rsid w:val="009B6994"/>
    <w:rsid w:val="009B7609"/>
    <w:rsid w:val="009B78E5"/>
    <w:rsid w:val="009C11F7"/>
    <w:rsid w:val="009C1507"/>
    <w:rsid w:val="009C179F"/>
    <w:rsid w:val="009C2686"/>
    <w:rsid w:val="009C282A"/>
    <w:rsid w:val="009C2885"/>
    <w:rsid w:val="009C3520"/>
    <w:rsid w:val="009C48BA"/>
    <w:rsid w:val="009C5AAA"/>
    <w:rsid w:val="009C5E46"/>
    <w:rsid w:val="009C602C"/>
    <w:rsid w:val="009C68CD"/>
    <w:rsid w:val="009C6C9A"/>
    <w:rsid w:val="009C76E2"/>
    <w:rsid w:val="009C78DA"/>
    <w:rsid w:val="009C798F"/>
    <w:rsid w:val="009C7F83"/>
    <w:rsid w:val="009D0847"/>
    <w:rsid w:val="009D0AA1"/>
    <w:rsid w:val="009D1655"/>
    <w:rsid w:val="009D315C"/>
    <w:rsid w:val="009D3DBA"/>
    <w:rsid w:val="009D4805"/>
    <w:rsid w:val="009D4EE5"/>
    <w:rsid w:val="009D5A3A"/>
    <w:rsid w:val="009D6B49"/>
    <w:rsid w:val="009D6EAC"/>
    <w:rsid w:val="009D7493"/>
    <w:rsid w:val="009D7AE8"/>
    <w:rsid w:val="009E0777"/>
    <w:rsid w:val="009E0C3E"/>
    <w:rsid w:val="009E269F"/>
    <w:rsid w:val="009E3306"/>
    <w:rsid w:val="009E3334"/>
    <w:rsid w:val="009E336E"/>
    <w:rsid w:val="009E33C3"/>
    <w:rsid w:val="009E3BB3"/>
    <w:rsid w:val="009E4C25"/>
    <w:rsid w:val="009E4E3D"/>
    <w:rsid w:val="009E5F44"/>
    <w:rsid w:val="009E70B3"/>
    <w:rsid w:val="009E73E1"/>
    <w:rsid w:val="009F0010"/>
    <w:rsid w:val="009F1353"/>
    <w:rsid w:val="009F195F"/>
    <w:rsid w:val="009F1FA1"/>
    <w:rsid w:val="009F22D3"/>
    <w:rsid w:val="009F2AF3"/>
    <w:rsid w:val="009F317F"/>
    <w:rsid w:val="009F3726"/>
    <w:rsid w:val="009F4704"/>
    <w:rsid w:val="009F4737"/>
    <w:rsid w:val="009F4781"/>
    <w:rsid w:val="009F52D1"/>
    <w:rsid w:val="009F5362"/>
    <w:rsid w:val="009F536A"/>
    <w:rsid w:val="009F6B69"/>
    <w:rsid w:val="009F6CC5"/>
    <w:rsid w:val="009F6ED2"/>
    <w:rsid w:val="009F741D"/>
    <w:rsid w:val="009F74CD"/>
    <w:rsid w:val="009F75F0"/>
    <w:rsid w:val="00A00E7B"/>
    <w:rsid w:val="00A01279"/>
    <w:rsid w:val="00A02828"/>
    <w:rsid w:val="00A0334C"/>
    <w:rsid w:val="00A03E38"/>
    <w:rsid w:val="00A046A4"/>
    <w:rsid w:val="00A04812"/>
    <w:rsid w:val="00A04C30"/>
    <w:rsid w:val="00A0559A"/>
    <w:rsid w:val="00A05675"/>
    <w:rsid w:val="00A059D4"/>
    <w:rsid w:val="00A05F75"/>
    <w:rsid w:val="00A06406"/>
    <w:rsid w:val="00A06AB2"/>
    <w:rsid w:val="00A10CA8"/>
    <w:rsid w:val="00A1101C"/>
    <w:rsid w:val="00A1141C"/>
    <w:rsid w:val="00A119C0"/>
    <w:rsid w:val="00A11A9E"/>
    <w:rsid w:val="00A130D3"/>
    <w:rsid w:val="00A153BE"/>
    <w:rsid w:val="00A15879"/>
    <w:rsid w:val="00A15F7A"/>
    <w:rsid w:val="00A165C6"/>
    <w:rsid w:val="00A1748F"/>
    <w:rsid w:val="00A17EB6"/>
    <w:rsid w:val="00A204CF"/>
    <w:rsid w:val="00A205AE"/>
    <w:rsid w:val="00A21B73"/>
    <w:rsid w:val="00A21BF5"/>
    <w:rsid w:val="00A224DF"/>
    <w:rsid w:val="00A22789"/>
    <w:rsid w:val="00A22BCE"/>
    <w:rsid w:val="00A2333B"/>
    <w:rsid w:val="00A23467"/>
    <w:rsid w:val="00A234B6"/>
    <w:rsid w:val="00A2434D"/>
    <w:rsid w:val="00A246C8"/>
    <w:rsid w:val="00A24B7B"/>
    <w:rsid w:val="00A25CFB"/>
    <w:rsid w:val="00A25DFD"/>
    <w:rsid w:val="00A25FB1"/>
    <w:rsid w:val="00A26244"/>
    <w:rsid w:val="00A26BBB"/>
    <w:rsid w:val="00A271BA"/>
    <w:rsid w:val="00A27478"/>
    <w:rsid w:val="00A27725"/>
    <w:rsid w:val="00A30D0F"/>
    <w:rsid w:val="00A31AFF"/>
    <w:rsid w:val="00A31E12"/>
    <w:rsid w:val="00A32414"/>
    <w:rsid w:val="00A327FF"/>
    <w:rsid w:val="00A32927"/>
    <w:rsid w:val="00A33390"/>
    <w:rsid w:val="00A33493"/>
    <w:rsid w:val="00A3563C"/>
    <w:rsid w:val="00A35737"/>
    <w:rsid w:val="00A35FA3"/>
    <w:rsid w:val="00A360AD"/>
    <w:rsid w:val="00A360E7"/>
    <w:rsid w:val="00A36D4C"/>
    <w:rsid w:val="00A3727D"/>
    <w:rsid w:val="00A40541"/>
    <w:rsid w:val="00A408D7"/>
    <w:rsid w:val="00A41A7A"/>
    <w:rsid w:val="00A41B25"/>
    <w:rsid w:val="00A41B30"/>
    <w:rsid w:val="00A41E60"/>
    <w:rsid w:val="00A42085"/>
    <w:rsid w:val="00A42992"/>
    <w:rsid w:val="00A42A67"/>
    <w:rsid w:val="00A42F5F"/>
    <w:rsid w:val="00A43705"/>
    <w:rsid w:val="00A437D2"/>
    <w:rsid w:val="00A43F6E"/>
    <w:rsid w:val="00A45404"/>
    <w:rsid w:val="00A4572D"/>
    <w:rsid w:val="00A46556"/>
    <w:rsid w:val="00A467ED"/>
    <w:rsid w:val="00A46F39"/>
    <w:rsid w:val="00A47025"/>
    <w:rsid w:val="00A47392"/>
    <w:rsid w:val="00A50A46"/>
    <w:rsid w:val="00A51156"/>
    <w:rsid w:val="00A521A9"/>
    <w:rsid w:val="00A528F0"/>
    <w:rsid w:val="00A52A9E"/>
    <w:rsid w:val="00A52FD1"/>
    <w:rsid w:val="00A53D6A"/>
    <w:rsid w:val="00A545FE"/>
    <w:rsid w:val="00A54E88"/>
    <w:rsid w:val="00A55218"/>
    <w:rsid w:val="00A5531F"/>
    <w:rsid w:val="00A55901"/>
    <w:rsid w:val="00A56CA4"/>
    <w:rsid w:val="00A572EC"/>
    <w:rsid w:val="00A574B7"/>
    <w:rsid w:val="00A576DE"/>
    <w:rsid w:val="00A57EF0"/>
    <w:rsid w:val="00A60415"/>
    <w:rsid w:val="00A6088C"/>
    <w:rsid w:val="00A612F1"/>
    <w:rsid w:val="00A61A48"/>
    <w:rsid w:val="00A61E88"/>
    <w:rsid w:val="00A6215B"/>
    <w:rsid w:val="00A62FC6"/>
    <w:rsid w:val="00A637E0"/>
    <w:rsid w:val="00A63A30"/>
    <w:rsid w:val="00A64829"/>
    <w:rsid w:val="00A65A72"/>
    <w:rsid w:val="00A660D9"/>
    <w:rsid w:val="00A665AC"/>
    <w:rsid w:val="00A66E5B"/>
    <w:rsid w:val="00A67882"/>
    <w:rsid w:val="00A67CCF"/>
    <w:rsid w:val="00A70017"/>
    <w:rsid w:val="00A717E7"/>
    <w:rsid w:val="00A71D36"/>
    <w:rsid w:val="00A72658"/>
    <w:rsid w:val="00A73CF2"/>
    <w:rsid w:val="00A73D38"/>
    <w:rsid w:val="00A750DB"/>
    <w:rsid w:val="00A7521B"/>
    <w:rsid w:val="00A7528C"/>
    <w:rsid w:val="00A75927"/>
    <w:rsid w:val="00A76237"/>
    <w:rsid w:val="00A8018E"/>
    <w:rsid w:val="00A804D2"/>
    <w:rsid w:val="00A81F9E"/>
    <w:rsid w:val="00A821E4"/>
    <w:rsid w:val="00A82946"/>
    <w:rsid w:val="00A8343B"/>
    <w:rsid w:val="00A83858"/>
    <w:rsid w:val="00A8399F"/>
    <w:rsid w:val="00A83AE3"/>
    <w:rsid w:val="00A83ECC"/>
    <w:rsid w:val="00A83F2F"/>
    <w:rsid w:val="00A8463B"/>
    <w:rsid w:val="00A849F6"/>
    <w:rsid w:val="00A84D04"/>
    <w:rsid w:val="00A8517B"/>
    <w:rsid w:val="00A85F0A"/>
    <w:rsid w:val="00A8619A"/>
    <w:rsid w:val="00A864FB"/>
    <w:rsid w:val="00A86726"/>
    <w:rsid w:val="00A86B00"/>
    <w:rsid w:val="00A86C83"/>
    <w:rsid w:val="00A91276"/>
    <w:rsid w:val="00A91330"/>
    <w:rsid w:val="00A9185B"/>
    <w:rsid w:val="00A91923"/>
    <w:rsid w:val="00A928B2"/>
    <w:rsid w:val="00A92972"/>
    <w:rsid w:val="00A92A04"/>
    <w:rsid w:val="00A954DD"/>
    <w:rsid w:val="00A95552"/>
    <w:rsid w:val="00A956EC"/>
    <w:rsid w:val="00A96589"/>
    <w:rsid w:val="00A97E17"/>
    <w:rsid w:val="00AA03DA"/>
    <w:rsid w:val="00AA06AC"/>
    <w:rsid w:val="00AA0E1A"/>
    <w:rsid w:val="00AA1147"/>
    <w:rsid w:val="00AA16FF"/>
    <w:rsid w:val="00AA2AB8"/>
    <w:rsid w:val="00AA3A51"/>
    <w:rsid w:val="00AA5E91"/>
    <w:rsid w:val="00AA6B3B"/>
    <w:rsid w:val="00AA789A"/>
    <w:rsid w:val="00AB02B8"/>
    <w:rsid w:val="00AB14B5"/>
    <w:rsid w:val="00AB18C1"/>
    <w:rsid w:val="00AB1B01"/>
    <w:rsid w:val="00AB2A57"/>
    <w:rsid w:val="00AB31A2"/>
    <w:rsid w:val="00AB474B"/>
    <w:rsid w:val="00AB4AE4"/>
    <w:rsid w:val="00AB5944"/>
    <w:rsid w:val="00AB5A5B"/>
    <w:rsid w:val="00AB5E5D"/>
    <w:rsid w:val="00AB7018"/>
    <w:rsid w:val="00AB71DF"/>
    <w:rsid w:val="00AB73A3"/>
    <w:rsid w:val="00AB75F9"/>
    <w:rsid w:val="00AB7791"/>
    <w:rsid w:val="00AC0337"/>
    <w:rsid w:val="00AC0782"/>
    <w:rsid w:val="00AC184E"/>
    <w:rsid w:val="00AC259F"/>
    <w:rsid w:val="00AC2809"/>
    <w:rsid w:val="00AC2B27"/>
    <w:rsid w:val="00AC33C7"/>
    <w:rsid w:val="00AC37D6"/>
    <w:rsid w:val="00AC3C1D"/>
    <w:rsid w:val="00AC4846"/>
    <w:rsid w:val="00AC541F"/>
    <w:rsid w:val="00AC607C"/>
    <w:rsid w:val="00AC6148"/>
    <w:rsid w:val="00AC679D"/>
    <w:rsid w:val="00AC77BD"/>
    <w:rsid w:val="00AD0065"/>
    <w:rsid w:val="00AD0BD2"/>
    <w:rsid w:val="00AD0C50"/>
    <w:rsid w:val="00AD1289"/>
    <w:rsid w:val="00AD1CCB"/>
    <w:rsid w:val="00AD2613"/>
    <w:rsid w:val="00AD31FE"/>
    <w:rsid w:val="00AD3220"/>
    <w:rsid w:val="00AD3671"/>
    <w:rsid w:val="00AD3777"/>
    <w:rsid w:val="00AD38A7"/>
    <w:rsid w:val="00AD3B38"/>
    <w:rsid w:val="00AD3F15"/>
    <w:rsid w:val="00AD4670"/>
    <w:rsid w:val="00AD4FA7"/>
    <w:rsid w:val="00AD509A"/>
    <w:rsid w:val="00AD5C75"/>
    <w:rsid w:val="00AD60A8"/>
    <w:rsid w:val="00AD63C6"/>
    <w:rsid w:val="00AD684B"/>
    <w:rsid w:val="00AD695B"/>
    <w:rsid w:val="00AD6D45"/>
    <w:rsid w:val="00AE0187"/>
    <w:rsid w:val="00AE0C44"/>
    <w:rsid w:val="00AE0E49"/>
    <w:rsid w:val="00AE1123"/>
    <w:rsid w:val="00AE1663"/>
    <w:rsid w:val="00AE1BD8"/>
    <w:rsid w:val="00AE23B1"/>
    <w:rsid w:val="00AE2574"/>
    <w:rsid w:val="00AE34EA"/>
    <w:rsid w:val="00AE37E2"/>
    <w:rsid w:val="00AE3AC8"/>
    <w:rsid w:val="00AE3CA8"/>
    <w:rsid w:val="00AE3DBF"/>
    <w:rsid w:val="00AE440D"/>
    <w:rsid w:val="00AE5738"/>
    <w:rsid w:val="00AE5D92"/>
    <w:rsid w:val="00AE6BED"/>
    <w:rsid w:val="00AE7028"/>
    <w:rsid w:val="00AE7362"/>
    <w:rsid w:val="00AE76BA"/>
    <w:rsid w:val="00AE7774"/>
    <w:rsid w:val="00AF034E"/>
    <w:rsid w:val="00AF035C"/>
    <w:rsid w:val="00AF0DA2"/>
    <w:rsid w:val="00AF0FBB"/>
    <w:rsid w:val="00AF2638"/>
    <w:rsid w:val="00AF376F"/>
    <w:rsid w:val="00AF3F6F"/>
    <w:rsid w:val="00AF400E"/>
    <w:rsid w:val="00AF4BB8"/>
    <w:rsid w:val="00AF54C4"/>
    <w:rsid w:val="00AF6798"/>
    <w:rsid w:val="00AF6B53"/>
    <w:rsid w:val="00AF6CF3"/>
    <w:rsid w:val="00AF7A60"/>
    <w:rsid w:val="00AF7FC6"/>
    <w:rsid w:val="00B0081C"/>
    <w:rsid w:val="00B01772"/>
    <w:rsid w:val="00B019C2"/>
    <w:rsid w:val="00B02AF4"/>
    <w:rsid w:val="00B02B15"/>
    <w:rsid w:val="00B02B2B"/>
    <w:rsid w:val="00B02C4C"/>
    <w:rsid w:val="00B02C4F"/>
    <w:rsid w:val="00B04349"/>
    <w:rsid w:val="00B04446"/>
    <w:rsid w:val="00B054B0"/>
    <w:rsid w:val="00B059F3"/>
    <w:rsid w:val="00B05D64"/>
    <w:rsid w:val="00B064BE"/>
    <w:rsid w:val="00B06AA4"/>
    <w:rsid w:val="00B0707B"/>
    <w:rsid w:val="00B070E9"/>
    <w:rsid w:val="00B07108"/>
    <w:rsid w:val="00B07898"/>
    <w:rsid w:val="00B10B56"/>
    <w:rsid w:val="00B10EEC"/>
    <w:rsid w:val="00B11993"/>
    <w:rsid w:val="00B12410"/>
    <w:rsid w:val="00B132FB"/>
    <w:rsid w:val="00B1352B"/>
    <w:rsid w:val="00B137E5"/>
    <w:rsid w:val="00B13C2E"/>
    <w:rsid w:val="00B1407C"/>
    <w:rsid w:val="00B141F5"/>
    <w:rsid w:val="00B14275"/>
    <w:rsid w:val="00B14341"/>
    <w:rsid w:val="00B14609"/>
    <w:rsid w:val="00B14AEE"/>
    <w:rsid w:val="00B14DB1"/>
    <w:rsid w:val="00B14DBD"/>
    <w:rsid w:val="00B14EA8"/>
    <w:rsid w:val="00B150A3"/>
    <w:rsid w:val="00B15881"/>
    <w:rsid w:val="00B15893"/>
    <w:rsid w:val="00B15AAD"/>
    <w:rsid w:val="00B15ED4"/>
    <w:rsid w:val="00B1636B"/>
    <w:rsid w:val="00B16A94"/>
    <w:rsid w:val="00B17676"/>
    <w:rsid w:val="00B205B6"/>
    <w:rsid w:val="00B21EEC"/>
    <w:rsid w:val="00B21FFF"/>
    <w:rsid w:val="00B2266C"/>
    <w:rsid w:val="00B22B8E"/>
    <w:rsid w:val="00B22C94"/>
    <w:rsid w:val="00B23DEA"/>
    <w:rsid w:val="00B2450A"/>
    <w:rsid w:val="00B24720"/>
    <w:rsid w:val="00B24750"/>
    <w:rsid w:val="00B24B51"/>
    <w:rsid w:val="00B260A9"/>
    <w:rsid w:val="00B2629D"/>
    <w:rsid w:val="00B27F47"/>
    <w:rsid w:val="00B30F72"/>
    <w:rsid w:val="00B31000"/>
    <w:rsid w:val="00B3104A"/>
    <w:rsid w:val="00B31811"/>
    <w:rsid w:val="00B31A74"/>
    <w:rsid w:val="00B31DC5"/>
    <w:rsid w:val="00B32713"/>
    <w:rsid w:val="00B32FEF"/>
    <w:rsid w:val="00B3365A"/>
    <w:rsid w:val="00B338C1"/>
    <w:rsid w:val="00B34B97"/>
    <w:rsid w:val="00B35BC9"/>
    <w:rsid w:val="00B37357"/>
    <w:rsid w:val="00B37B00"/>
    <w:rsid w:val="00B4038C"/>
    <w:rsid w:val="00B4058F"/>
    <w:rsid w:val="00B41988"/>
    <w:rsid w:val="00B41A78"/>
    <w:rsid w:val="00B41B77"/>
    <w:rsid w:val="00B4222F"/>
    <w:rsid w:val="00B42F87"/>
    <w:rsid w:val="00B44BE6"/>
    <w:rsid w:val="00B44D19"/>
    <w:rsid w:val="00B44E11"/>
    <w:rsid w:val="00B452C9"/>
    <w:rsid w:val="00B474DD"/>
    <w:rsid w:val="00B50493"/>
    <w:rsid w:val="00B50AF6"/>
    <w:rsid w:val="00B513B6"/>
    <w:rsid w:val="00B5165A"/>
    <w:rsid w:val="00B5347E"/>
    <w:rsid w:val="00B5414F"/>
    <w:rsid w:val="00B54512"/>
    <w:rsid w:val="00B55043"/>
    <w:rsid w:val="00B554A1"/>
    <w:rsid w:val="00B5570A"/>
    <w:rsid w:val="00B558B2"/>
    <w:rsid w:val="00B579F5"/>
    <w:rsid w:val="00B6222F"/>
    <w:rsid w:val="00B62310"/>
    <w:rsid w:val="00B628C4"/>
    <w:rsid w:val="00B62B02"/>
    <w:rsid w:val="00B62FE0"/>
    <w:rsid w:val="00B637FA"/>
    <w:rsid w:val="00B63BF8"/>
    <w:rsid w:val="00B63DAD"/>
    <w:rsid w:val="00B641AA"/>
    <w:rsid w:val="00B64FED"/>
    <w:rsid w:val="00B650F4"/>
    <w:rsid w:val="00B670AE"/>
    <w:rsid w:val="00B6729F"/>
    <w:rsid w:val="00B67303"/>
    <w:rsid w:val="00B67A29"/>
    <w:rsid w:val="00B67EBE"/>
    <w:rsid w:val="00B705FC"/>
    <w:rsid w:val="00B71B78"/>
    <w:rsid w:val="00B720EB"/>
    <w:rsid w:val="00B72B65"/>
    <w:rsid w:val="00B7301A"/>
    <w:rsid w:val="00B736AF"/>
    <w:rsid w:val="00B739B8"/>
    <w:rsid w:val="00B73B74"/>
    <w:rsid w:val="00B7440E"/>
    <w:rsid w:val="00B766AE"/>
    <w:rsid w:val="00B769E3"/>
    <w:rsid w:val="00B76F78"/>
    <w:rsid w:val="00B77470"/>
    <w:rsid w:val="00B80197"/>
    <w:rsid w:val="00B802C6"/>
    <w:rsid w:val="00B80B21"/>
    <w:rsid w:val="00B80E88"/>
    <w:rsid w:val="00B819BB"/>
    <w:rsid w:val="00B827ED"/>
    <w:rsid w:val="00B82F06"/>
    <w:rsid w:val="00B83686"/>
    <w:rsid w:val="00B83911"/>
    <w:rsid w:val="00B83F06"/>
    <w:rsid w:val="00B85142"/>
    <w:rsid w:val="00B866B2"/>
    <w:rsid w:val="00B86C7F"/>
    <w:rsid w:val="00B874BB"/>
    <w:rsid w:val="00B87CA1"/>
    <w:rsid w:val="00B90546"/>
    <w:rsid w:val="00B90D0A"/>
    <w:rsid w:val="00B91030"/>
    <w:rsid w:val="00B91534"/>
    <w:rsid w:val="00B92230"/>
    <w:rsid w:val="00B924D3"/>
    <w:rsid w:val="00B9282A"/>
    <w:rsid w:val="00B92A2D"/>
    <w:rsid w:val="00B92BE7"/>
    <w:rsid w:val="00B92E8D"/>
    <w:rsid w:val="00B93253"/>
    <w:rsid w:val="00B9325A"/>
    <w:rsid w:val="00B934FF"/>
    <w:rsid w:val="00B9511B"/>
    <w:rsid w:val="00B95FF4"/>
    <w:rsid w:val="00B9664B"/>
    <w:rsid w:val="00B96C58"/>
    <w:rsid w:val="00B97C2D"/>
    <w:rsid w:val="00B97C7B"/>
    <w:rsid w:val="00BA0AD7"/>
    <w:rsid w:val="00BA0C2F"/>
    <w:rsid w:val="00BA0DE9"/>
    <w:rsid w:val="00BA187E"/>
    <w:rsid w:val="00BA28AA"/>
    <w:rsid w:val="00BA3108"/>
    <w:rsid w:val="00BA3B9E"/>
    <w:rsid w:val="00BA4124"/>
    <w:rsid w:val="00BA483A"/>
    <w:rsid w:val="00BA4B4D"/>
    <w:rsid w:val="00BA4E06"/>
    <w:rsid w:val="00BA523B"/>
    <w:rsid w:val="00BA6790"/>
    <w:rsid w:val="00BA700B"/>
    <w:rsid w:val="00BB012F"/>
    <w:rsid w:val="00BB0275"/>
    <w:rsid w:val="00BB0872"/>
    <w:rsid w:val="00BB0E69"/>
    <w:rsid w:val="00BB1483"/>
    <w:rsid w:val="00BB20DD"/>
    <w:rsid w:val="00BB2172"/>
    <w:rsid w:val="00BB2C2E"/>
    <w:rsid w:val="00BB3A0F"/>
    <w:rsid w:val="00BB3DFA"/>
    <w:rsid w:val="00BB4CF6"/>
    <w:rsid w:val="00BB4D3F"/>
    <w:rsid w:val="00BB519A"/>
    <w:rsid w:val="00BB58D5"/>
    <w:rsid w:val="00BB5C11"/>
    <w:rsid w:val="00BB5E5A"/>
    <w:rsid w:val="00BB65F5"/>
    <w:rsid w:val="00BB77F6"/>
    <w:rsid w:val="00BC082E"/>
    <w:rsid w:val="00BC0C87"/>
    <w:rsid w:val="00BC28F5"/>
    <w:rsid w:val="00BC291D"/>
    <w:rsid w:val="00BC3367"/>
    <w:rsid w:val="00BC3748"/>
    <w:rsid w:val="00BC3B2C"/>
    <w:rsid w:val="00BC3ECA"/>
    <w:rsid w:val="00BC4682"/>
    <w:rsid w:val="00BC46B3"/>
    <w:rsid w:val="00BC4A4C"/>
    <w:rsid w:val="00BC5D29"/>
    <w:rsid w:val="00BC5FA5"/>
    <w:rsid w:val="00BC6227"/>
    <w:rsid w:val="00BC6B98"/>
    <w:rsid w:val="00BC7EF7"/>
    <w:rsid w:val="00BD02F1"/>
    <w:rsid w:val="00BD0A4C"/>
    <w:rsid w:val="00BD0D5B"/>
    <w:rsid w:val="00BD1AFD"/>
    <w:rsid w:val="00BD1C89"/>
    <w:rsid w:val="00BD1EE2"/>
    <w:rsid w:val="00BD2641"/>
    <w:rsid w:val="00BD2ACF"/>
    <w:rsid w:val="00BD2B0B"/>
    <w:rsid w:val="00BD2C04"/>
    <w:rsid w:val="00BD2D69"/>
    <w:rsid w:val="00BD31DC"/>
    <w:rsid w:val="00BD3799"/>
    <w:rsid w:val="00BD426A"/>
    <w:rsid w:val="00BD473E"/>
    <w:rsid w:val="00BD4DC8"/>
    <w:rsid w:val="00BD58CD"/>
    <w:rsid w:val="00BD59B1"/>
    <w:rsid w:val="00BD5F1F"/>
    <w:rsid w:val="00BD6FC3"/>
    <w:rsid w:val="00BD7310"/>
    <w:rsid w:val="00BD75F7"/>
    <w:rsid w:val="00BD7759"/>
    <w:rsid w:val="00BD7B25"/>
    <w:rsid w:val="00BD7C02"/>
    <w:rsid w:val="00BE0A37"/>
    <w:rsid w:val="00BE170A"/>
    <w:rsid w:val="00BE187B"/>
    <w:rsid w:val="00BE257A"/>
    <w:rsid w:val="00BE27F7"/>
    <w:rsid w:val="00BE2F1D"/>
    <w:rsid w:val="00BE3187"/>
    <w:rsid w:val="00BE34FC"/>
    <w:rsid w:val="00BE387C"/>
    <w:rsid w:val="00BE4843"/>
    <w:rsid w:val="00BE48EB"/>
    <w:rsid w:val="00BE490C"/>
    <w:rsid w:val="00BE5123"/>
    <w:rsid w:val="00BE521E"/>
    <w:rsid w:val="00BE5D53"/>
    <w:rsid w:val="00BE6007"/>
    <w:rsid w:val="00BE605D"/>
    <w:rsid w:val="00BE66F0"/>
    <w:rsid w:val="00BE67A9"/>
    <w:rsid w:val="00BE7030"/>
    <w:rsid w:val="00BE74C5"/>
    <w:rsid w:val="00BF03C6"/>
    <w:rsid w:val="00BF1480"/>
    <w:rsid w:val="00BF18AE"/>
    <w:rsid w:val="00BF2403"/>
    <w:rsid w:val="00BF24EE"/>
    <w:rsid w:val="00BF2516"/>
    <w:rsid w:val="00BF28A3"/>
    <w:rsid w:val="00BF4992"/>
    <w:rsid w:val="00BF5604"/>
    <w:rsid w:val="00BF5999"/>
    <w:rsid w:val="00BF69D9"/>
    <w:rsid w:val="00BF7105"/>
    <w:rsid w:val="00C011E8"/>
    <w:rsid w:val="00C011F7"/>
    <w:rsid w:val="00C01901"/>
    <w:rsid w:val="00C01A1A"/>
    <w:rsid w:val="00C01E81"/>
    <w:rsid w:val="00C037CB"/>
    <w:rsid w:val="00C03808"/>
    <w:rsid w:val="00C044F2"/>
    <w:rsid w:val="00C04A16"/>
    <w:rsid w:val="00C04BE1"/>
    <w:rsid w:val="00C05793"/>
    <w:rsid w:val="00C05BB0"/>
    <w:rsid w:val="00C0649E"/>
    <w:rsid w:val="00C06A8D"/>
    <w:rsid w:val="00C06F31"/>
    <w:rsid w:val="00C07874"/>
    <w:rsid w:val="00C07B9E"/>
    <w:rsid w:val="00C07C4F"/>
    <w:rsid w:val="00C10235"/>
    <w:rsid w:val="00C102EB"/>
    <w:rsid w:val="00C10565"/>
    <w:rsid w:val="00C10802"/>
    <w:rsid w:val="00C113F3"/>
    <w:rsid w:val="00C121A2"/>
    <w:rsid w:val="00C12561"/>
    <w:rsid w:val="00C1268F"/>
    <w:rsid w:val="00C12C78"/>
    <w:rsid w:val="00C130DE"/>
    <w:rsid w:val="00C134A0"/>
    <w:rsid w:val="00C135D0"/>
    <w:rsid w:val="00C140F3"/>
    <w:rsid w:val="00C14331"/>
    <w:rsid w:val="00C14426"/>
    <w:rsid w:val="00C1458F"/>
    <w:rsid w:val="00C15269"/>
    <w:rsid w:val="00C1528B"/>
    <w:rsid w:val="00C15E01"/>
    <w:rsid w:val="00C165E9"/>
    <w:rsid w:val="00C1675E"/>
    <w:rsid w:val="00C167A6"/>
    <w:rsid w:val="00C20908"/>
    <w:rsid w:val="00C21600"/>
    <w:rsid w:val="00C21A67"/>
    <w:rsid w:val="00C2268F"/>
    <w:rsid w:val="00C22D3C"/>
    <w:rsid w:val="00C23101"/>
    <w:rsid w:val="00C23970"/>
    <w:rsid w:val="00C24537"/>
    <w:rsid w:val="00C24C18"/>
    <w:rsid w:val="00C25175"/>
    <w:rsid w:val="00C2551C"/>
    <w:rsid w:val="00C25756"/>
    <w:rsid w:val="00C25CB2"/>
    <w:rsid w:val="00C269F0"/>
    <w:rsid w:val="00C303BE"/>
    <w:rsid w:val="00C30BEC"/>
    <w:rsid w:val="00C30C97"/>
    <w:rsid w:val="00C319CA"/>
    <w:rsid w:val="00C31B3E"/>
    <w:rsid w:val="00C33291"/>
    <w:rsid w:val="00C3413F"/>
    <w:rsid w:val="00C34B87"/>
    <w:rsid w:val="00C350CA"/>
    <w:rsid w:val="00C35655"/>
    <w:rsid w:val="00C36544"/>
    <w:rsid w:val="00C37753"/>
    <w:rsid w:val="00C37974"/>
    <w:rsid w:val="00C37FF6"/>
    <w:rsid w:val="00C402E7"/>
    <w:rsid w:val="00C41F0F"/>
    <w:rsid w:val="00C42665"/>
    <w:rsid w:val="00C44351"/>
    <w:rsid w:val="00C444EA"/>
    <w:rsid w:val="00C44F3A"/>
    <w:rsid w:val="00C45759"/>
    <w:rsid w:val="00C45843"/>
    <w:rsid w:val="00C45989"/>
    <w:rsid w:val="00C46089"/>
    <w:rsid w:val="00C46A09"/>
    <w:rsid w:val="00C46F93"/>
    <w:rsid w:val="00C47914"/>
    <w:rsid w:val="00C479FC"/>
    <w:rsid w:val="00C47B9F"/>
    <w:rsid w:val="00C47F61"/>
    <w:rsid w:val="00C50163"/>
    <w:rsid w:val="00C50835"/>
    <w:rsid w:val="00C53D87"/>
    <w:rsid w:val="00C53FC5"/>
    <w:rsid w:val="00C548F7"/>
    <w:rsid w:val="00C54B17"/>
    <w:rsid w:val="00C55164"/>
    <w:rsid w:val="00C558E0"/>
    <w:rsid w:val="00C558E6"/>
    <w:rsid w:val="00C55A6E"/>
    <w:rsid w:val="00C6046A"/>
    <w:rsid w:val="00C6065F"/>
    <w:rsid w:val="00C60704"/>
    <w:rsid w:val="00C60ABA"/>
    <w:rsid w:val="00C62B35"/>
    <w:rsid w:val="00C63B93"/>
    <w:rsid w:val="00C64618"/>
    <w:rsid w:val="00C646AD"/>
    <w:rsid w:val="00C6501D"/>
    <w:rsid w:val="00C65111"/>
    <w:rsid w:val="00C65325"/>
    <w:rsid w:val="00C656EB"/>
    <w:rsid w:val="00C65B55"/>
    <w:rsid w:val="00C67A36"/>
    <w:rsid w:val="00C67A6B"/>
    <w:rsid w:val="00C70405"/>
    <w:rsid w:val="00C71274"/>
    <w:rsid w:val="00C71BD2"/>
    <w:rsid w:val="00C73A22"/>
    <w:rsid w:val="00C74F90"/>
    <w:rsid w:val="00C7542A"/>
    <w:rsid w:val="00C75A51"/>
    <w:rsid w:val="00C75CEC"/>
    <w:rsid w:val="00C75EBC"/>
    <w:rsid w:val="00C766F8"/>
    <w:rsid w:val="00C77135"/>
    <w:rsid w:val="00C77A7F"/>
    <w:rsid w:val="00C77C64"/>
    <w:rsid w:val="00C77D70"/>
    <w:rsid w:val="00C8156C"/>
    <w:rsid w:val="00C8186E"/>
    <w:rsid w:val="00C81D6B"/>
    <w:rsid w:val="00C823D9"/>
    <w:rsid w:val="00C826B0"/>
    <w:rsid w:val="00C83314"/>
    <w:rsid w:val="00C84489"/>
    <w:rsid w:val="00C84795"/>
    <w:rsid w:val="00C849AC"/>
    <w:rsid w:val="00C84BEF"/>
    <w:rsid w:val="00C84EB0"/>
    <w:rsid w:val="00C851A8"/>
    <w:rsid w:val="00C857EF"/>
    <w:rsid w:val="00C85965"/>
    <w:rsid w:val="00C859A6"/>
    <w:rsid w:val="00C86127"/>
    <w:rsid w:val="00C8650E"/>
    <w:rsid w:val="00C868BD"/>
    <w:rsid w:val="00C876DF"/>
    <w:rsid w:val="00C87A38"/>
    <w:rsid w:val="00C87D9C"/>
    <w:rsid w:val="00C87E53"/>
    <w:rsid w:val="00C90A3B"/>
    <w:rsid w:val="00C9110F"/>
    <w:rsid w:val="00C9176B"/>
    <w:rsid w:val="00C918CC"/>
    <w:rsid w:val="00C91BC2"/>
    <w:rsid w:val="00C91CF0"/>
    <w:rsid w:val="00C936EB"/>
    <w:rsid w:val="00C94492"/>
    <w:rsid w:val="00C94539"/>
    <w:rsid w:val="00C94713"/>
    <w:rsid w:val="00C94869"/>
    <w:rsid w:val="00C94C2C"/>
    <w:rsid w:val="00C950DC"/>
    <w:rsid w:val="00C951B7"/>
    <w:rsid w:val="00C95852"/>
    <w:rsid w:val="00C958BF"/>
    <w:rsid w:val="00C95D72"/>
    <w:rsid w:val="00C968EA"/>
    <w:rsid w:val="00C97091"/>
    <w:rsid w:val="00C975A9"/>
    <w:rsid w:val="00C97C43"/>
    <w:rsid w:val="00C97DD1"/>
    <w:rsid w:val="00CA00D0"/>
    <w:rsid w:val="00CA09E8"/>
    <w:rsid w:val="00CA1F7A"/>
    <w:rsid w:val="00CA1FC0"/>
    <w:rsid w:val="00CA2841"/>
    <w:rsid w:val="00CA2886"/>
    <w:rsid w:val="00CA33BA"/>
    <w:rsid w:val="00CA4768"/>
    <w:rsid w:val="00CA54C0"/>
    <w:rsid w:val="00CA615C"/>
    <w:rsid w:val="00CA63B1"/>
    <w:rsid w:val="00CA63ED"/>
    <w:rsid w:val="00CA7332"/>
    <w:rsid w:val="00CB0ECD"/>
    <w:rsid w:val="00CB2153"/>
    <w:rsid w:val="00CB236D"/>
    <w:rsid w:val="00CB2868"/>
    <w:rsid w:val="00CB3491"/>
    <w:rsid w:val="00CB4560"/>
    <w:rsid w:val="00CB5007"/>
    <w:rsid w:val="00CB507D"/>
    <w:rsid w:val="00CB53EF"/>
    <w:rsid w:val="00CB5CBF"/>
    <w:rsid w:val="00CB5E04"/>
    <w:rsid w:val="00CB5EA4"/>
    <w:rsid w:val="00CB6E20"/>
    <w:rsid w:val="00CB75E6"/>
    <w:rsid w:val="00CB7610"/>
    <w:rsid w:val="00CB7D89"/>
    <w:rsid w:val="00CC0BB6"/>
    <w:rsid w:val="00CC12F7"/>
    <w:rsid w:val="00CC1C7D"/>
    <w:rsid w:val="00CC1DD4"/>
    <w:rsid w:val="00CC2669"/>
    <w:rsid w:val="00CC3552"/>
    <w:rsid w:val="00CC3674"/>
    <w:rsid w:val="00CC38B8"/>
    <w:rsid w:val="00CC429E"/>
    <w:rsid w:val="00CC4CCE"/>
    <w:rsid w:val="00CC4FB7"/>
    <w:rsid w:val="00CC4FEB"/>
    <w:rsid w:val="00CC5161"/>
    <w:rsid w:val="00CC519D"/>
    <w:rsid w:val="00CC5204"/>
    <w:rsid w:val="00CC5504"/>
    <w:rsid w:val="00CC5DC8"/>
    <w:rsid w:val="00CC6D31"/>
    <w:rsid w:val="00CC6D43"/>
    <w:rsid w:val="00CD055C"/>
    <w:rsid w:val="00CD1376"/>
    <w:rsid w:val="00CD24F9"/>
    <w:rsid w:val="00CD2586"/>
    <w:rsid w:val="00CD29AC"/>
    <w:rsid w:val="00CD2B92"/>
    <w:rsid w:val="00CD4ED0"/>
    <w:rsid w:val="00CD5178"/>
    <w:rsid w:val="00CD582E"/>
    <w:rsid w:val="00CD5D81"/>
    <w:rsid w:val="00CD658A"/>
    <w:rsid w:val="00CD6B84"/>
    <w:rsid w:val="00CD7385"/>
    <w:rsid w:val="00CD77E5"/>
    <w:rsid w:val="00CD78A7"/>
    <w:rsid w:val="00CD7A7C"/>
    <w:rsid w:val="00CD7BC1"/>
    <w:rsid w:val="00CD7E3F"/>
    <w:rsid w:val="00CD7EFF"/>
    <w:rsid w:val="00CE0913"/>
    <w:rsid w:val="00CE0EFE"/>
    <w:rsid w:val="00CE12AB"/>
    <w:rsid w:val="00CE1DAD"/>
    <w:rsid w:val="00CE25F3"/>
    <w:rsid w:val="00CE2E9E"/>
    <w:rsid w:val="00CE2F49"/>
    <w:rsid w:val="00CE3C24"/>
    <w:rsid w:val="00CE3D22"/>
    <w:rsid w:val="00CE3F67"/>
    <w:rsid w:val="00CE44CA"/>
    <w:rsid w:val="00CE4725"/>
    <w:rsid w:val="00CE4773"/>
    <w:rsid w:val="00CE559D"/>
    <w:rsid w:val="00CE579C"/>
    <w:rsid w:val="00CE591C"/>
    <w:rsid w:val="00CE6157"/>
    <w:rsid w:val="00CE6B4C"/>
    <w:rsid w:val="00CE761F"/>
    <w:rsid w:val="00CE7B1D"/>
    <w:rsid w:val="00CF0559"/>
    <w:rsid w:val="00CF14D6"/>
    <w:rsid w:val="00CF19CE"/>
    <w:rsid w:val="00CF1BB7"/>
    <w:rsid w:val="00CF2694"/>
    <w:rsid w:val="00CF2A8E"/>
    <w:rsid w:val="00CF36A6"/>
    <w:rsid w:val="00CF5230"/>
    <w:rsid w:val="00CF685E"/>
    <w:rsid w:val="00CF6907"/>
    <w:rsid w:val="00CF70D4"/>
    <w:rsid w:val="00CF72AB"/>
    <w:rsid w:val="00CF74EE"/>
    <w:rsid w:val="00CF7655"/>
    <w:rsid w:val="00D00325"/>
    <w:rsid w:val="00D0119E"/>
    <w:rsid w:val="00D01F56"/>
    <w:rsid w:val="00D02C1F"/>
    <w:rsid w:val="00D047D5"/>
    <w:rsid w:val="00D04DD7"/>
    <w:rsid w:val="00D05A25"/>
    <w:rsid w:val="00D06567"/>
    <w:rsid w:val="00D079A4"/>
    <w:rsid w:val="00D10448"/>
    <w:rsid w:val="00D10742"/>
    <w:rsid w:val="00D108C2"/>
    <w:rsid w:val="00D1186B"/>
    <w:rsid w:val="00D133B3"/>
    <w:rsid w:val="00D135D7"/>
    <w:rsid w:val="00D138DF"/>
    <w:rsid w:val="00D146DC"/>
    <w:rsid w:val="00D14806"/>
    <w:rsid w:val="00D149D7"/>
    <w:rsid w:val="00D14BA4"/>
    <w:rsid w:val="00D15BB3"/>
    <w:rsid w:val="00D15DFF"/>
    <w:rsid w:val="00D164B0"/>
    <w:rsid w:val="00D16858"/>
    <w:rsid w:val="00D176C6"/>
    <w:rsid w:val="00D17B15"/>
    <w:rsid w:val="00D214AF"/>
    <w:rsid w:val="00D2208B"/>
    <w:rsid w:val="00D2221A"/>
    <w:rsid w:val="00D231D5"/>
    <w:rsid w:val="00D23272"/>
    <w:rsid w:val="00D25B07"/>
    <w:rsid w:val="00D25F80"/>
    <w:rsid w:val="00D2615E"/>
    <w:rsid w:val="00D264D4"/>
    <w:rsid w:val="00D26571"/>
    <w:rsid w:val="00D27AAA"/>
    <w:rsid w:val="00D31672"/>
    <w:rsid w:val="00D32991"/>
    <w:rsid w:val="00D32EAE"/>
    <w:rsid w:val="00D336F5"/>
    <w:rsid w:val="00D33858"/>
    <w:rsid w:val="00D3398F"/>
    <w:rsid w:val="00D34ABA"/>
    <w:rsid w:val="00D355E8"/>
    <w:rsid w:val="00D36836"/>
    <w:rsid w:val="00D37183"/>
    <w:rsid w:val="00D37365"/>
    <w:rsid w:val="00D37469"/>
    <w:rsid w:val="00D37755"/>
    <w:rsid w:val="00D37758"/>
    <w:rsid w:val="00D379FF"/>
    <w:rsid w:val="00D37BC9"/>
    <w:rsid w:val="00D40104"/>
    <w:rsid w:val="00D4048A"/>
    <w:rsid w:val="00D41028"/>
    <w:rsid w:val="00D41A79"/>
    <w:rsid w:val="00D41D1C"/>
    <w:rsid w:val="00D420E3"/>
    <w:rsid w:val="00D422F6"/>
    <w:rsid w:val="00D436F9"/>
    <w:rsid w:val="00D43971"/>
    <w:rsid w:val="00D44163"/>
    <w:rsid w:val="00D448D0"/>
    <w:rsid w:val="00D44F35"/>
    <w:rsid w:val="00D44FE5"/>
    <w:rsid w:val="00D44FFC"/>
    <w:rsid w:val="00D45022"/>
    <w:rsid w:val="00D45134"/>
    <w:rsid w:val="00D4579E"/>
    <w:rsid w:val="00D45907"/>
    <w:rsid w:val="00D45C0D"/>
    <w:rsid w:val="00D46433"/>
    <w:rsid w:val="00D46588"/>
    <w:rsid w:val="00D478F1"/>
    <w:rsid w:val="00D50E71"/>
    <w:rsid w:val="00D50F28"/>
    <w:rsid w:val="00D51C8B"/>
    <w:rsid w:val="00D534E6"/>
    <w:rsid w:val="00D544E5"/>
    <w:rsid w:val="00D54627"/>
    <w:rsid w:val="00D556CD"/>
    <w:rsid w:val="00D56C1B"/>
    <w:rsid w:val="00D56F80"/>
    <w:rsid w:val="00D57AE3"/>
    <w:rsid w:val="00D60A66"/>
    <w:rsid w:val="00D6201A"/>
    <w:rsid w:val="00D621E1"/>
    <w:rsid w:val="00D62225"/>
    <w:rsid w:val="00D63388"/>
    <w:rsid w:val="00D63DD2"/>
    <w:rsid w:val="00D6631D"/>
    <w:rsid w:val="00D664B4"/>
    <w:rsid w:val="00D6654E"/>
    <w:rsid w:val="00D6705E"/>
    <w:rsid w:val="00D67478"/>
    <w:rsid w:val="00D67666"/>
    <w:rsid w:val="00D7002C"/>
    <w:rsid w:val="00D70D70"/>
    <w:rsid w:val="00D71349"/>
    <w:rsid w:val="00D71901"/>
    <w:rsid w:val="00D7223C"/>
    <w:rsid w:val="00D7230F"/>
    <w:rsid w:val="00D7274D"/>
    <w:rsid w:val="00D727DE"/>
    <w:rsid w:val="00D72916"/>
    <w:rsid w:val="00D7411F"/>
    <w:rsid w:val="00D742E6"/>
    <w:rsid w:val="00D74A32"/>
    <w:rsid w:val="00D74BE8"/>
    <w:rsid w:val="00D74C0F"/>
    <w:rsid w:val="00D768D0"/>
    <w:rsid w:val="00D76BA2"/>
    <w:rsid w:val="00D77D12"/>
    <w:rsid w:val="00D80072"/>
    <w:rsid w:val="00D80166"/>
    <w:rsid w:val="00D80C32"/>
    <w:rsid w:val="00D80E48"/>
    <w:rsid w:val="00D81FF9"/>
    <w:rsid w:val="00D82B63"/>
    <w:rsid w:val="00D82B6A"/>
    <w:rsid w:val="00D837BD"/>
    <w:rsid w:val="00D838CC"/>
    <w:rsid w:val="00D84CF5"/>
    <w:rsid w:val="00D84D9E"/>
    <w:rsid w:val="00D84DE7"/>
    <w:rsid w:val="00D85EC9"/>
    <w:rsid w:val="00D863D5"/>
    <w:rsid w:val="00D873D8"/>
    <w:rsid w:val="00D876A4"/>
    <w:rsid w:val="00D87CC1"/>
    <w:rsid w:val="00D87F3E"/>
    <w:rsid w:val="00D90195"/>
    <w:rsid w:val="00D90955"/>
    <w:rsid w:val="00D91340"/>
    <w:rsid w:val="00D919C7"/>
    <w:rsid w:val="00D91F59"/>
    <w:rsid w:val="00D9203C"/>
    <w:rsid w:val="00D92B6E"/>
    <w:rsid w:val="00D935C5"/>
    <w:rsid w:val="00D9385D"/>
    <w:rsid w:val="00D94607"/>
    <w:rsid w:val="00D946F2"/>
    <w:rsid w:val="00D9492F"/>
    <w:rsid w:val="00D9541D"/>
    <w:rsid w:val="00D958B5"/>
    <w:rsid w:val="00D95D95"/>
    <w:rsid w:val="00D962AA"/>
    <w:rsid w:val="00D9633A"/>
    <w:rsid w:val="00D96717"/>
    <w:rsid w:val="00D96C6E"/>
    <w:rsid w:val="00D96FFB"/>
    <w:rsid w:val="00D9730A"/>
    <w:rsid w:val="00D97D42"/>
    <w:rsid w:val="00DA00CE"/>
    <w:rsid w:val="00DA0A3D"/>
    <w:rsid w:val="00DA0D8D"/>
    <w:rsid w:val="00DA10F9"/>
    <w:rsid w:val="00DA2B35"/>
    <w:rsid w:val="00DA32F3"/>
    <w:rsid w:val="00DA34FC"/>
    <w:rsid w:val="00DA422C"/>
    <w:rsid w:val="00DA4A46"/>
    <w:rsid w:val="00DA611D"/>
    <w:rsid w:val="00DA6174"/>
    <w:rsid w:val="00DA62F4"/>
    <w:rsid w:val="00DA64CB"/>
    <w:rsid w:val="00DA6A58"/>
    <w:rsid w:val="00DA6AA7"/>
    <w:rsid w:val="00DA77B1"/>
    <w:rsid w:val="00DB0196"/>
    <w:rsid w:val="00DB193E"/>
    <w:rsid w:val="00DB2149"/>
    <w:rsid w:val="00DB2583"/>
    <w:rsid w:val="00DB259D"/>
    <w:rsid w:val="00DB25D0"/>
    <w:rsid w:val="00DB29A0"/>
    <w:rsid w:val="00DB2EFD"/>
    <w:rsid w:val="00DB41B9"/>
    <w:rsid w:val="00DB4839"/>
    <w:rsid w:val="00DB495F"/>
    <w:rsid w:val="00DB4F76"/>
    <w:rsid w:val="00DB582F"/>
    <w:rsid w:val="00DB5D54"/>
    <w:rsid w:val="00DB5F9B"/>
    <w:rsid w:val="00DB68F7"/>
    <w:rsid w:val="00DB6E10"/>
    <w:rsid w:val="00DB77BF"/>
    <w:rsid w:val="00DB7D5E"/>
    <w:rsid w:val="00DC09C6"/>
    <w:rsid w:val="00DC0D56"/>
    <w:rsid w:val="00DC2E53"/>
    <w:rsid w:val="00DC310A"/>
    <w:rsid w:val="00DC3F34"/>
    <w:rsid w:val="00DC443E"/>
    <w:rsid w:val="00DC4A0E"/>
    <w:rsid w:val="00DC527A"/>
    <w:rsid w:val="00DC54B3"/>
    <w:rsid w:val="00DC5A60"/>
    <w:rsid w:val="00DC5F45"/>
    <w:rsid w:val="00DC6B0E"/>
    <w:rsid w:val="00DC6E49"/>
    <w:rsid w:val="00DD005C"/>
    <w:rsid w:val="00DD06A7"/>
    <w:rsid w:val="00DD2651"/>
    <w:rsid w:val="00DD2809"/>
    <w:rsid w:val="00DD2E07"/>
    <w:rsid w:val="00DD2FF0"/>
    <w:rsid w:val="00DD40FA"/>
    <w:rsid w:val="00DD53AF"/>
    <w:rsid w:val="00DD6117"/>
    <w:rsid w:val="00DD685F"/>
    <w:rsid w:val="00DD6B4F"/>
    <w:rsid w:val="00DD6CFB"/>
    <w:rsid w:val="00DD716B"/>
    <w:rsid w:val="00DD7E58"/>
    <w:rsid w:val="00DE11EE"/>
    <w:rsid w:val="00DE1EDC"/>
    <w:rsid w:val="00DE2413"/>
    <w:rsid w:val="00DE2784"/>
    <w:rsid w:val="00DE31A5"/>
    <w:rsid w:val="00DE3DC4"/>
    <w:rsid w:val="00DE3E87"/>
    <w:rsid w:val="00DE400E"/>
    <w:rsid w:val="00DE4429"/>
    <w:rsid w:val="00DE4A5E"/>
    <w:rsid w:val="00DE51FF"/>
    <w:rsid w:val="00DE55BE"/>
    <w:rsid w:val="00DE696B"/>
    <w:rsid w:val="00DE6A8A"/>
    <w:rsid w:val="00DE6B66"/>
    <w:rsid w:val="00DE7063"/>
    <w:rsid w:val="00DE7676"/>
    <w:rsid w:val="00DE7C6E"/>
    <w:rsid w:val="00DF0151"/>
    <w:rsid w:val="00DF0289"/>
    <w:rsid w:val="00DF05B0"/>
    <w:rsid w:val="00DF0B08"/>
    <w:rsid w:val="00DF116A"/>
    <w:rsid w:val="00DF1335"/>
    <w:rsid w:val="00DF17DD"/>
    <w:rsid w:val="00DF2471"/>
    <w:rsid w:val="00DF25A4"/>
    <w:rsid w:val="00DF2768"/>
    <w:rsid w:val="00DF2873"/>
    <w:rsid w:val="00DF2973"/>
    <w:rsid w:val="00DF3AE5"/>
    <w:rsid w:val="00DF45F7"/>
    <w:rsid w:val="00DF5169"/>
    <w:rsid w:val="00DF56EA"/>
    <w:rsid w:val="00DF5B89"/>
    <w:rsid w:val="00DF69DF"/>
    <w:rsid w:val="00DF6E21"/>
    <w:rsid w:val="00DF74EE"/>
    <w:rsid w:val="00DF7C01"/>
    <w:rsid w:val="00E009E6"/>
    <w:rsid w:val="00E0115B"/>
    <w:rsid w:val="00E01515"/>
    <w:rsid w:val="00E0158F"/>
    <w:rsid w:val="00E018F5"/>
    <w:rsid w:val="00E02086"/>
    <w:rsid w:val="00E02118"/>
    <w:rsid w:val="00E022A7"/>
    <w:rsid w:val="00E022F9"/>
    <w:rsid w:val="00E025F6"/>
    <w:rsid w:val="00E0293F"/>
    <w:rsid w:val="00E04869"/>
    <w:rsid w:val="00E048A3"/>
    <w:rsid w:val="00E049E9"/>
    <w:rsid w:val="00E052FC"/>
    <w:rsid w:val="00E05B12"/>
    <w:rsid w:val="00E060BC"/>
    <w:rsid w:val="00E060FE"/>
    <w:rsid w:val="00E0612F"/>
    <w:rsid w:val="00E066FF"/>
    <w:rsid w:val="00E06940"/>
    <w:rsid w:val="00E07658"/>
    <w:rsid w:val="00E07D51"/>
    <w:rsid w:val="00E10538"/>
    <w:rsid w:val="00E10AA0"/>
    <w:rsid w:val="00E10B8C"/>
    <w:rsid w:val="00E10EC7"/>
    <w:rsid w:val="00E11888"/>
    <w:rsid w:val="00E11CF5"/>
    <w:rsid w:val="00E12D00"/>
    <w:rsid w:val="00E15C3D"/>
    <w:rsid w:val="00E163B3"/>
    <w:rsid w:val="00E1674E"/>
    <w:rsid w:val="00E17F1E"/>
    <w:rsid w:val="00E206E5"/>
    <w:rsid w:val="00E214EA"/>
    <w:rsid w:val="00E21963"/>
    <w:rsid w:val="00E21C8E"/>
    <w:rsid w:val="00E22F5B"/>
    <w:rsid w:val="00E23ACF"/>
    <w:rsid w:val="00E23C19"/>
    <w:rsid w:val="00E23CE4"/>
    <w:rsid w:val="00E23E8C"/>
    <w:rsid w:val="00E24956"/>
    <w:rsid w:val="00E24CAB"/>
    <w:rsid w:val="00E25DEA"/>
    <w:rsid w:val="00E2684C"/>
    <w:rsid w:val="00E26D76"/>
    <w:rsid w:val="00E2759A"/>
    <w:rsid w:val="00E27C8A"/>
    <w:rsid w:val="00E27CA3"/>
    <w:rsid w:val="00E30204"/>
    <w:rsid w:val="00E30DFF"/>
    <w:rsid w:val="00E3119F"/>
    <w:rsid w:val="00E31BCF"/>
    <w:rsid w:val="00E320E3"/>
    <w:rsid w:val="00E33EDB"/>
    <w:rsid w:val="00E35039"/>
    <w:rsid w:val="00E365B0"/>
    <w:rsid w:val="00E37218"/>
    <w:rsid w:val="00E37C72"/>
    <w:rsid w:val="00E40004"/>
    <w:rsid w:val="00E4052E"/>
    <w:rsid w:val="00E405E7"/>
    <w:rsid w:val="00E408A2"/>
    <w:rsid w:val="00E40DFE"/>
    <w:rsid w:val="00E412E5"/>
    <w:rsid w:val="00E41EFB"/>
    <w:rsid w:val="00E427FF"/>
    <w:rsid w:val="00E4311A"/>
    <w:rsid w:val="00E433E9"/>
    <w:rsid w:val="00E43D03"/>
    <w:rsid w:val="00E43D06"/>
    <w:rsid w:val="00E441C9"/>
    <w:rsid w:val="00E443EC"/>
    <w:rsid w:val="00E4446D"/>
    <w:rsid w:val="00E4449B"/>
    <w:rsid w:val="00E45803"/>
    <w:rsid w:val="00E45C38"/>
    <w:rsid w:val="00E4778F"/>
    <w:rsid w:val="00E47901"/>
    <w:rsid w:val="00E50074"/>
    <w:rsid w:val="00E50B17"/>
    <w:rsid w:val="00E50DBB"/>
    <w:rsid w:val="00E50FD0"/>
    <w:rsid w:val="00E5191D"/>
    <w:rsid w:val="00E5263E"/>
    <w:rsid w:val="00E52C3B"/>
    <w:rsid w:val="00E5340F"/>
    <w:rsid w:val="00E539CD"/>
    <w:rsid w:val="00E539E9"/>
    <w:rsid w:val="00E5434E"/>
    <w:rsid w:val="00E54F18"/>
    <w:rsid w:val="00E55531"/>
    <w:rsid w:val="00E5573A"/>
    <w:rsid w:val="00E55878"/>
    <w:rsid w:val="00E561B3"/>
    <w:rsid w:val="00E564EC"/>
    <w:rsid w:val="00E57845"/>
    <w:rsid w:val="00E57E15"/>
    <w:rsid w:val="00E60164"/>
    <w:rsid w:val="00E60BF3"/>
    <w:rsid w:val="00E614AB"/>
    <w:rsid w:val="00E61A20"/>
    <w:rsid w:val="00E629C2"/>
    <w:rsid w:val="00E63C5A"/>
    <w:rsid w:val="00E6443B"/>
    <w:rsid w:val="00E64A2F"/>
    <w:rsid w:val="00E64BC4"/>
    <w:rsid w:val="00E64EA0"/>
    <w:rsid w:val="00E654BC"/>
    <w:rsid w:val="00E6578C"/>
    <w:rsid w:val="00E659DC"/>
    <w:rsid w:val="00E65BE6"/>
    <w:rsid w:val="00E670DC"/>
    <w:rsid w:val="00E708D2"/>
    <w:rsid w:val="00E7106C"/>
    <w:rsid w:val="00E71405"/>
    <w:rsid w:val="00E7140E"/>
    <w:rsid w:val="00E716A0"/>
    <w:rsid w:val="00E71DA4"/>
    <w:rsid w:val="00E732C8"/>
    <w:rsid w:val="00E73FE8"/>
    <w:rsid w:val="00E74BFC"/>
    <w:rsid w:val="00E76A7A"/>
    <w:rsid w:val="00E770A3"/>
    <w:rsid w:val="00E77939"/>
    <w:rsid w:val="00E779EB"/>
    <w:rsid w:val="00E77A66"/>
    <w:rsid w:val="00E77AF6"/>
    <w:rsid w:val="00E813D5"/>
    <w:rsid w:val="00E81BE3"/>
    <w:rsid w:val="00E81D9C"/>
    <w:rsid w:val="00E83793"/>
    <w:rsid w:val="00E83F34"/>
    <w:rsid w:val="00E8527E"/>
    <w:rsid w:val="00E858A0"/>
    <w:rsid w:val="00E86277"/>
    <w:rsid w:val="00E86772"/>
    <w:rsid w:val="00E86CC8"/>
    <w:rsid w:val="00E87541"/>
    <w:rsid w:val="00E878E7"/>
    <w:rsid w:val="00E87B8E"/>
    <w:rsid w:val="00E9004C"/>
    <w:rsid w:val="00E91164"/>
    <w:rsid w:val="00E9134C"/>
    <w:rsid w:val="00E91733"/>
    <w:rsid w:val="00E91978"/>
    <w:rsid w:val="00E92D4D"/>
    <w:rsid w:val="00E92D8A"/>
    <w:rsid w:val="00E92F80"/>
    <w:rsid w:val="00E93EC2"/>
    <w:rsid w:val="00E952FF"/>
    <w:rsid w:val="00E95C2B"/>
    <w:rsid w:val="00E9656A"/>
    <w:rsid w:val="00E965E6"/>
    <w:rsid w:val="00E974FD"/>
    <w:rsid w:val="00E97790"/>
    <w:rsid w:val="00E97F05"/>
    <w:rsid w:val="00EA0F1F"/>
    <w:rsid w:val="00EA14AA"/>
    <w:rsid w:val="00EA291F"/>
    <w:rsid w:val="00EA2AB3"/>
    <w:rsid w:val="00EA3607"/>
    <w:rsid w:val="00EA46DC"/>
    <w:rsid w:val="00EA488D"/>
    <w:rsid w:val="00EA563C"/>
    <w:rsid w:val="00EA5999"/>
    <w:rsid w:val="00EA5E88"/>
    <w:rsid w:val="00EA79B1"/>
    <w:rsid w:val="00EA7E90"/>
    <w:rsid w:val="00EA7FEC"/>
    <w:rsid w:val="00EB0391"/>
    <w:rsid w:val="00EB0640"/>
    <w:rsid w:val="00EB0A8B"/>
    <w:rsid w:val="00EB0D2C"/>
    <w:rsid w:val="00EB22A1"/>
    <w:rsid w:val="00EB2F4C"/>
    <w:rsid w:val="00EB389C"/>
    <w:rsid w:val="00EB3DC5"/>
    <w:rsid w:val="00EB4ABE"/>
    <w:rsid w:val="00EB4BA6"/>
    <w:rsid w:val="00EB503E"/>
    <w:rsid w:val="00EB51DD"/>
    <w:rsid w:val="00EB5256"/>
    <w:rsid w:val="00EB5994"/>
    <w:rsid w:val="00EB5BE7"/>
    <w:rsid w:val="00EB67DA"/>
    <w:rsid w:val="00EB79AC"/>
    <w:rsid w:val="00EB7E51"/>
    <w:rsid w:val="00EC0AA0"/>
    <w:rsid w:val="00EC1048"/>
    <w:rsid w:val="00EC1891"/>
    <w:rsid w:val="00EC18FF"/>
    <w:rsid w:val="00EC1939"/>
    <w:rsid w:val="00EC1BB7"/>
    <w:rsid w:val="00EC231A"/>
    <w:rsid w:val="00EC37AA"/>
    <w:rsid w:val="00EC384A"/>
    <w:rsid w:val="00EC3CF6"/>
    <w:rsid w:val="00EC48A5"/>
    <w:rsid w:val="00EC49B8"/>
    <w:rsid w:val="00EC5908"/>
    <w:rsid w:val="00EC6478"/>
    <w:rsid w:val="00EC691E"/>
    <w:rsid w:val="00EC72CD"/>
    <w:rsid w:val="00ED085F"/>
    <w:rsid w:val="00ED0CDE"/>
    <w:rsid w:val="00ED10BC"/>
    <w:rsid w:val="00ED197C"/>
    <w:rsid w:val="00ED1A1D"/>
    <w:rsid w:val="00ED2241"/>
    <w:rsid w:val="00ED2976"/>
    <w:rsid w:val="00ED36CD"/>
    <w:rsid w:val="00ED4AA7"/>
    <w:rsid w:val="00ED58E7"/>
    <w:rsid w:val="00ED6677"/>
    <w:rsid w:val="00ED7102"/>
    <w:rsid w:val="00ED7110"/>
    <w:rsid w:val="00ED75C2"/>
    <w:rsid w:val="00EE098E"/>
    <w:rsid w:val="00EE0D3F"/>
    <w:rsid w:val="00EE13F2"/>
    <w:rsid w:val="00EE1853"/>
    <w:rsid w:val="00EE25DA"/>
    <w:rsid w:val="00EE2828"/>
    <w:rsid w:val="00EE2B1A"/>
    <w:rsid w:val="00EE2F1C"/>
    <w:rsid w:val="00EE324B"/>
    <w:rsid w:val="00EE33FA"/>
    <w:rsid w:val="00EE3BBC"/>
    <w:rsid w:val="00EE4311"/>
    <w:rsid w:val="00EE4651"/>
    <w:rsid w:val="00EE599F"/>
    <w:rsid w:val="00EE5E78"/>
    <w:rsid w:val="00EE6B50"/>
    <w:rsid w:val="00EE6C2C"/>
    <w:rsid w:val="00EE6C65"/>
    <w:rsid w:val="00EE6E4E"/>
    <w:rsid w:val="00EE70F5"/>
    <w:rsid w:val="00EE76DC"/>
    <w:rsid w:val="00EE7D6D"/>
    <w:rsid w:val="00EF0214"/>
    <w:rsid w:val="00EF0590"/>
    <w:rsid w:val="00EF0BFE"/>
    <w:rsid w:val="00EF0D7E"/>
    <w:rsid w:val="00EF1BC2"/>
    <w:rsid w:val="00EF1FE9"/>
    <w:rsid w:val="00EF21E5"/>
    <w:rsid w:val="00EF2249"/>
    <w:rsid w:val="00EF2332"/>
    <w:rsid w:val="00EF255E"/>
    <w:rsid w:val="00EF37B4"/>
    <w:rsid w:val="00EF3B18"/>
    <w:rsid w:val="00EF3C14"/>
    <w:rsid w:val="00EF3C42"/>
    <w:rsid w:val="00EF4C95"/>
    <w:rsid w:val="00EF56C1"/>
    <w:rsid w:val="00EF63A8"/>
    <w:rsid w:val="00EF78CC"/>
    <w:rsid w:val="00EF79F4"/>
    <w:rsid w:val="00EF7A44"/>
    <w:rsid w:val="00F00CC6"/>
    <w:rsid w:val="00F01817"/>
    <w:rsid w:val="00F01B33"/>
    <w:rsid w:val="00F02B6A"/>
    <w:rsid w:val="00F037CE"/>
    <w:rsid w:val="00F0384C"/>
    <w:rsid w:val="00F038A6"/>
    <w:rsid w:val="00F03C77"/>
    <w:rsid w:val="00F0455D"/>
    <w:rsid w:val="00F04600"/>
    <w:rsid w:val="00F04762"/>
    <w:rsid w:val="00F049D0"/>
    <w:rsid w:val="00F04E4F"/>
    <w:rsid w:val="00F06380"/>
    <w:rsid w:val="00F06E58"/>
    <w:rsid w:val="00F06EF3"/>
    <w:rsid w:val="00F06F36"/>
    <w:rsid w:val="00F075BC"/>
    <w:rsid w:val="00F07B77"/>
    <w:rsid w:val="00F1092E"/>
    <w:rsid w:val="00F10E6B"/>
    <w:rsid w:val="00F1125C"/>
    <w:rsid w:val="00F11B09"/>
    <w:rsid w:val="00F12270"/>
    <w:rsid w:val="00F13128"/>
    <w:rsid w:val="00F131C9"/>
    <w:rsid w:val="00F13293"/>
    <w:rsid w:val="00F13EE5"/>
    <w:rsid w:val="00F149E2"/>
    <w:rsid w:val="00F15C72"/>
    <w:rsid w:val="00F165CA"/>
    <w:rsid w:val="00F1732E"/>
    <w:rsid w:val="00F17C38"/>
    <w:rsid w:val="00F17EF2"/>
    <w:rsid w:val="00F21042"/>
    <w:rsid w:val="00F21B27"/>
    <w:rsid w:val="00F21D12"/>
    <w:rsid w:val="00F21FBB"/>
    <w:rsid w:val="00F22D83"/>
    <w:rsid w:val="00F23B3F"/>
    <w:rsid w:val="00F24984"/>
    <w:rsid w:val="00F25D50"/>
    <w:rsid w:val="00F263DC"/>
    <w:rsid w:val="00F27DC7"/>
    <w:rsid w:val="00F30502"/>
    <w:rsid w:val="00F31855"/>
    <w:rsid w:val="00F32412"/>
    <w:rsid w:val="00F32779"/>
    <w:rsid w:val="00F33462"/>
    <w:rsid w:val="00F35182"/>
    <w:rsid w:val="00F35CE4"/>
    <w:rsid w:val="00F36618"/>
    <w:rsid w:val="00F36FFE"/>
    <w:rsid w:val="00F37A51"/>
    <w:rsid w:val="00F37E4E"/>
    <w:rsid w:val="00F41CA0"/>
    <w:rsid w:val="00F422ED"/>
    <w:rsid w:val="00F4240A"/>
    <w:rsid w:val="00F42773"/>
    <w:rsid w:val="00F4289D"/>
    <w:rsid w:val="00F432BE"/>
    <w:rsid w:val="00F446A3"/>
    <w:rsid w:val="00F45329"/>
    <w:rsid w:val="00F461EC"/>
    <w:rsid w:val="00F463C8"/>
    <w:rsid w:val="00F46904"/>
    <w:rsid w:val="00F4695F"/>
    <w:rsid w:val="00F46B59"/>
    <w:rsid w:val="00F47066"/>
    <w:rsid w:val="00F47525"/>
    <w:rsid w:val="00F47B40"/>
    <w:rsid w:val="00F47F8B"/>
    <w:rsid w:val="00F507C0"/>
    <w:rsid w:val="00F50B98"/>
    <w:rsid w:val="00F5171F"/>
    <w:rsid w:val="00F535F9"/>
    <w:rsid w:val="00F53D0B"/>
    <w:rsid w:val="00F545E9"/>
    <w:rsid w:val="00F547D8"/>
    <w:rsid w:val="00F5495D"/>
    <w:rsid w:val="00F5495E"/>
    <w:rsid w:val="00F54D3B"/>
    <w:rsid w:val="00F55500"/>
    <w:rsid w:val="00F555C8"/>
    <w:rsid w:val="00F56230"/>
    <w:rsid w:val="00F5655F"/>
    <w:rsid w:val="00F56563"/>
    <w:rsid w:val="00F57455"/>
    <w:rsid w:val="00F57F02"/>
    <w:rsid w:val="00F61233"/>
    <w:rsid w:val="00F61C8A"/>
    <w:rsid w:val="00F61D5E"/>
    <w:rsid w:val="00F62226"/>
    <w:rsid w:val="00F622D5"/>
    <w:rsid w:val="00F624E4"/>
    <w:rsid w:val="00F62A4A"/>
    <w:rsid w:val="00F63674"/>
    <w:rsid w:val="00F64409"/>
    <w:rsid w:val="00F64804"/>
    <w:rsid w:val="00F6673B"/>
    <w:rsid w:val="00F66C45"/>
    <w:rsid w:val="00F66F57"/>
    <w:rsid w:val="00F66F84"/>
    <w:rsid w:val="00F67473"/>
    <w:rsid w:val="00F6789E"/>
    <w:rsid w:val="00F70531"/>
    <w:rsid w:val="00F707D1"/>
    <w:rsid w:val="00F70B49"/>
    <w:rsid w:val="00F71AE0"/>
    <w:rsid w:val="00F71EA3"/>
    <w:rsid w:val="00F72251"/>
    <w:rsid w:val="00F72AF3"/>
    <w:rsid w:val="00F72B07"/>
    <w:rsid w:val="00F73674"/>
    <w:rsid w:val="00F736C3"/>
    <w:rsid w:val="00F74F1A"/>
    <w:rsid w:val="00F74FD3"/>
    <w:rsid w:val="00F75035"/>
    <w:rsid w:val="00F7513C"/>
    <w:rsid w:val="00F75796"/>
    <w:rsid w:val="00F76345"/>
    <w:rsid w:val="00F76447"/>
    <w:rsid w:val="00F7689F"/>
    <w:rsid w:val="00F81B21"/>
    <w:rsid w:val="00F81CFD"/>
    <w:rsid w:val="00F83C60"/>
    <w:rsid w:val="00F84D26"/>
    <w:rsid w:val="00F87D9A"/>
    <w:rsid w:val="00F910F7"/>
    <w:rsid w:val="00F91DAD"/>
    <w:rsid w:val="00F92608"/>
    <w:rsid w:val="00F9270B"/>
    <w:rsid w:val="00F92772"/>
    <w:rsid w:val="00F92876"/>
    <w:rsid w:val="00F93538"/>
    <w:rsid w:val="00F93C81"/>
    <w:rsid w:val="00F9461E"/>
    <w:rsid w:val="00F9467F"/>
    <w:rsid w:val="00F95861"/>
    <w:rsid w:val="00F976D9"/>
    <w:rsid w:val="00F97B63"/>
    <w:rsid w:val="00F97BE9"/>
    <w:rsid w:val="00FA07C4"/>
    <w:rsid w:val="00FA0A46"/>
    <w:rsid w:val="00FA0EFB"/>
    <w:rsid w:val="00FA1104"/>
    <w:rsid w:val="00FA15AD"/>
    <w:rsid w:val="00FA1E9F"/>
    <w:rsid w:val="00FA20F4"/>
    <w:rsid w:val="00FA2156"/>
    <w:rsid w:val="00FA2662"/>
    <w:rsid w:val="00FA2904"/>
    <w:rsid w:val="00FA2939"/>
    <w:rsid w:val="00FA367E"/>
    <w:rsid w:val="00FA4BB6"/>
    <w:rsid w:val="00FA4D3F"/>
    <w:rsid w:val="00FA5220"/>
    <w:rsid w:val="00FA550E"/>
    <w:rsid w:val="00FA56CF"/>
    <w:rsid w:val="00FA5728"/>
    <w:rsid w:val="00FA5A8C"/>
    <w:rsid w:val="00FA5AF1"/>
    <w:rsid w:val="00FA7301"/>
    <w:rsid w:val="00FA7302"/>
    <w:rsid w:val="00FA7A0F"/>
    <w:rsid w:val="00FB148B"/>
    <w:rsid w:val="00FB39B8"/>
    <w:rsid w:val="00FB3AB6"/>
    <w:rsid w:val="00FB3CA3"/>
    <w:rsid w:val="00FB3F9A"/>
    <w:rsid w:val="00FB426F"/>
    <w:rsid w:val="00FB4BDA"/>
    <w:rsid w:val="00FB4E1B"/>
    <w:rsid w:val="00FB579E"/>
    <w:rsid w:val="00FB59E1"/>
    <w:rsid w:val="00FB665F"/>
    <w:rsid w:val="00FB6B09"/>
    <w:rsid w:val="00FB6F13"/>
    <w:rsid w:val="00FB7409"/>
    <w:rsid w:val="00FB7D41"/>
    <w:rsid w:val="00FC02A3"/>
    <w:rsid w:val="00FC0E5F"/>
    <w:rsid w:val="00FC10D2"/>
    <w:rsid w:val="00FC1153"/>
    <w:rsid w:val="00FC1846"/>
    <w:rsid w:val="00FC2577"/>
    <w:rsid w:val="00FC437C"/>
    <w:rsid w:val="00FC44F4"/>
    <w:rsid w:val="00FC4889"/>
    <w:rsid w:val="00FC4D44"/>
    <w:rsid w:val="00FC50B7"/>
    <w:rsid w:val="00FC5119"/>
    <w:rsid w:val="00FC5530"/>
    <w:rsid w:val="00FC5811"/>
    <w:rsid w:val="00FC5903"/>
    <w:rsid w:val="00FC5EF5"/>
    <w:rsid w:val="00FC64F8"/>
    <w:rsid w:val="00FC6644"/>
    <w:rsid w:val="00FC6D1A"/>
    <w:rsid w:val="00FC6FFC"/>
    <w:rsid w:val="00FC777D"/>
    <w:rsid w:val="00FC7A33"/>
    <w:rsid w:val="00FD14A6"/>
    <w:rsid w:val="00FD1C7F"/>
    <w:rsid w:val="00FD299D"/>
    <w:rsid w:val="00FD3621"/>
    <w:rsid w:val="00FD3B41"/>
    <w:rsid w:val="00FD3C13"/>
    <w:rsid w:val="00FD3C84"/>
    <w:rsid w:val="00FD4BD5"/>
    <w:rsid w:val="00FD5120"/>
    <w:rsid w:val="00FD5BB6"/>
    <w:rsid w:val="00FD5E8F"/>
    <w:rsid w:val="00FD67E6"/>
    <w:rsid w:val="00FD67F2"/>
    <w:rsid w:val="00FD6C8D"/>
    <w:rsid w:val="00FD6EEB"/>
    <w:rsid w:val="00FD7DBF"/>
    <w:rsid w:val="00FD7FD0"/>
    <w:rsid w:val="00FE03FC"/>
    <w:rsid w:val="00FE09B3"/>
    <w:rsid w:val="00FE09BD"/>
    <w:rsid w:val="00FE12B0"/>
    <w:rsid w:val="00FE1411"/>
    <w:rsid w:val="00FE14A1"/>
    <w:rsid w:val="00FE2015"/>
    <w:rsid w:val="00FE29DF"/>
    <w:rsid w:val="00FE3D4E"/>
    <w:rsid w:val="00FE40ED"/>
    <w:rsid w:val="00FE5C71"/>
    <w:rsid w:val="00FE6848"/>
    <w:rsid w:val="00FE690E"/>
    <w:rsid w:val="00FE6CF0"/>
    <w:rsid w:val="00FE75B2"/>
    <w:rsid w:val="00FF0B93"/>
    <w:rsid w:val="00FF107C"/>
    <w:rsid w:val="00FF1AE5"/>
    <w:rsid w:val="00FF2594"/>
    <w:rsid w:val="00FF2A86"/>
    <w:rsid w:val="00FF30C0"/>
    <w:rsid w:val="00FF3320"/>
    <w:rsid w:val="00FF37F0"/>
    <w:rsid w:val="00FF3F51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strokecolor="#020000">
      <v:stroke color="#020000" weight=".96pt"/>
    </o:shapedefaults>
    <o:shapelayout v:ext="edit">
      <o:idmap v:ext="edit" data="2"/>
    </o:shapelayout>
  </w:shapeDefaults>
  <w:decimalSymbol w:val="."/>
  <w:listSeparator w:val=","/>
  <w14:docId w14:val="0ABD4B84"/>
  <w15:docId w15:val="{AF997870-6AC1-42F6-AA94-C298DD559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3A8"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qFormat/>
    <w:rsid w:val="009867E6"/>
    <w:pPr>
      <w:keepNext/>
      <w:keepLines/>
      <w:tabs>
        <w:tab w:val="left" w:pos="-1380"/>
        <w:tab w:val="left" w:pos="-720"/>
        <w:tab w:val="left" w:pos="240"/>
        <w:tab w:val="left" w:pos="72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spacing w:before="440" w:after="220"/>
      <w:ind w:left="720" w:hanging="720"/>
      <w:outlineLvl w:val="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4474AC"/>
    <w:pPr>
      <w:keepNext/>
      <w:keepLines/>
      <w:tabs>
        <w:tab w:val="left" w:pos="-1380"/>
        <w:tab w:val="left" w:pos="-720"/>
        <w:tab w:val="left" w:pos="240"/>
        <w:tab w:val="left" w:pos="72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spacing w:before="440" w:after="220"/>
      <w:ind w:left="720" w:hanging="720"/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469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469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469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4690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4690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4690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4690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801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964D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BB2C2E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rsid w:val="004241DF"/>
  </w:style>
  <w:style w:type="paragraph" w:styleId="BalloonText">
    <w:name w:val="Balloon Text"/>
    <w:basedOn w:val="Normal"/>
    <w:semiHidden/>
    <w:rsid w:val="00954B82"/>
    <w:rPr>
      <w:rFonts w:ascii="Tahoma" w:hAnsi="Tahoma" w:cs="Tahoma"/>
      <w:sz w:val="16"/>
      <w:szCs w:val="16"/>
    </w:rPr>
  </w:style>
  <w:style w:type="paragraph" w:customStyle="1" w:styleId="Level1">
    <w:name w:val="Level 1"/>
    <w:rsid w:val="0093202B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932627"/>
    <w:pPr>
      <w:autoSpaceDE/>
      <w:autoSpaceDN/>
      <w:adjustRightInd/>
      <w:jc w:val="center"/>
    </w:pPr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B5E5D"/>
    <w:rPr>
      <w:rFonts w:ascii="Arial" w:hAnsi="Arial"/>
      <w:szCs w:val="21"/>
      <w:lang w:bidi="ar-SA"/>
    </w:rPr>
  </w:style>
  <w:style w:type="paragraph" w:styleId="PlainText">
    <w:name w:val="Plain Text"/>
    <w:basedOn w:val="Normal"/>
    <w:link w:val="PlainTextChar"/>
    <w:uiPriority w:val="99"/>
    <w:semiHidden/>
    <w:rsid w:val="00AB5E5D"/>
    <w:pPr>
      <w:autoSpaceDE/>
      <w:autoSpaceDN/>
      <w:adjustRightInd/>
    </w:pPr>
    <w:rPr>
      <w:szCs w:val="21"/>
    </w:rPr>
  </w:style>
  <w:style w:type="paragraph" w:customStyle="1" w:styleId="msolistparagraph0">
    <w:name w:val="msolistparagraph"/>
    <w:basedOn w:val="Normal"/>
    <w:rsid w:val="00677998"/>
    <w:pPr>
      <w:autoSpaceDE/>
      <w:autoSpaceDN/>
      <w:adjustRightInd/>
      <w:ind w:left="720"/>
    </w:pPr>
    <w:rPr>
      <w:rFonts w:eastAsia="Calibri"/>
      <w:sz w:val="22"/>
      <w:szCs w:val="22"/>
    </w:rPr>
  </w:style>
  <w:style w:type="character" w:styleId="CommentReference">
    <w:name w:val="annotation reference"/>
    <w:basedOn w:val="DefaultParagraphFont"/>
    <w:semiHidden/>
    <w:rsid w:val="001644ED"/>
    <w:rPr>
      <w:sz w:val="16"/>
      <w:szCs w:val="16"/>
    </w:rPr>
  </w:style>
  <w:style w:type="paragraph" w:styleId="CommentText">
    <w:name w:val="annotation text"/>
    <w:basedOn w:val="Normal"/>
    <w:semiHidden/>
    <w:rsid w:val="001644ED"/>
  </w:style>
  <w:style w:type="paragraph" w:styleId="CommentSubject">
    <w:name w:val="annotation subject"/>
    <w:basedOn w:val="CommentText"/>
    <w:next w:val="CommentText"/>
    <w:semiHidden/>
    <w:rsid w:val="001644ED"/>
    <w:rPr>
      <w:b/>
      <w:bCs/>
    </w:rPr>
  </w:style>
  <w:style w:type="paragraph" w:styleId="ListParagraph">
    <w:name w:val="List Paragraph"/>
    <w:basedOn w:val="Normal"/>
    <w:uiPriority w:val="34"/>
    <w:qFormat/>
    <w:rsid w:val="00493B3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51330"/>
    <w:rPr>
      <w:rFonts w:ascii="Letter Gothic" w:hAnsi="Letter Gothic"/>
    </w:rPr>
  </w:style>
  <w:style w:type="paragraph" w:customStyle="1" w:styleId="Default">
    <w:name w:val="Default"/>
    <w:basedOn w:val="Normal"/>
    <w:rsid w:val="00BD7B25"/>
    <w:pPr>
      <w:adjustRightInd/>
    </w:pPr>
    <w:rPr>
      <w:rFonts w:eastAsiaTheme="minorHAnsi"/>
      <w:color w:val="000000"/>
      <w:sz w:val="24"/>
      <w:szCs w:val="24"/>
    </w:rPr>
  </w:style>
  <w:style w:type="character" w:styleId="LineNumber">
    <w:name w:val="line number"/>
    <w:basedOn w:val="DefaultParagraphFont"/>
    <w:semiHidden/>
    <w:unhideWhenUsed/>
    <w:rsid w:val="00B14275"/>
  </w:style>
  <w:style w:type="table" w:styleId="TableGrid">
    <w:name w:val="Table Grid"/>
    <w:basedOn w:val="TableNormal"/>
    <w:rsid w:val="004F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9867E6"/>
    <w:rPr>
      <w:sz w:val="22"/>
      <w:szCs w:val="22"/>
    </w:rPr>
  </w:style>
  <w:style w:type="paragraph" w:styleId="Revision">
    <w:name w:val="Revision"/>
    <w:hidden/>
    <w:uiPriority w:val="99"/>
    <w:semiHidden/>
    <w:rsid w:val="000A6751"/>
  </w:style>
  <w:style w:type="paragraph" w:customStyle="1" w:styleId="NRCINSPECTIONMANUAL">
    <w:name w:val="NRC INSPECTION MANUAL"/>
    <w:next w:val="BodyText"/>
    <w:link w:val="NRCINSPECTIONMANUALChar"/>
    <w:qFormat/>
    <w:rsid w:val="00420F05"/>
    <w:pPr>
      <w:tabs>
        <w:tab w:val="center" w:pos="4680"/>
        <w:tab w:val="right" w:pos="9360"/>
      </w:tabs>
      <w:spacing w:after="220"/>
    </w:pPr>
    <w:rPr>
      <w:rFonts w:eastAsiaTheme="minorHAnsi"/>
      <w:szCs w:val="22"/>
    </w:rPr>
  </w:style>
  <w:style w:type="character" w:customStyle="1" w:styleId="NRCINSPECTIONMANUALChar">
    <w:name w:val="NRC INSPECTION MANUAL Char"/>
    <w:basedOn w:val="DefaultParagraphFont"/>
    <w:link w:val="NRCINSPECTIONMANUAL"/>
    <w:rsid w:val="00420F05"/>
    <w:rPr>
      <w:rFonts w:eastAsiaTheme="minorHAnsi"/>
      <w:szCs w:val="22"/>
    </w:rPr>
  </w:style>
  <w:style w:type="paragraph" w:styleId="BodyText">
    <w:name w:val="Body Text"/>
    <w:link w:val="BodyTextChar"/>
    <w:unhideWhenUsed/>
    <w:rsid w:val="00BB0275"/>
    <w:pPr>
      <w:shd w:val="clear" w:color="auto" w:fill="FFFFFF" w:themeFill="background1"/>
      <w:tabs>
        <w:tab w:val="left" w:pos="-1380"/>
        <w:tab w:val="left" w:pos="-720"/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  <w:tab w:val="left" w:pos="9810"/>
      </w:tabs>
      <w:spacing w:after="44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BB0275"/>
    <w:rPr>
      <w:sz w:val="22"/>
      <w:szCs w:val="22"/>
      <w:shd w:val="clear" w:color="auto" w:fill="FFFFFF" w:themeFill="background1"/>
    </w:rPr>
  </w:style>
  <w:style w:type="paragraph" w:customStyle="1" w:styleId="IMCIP">
    <w:name w:val="IMC/IP #"/>
    <w:next w:val="Title"/>
    <w:rsid w:val="00B705FC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B705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705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2">
    <w:name w:val="Body Text 2"/>
    <w:basedOn w:val="Heading2"/>
    <w:link w:val="BodyText2Char"/>
    <w:unhideWhenUsed/>
    <w:rsid w:val="004474AC"/>
    <w:pPr>
      <w:outlineLvl w:val="9"/>
    </w:pPr>
  </w:style>
  <w:style w:type="character" w:customStyle="1" w:styleId="BodyText2Char">
    <w:name w:val="Body Text 2 Char"/>
    <w:basedOn w:val="DefaultParagraphFont"/>
    <w:link w:val="BodyText2"/>
    <w:rsid w:val="004474AC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4474AC"/>
    <w:rPr>
      <w:sz w:val="22"/>
      <w:szCs w:val="22"/>
    </w:rPr>
  </w:style>
  <w:style w:type="paragraph" w:styleId="BodyText3">
    <w:name w:val="Body Text 3"/>
    <w:link w:val="BodyText3Char"/>
    <w:unhideWhenUsed/>
    <w:rsid w:val="002F13A8"/>
    <w:pPr>
      <w:ind w:left="2160" w:hanging="1440"/>
    </w:pPr>
    <w:rPr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2F13A8"/>
    <w:rPr>
      <w:sz w:val="22"/>
      <w:szCs w:val="22"/>
    </w:rPr>
  </w:style>
  <w:style w:type="paragraph" w:customStyle="1" w:styleId="BodyText4">
    <w:name w:val="Body Text 4"/>
    <w:qFormat/>
    <w:rsid w:val="00A8399F"/>
    <w:pPr>
      <w:keepLines/>
      <w:ind w:left="2160" w:hanging="2160"/>
    </w:pPr>
    <w:rPr>
      <w:sz w:val="22"/>
      <w:szCs w:val="22"/>
    </w:rPr>
  </w:style>
  <w:style w:type="paragraph" w:customStyle="1" w:styleId="BodyText5">
    <w:name w:val="Body Text 5"/>
    <w:basedOn w:val="Normal"/>
    <w:qFormat/>
    <w:rsid w:val="00225155"/>
    <w:pPr>
      <w:keepLines/>
      <w:ind w:left="2520" w:hanging="360"/>
    </w:pPr>
    <w:rPr>
      <w:sz w:val="22"/>
      <w:szCs w:val="22"/>
    </w:rPr>
  </w:style>
  <w:style w:type="paragraph" w:customStyle="1" w:styleId="END">
    <w:name w:val="END"/>
    <w:next w:val="BodyText"/>
    <w:qFormat/>
    <w:rsid w:val="001B1CB5"/>
    <w:pPr>
      <w:autoSpaceDE w:val="0"/>
      <w:autoSpaceDN w:val="0"/>
      <w:adjustRightInd w:val="0"/>
      <w:spacing w:before="440" w:after="440"/>
      <w:jc w:val="center"/>
    </w:pPr>
    <w:rPr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46904"/>
  </w:style>
  <w:style w:type="paragraph" w:styleId="BlockText">
    <w:name w:val="Block Text"/>
    <w:basedOn w:val="Normal"/>
    <w:semiHidden/>
    <w:unhideWhenUsed/>
    <w:rsid w:val="00F4690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rsid w:val="00F46904"/>
    <w:pPr>
      <w:shd w:val="clear" w:color="auto" w:fill="auto"/>
      <w:tabs>
        <w:tab w:val="clear" w:pos="-1380"/>
        <w:tab w:val="clear" w:pos="-720"/>
        <w:tab w:val="clear" w:pos="240"/>
        <w:tab w:val="clear" w:pos="840"/>
        <w:tab w:val="clear" w:pos="1440"/>
        <w:tab w:val="clear" w:pos="2040"/>
        <w:tab w:val="clear" w:pos="2640"/>
        <w:tab w:val="clear" w:pos="3240"/>
        <w:tab w:val="clear" w:pos="3840"/>
        <w:tab w:val="clear" w:pos="4440"/>
        <w:tab w:val="clear" w:pos="5040"/>
        <w:tab w:val="clear" w:pos="5640"/>
        <w:tab w:val="clear" w:pos="6240"/>
        <w:tab w:val="clear" w:pos="6840"/>
        <w:tab w:val="clear" w:pos="9810"/>
      </w:tabs>
      <w:autoSpaceDE w:val="0"/>
      <w:autoSpaceDN w:val="0"/>
      <w:adjustRightInd w:val="0"/>
      <w:spacing w:after="0"/>
      <w:ind w:firstLine="360"/>
    </w:pPr>
    <w:rPr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F46904"/>
    <w:rPr>
      <w:sz w:val="22"/>
      <w:szCs w:val="22"/>
      <w:shd w:val="clear" w:color="auto" w:fill="FFFFFF" w:themeFill="background1"/>
    </w:rPr>
  </w:style>
  <w:style w:type="paragraph" w:styleId="BodyTextIndent">
    <w:name w:val="Body Text Indent"/>
    <w:basedOn w:val="Normal"/>
    <w:link w:val="BodyTextIndentChar"/>
    <w:semiHidden/>
    <w:unhideWhenUsed/>
    <w:rsid w:val="00F4690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46904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F4690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46904"/>
  </w:style>
  <w:style w:type="paragraph" w:styleId="BodyTextIndent2">
    <w:name w:val="Body Text Indent 2"/>
    <w:basedOn w:val="Normal"/>
    <w:link w:val="BodyTextIndent2Char"/>
    <w:semiHidden/>
    <w:unhideWhenUsed/>
    <w:rsid w:val="00F4690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46904"/>
  </w:style>
  <w:style w:type="paragraph" w:styleId="BodyTextIndent3">
    <w:name w:val="Body Text Indent 3"/>
    <w:basedOn w:val="Normal"/>
    <w:link w:val="BodyTextIndent3Char"/>
    <w:semiHidden/>
    <w:unhideWhenUsed/>
    <w:rsid w:val="00F4690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46904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46904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F46904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46904"/>
  </w:style>
  <w:style w:type="paragraph" w:styleId="Date">
    <w:name w:val="Date"/>
    <w:basedOn w:val="Normal"/>
    <w:next w:val="Normal"/>
    <w:link w:val="DateChar"/>
    <w:rsid w:val="00F46904"/>
  </w:style>
  <w:style w:type="character" w:customStyle="1" w:styleId="DateChar">
    <w:name w:val="Date Char"/>
    <w:basedOn w:val="DefaultParagraphFont"/>
    <w:link w:val="Date"/>
    <w:rsid w:val="00F46904"/>
  </w:style>
  <w:style w:type="paragraph" w:styleId="E-mailSignature">
    <w:name w:val="E-mail Signature"/>
    <w:basedOn w:val="Normal"/>
    <w:link w:val="E-mailSignatureChar"/>
    <w:semiHidden/>
    <w:unhideWhenUsed/>
    <w:rsid w:val="00F46904"/>
  </w:style>
  <w:style w:type="character" w:customStyle="1" w:styleId="E-mailSignatureChar">
    <w:name w:val="E-mail Signature Char"/>
    <w:basedOn w:val="DefaultParagraphFont"/>
    <w:link w:val="E-mailSignature"/>
    <w:semiHidden/>
    <w:rsid w:val="00F46904"/>
  </w:style>
  <w:style w:type="paragraph" w:styleId="EndnoteText">
    <w:name w:val="endnote text"/>
    <w:basedOn w:val="Normal"/>
    <w:link w:val="EndnoteTextChar"/>
    <w:semiHidden/>
    <w:unhideWhenUsed/>
    <w:rsid w:val="00F46904"/>
  </w:style>
  <w:style w:type="character" w:customStyle="1" w:styleId="EndnoteTextChar">
    <w:name w:val="Endnote Text Char"/>
    <w:basedOn w:val="DefaultParagraphFont"/>
    <w:link w:val="EndnoteText"/>
    <w:semiHidden/>
    <w:rsid w:val="00F46904"/>
  </w:style>
  <w:style w:type="paragraph" w:styleId="EnvelopeAddress">
    <w:name w:val="envelope address"/>
    <w:basedOn w:val="Normal"/>
    <w:semiHidden/>
    <w:unhideWhenUsed/>
    <w:rsid w:val="00F4690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F46904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semiHidden/>
    <w:unhideWhenUsed/>
    <w:rsid w:val="00F46904"/>
  </w:style>
  <w:style w:type="character" w:customStyle="1" w:styleId="FootnoteTextChar">
    <w:name w:val="Footnote Text Char"/>
    <w:basedOn w:val="DefaultParagraphFont"/>
    <w:link w:val="FootnoteText"/>
    <w:semiHidden/>
    <w:rsid w:val="00F46904"/>
  </w:style>
  <w:style w:type="character" w:customStyle="1" w:styleId="Heading3Char">
    <w:name w:val="Heading 3 Char"/>
    <w:basedOn w:val="DefaultParagraphFont"/>
    <w:link w:val="Heading3"/>
    <w:semiHidden/>
    <w:rsid w:val="00F469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F4690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F4690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F469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469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F469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F469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semiHidden/>
    <w:unhideWhenUsed/>
    <w:rsid w:val="00F4690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46904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F46904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46904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F46904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F46904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F46904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F46904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F46904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F46904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F46904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F46904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F46904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F4690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90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904"/>
    <w:rPr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F46904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F46904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F46904"/>
    <w:pPr>
      <w:ind w:left="1080" w:hanging="360"/>
      <w:contextualSpacing/>
    </w:pPr>
  </w:style>
  <w:style w:type="paragraph" w:styleId="List4">
    <w:name w:val="List 4"/>
    <w:basedOn w:val="Normal"/>
    <w:rsid w:val="00F46904"/>
    <w:pPr>
      <w:ind w:left="1440" w:hanging="360"/>
      <w:contextualSpacing/>
    </w:pPr>
  </w:style>
  <w:style w:type="paragraph" w:styleId="List5">
    <w:name w:val="List 5"/>
    <w:basedOn w:val="Normal"/>
    <w:rsid w:val="00F46904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F46904"/>
    <w:pPr>
      <w:numPr>
        <w:numId w:val="27"/>
      </w:numPr>
      <w:contextualSpacing/>
    </w:pPr>
  </w:style>
  <w:style w:type="paragraph" w:styleId="ListBullet2">
    <w:name w:val="List Bullet 2"/>
    <w:basedOn w:val="Normal"/>
    <w:semiHidden/>
    <w:unhideWhenUsed/>
    <w:rsid w:val="00F46904"/>
    <w:pPr>
      <w:numPr>
        <w:numId w:val="28"/>
      </w:numPr>
      <w:contextualSpacing/>
    </w:pPr>
  </w:style>
  <w:style w:type="paragraph" w:styleId="ListBullet3">
    <w:name w:val="List Bullet 3"/>
    <w:basedOn w:val="Normal"/>
    <w:semiHidden/>
    <w:unhideWhenUsed/>
    <w:rsid w:val="00F46904"/>
    <w:pPr>
      <w:numPr>
        <w:numId w:val="29"/>
      </w:numPr>
      <w:contextualSpacing/>
    </w:pPr>
  </w:style>
  <w:style w:type="paragraph" w:styleId="ListBullet4">
    <w:name w:val="List Bullet 4"/>
    <w:basedOn w:val="Normal"/>
    <w:semiHidden/>
    <w:unhideWhenUsed/>
    <w:rsid w:val="00F46904"/>
    <w:pPr>
      <w:numPr>
        <w:numId w:val="30"/>
      </w:numPr>
      <w:contextualSpacing/>
    </w:pPr>
  </w:style>
  <w:style w:type="paragraph" w:styleId="ListBullet5">
    <w:name w:val="List Bullet 5"/>
    <w:basedOn w:val="Normal"/>
    <w:semiHidden/>
    <w:unhideWhenUsed/>
    <w:rsid w:val="00F46904"/>
    <w:pPr>
      <w:numPr>
        <w:numId w:val="31"/>
      </w:numPr>
      <w:contextualSpacing/>
    </w:pPr>
  </w:style>
  <w:style w:type="paragraph" w:styleId="ListContinue">
    <w:name w:val="List Continue"/>
    <w:basedOn w:val="Normal"/>
    <w:semiHidden/>
    <w:unhideWhenUsed/>
    <w:rsid w:val="00F46904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F46904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F46904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F46904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F46904"/>
    <w:pPr>
      <w:spacing w:after="120"/>
      <w:ind w:left="1800"/>
      <w:contextualSpacing/>
    </w:pPr>
  </w:style>
  <w:style w:type="paragraph" w:styleId="ListNumber">
    <w:name w:val="List Number"/>
    <w:basedOn w:val="Normal"/>
    <w:rsid w:val="00F46904"/>
    <w:pPr>
      <w:numPr>
        <w:numId w:val="32"/>
      </w:numPr>
      <w:contextualSpacing/>
    </w:pPr>
  </w:style>
  <w:style w:type="paragraph" w:styleId="ListNumber2">
    <w:name w:val="List Number 2"/>
    <w:basedOn w:val="Normal"/>
    <w:semiHidden/>
    <w:unhideWhenUsed/>
    <w:rsid w:val="00F46904"/>
    <w:pPr>
      <w:numPr>
        <w:numId w:val="33"/>
      </w:numPr>
      <w:contextualSpacing/>
    </w:pPr>
  </w:style>
  <w:style w:type="paragraph" w:styleId="ListNumber3">
    <w:name w:val="List Number 3"/>
    <w:basedOn w:val="Normal"/>
    <w:semiHidden/>
    <w:unhideWhenUsed/>
    <w:rsid w:val="00F46904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F46904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F46904"/>
    <w:pPr>
      <w:numPr>
        <w:numId w:val="36"/>
      </w:numPr>
      <w:contextualSpacing/>
    </w:pPr>
  </w:style>
  <w:style w:type="paragraph" w:styleId="MacroText">
    <w:name w:val="macro"/>
    <w:link w:val="MacroTextChar"/>
    <w:semiHidden/>
    <w:unhideWhenUsed/>
    <w:rsid w:val="00F469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F46904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F469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4690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F4690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F46904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F46904"/>
  </w:style>
  <w:style w:type="character" w:customStyle="1" w:styleId="NoteHeadingChar">
    <w:name w:val="Note Heading Char"/>
    <w:basedOn w:val="DefaultParagraphFont"/>
    <w:link w:val="NoteHeading"/>
    <w:semiHidden/>
    <w:rsid w:val="00F46904"/>
  </w:style>
  <w:style w:type="paragraph" w:styleId="Signature">
    <w:name w:val="Signature"/>
    <w:basedOn w:val="Normal"/>
    <w:link w:val="SignatureChar"/>
    <w:semiHidden/>
    <w:unhideWhenUsed/>
    <w:rsid w:val="00F46904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46904"/>
  </w:style>
  <w:style w:type="paragraph" w:styleId="TableofAuthorities">
    <w:name w:val="table of authorities"/>
    <w:basedOn w:val="Normal"/>
    <w:next w:val="Normal"/>
    <w:semiHidden/>
    <w:unhideWhenUsed/>
    <w:rsid w:val="00F46904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F46904"/>
  </w:style>
  <w:style w:type="paragraph" w:styleId="TOAHeading">
    <w:name w:val="toa heading"/>
    <w:basedOn w:val="Normal"/>
    <w:next w:val="Normal"/>
    <w:semiHidden/>
    <w:unhideWhenUsed/>
    <w:rsid w:val="00F4690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F46904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F46904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F46904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F46904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F46904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F46904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F46904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F46904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F46904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6904"/>
    <w:pPr>
      <w:tabs>
        <w:tab w:val="clear" w:pos="-1380"/>
        <w:tab w:val="clear" w:pos="-720"/>
        <w:tab w:val="clear" w:pos="240"/>
        <w:tab w:val="clear" w:pos="720"/>
        <w:tab w:val="clear" w:pos="1440"/>
        <w:tab w:val="clear" w:pos="2040"/>
        <w:tab w:val="clear" w:pos="2640"/>
        <w:tab w:val="clear" w:pos="3240"/>
        <w:tab w:val="clear" w:pos="3840"/>
        <w:tab w:val="clear" w:pos="4440"/>
        <w:tab w:val="clear" w:pos="5040"/>
        <w:tab w:val="clear" w:pos="5640"/>
        <w:tab w:val="clear" w:pos="6240"/>
        <w:tab w:val="clear" w:pos="6840"/>
      </w:tabs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2" ma:contentTypeDescription="Create a new document." ma:contentTypeScope="" ma:versionID="404102b2f7d4d580a15a5b668bd98b5c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3204c89ce3fd9e108b9eb81ea67a7956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9979EA8-2B4C-4C1F-BEE8-C9829AB0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F1A65-FBE4-4225-97FF-17B601B302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D88256-865C-44A8-9E4E-ADF62F32F2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2E9371-00A5-4F5A-A43E-0C57C43235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36</Pages>
  <Words>10146</Words>
  <Characters>71391</Characters>
  <Application>Microsoft Office Word</Application>
  <DocSecurity>0</DocSecurity>
  <Lines>594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Bowie</dc:creator>
  <cp:keywords/>
  <cp:lastModifiedBy>Madeleine Arel</cp:lastModifiedBy>
  <cp:revision>139</cp:revision>
  <dcterms:created xsi:type="dcterms:W3CDTF">2024-10-07T20:50:00Z</dcterms:created>
  <dcterms:modified xsi:type="dcterms:W3CDTF">2025-03-20T20:41:00Z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