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DA30" w14:textId="48DF1B31" w:rsidR="008D2A95" w:rsidRDefault="008D2A95" w:rsidP="00533EC4">
      <w:pPr>
        <w:pStyle w:val="NRCINSPECTIONMANUAL"/>
        <w:rPr>
          <w:szCs w:val="20"/>
        </w:rPr>
      </w:pPr>
      <w:r w:rsidRPr="008D2A95">
        <w:rPr>
          <w:b/>
          <w:bCs/>
          <w:sz w:val="38"/>
          <w:szCs w:val="38"/>
        </w:rPr>
        <w:tab/>
      </w:r>
      <w:r w:rsidR="004559F6" w:rsidRPr="00203B12">
        <w:rPr>
          <w:b/>
          <w:bCs/>
          <w:sz w:val="38"/>
          <w:szCs w:val="38"/>
        </w:rPr>
        <w:t>NRC INSPECTION MANUAL</w:t>
      </w:r>
      <w:r w:rsidRPr="008D2A95">
        <w:rPr>
          <w:szCs w:val="20"/>
        </w:rPr>
        <w:tab/>
      </w:r>
      <w:r w:rsidR="006771D2" w:rsidRPr="006771D2">
        <w:rPr>
          <w:szCs w:val="20"/>
        </w:rPr>
        <w:t>I</w:t>
      </w:r>
      <w:r w:rsidR="00971855">
        <w:rPr>
          <w:szCs w:val="20"/>
        </w:rPr>
        <w:t>R</w:t>
      </w:r>
      <w:r w:rsidR="00153B23">
        <w:rPr>
          <w:szCs w:val="20"/>
        </w:rPr>
        <w:t>AB</w:t>
      </w:r>
    </w:p>
    <w:p w14:paraId="7BFD54A1" w14:textId="5672D5D0" w:rsidR="008D2A95" w:rsidRPr="00174C7B" w:rsidRDefault="006124F1" w:rsidP="00661A49">
      <w:pPr>
        <w:pStyle w:val="IMCIP"/>
      </w:pPr>
      <w:r>
        <w:t xml:space="preserve">INSPECTION </w:t>
      </w:r>
      <w:r w:rsidR="008269A0">
        <w:t>MANUAL CHAPTER 1245</w:t>
      </w:r>
      <w:r w:rsidR="008D2A95" w:rsidRPr="00174C7B">
        <w:t xml:space="preserve"> </w:t>
      </w:r>
      <w:r w:rsidR="008D2A95" w:rsidRPr="00174C7B">
        <w:fldChar w:fldCharType="begin"/>
      </w:r>
      <w:r w:rsidR="008D2A95" w:rsidRPr="00174C7B">
        <w:instrText xml:space="preserve"> SEQ CHAPTER \h \r 1</w:instrText>
      </w:r>
      <w:r w:rsidR="008D2A95" w:rsidRPr="00174C7B">
        <w:fldChar w:fldCharType="end"/>
      </w:r>
      <w:r w:rsidR="008D2A95" w:rsidRPr="00174C7B">
        <w:t>APPENDIX B</w:t>
      </w:r>
    </w:p>
    <w:p w14:paraId="40A9D593" w14:textId="77777777" w:rsidR="008D2A95" w:rsidRPr="00D91374" w:rsidRDefault="008D2A95" w:rsidP="00D91374">
      <w:pPr>
        <w:pStyle w:val="Title"/>
      </w:pPr>
      <w:r w:rsidRPr="00D91374">
        <w:t>GENERAL PROFICIENCY-LEVEL</w:t>
      </w:r>
      <w:r w:rsidR="006124F1" w:rsidRPr="00D91374">
        <w:t xml:space="preserve"> </w:t>
      </w:r>
      <w:r w:rsidRPr="00D91374">
        <w:t>TRAINING AND QUALIFICATION JOURNAL</w:t>
      </w:r>
    </w:p>
    <w:p w14:paraId="376AAE91" w14:textId="2A905560" w:rsidR="008D2A95" w:rsidRPr="00454247" w:rsidRDefault="006F315B" w:rsidP="00A06FDA">
      <w:pPr>
        <w:pStyle w:val="EffectiveDate"/>
        <w:rPr>
          <w:bCs/>
        </w:rPr>
      </w:pPr>
      <w:r w:rsidRPr="00A06FDA">
        <w:t>Effective</w:t>
      </w:r>
      <w:r>
        <w:rPr>
          <w:bCs/>
        </w:rPr>
        <w:t xml:space="preserve"> Date:</w:t>
      </w:r>
      <w:ins w:id="0" w:author="Madeleine Arel (She/Her)" w:date="2023-05-17T13:51:00Z">
        <w:r w:rsidR="006B07FA">
          <w:rPr>
            <w:bCs/>
          </w:rPr>
          <w:t xml:space="preserve"> 05/18/2023</w:t>
        </w:r>
      </w:ins>
    </w:p>
    <w:p w14:paraId="725FD90F" w14:textId="77777777" w:rsidR="00115F29" w:rsidRDefault="00115F29" w:rsidP="00115F29">
      <w:pPr>
        <w:pStyle w:val="BodyText"/>
      </w:pPr>
    </w:p>
    <w:p w14:paraId="5EF10F9E" w14:textId="26C1C2EE" w:rsidR="00D603B7" w:rsidRDefault="00D603B7" w:rsidP="00115F29">
      <w:pPr>
        <w:pStyle w:val="BodyText"/>
        <w:sectPr w:rsidR="00D603B7" w:rsidSect="00ED38BD">
          <w:pgSz w:w="12240" w:h="15840" w:code="1"/>
          <w:pgMar w:top="1440" w:right="1440" w:bottom="1440" w:left="1440" w:header="720" w:footer="720" w:gutter="0"/>
          <w:pgNumType w:fmt="lowerRoman" w:start="1"/>
          <w:cols w:space="720"/>
          <w:noEndnote/>
          <w:docGrid w:linePitch="326"/>
        </w:sectPr>
      </w:pPr>
    </w:p>
    <w:sdt>
      <w:sdtPr>
        <w:rPr>
          <w:rFonts w:eastAsia="Times New Roman" w:cs="Arial"/>
          <w:caps w:val="0"/>
          <w:szCs w:val="22"/>
        </w:rPr>
        <w:id w:val="-1184439103"/>
        <w:docPartObj>
          <w:docPartGallery w:val="Table of Contents"/>
          <w:docPartUnique/>
        </w:docPartObj>
      </w:sdtPr>
      <w:sdtEndPr>
        <w:rPr>
          <w:rFonts w:eastAsiaTheme="minorHAnsi"/>
          <w:b/>
          <w:bCs/>
          <w:noProof/>
        </w:rPr>
      </w:sdtEndPr>
      <w:sdtContent>
        <w:p w14:paraId="583BEC8D" w14:textId="6C1E2D10" w:rsidR="00F12887" w:rsidRPr="00877B41" w:rsidRDefault="00F12887" w:rsidP="00F12887">
          <w:pPr>
            <w:pStyle w:val="TOCHeading"/>
            <w:rPr>
              <w:rFonts w:cs="Arial"/>
              <w:szCs w:val="22"/>
            </w:rPr>
          </w:pPr>
          <w:r w:rsidRPr="00877B41">
            <w:rPr>
              <w:rFonts w:cs="Arial"/>
              <w:szCs w:val="22"/>
            </w:rPr>
            <w:t>Contents</w:t>
          </w:r>
        </w:p>
        <w:p w14:paraId="2B745C8C" w14:textId="44C19FA3" w:rsidR="00332BC3" w:rsidRDefault="00877B41">
          <w:pPr>
            <w:pStyle w:val="TOC1"/>
            <w:tabs>
              <w:tab w:val="right" w:leader="dot" w:pos="9350"/>
            </w:tabs>
            <w:rPr>
              <w:rFonts w:asciiTheme="minorHAnsi" w:eastAsiaTheme="minorEastAsia" w:hAnsiTheme="minorHAnsi" w:cstheme="minorBidi"/>
              <w:noProof/>
            </w:rPr>
          </w:pPr>
          <w:r w:rsidRPr="00877B41">
            <w:rPr>
              <w:b/>
              <w:bCs/>
            </w:rPr>
            <w:fldChar w:fldCharType="begin"/>
          </w:r>
          <w:r w:rsidRPr="00877B41">
            <w:instrText xml:space="preserve"> TOC \o "1-3" \h \z \u </w:instrText>
          </w:r>
          <w:r w:rsidRPr="00877B41">
            <w:rPr>
              <w:b/>
              <w:bCs/>
            </w:rPr>
            <w:fldChar w:fldCharType="separate"/>
          </w:r>
          <w:hyperlink w:anchor="_Toc134537505" w:history="1">
            <w:r w:rsidR="00332BC3" w:rsidRPr="0058169E">
              <w:rPr>
                <w:rStyle w:val="Hyperlink"/>
                <w:noProof/>
              </w:rPr>
              <w:t>Introduction</w:t>
            </w:r>
            <w:r w:rsidR="00332BC3">
              <w:rPr>
                <w:noProof/>
                <w:webHidden/>
              </w:rPr>
              <w:tab/>
            </w:r>
            <w:r w:rsidR="00332BC3">
              <w:rPr>
                <w:noProof/>
                <w:webHidden/>
              </w:rPr>
              <w:fldChar w:fldCharType="begin"/>
            </w:r>
            <w:r w:rsidR="00332BC3">
              <w:rPr>
                <w:noProof/>
                <w:webHidden/>
              </w:rPr>
              <w:instrText xml:space="preserve"> PAGEREF _Toc134537505 \h </w:instrText>
            </w:r>
            <w:r w:rsidR="00332BC3">
              <w:rPr>
                <w:noProof/>
                <w:webHidden/>
              </w:rPr>
            </w:r>
            <w:r w:rsidR="00332BC3">
              <w:rPr>
                <w:noProof/>
                <w:webHidden/>
              </w:rPr>
              <w:fldChar w:fldCharType="separate"/>
            </w:r>
            <w:r w:rsidR="00332BC3">
              <w:rPr>
                <w:noProof/>
                <w:webHidden/>
              </w:rPr>
              <w:t>1</w:t>
            </w:r>
            <w:r w:rsidR="00332BC3">
              <w:rPr>
                <w:noProof/>
                <w:webHidden/>
              </w:rPr>
              <w:fldChar w:fldCharType="end"/>
            </w:r>
          </w:hyperlink>
        </w:p>
        <w:p w14:paraId="2A0F329D" w14:textId="00DDD961" w:rsidR="00332BC3" w:rsidRDefault="00000000">
          <w:pPr>
            <w:pStyle w:val="TOC1"/>
            <w:tabs>
              <w:tab w:val="right" w:leader="dot" w:pos="9350"/>
            </w:tabs>
            <w:rPr>
              <w:rFonts w:asciiTheme="minorHAnsi" w:eastAsiaTheme="minorEastAsia" w:hAnsiTheme="minorHAnsi" w:cstheme="minorBidi"/>
              <w:noProof/>
            </w:rPr>
          </w:pPr>
          <w:hyperlink w:anchor="_Toc134537506" w:history="1">
            <w:r w:rsidR="00332BC3" w:rsidRPr="0058169E">
              <w:rPr>
                <w:rStyle w:val="Hyperlink"/>
                <w:noProof/>
              </w:rPr>
              <w:t>Required General Proficiency Training Courses</w:t>
            </w:r>
            <w:r w:rsidR="00332BC3">
              <w:rPr>
                <w:noProof/>
                <w:webHidden/>
              </w:rPr>
              <w:tab/>
            </w:r>
            <w:r w:rsidR="00332BC3">
              <w:rPr>
                <w:noProof/>
                <w:webHidden/>
              </w:rPr>
              <w:fldChar w:fldCharType="begin"/>
            </w:r>
            <w:r w:rsidR="00332BC3">
              <w:rPr>
                <w:noProof/>
                <w:webHidden/>
              </w:rPr>
              <w:instrText xml:space="preserve"> PAGEREF _Toc134537506 \h </w:instrText>
            </w:r>
            <w:r w:rsidR="00332BC3">
              <w:rPr>
                <w:noProof/>
                <w:webHidden/>
              </w:rPr>
            </w:r>
            <w:r w:rsidR="00332BC3">
              <w:rPr>
                <w:noProof/>
                <w:webHidden/>
              </w:rPr>
              <w:fldChar w:fldCharType="separate"/>
            </w:r>
            <w:r w:rsidR="00332BC3">
              <w:rPr>
                <w:noProof/>
                <w:webHidden/>
              </w:rPr>
              <w:t>1</w:t>
            </w:r>
            <w:r w:rsidR="00332BC3">
              <w:rPr>
                <w:noProof/>
                <w:webHidden/>
              </w:rPr>
              <w:fldChar w:fldCharType="end"/>
            </w:r>
          </w:hyperlink>
        </w:p>
        <w:p w14:paraId="24157D04" w14:textId="0DC7668C" w:rsidR="00332BC3" w:rsidRDefault="00000000">
          <w:pPr>
            <w:pStyle w:val="TOC1"/>
            <w:tabs>
              <w:tab w:val="right" w:leader="dot" w:pos="9350"/>
            </w:tabs>
            <w:rPr>
              <w:rFonts w:asciiTheme="minorHAnsi" w:eastAsiaTheme="minorEastAsia" w:hAnsiTheme="minorHAnsi" w:cstheme="minorBidi"/>
              <w:noProof/>
            </w:rPr>
          </w:pPr>
          <w:hyperlink w:anchor="_Toc134537507" w:history="1">
            <w:r w:rsidR="00332BC3" w:rsidRPr="0058169E">
              <w:rPr>
                <w:rStyle w:val="Hyperlink"/>
                <w:noProof/>
              </w:rPr>
              <w:t>General Proficiency Individual Study and On-the-Job Activities:</w:t>
            </w:r>
            <w:r w:rsidR="00332BC3">
              <w:rPr>
                <w:noProof/>
                <w:webHidden/>
              </w:rPr>
              <w:tab/>
            </w:r>
            <w:r w:rsidR="00332BC3">
              <w:rPr>
                <w:noProof/>
                <w:webHidden/>
              </w:rPr>
              <w:fldChar w:fldCharType="begin"/>
            </w:r>
            <w:r w:rsidR="00332BC3">
              <w:rPr>
                <w:noProof/>
                <w:webHidden/>
              </w:rPr>
              <w:instrText xml:space="preserve"> PAGEREF _Toc134537507 \h </w:instrText>
            </w:r>
            <w:r w:rsidR="00332BC3">
              <w:rPr>
                <w:noProof/>
                <w:webHidden/>
              </w:rPr>
            </w:r>
            <w:r w:rsidR="00332BC3">
              <w:rPr>
                <w:noProof/>
                <w:webHidden/>
              </w:rPr>
              <w:fldChar w:fldCharType="separate"/>
            </w:r>
            <w:r w:rsidR="00332BC3">
              <w:rPr>
                <w:noProof/>
                <w:webHidden/>
              </w:rPr>
              <w:t>1</w:t>
            </w:r>
            <w:r w:rsidR="00332BC3">
              <w:rPr>
                <w:noProof/>
                <w:webHidden/>
              </w:rPr>
              <w:fldChar w:fldCharType="end"/>
            </w:r>
          </w:hyperlink>
        </w:p>
        <w:p w14:paraId="6769BCF8" w14:textId="7AD7D7B7"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08" w:history="1">
            <w:r w:rsidR="00332BC3" w:rsidRPr="0058169E">
              <w:rPr>
                <w:rStyle w:val="Hyperlink"/>
                <w:noProof/>
              </w:rPr>
              <w:t>(ISA-General-1) Quality Assurance Program for Power Reactors</w:t>
            </w:r>
            <w:r w:rsidR="00332BC3">
              <w:rPr>
                <w:noProof/>
                <w:webHidden/>
              </w:rPr>
              <w:tab/>
            </w:r>
            <w:r w:rsidR="00332BC3">
              <w:rPr>
                <w:noProof/>
                <w:webHidden/>
              </w:rPr>
              <w:fldChar w:fldCharType="begin"/>
            </w:r>
            <w:r w:rsidR="00332BC3">
              <w:rPr>
                <w:noProof/>
                <w:webHidden/>
              </w:rPr>
              <w:instrText xml:space="preserve"> PAGEREF _Toc134537508 \h </w:instrText>
            </w:r>
            <w:r w:rsidR="00332BC3">
              <w:rPr>
                <w:noProof/>
                <w:webHidden/>
              </w:rPr>
            </w:r>
            <w:r w:rsidR="00332BC3">
              <w:rPr>
                <w:noProof/>
                <w:webHidden/>
              </w:rPr>
              <w:fldChar w:fldCharType="separate"/>
            </w:r>
            <w:r w:rsidR="00332BC3">
              <w:rPr>
                <w:noProof/>
                <w:webHidden/>
              </w:rPr>
              <w:t>4</w:t>
            </w:r>
            <w:r w:rsidR="00332BC3">
              <w:rPr>
                <w:noProof/>
                <w:webHidden/>
              </w:rPr>
              <w:fldChar w:fldCharType="end"/>
            </w:r>
          </w:hyperlink>
        </w:p>
        <w:p w14:paraId="5E8370F9" w14:textId="33B8A9C9"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09" w:history="1">
            <w:r w:rsidR="00332BC3" w:rsidRPr="0058169E">
              <w:rPr>
                <w:rStyle w:val="Hyperlink"/>
                <w:noProof/>
              </w:rPr>
              <w:t>(ISA-General-1a) Construction QA Program Requirements (Construction Inspectors only)</w:t>
            </w:r>
            <w:r w:rsidR="00332BC3">
              <w:rPr>
                <w:noProof/>
                <w:webHidden/>
              </w:rPr>
              <w:tab/>
            </w:r>
            <w:r w:rsidR="00332BC3">
              <w:rPr>
                <w:noProof/>
                <w:webHidden/>
              </w:rPr>
              <w:fldChar w:fldCharType="begin"/>
            </w:r>
            <w:r w:rsidR="00332BC3">
              <w:rPr>
                <w:noProof/>
                <w:webHidden/>
              </w:rPr>
              <w:instrText xml:space="preserve"> PAGEREF _Toc134537509 \h </w:instrText>
            </w:r>
            <w:r w:rsidR="00332BC3">
              <w:rPr>
                <w:noProof/>
                <w:webHidden/>
              </w:rPr>
            </w:r>
            <w:r w:rsidR="00332BC3">
              <w:rPr>
                <w:noProof/>
                <w:webHidden/>
              </w:rPr>
              <w:fldChar w:fldCharType="separate"/>
            </w:r>
            <w:r w:rsidR="00332BC3">
              <w:rPr>
                <w:noProof/>
                <w:webHidden/>
              </w:rPr>
              <w:t>6</w:t>
            </w:r>
            <w:r w:rsidR="00332BC3">
              <w:rPr>
                <w:noProof/>
                <w:webHidden/>
              </w:rPr>
              <w:fldChar w:fldCharType="end"/>
            </w:r>
          </w:hyperlink>
        </w:p>
        <w:p w14:paraId="7391FC76" w14:textId="4E564E46"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10" w:history="1">
            <w:r w:rsidR="00332BC3" w:rsidRPr="0058169E">
              <w:rPr>
                <w:rStyle w:val="Hyperlink"/>
                <w:noProof/>
              </w:rPr>
              <w:t>(ISA-General-2) CAP (for power reactor and construction inspectors only)</w:t>
            </w:r>
            <w:r w:rsidR="00332BC3">
              <w:rPr>
                <w:noProof/>
                <w:webHidden/>
              </w:rPr>
              <w:tab/>
            </w:r>
            <w:r w:rsidR="00332BC3">
              <w:rPr>
                <w:noProof/>
                <w:webHidden/>
              </w:rPr>
              <w:fldChar w:fldCharType="begin"/>
            </w:r>
            <w:r w:rsidR="00332BC3">
              <w:rPr>
                <w:noProof/>
                <w:webHidden/>
              </w:rPr>
              <w:instrText xml:space="preserve"> PAGEREF _Toc134537510 \h </w:instrText>
            </w:r>
            <w:r w:rsidR="00332BC3">
              <w:rPr>
                <w:noProof/>
                <w:webHidden/>
              </w:rPr>
            </w:r>
            <w:r w:rsidR="00332BC3">
              <w:rPr>
                <w:noProof/>
                <w:webHidden/>
              </w:rPr>
              <w:fldChar w:fldCharType="separate"/>
            </w:r>
            <w:r w:rsidR="00332BC3">
              <w:rPr>
                <w:noProof/>
                <w:webHidden/>
              </w:rPr>
              <w:t>8</w:t>
            </w:r>
            <w:r w:rsidR="00332BC3">
              <w:rPr>
                <w:noProof/>
                <w:webHidden/>
              </w:rPr>
              <w:fldChar w:fldCharType="end"/>
            </w:r>
          </w:hyperlink>
        </w:p>
        <w:p w14:paraId="428F2C4F" w14:textId="6005AD7E"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11" w:history="1">
            <w:r w:rsidR="00332BC3" w:rsidRPr="0058169E">
              <w:rPr>
                <w:rStyle w:val="Hyperlink"/>
                <w:noProof/>
              </w:rPr>
              <w:t xml:space="preserve">(ISA-General-3) Technical and Regulatory Issues (for power reactor </w:t>
            </w:r>
            <w:r w:rsidR="00A449F9">
              <w:rPr>
                <w:rStyle w:val="Hyperlink"/>
                <w:noProof/>
              </w:rPr>
              <w:t>&amp;</w:t>
            </w:r>
            <w:r w:rsidR="00332BC3" w:rsidRPr="0058169E">
              <w:rPr>
                <w:rStyle w:val="Hyperlink"/>
                <w:noProof/>
              </w:rPr>
              <w:t xml:space="preserve"> construction only)</w:t>
            </w:r>
            <w:r w:rsidR="00332BC3">
              <w:rPr>
                <w:noProof/>
                <w:webHidden/>
              </w:rPr>
              <w:tab/>
            </w:r>
            <w:r w:rsidR="00332BC3">
              <w:rPr>
                <w:noProof/>
                <w:webHidden/>
              </w:rPr>
              <w:fldChar w:fldCharType="begin"/>
            </w:r>
            <w:r w:rsidR="00332BC3">
              <w:rPr>
                <w:noProof/>
                <w:webHidden/>
              </w:rPr>
              <w:instrText xml:space="preserve"> PAGEREF _Toc134537511 \h </w:instrText>
            </w:r>
            <w:r w:rsidR="00332BC3">
              <w:rPr>
                <w:noProof/>
                <w:webHidden/>
              </w:rPr>
            </w:r>
            <w:r w:rsidR="00332BC3">
              <w:rPr>
                <w:noProof/>
                <w:webHidden/>
              </w:rPr>
              <w:fldChar w:fldCharType="separate"/>
            </w:r>
            <w:r w:rsidR="00332BC3">
              <w:rPr>
                <w:noProof/>
                <w:webHidden/>
              </w:rPr>
              <w:t>9</w:t>
            </w:r>
            <w:r w:rsidR="00332BC3">
              <w:rPr>
                <w:noProof/>
                <w:webHidden/>
              </w:rPr>
              <w:fldChar w:fldCharType="end"/>
            </w:r>
          </w:hyperlink>
        </w:p>
        <w:p w14:paraId="09A3ACD7" w14:textId="716312DA"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12" w:history="1">
            <w:r w:rsidR="00332BC3" w:rsidRPr="0058169E">
              <w:rPr>
                <w:rStyle w:val="Hyperlink"/>
                <w:noProof/>
              </w:rPr>
              <w:t>(ISA-General-4) Safety Culture</w:t>
            </w:r>
            <w:r w:rsidR="00332BC3">
              <w:rPr>
                <w:noProof/>
                <w:webHidden/>
              </w:rPr>
              <w:tab/>
            </w:r>
            <w:r w:rsidR="00332BC3">
              <w:rPr>
                <w:noProof/>
                <w:webHidden/>
              </w:rPr>
              <w:fldChar w:fldCharType="begin"/>
            </w:r>
            <w:r w:rsidR="00332BC3">
              <w:rPr>
                <w:noProof/>
                <w:webHidden/>
              </w:rPr>
              <w:instrText xml:space="preserve"> PAGEREF _Toc134537512 \h </w:instrText>
            </w:r>
            <w:r w:rsidR="00332BC3">
              <w:rPr>
                <w:noProof/>
                <w:webHidden/>
              </w:rPr>
            </w:r>
            <w:r w:rsidR="00332BC3">
              <w:rPr>
                <w:noProof/>
                <w:webHidden/>
              </w:rPr>
              <w:fldChar w:fldCharType="separate"/>
            </w:r>
            <w:r w:rsidR="00332BC3">
              <w:rPr>
                <w:noProof/>
                <w:webHidden/>
              </w:rPr>
              <w:t>12</w:t>
            </w:r>
            <w:r w:rsidR="00332BC3">
              <w:rPr>
                <w:noProof/>
                <w:webHidden/>
              </w:rPr>
              <w:fldChar w:fldCharType="end"/>
            </w:r>
          </w:hyperlink>
        </w:p>
        <w:p w14:paraId="672A7B49" w14:textId="54DDA159"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13" w:history="1">
            <w:r w:rsidR="00332BC3" w:rsidRPr="0058169E">
              <w:rPr>
                <w:rStyle w:val="Hyperlink"/>
                <w:noProof/>
              </w:rPr>
              <w:t xml:space="preserve">(OJT-General-1) Emergency Drill/Exercise Observation (for power reactor </w:t>
            </w:r>
            <w:r w:rsidR="00A449F9">
              <w:rPr>
                <w:rStyle w:val="Hyperlink"/>
                <w:noProof/>
              </w:rPr>
              <w:t>&amp;</w:t>
            </w:r>
            <w:r w:rsidR="00332BC3" w:rsidRPr="0058169E">
              <w:rPr>
                <w:rStyle w:val="Hyperlink"/>
                <w:noProof/>
              </w:rPr>
              <w:t xml:space="preserve"> construction)</w:t>
            </w:r>
            <w:r w:rsidR="00332BC3">
              <w:rPr>
                <w:noProof/>
                <w:webHidden/>
              </w:rPr>
              <w:tab/>
            </w:r>
            <w:r w:rsidR="00332BC3">
              <w:rPr>
                <w:noProof/>
                <w:webHidden/>
              </w:rPr>
              <w:fldChar w:fldCharType="begin"/>
            </w:r>
            <w:r w:rsidR="00332BC3">
              <w:rPr>
                <w:noProof/>
                <w:webHidden/>
              </w:rPr>
              <w:instrText xml:space="preserve"> PAGEREF _Toc134537513 \h </w:instrText>
            </w:r>
            <w:r w:rsidR="00332BC3">
              <w:rPr>
                <w:noProof/>
                <w:webHidden/>
              </w:rPr>
            </w:r>
            <w:r w:rsidR="00332BC3">
              <w:rPr>
                <w:noProof/>
                <w:webHidden/>
              </w:rPr>
              <w:fldChar w:fldCharType="separate"/>
            </w:r>
            <w:r w:rsidR="00332BC3">
              <w:rPr>
                <w:noProof/>
                <w:webHidden/>
              </w:rPr>
              <w:t>16</w:t>
            </w:r>
            <w:r w:rsidR="00332BC3">
              <w:rPr>
                <w:noProof/>
                <w:webHidden/>
              </w:rPr>
              <w:fldChar w:fldCharType="end"/>
            </w:r>
          </w:hyperlink>
        </w:p>
        <w:p w14:paraId="63C88EC9" w14:textId="5985E1DF" w:rsidR="00332BC3" w:rsidRDefault="00000000">
          <w:pPr>
            <w:pStyle w:val="TOC2"/>
            <w:tabs>
              <w:tab w:val="right" w:leader="dot" w:pos="9350"/>
            </w:tabs>
            <w:rPr>
              <w:rFonts w:asciiTheme="minorHAnsi" w:eastAsiaTheme="minorEastAsia" w:hAnsiTheme="minorHAnsi" w:cstheme="minorBidi"/>
              <w:iCs w:val="0"/>
              <w:noProof/>
              <w:szCs w:val="22"/>
            </w:rPr>
          </w:pPr>
          <w:hyperlink w:anchor="_Toc134537514" w:history="1">
            <w:r w:rsidR="00332BC3" w:rsidRPr="0058169E">
              <w:rPr>
                <w:rStyle w:val="Hyperlink"/>
                <w:noProof/>
              </w:rPr>
              <w:t>General Proficiency-Level Signature Card and Certification</w:t>
            </w:r>
            <w:r w:rsidR="00332BC3">
              <w:rPr>
                <w:noProof/>
                <w:webHidden/>
              </w:rPr>
              <w:tab/>
            </w:r>
            <w:r w:rsidR="00332BC3">
              <w:rPr>
                <w:noProof/>
                <w:webHidden/>
              </w:rPr>
              <w:fldChar w:fldCharType="begin"/>
            </w:r>
            <w:r w:rsidR="00332BC3">
              <w:rPr>
                <w:noProof/>
                <w:webHidden/>
              </w:rPr>
              <w:instrText xml:space="preserve"> PAGEREF _Toc134537514 \h </w:instrText>
            </w:r>
            <w:r w:rsidR="00332BC3">
              <w:rPr>
                <w:noProof/>
                <w:webHidden/>
              </w:rPr>
            </w:r>
            <w:r w:rsidR="00332BC3">
              <w:rPr>
                <w:noProof/>
                <w:webHidden/>
              </w:rPr>
              <w:fldChar w:fldCharType="separate"/>
            </w:r>
            <w:r w:rsidR="00332BC3">
              <w:rPr>
                <w:noProof/>
                <w:webHidden/>
              </w:rPr>
              <w:t>19</w:t>
            </w:r>
            <w:r w:rsidR="00332BC3">
              <w:rPr>
                <w:noProof/>
                <w:webHidden/>
              </w:rPr>
              <w:fldChar w:fldCharType="end"/>
            </w:r>
          </w:hyperlink>
        </w:p>
        <w:p w14:paraId="201AAB1C" w14:textId="18007D5D" w:rsidR="00332BC3" w:rsidRDefault="00000000">
          <w:pPr>
            <w:pStyle w:val="TOC1"/>
            <w:tabs>
              <w:tab w:val="right" w:leader="dot" w:pos="9350"/>
            </w:tabs>
            <w:rPr>
              <w:rFonts w:asciiTheme="minorHAnsi" w:eastAsiaTheme="minorEastAsia" w:hAnsiTheme="minorHAnsi" w:cstheme="minorBidi"/>
              <w:noProof/>
            </w:rPr>
          </w:pPr>
          <w:hyperlink w:anchor="_Toc134537515" w:history="1">
            <w:r w:rsidR="00332BC3" w:rsidRPr="0058169E">
              <w:rPr>
                <w:rStyle w:val="Hyperlink"/>
                <w:noProof/>
              </w:rPr>
              <w:t xml:space="preserve">Form 1: </w:t>
            </w:r>
            <w:r w:rsidR="00332BC3" w:rsidRPr="0058169E">
              <w:rPr>
                <w:rStyle w:val="Hyperlink"/>
                <w:bCs/>
                <w:iCs/>
                <w:noProof/>
              </w:rPr>
              <w:t>General Proficiency-Level Equivalency Justification</w:t>
            </w:r>
            <w:r w:rsidR="00332BC3">
              <w:rPr>
                <w:noProof/>
                <w:webHidden/>
              </w:rPr>
              <w:tab/>
            </w:r>
            <w:r w:rsidR="004A6418">
              <w:rPr>
                <w:noProof/>
                <w:webHidden/>
              </w:rPr>
              <w:t>F1-</w:t>
            </w:r>
            <w:r w:rsidR="00332BC3">
              <w:rPr>
                <w:noProof/>
                <w:webHidden/>
              </w:rPr>
              <w:fldChar w:fldCharType="begin"/>
            </w:r>
            <w:r w:rsidR="00332BC3">
              <w:rPr>
                <w:noProof/>
                <w:webHidden/>
              </w:rPr>
              <w:instrText xml:space="preserve"> PAGEREF _Toc134537515 \h </w:instrText>
            </w:r>
            <w:r w:rsidR="00332BC3">
              <w:rPr>
                <w:noProof/>
                <w:webHidden/>
              </w:rPr>
            </w:r>
            <w:r w:rsidR="00332BC3">
              <w:rPr>
                <w:noProof/>
                <w:webHidden/>
              </w:rPr>
              <w:fldChar w:fldCharType="separate"/>
            </w:r>
            <w:r w:rsidR="00332BC3">
              <w:rPr>
                <w:noProof/>
                <w:webHidden/>
              </w:rPr>
              <w:t>1</w:t>
            </w:r>
            <w:r w:rsidR="00332BC3">
              <w:rPr>
                <w:noProof/>
                <w:webHidden/>
              </w:rPr>
              <w:fldChar w:fldCharType="end"/>
            </w:r>
          </w:hyperlink>
        </w:p>
        <w:p w14:paraId="3A230ED7" w14:textId="5C18DE30" w:rsidR="00332BC3" w:rsidRDefault="00000000">
          <w:pPr>
            <w:pStyle w:val="TOC1"/>
            <w:tabs>
              <w:tab w:val="right" w:leader="dot" w:pos="9350"/>
            </w:tabs>
            <w:rPr>
              <w:rFonts w:asciiTheme="minorHAnsi" w:eastAsiaTheme="minorEastAsia" w:hAnsiTheme="minorHAnsi" w:cstheme="minorBidi"/>
              <w:noProof/>
            </w:rPr>
          </w:pPr>
          <w:hyperlink w:anchor="_Toc134537516" w:history="1">
            <w:r w:rsidR="00332BC3" w:rsidRPr="0058169E">
              <w:rPr>
                <w:rStyle w:val="Hyperlink"/>
                <w:noProof/>
              </w:rPr>
              <w:t>Attachment 1: Revision History for IMC 1245 Appendix B</w:t>
            </w:r>
            <w:r w:rsidR="00332BC3">
              <w:rPr>
                <w:noProof/>
                <w:webHidden/>
              </w:rPr>
              <w:tab/>
            </w:r>
            <w:r w:rsidR="004A6418">
              <w:rPr>
                <w:noProof/>
                <w:webHidden/>
              </w:rPr>
              <w:t>Att1-</w:t>
            </w:r>
            <w:r w:rsidR="00332BC3">
              <w:rPr>
                <w:noProof/>
                <w:webHidden/>
              </w:rPr>
              <w:fldChar w:fldCharType="begin"/>
            </w:r>
            <w:r w:rsidR="00332BC3">
              <w:rPr>
                <w:noProof/>
                <w:webHidden/>
              </w:rPr>
              <w:instrText xml:space="preserve"> PAGEREF _Toc134537516 \h </w:instrText>
            </w:r>
            <w:r w:rsidR="00332BC3">
              <w:rPr>
                <w:noProof/>
                <w:webHidden/>
              </w:rPr>
            </w:r>
            <w:r w:rsidR="00332BC3">
              <w:rPr>
                <w:noProof/>
                <w:webHidden/>
              </w:rPr>
              <w:fldChar w:fldCharType="separate"/>
            </w:r>
            <w:r w:rsidR="00332BC3">
              <w:rPr>
                <w:noProof/>
                <w:webHidden/>
              </w:rPr>
              <w:t>1</w:t>
            </w:r>
            <w:r w:rsidR="00332BC3">
              <w:rPr>
                <w:noProof/>
                <w:webHidden/>
              </w:rPr>
              <w:fldChar w:fldCharType="end"/>
            </w:r>
          </w:hyperlink>
        </w:p>
        <w:p w14:paraId="0DEEB112" w14:textId="29CB553C" w:rsidR="00F12887" w:rsidRDefault="00877B41">
          <w:r w:rsidRPr="00877B41">
            <w:fldChar w:fldCharType="end"/>
          </w:r>
        </w:p>
      </w:sdtContent>
    </w:sdt>
    <w:p w14:paraId="6C653675" w14:textId="77777777" w:rsidR="00F12887" w:rsidRDefault="00F12887" w:rsidP="008C7A92">
      <w:pPr>
        <w:pStyle w:val="BodyText"/>
        <w:sectPr w:rsidR="00F12887" w:rsidSect="008B34D9">
          <w:headerReference w:type="default" r:id="rId8"/>
          <w:footerReference w:type="default" r:id="rId9"/>
          <w:pgSz w:w="12240" w:h="15840"/>
          <w:pgMar w:top="1440" w:right="1440" w:bottom="1440" w:left="1440" w:header="720" w:footer="720" w:gutter="0"/>
          <w:pgNumType w:fmt="lowerRoman" w:start="1"/>
          <w:cols w:space="720"/>
          <w:docGrid w:linePitch="360"/>
        </w:sectPr>
      </w:pPr>
    </w:p>
    <w:p w14:paraId="43CFF551" w14:textId="5288D959" w:rsidR="00B75B2D" w:rsidRPr="00454247" w:rsidRDefault="00B75B2D" w:rsidP="000B4A6E">
      <w:pPr>
        <w:pStyle w:val="Heading1"/>
      </w:pPr>
      <w:bookmarkStart w:id="1" w:name="_Toc134537505"/>
      <w:r w:rsidRPr="0057086D">
        <w:lastRenderedPageBreak/>
        <w:t>Introduction</w:t>
      </w:r>
      <w:bookmarkEnd w:id="1"/>
    </w:p>
    <w:p w14:paraId="39574E95" w14:textId="580855AF" w:rsidR="00B75B2D" w:rsidRPr="00A645E2" w:rsidRDefault="00B75B2D" w:rsidP="0030674A">
      <w:pPr>
        <w:pStyle w:val="BodyText"/>
      </w:pPr>
      <w:r w:rsidRPr="0030674A">
        <w:t>You</w:t>
      </w:r>
      <w:r w:rsidRPr="00A645E2">
        <w:t xml:space="preserve"> may complete the General Proficiency requirements together with the Technical </w:t>
      </w:r>
      <w:r w:rsidRPr="005D28B8">
        <w:t>Proficiency</w:t>
      </w:r>
      <w:r w:rsidRPr="00A645E2">
        <w:t xml:space="preserve"> requirements for your specific inspector classification.</w:t>
      </w:r>
    </w:p>
    <w:p w14:paraId="5C9E4932" w14:textId="4CE627B1" w:rsidR="00B75B2D" w:rsidRPr="00A645E2" w:rsidRDefault="00B75B2D" w:rsidP="00C05DB2">
      <w:pPr>
        <w:pStyle w:val="Heading1"/>
      </w:pPr>
      <w:bookmarkStart w:id="2" w:name="_Toc134537506"/>
      <w:r w:rsidRPr="00A645E2">
        <w:t>Required General Proficiency Training Courses</w:t>
      </w:r>
      <w:bookmarkEnd w:id="2"/>
    </w:p>
    <w:p w14:paraId="01E6BE74" w14:textId="77777777" w:rsidR="003453B4" w:rsidRPr="0097742A" w:rsidRDefault="003453B4" w:rsidP="00692A50">
      <w:pPr>
        <w:pStyle w:val="Journalboxnotes"/>
      </w:pPr>
      <w:r w:rsidRPr="0097742A">
        <w:t>NOTE: You DO NOT have to finish Ap</w:t>
      </w:r>
      <w:r w:rsidR="002D5042" w:rsidRPr="0097742A">
        <w:t>p</w:t>
      </w:r>
      <w:r w:rsidRPr="0097742A">
        <w:t xml:space="preserve">endix A before </w:t>
      </w:r>
      <w:r w:rsidR="00F9144F" w:rsidRPr="0097742A">
        <w:t>taking the courses below</w:t>
      </w:r>
      <w:r w:rsidRPr="0097742A">
        <w:t>.</w:t>
      </w:r>
      <w:r w:rsidR="001B2FD2" w:rsidRPr="0097742A">
        <w:t xml:space="preserve"> It is RECOMMENDED that you complete </w:t>
      </w:r>
      <w:r w:rsidR="00F9144F" w:rsidRPr="0097742A">
        <w:t xml:space="preserve">the </w:t>
      </w:r>
      <w:r w:rsidR="001B2FD2" w:rsidRPr="0097742A">
        <w:t>Effective Communication for NRC Inspectors</w:t>
      </w:r>
      <w:r w:rsidR="00F9144F" w:rsidRPr="0097742A">
        <w:t xml:space="preserve"> course</w:t>
      </w:r>
      <w:r w:rsidR="001B2FD2" w:rsidRPr="0097742A">
        <w:t xml:space="preserve"> before </w:t>
      </w:r>
      <w:r w:rsidR="00F9144F" w:rsidRPr="0097742A">
        <w:t xml:space="preserve">the </w:t>
      </w:r>
      <w:r w:rsidR="001B2FD2" w:rsidRPr="0097742A">
        <w:t>Gathering Information for Inspectors through Interviews course.</w:t>
      </w:r>
    </w:p>
    <w:p w14:paraId="62336BEF" w14:textId="77777777" w:rsidR="001D1B70" w:rsidRDefault="001D1B70" w:rsidP="001D1B70">
      <w:pPr>
        <w:pStyle w:val="BodyText"/>
      </w:pPr>
    </w:p>
    <w:p w14:paraId="05B598AE" w14:textId="132C6E4E" w:rsidR="007028C2" w:rsidRPr="0097742A" w:rsidRDefault="005D5E06" w:rsidP="00293258">
      <w:pPr>
        <w:pStyle w:val="ListBullet"/>
        <w:numPr>
          <w:ilvl w:val="0"/>
          <w:numId w:val="6"/>
        </w:numPr>
        <w:tabs>
          <w:tab w:val="num" w:pos="360"/>
        </w:tabs>
        <w:ind w:left="360"/>
      </w:pPr>
      <w:ins w:id="3" w:author="Madeleine Arel (She/Her)" w:date="2023-05-16T16:32:00Z">
        <w:r>
          <w:t>“</w:t>
        </w:r>
      </w:ins>
      <w:r w:rsidR="00B75B2D" w:rsidRPr="0097742A">
        <w:t>Effective Communication for NRC Inspectors</w:t>
      </w:r>
      <w:ins w:id="4" w:author="Madeleine Arel (She/Her)" w:date="2023-05-16T16:32:00Z">
        <w:r>
          <w:t>,”</w:t>
        </w:r>
      </w:ins>
      <w:r w:rsidR="00B75B2D" w:rsidRPr="0097742A">
        <w:t xml:space="preserve"> </w:t>
      </w:r>
      <w:r w:rsidR="0061378C" w:rsidRPr="0097742A">
        <w:t>(</w:t>
      </w:r>
      <w:r w:rsidR="00143572" w:rsidRPr="0097742A">
        <w:t>instructor</w:t>
      </w:r>
      <w:ins w:id="5" w:author="Madeleine Arel (She/Her)" w:date="2023-05-17T08:49:00Z">
        <w:r w:rsidR="005C0FC8">
          <w:noBreakHyphen/>
        </w:r>
      </w:ins>
      <w:r w:rsidR="00143572" w:rsidRPr="0097742A">
        <w:t>led c</w:t>
      </w:r>
      <w:r w:rsidR="0061378C" w:rsidRPr="0097742A">
        <w:t xml:space="preserve">ourse in </w:t>
      </w:r>
      <w:r w:rsidR="00FA15F1" w:rsidRPr="0097742A">
        <w:t>the Talent Management System (</w:t>
      </w:r>
      <w:r w:rsidR="009423D0" w:rsidRPr="0097742A">
        <w:t>TMS</w:t>
      </w:r>
      <w:r w:rsidR="0061378C" w:rsidRPr="0097742A">
        <w:t>)</w:t>
      </w:r>
      <w:r w:rsidR="00FA15F1" w:rsidRPr="0097742A">
        <w:t>)</w:t>
      </w:r>
    </w:p>
    <w:p w14:paraId="22AF0DE4" w14:textId="2EF20DBD" w:rsidR="00B75B2D" w:rsidRPr="0097742A" w:rsidRDefault="005D5E06" w:rsidP="00293258">
      <w:pPr>
        <w:pStyle w:val="ListBullet"/>
        <w:numPr>
          <w:ilvl w:val="0"/>
          <w:numId w:val="6"/>
        </w:numPr>
        <w:tabs>
          <w:tab w:val="num" w:pos="360"/>
        </w:tabs>
        <w:ind w:left="360"/>
      </w:pPr>
      <w:ins w:id="6" w:author="Madeleine Arel (She/Her)" w:date="2023-05-16T16:32:00Z">
        <w:r>
          <w:t>“</w:t>
        </w:r>
      </w:ins>
      <w:r w:rsidR="00B75B2D" w:rsidRPr="0097742A">
        <w:t>Gathering Information for Inspectors through Interviews</w:t>
      </w:r>
      <w:ins w:id="7" w:author="Madeleine Arel (She/Her)" w:date="2023-05-16T16:32:00Z">
        <w:r>
          <w:t>,”</w:t>
        </w:r>
      </w:ins>
      <w:r w:rsidR="00B75B2D" w:rsidRPr="0097742A">
        <w:t xml:space="preserve"> </w:t>
      </w:r>
      <w:r w:rsidR="0061378C" w:rsidRPr="0097742A">
        <w:t>(</w:t>
      </w:r>
      <w:r w:rsidR="00143572" w:rsidRPr="0097742A">
        <w:t>instructor</w:t>
      </w:r>
      <w:ins w:id="8" w:author="Madeleine Arel (She/Her)" w:date="2023-05-17T08:49:00Z">
        <w:r w:rsidR="005C0FC8">
          <w:noBreakHyphen/>
        </w:r>
      </w:ins>
      <w:r w:rsidR="00143572" w:rsidRPr="0097742A">
        <w:t>led c</w:t>
      </w:r>
      <w:r w:rsidR="0061378C" w:rsidRPr="0097742A">
        <w:t xml:space="preserve">ourse in </w:t>
      </w:r>
      <w:r w:rsidR="009423D0" w:rsidRPr="0097742A">
        <w:t>TMS</w:t>
      </w:r>
      <w:r w:rsidR="0061378C" w:rsidRPr="0097742A">
        <w:t>)</w:t>
      </w:r>
    </w:p>
    <w:p w14:paraId="30B4A160" w14:textId="5DD6EB71" w:rsidR="008637EC" w:rsidRPr="0097742A" w:rsidRDefault="005D5E06" w:rsidP="00293258">
      <w:pPr>
        <w:pStyle w:val="ListBullet"/>
        <w:numPr>
          <w:ilvl w:val="0"/>
          <w:numId w:val="6"/>
        </w:numPr>
        <w:tabs>
          <w:tab w:val="num" w:pos="360"/>
        </w:tabs>
        <w:ind w:left="360"/>
      </w:pPr>
      <w:ins w:id="9" w:author="Madeleine Arel (She/Her)" w:date="2023-05-16T16:33:00Z">
        <w:r>
          <w:t>“</w:t>
        </w:r>
      </w:ins>
      <w:r w:rsidR="008637EC" w:rsidRPr="0097742A">
        <w:t>Media Training Workshop</w:t>
      </w:r>
      <w:ins w:id="10" w:author="Madeleine Arel (She/Her)" w:date="2023-05-16T16:33:00Z">
        <w:r>
          <w:t>,”</w:t>
        </w:r>
      </w:ins>
      <w:r w:rsidR="008637EC" w:rsidRPr="0097742A">
        <w:t xml:space="preserve"> (instructor</w:t>
      </w:r>
      <w:ins w:id="11" w:author="Madeleine Arel (She/Her)" w:date="2023-05-17T08:49:00Z">
        <w:r w:rsidR="005C0FC8">
          <w:noBreakHyphen/>
        </w:r>
      </w:ins>
      <w:r w:rsidR="008637EC" w:rsidRPr="0097742A">
        <w:t>led course in</w:t>
      </w:r>
      <w:r w:rsidR="009423D0" w:rsidRPr="0097742A">
        <w:t xml:space="preserve"> TMS</w:t>
      </w:r>
      <w:r w:rsidR="008637EC" w:rsidRPr="0097742A">
        <w:t>)</w:t>
      </w:r>
    </w:p>
    <w:p w14:paraId="1C9F9FA4" w14:textId="4BC9F8F7" w:rsidR="008637EC" w:rsidRPr="0097742A" w:rsidRDefault="008637EC" w:rsidP="00293258">
      <w:pPr>
        <w:pStyle w:val="ListBullet"/>
        <w:numPr>
          <w:ilvl w:val="0"/>
          <w:numId w:val="6"/>
        </w:numPr>
        <w:tabs>
          <w:tab w:val="num" w:pos="360"/>
        </w:tabs>
        <w:ind w:left="360"/>
      </w:pPr>
      <w:r w:rsidRPr="0097742A">
        <w:t xml:space="preserve">Technical training </w:t>
      </w:r>
      <w:r w:rsidR="00135758" w:rsidRPr="0097742A">
        <w:t xml:space="preserve">in </w:t>
      </w:r>
      <w:r w:rsidR="009423D0" w:rsidRPr="0097742A">
        <w:t>TMS</w:t>
      </w:r>
      <w:r w:rsidR="00C3486E" w:rsidRPr="0097742A">
        <w:t xml:space="preserve"> </w:t>
      </w:r>
      <w:r w:rsidRPr="0097742A">
        <w:t>(Web-based, course</w:t>
      </w:r>
      <w:r w:rsidR="00135758" w:rsidRPr="0097742A">
        <w:t xml:space="preserve"> number</w:t>
      </w:r>
      <w:r w:rsidRPr="0097742A">
        <w:t>s</w:t>
      </w:r>
      <w:r w:rsidR="00135758" w:rsidRPr="0097742A">
        <w:t xml:space="preserve"> listed</w:t>
      </w:r>
      <w:r w:rsidRPr="0097742A">
        <w:t xml:space="preserve"> in ISA 3)</w:t>
      </w:r>
    </w:p>
    <w:p w14:paraId="762A869B" w14:textId="6B759ECC" w:rsidR="009762F8" w:rsidRPr="0097742A" w:rsidRDefault="009762F8" w:rsidP="002F6937">
      <w:pPr>
        <w:pStyle w:val="Journalboxnotes"/>
      </w:pPr>
      <w:r w:rsidRPr="0097742A">
        <w:t>NOTE: It is RECOMMENDED that you complete Appendix A and receive Basic Inspector Certification before beginning the courses listed below.</w:t>
      </w:r>
    </w:p>
    <w:p w14:paraId="7DE90EE6" w14:textId="77777777" w:rsidR="008D6E1B" w:rsidRDefault="008D6E1B" w:rsidP="008D6E1B">
      <w:pPr>
        <w:pStyle w:val="BodyText"/>
      </w:pPr>
    </w:p>
    <w:p w14:paraId="7A2EC9B0" w14:textId="5AC0954A" w:rsidR="00B75B2D" w:rsidRPr="0097742A" w:rsidRDefault="00B75B2D" w:rsidP="004F1D9B">
      <w:pPr>
        <w:pStyle w:val="BodyText"/>
      </w:pPr>
      <w:r w:rsidRPr="0097742A">
        <w:t>Before signing up for any course, be sure that you have checked and me</w:t>
      </w:r>
      <w:r w:rsidR="00E86633" w:rsidRPr="0097742A">
        <w:t>e</w:t>
      </w:r>
      <w:r w:rsidRPr="0097742A">
        <w:t>t any prerequisites.</w:t>
      </w:r>
    </w:p>
    <w:p w14:paraId="3E2EA584" w14:textId="77777777" w:rsidR="00B75B2D" w:rsidRPr="0097742A" w:rsidRDefault="00B75B2D" w:rsidP="00BD3FE0">
      <w:pPr>
        <w:pStyle w:val="BodyText"/>
      </w:pPr>
      <w:r w:rsidRPr="0097742A">
        <w:t>These courses should be completed in the order listed:</w:t>
      </w:r>
    </w:p>
    <w:p w14:paraId="2B174A86" w14:textId="24B00D24" w:rsidR="00B75B2D" w:rsidRPr="0097742A" w:rsidRDefault="00B75B2D" w:rsidP="00024E0F">
      <w:pPr>
        <w:pStyle w:val="ListBullet"/>
        <w:numPr>
          <w:ilvl w:val="0"/>
          <w:numId w:val="6"/>
        </w:numPr>
        <w:tabs>
          <w:tab w:val="num" w:pos="360"/>
        </w:tabs>
        <w:ind w:left="360"/>
      </w:pPr>
      <w:r w:rsidRPr="0097742A">
        <w:t>Root Cause/Incident Investigation Workshop (G-205)</w:t>
      </w:r>
    </w:p>
    <w:p w14:paraId="3792BFE3" w14:textId="10F4D29B" w:rsidR="00B75B2D" w:rsidRPr="0097742A" w:rsidRDefault="00C11019" w:rsidP="00024E0F">
      <w:pPr>
        <w:pStyle w:val="ListBullet"/>
        <w:numPr>
          <w:ilvl w:val="0"/>
          <w:numId w:val="6"/>
        </w:numPr>
        <w:tabs>
          <w:tab w:val="num" w:pos="360"/>
        </w:tabs>
        <w:ind w:left="360"/>
      </w:pPr>
      <w:r w:rsidRPr="0097742A">
        <w:t>Field Techniques and</w:t>
      </w:r>
      <w:r w:rsidR="00B75B2D" w:rsidRPr="0097742A">
        <w:t xml:space="preserve"> Regulatory Processes (G-103)</w:t>
      </w:r>
    </w:p>
    <w:p w14:paraId="6737A292" w14:textId="521C04F2" w:rsidR="00B75B2D" w:rsidRPr="0097742A" w:rsidRDefault="00B75B2D" w:rsidP="00777962">
      <w:pPr>
        <w:pStyle w:val="Heading1"/>
      </w:pPr>
      <w:bookmarkStart w:id="12" w:name="_Toc134537507"/>
      <w:r w:rsidRPr="0097742A">
        <w:t xml:space="preserve">General Proficiency Individual Study </w:t>
      </w:r>
      <w:r w:rsidR="0095640A" w:rsidRPr="0097742A">
        <w:t xml:space="preserve">and </w:t>
      </w:r>
      <w:r w:rsidR="00F67CA7" w:rsidRPr="0097742A">
        <w:t>On-the-Jo</w:t>
      </w:r>
      <w:r w:rsidR="0095640A" w:rsidRPr="0097742A">
        <w:t xml:space="preserve">b </w:t>
      </w:r>
      <w:r w:rsidRPr="0097742A">
        <w:t>Activities</w:t>
      </w:r>
      <w:r w:rsidR="00F67CA7" w:rsidRPr="0097742A">
        <w:t>:</w:t>
      </w:r>
      <w:bookmarkEnd w:id="12"/>
    </w:p>
    <w:p w14:paraId="76153866" w14:textId="1B404473" w:rsidR="00D10931" w:rsidRPr="0097742A" w:rsidRDefault="00B75B2D" w:rsidP="00777962">
      <w:pPr>
        <w:pStyle w:val="BodyText"/>
      </w:pPr>
      <w:r w:rsidRPr="0097742A">
        <w:t xml:space="preserve">The individual study activities are </w:t>
      </w:r>
      <w:r w:rsidR="00092C5A" w:rsidRPr="0097742A">
        <w:t>knowledge</w:t>
      </w:r>
      <w:r w:rsidR="00CF1E5F" w:rsidRPr="0097742A">
        <w:t xml:space="preserve"> and</w:t>
      </w:r>
      <w:r w:rsidR="00E86633" w:rsidRPr="0097742A">
        <w:t xml:space="preserve"> </w:t>
      </w:r>
      <w:r w:rsidR="00890FAF" w:rsidRPr="0097742A">
        <w:t>comprehension-based</w:t>
      </w:r>
      <w:r w:rsidR="00092C5A" w:rsidRPr="0097742A">
        <w:t xml:space="preserve"> </w:t>
      </w:r>
      <w:r w:rsidR="004365FD" w:rsidRPr="0097742A">
        <w:t>exercises</w:t>
      </w:r>
      <w:r w:rsidR="00092C5A" w:rsidRPr="0097742A">
        <w:t xml:space="preserve"> that are </w:t>
      </w:r>
      <w:r w:rsidRPr="0097742A">
        <w:t xml:space="preserve">designed </w:t>
      </w:r>
      <w:r w:rsidRPr="00777962">
        <w:t>to</w:t>
      </w:r>
      <w:r w:rsidRPr="0097742A">
        <w:t xml:space="preserve"> direct and focus your efforts as you begin reviewing documents that will be important to the performance of your job. Each study activity begins with a </w:t>
      </w:r>
      <w:r w:rsidR="008E79B3" w:rsidRPr="0097742A">
        <w:t>“</w:t>
      </w:r>
      <w:r w:rsidRPr="0097742A">
        <w:t>purpose</w:t>
      </w:r>
      <w:r w:rsidR="008E79B3" w:rsidRPr="0097742A">
        <w:t>”</w:t>
      </w:r>
      <w:r w:rsidRPr="0097742A">
        <w:t xml:space="preserve"> statement informing you of why the activity is important and how it relates to the job of an inspector. The </w:t>
      </w:r>
      <w:r w:rsidR="008E79B3" w:rsidRPr="0097742A">
        <w:t>“</w:t>
      </w:r>
      <w:r w:rsidRPr="0097742A">
        <w:t>level of effort</w:t>
      </w:r>
      <w:r w:rsidR="008E79B3" w:rsidRPr="0097742A">
        <w:t>”</w:t>
      </w:r>
      <w:r w:rsidRPr="0097742A">
        <w:t xml:space="preserve"> has been noted so that you have an idea of how much effort should be expended in completing the activity.</w:t>
      </w:r>
      <w:r w:rsidR="00CF1E5F" w:rsidRPr="0097742A">
        <w:t xml:space="preserve"> </w:t>
      </w:r>
      <w:r w:rsidRPr="0097742A">
        <w:t xml:space="preserve">(Of course, the times are estimates. You may need a little more or a little less time.) The </w:t>
      </w:r>
      <w:r w:rsidR="008E79B3" w:rsidRPr="0097742A">
        <w:t>“</w:t>
      </w:r>
      <w:r w:rsidRPr="0097742A">
        <w:t>evaluation criteria</w:t>
      </w:r>
      <w:r w:rsidR="008E79B3" w:rsidRPr="0097742A">
        <w:t>”</w:t>
      </w:r>
      <w:r w:rsidRPr="0097742A">
        <w:t xml:space="preserve"> are listed up front so that you will review them first and better understand what you are expected to achieve as a result of completing the activity. Use the evaluation criteria to help you focus on what is most important. The </w:t>
      </w:r>
      <w:r w:rsidR="008E79B3" w:rsidRPr="0097742A">
        <w:t>“</w:t>
      </w:r>
      <w:r w:rsidRPr="0097742A">
        <w:t>tasks</w:t>
      </w:r>
      <w:r w:rsidR="008E79B3" w:rsidRPr="0097742A">
        <w:t>”</w:t>
      </w:r>
      <w:r w:rsidRPr="0097742A">
        <w:t xml:space="preserve"> outline the things you must do to successfully address the evaluation criteria.</w:t>
      </w:r>
    </w:p>
    <w:p w14:paraId="645B9090" w14:textId="77777777" w:rsidR="004E4FA6" w:rsidRDefault="0095640A" w:rsidP="004E4FA6">
      <w:pPr>
        <w:pStyle w:val="BodyText"/>
        <w:sectPr w:rsidR="004E4FA6" w:rsidSect="000A52D7">
          <w:footerReference w:type="default" r:id="rId10"/>
          <w:pgSz w:w="12240" w:h="15840"/>
          <w:pgMar w:top="1440" w:right="1440" w:bottom="1440" w:left="1440" w:header="720" w:footer="720" w:gutter="0"/>
          <w:pgNumType w:start="1"/>
          <w:cols w:space="720"/>
          <w:docGrid w:linePitch="360"/>
        </w:sectPr>
      </w:pPr>
      <w:r w:rsidRPr="0097742A">
        <w:lastRenderedPageBreak/>
        <w:t>The General Proficiency on the job activity is designed to increase your understanding of an important NRC function</w:t>
      </w:r>
      <w:r w:rsidR="004365FD" w:rsidRPr="0097742A">
        <w:t xml:space="preserve"> </w:t>
      </w:r>
      <w:r w:rsidR="00E86633" w:rsidRPr="0097742A">
        <w:t>(</w:t>
      </w:r>
      <w:r w:rsidRPr="0097742A">
        <w:t>event response</w:t>
      </w:r>
      <w:r w:rsidR="00E86633" w:rsidRPr="0097742A">
        <w:t>)</w:t>
      </w:r>
      <w:r w:rsidR="002F0A2A" w:rsidRPr="0097742A">
        <w:t xml:space="preserve"> </w:t>
      </w:r>
      <w:r w:rsidRPr="0097742A">
        <w:t xml:space="preserve">by requiring you to perform </w:t>
      </w:r>
      <w:r w:rsidR="004365FD" w:rsidRPr="0097742A">
        <w:t>more challenging</w:t>
      </w:r>
      <w:r w:rsidR="00E86633" w:rsidRPr="0097742A">
        <w:t xml:space="preserve"> </w:t>
      </w:r>
      <w:r w:rsidRPr="0097742A">
        <w:t>application</w:t>
      </w:r>
      <w:r w:rsidR="00A751F3" w:rsidRPr="0097742A">
        <w:t>-</w:t>
      </w:r>
      <w:r w:rsidRPr="0097742A">
        <w:t xml:space="preserve">based </w:t>
      </w:r>
      <w:r w:rsidR="00A751F3" w:rsidRPr="0097742A">
        <w:t>level</w:t>
      </w:r>
      <w:r w:rsidRPr="0097742A">
        <w:t xml:space="preserve"> tasks. </w:t>
      </w:r>
      <w:r w:rsidR="00626B9C" w:rsidRPr="0097742A">
        <w:t>Similar to the individual study activities</w:t>
      </w:r>
      <w:r w:rsidR="002F0A2A" w:rsidRPr="0097742A">
        <w:t>,</w:t>
      </w:r>
      <w:r w:rsidR="00626B9C" w:rsidRPr="0097742A">
        <w:t xml:space="preserve"> the on</w:t>
      </w:r>
      <w:r w:rsidR="004E1160" w:rsidRPr="0097742A">
        <w:t>-</w:t>
      </w:r>
      <w:r w:rsidR="00626B9C" w:rsidRPr="0097742A">
        <w:t>the</w:t>
      </w:r>
      <w:r w:rsidR="004E1160" w:rsidRPr="0097742A">
        <w:t>-</w:t>
      </w:r>
      <w:r w:rsidR="00626B9C" w:rsidRPr="0097742A">
        <w:t>job activit</w:t>
      </w:r>
      <w:r w:rsidR="0081475F" w:rsidRPr="0097742A">
        <w:t>ies</w:t>
      </w:r>
      <w:r w:rsidR="00626B9C" w:rsidRPr="0097742A">
        <w:t xml:space="preserve"> begin with a “purpose” statement informing you of why the activity is important and how it relates to the job of an inspector. The “level of effort” has been noted so that you have an idea of how much effort should be expended in completing the activity. (Of course, the time is an estimate. You may need a little more or a little less time.) The “evaluation criteria” is listed up front so that you will review them first and better understand what you are expected to achieve as a result of completing the activity. Use the evaluation criteria to help you focus on what is</w:t>
      </w:r>
      <w:r w:rsidR="00626B9C" w:rsidRPr="00BD7590">
        <w:t xml:space="preserve"> </w:t>
      </w:r>
      <w:r w:rsidR="00626B9C" w:rsidRPr="0097742A">
        <w:t>most important. The “tasks” outline the things you must do to successfully address the evaluation criteria.</w:t>
      </w:r>
      <w:r w:rsidR="004F12E3" w:rsidRPr="004F12E3">
        <w:t xml:space="preserve"> </w:t>
      </w:r>
    </w:p>
    <w:p w14:paraId="0BB721C3" w14:textId="365B370C" w:rsidR="00DC4C97" w:rsidRDefault="004F12E3" w:rsidP="00990482">
      <w:pPr>
        <w:pStyle w:val="SectionTitlePage"/>
        <w:sectPr w:rsidR="00DC4C97" w:rsidSect="008101F3">
          <w:pgSz w:w="12240" w:h="15840"/>
          <w:pgMar w:top="1440" w:right="1440" w:bottom="1440" w:left="1440" w:header="720" w:footer="720" w:gutter="0"/>
          <w:cols w:space="720"/>
          <w:vAlign w:val="center"/>
          <w:docGrid w:linePitch="360"/>
        </w:sectPr>
      </w:pPr>
      <w:r w:rsidRPr="00321ADB">
        <w:lastRenderedPageBreak/>
        <w:t>Individual Study Activity</w:t>
      </w:r>
    </w:p>
    <w:p w14:paraId="5820A6E7" w14:textId="7B15C067" w:rsidR="00B75B2D" w:rsidRPr="00A33EF3" w:rsidRDefault="00FE2F4C" w:rsidP="005E6E4E">
      <w:pPr>
        <w:pStyle w:val="JournalTOPIC"/>
      </w:pPr>
      <w:bookmarkStart w:id="13" w:name="_Toc134537508"/>
      <w:r w:rsidRPr="00FE2F4C">
        <w:lastRenderedPageBreak/>
        <w:t>(</w:t>
      </w:r>
      <w:r w:rsidRPr="00A33EF3">
        <w:t>IS</w:t>
      </w:r>
      <w:r w:rsidR="00A33EF3" w:rsidRPr="00A33EF3">
        <w:t>A</w:t>
      </w:r>
      <w:r w:rsidRPr="00A33EF3">
        <w:t>-</w:t>
      </w:r>
      <w:r w:rsidRPr="0003618C">
        <w:t>General</w:t>
      </w:r>
      <w:r w:rsidRPr="00A33EF3">
        <w:t>-1) Quality Assurance Program</w:t>
      </w:r>
      <w:r w:rsidR="00C65B86">
        <w:t xml:space="preserve"> </w:t>
      </w:r>
      <w:r w:rsidRPr="00A33EF3">
        <w:t>for Power Reactors</w:t>
      </w:r>
      <w:bookmarkEnd w:id="13"/>
    </w:p>
    <w:p w14:paraId="3A29F9B3" w14:textId="46E5B18D" w:rsidR="00D702D4" w:rsidRDefault="0078241A" w:rsidP="00D702D4">
      <w:pPr>
        <w:pStyle w:val="JOURNALHeading2"/>
      </w:pPr>
      <w:r w:rsidRPr="00A33EF3">
        <w:t>PURPOSE:</w:t>
      </w:r>
    </w:p>
    <w:p w14:paraId="578E6DB2" w14:textId="31C913D6" w:rsidR="00FE2F4C" w:rsidRPr="00450A23" w:rsidRDefault="00B75B2D" w:rsidP="000F40CB">
      <w:pPr>
        <w:pStyle w:val="BodyText"/>
        <w:rPr>
          <w:rStyle w:val="Commitment"/>
        </w:rPr>
      </w:pPr>
      <w:r w:rsidRPr="00A33EF3">
        <w:t xml:space="preserve">This activity will provide you with a working knowledge of the contents of Appendix B, </w:t>
      </w:r>
      <w:r w:rsidR="0065738F" w:rsidRPr="00A33EF3">
        <w:t>“</w:t>
      </w:r>
      <w:r w:rsidRPr="00A33EF3">
        <w:t>Quality Assurance Criteria for Nuclear Power Plants and Fuel Processing Plants,</w:t>
      </w:r>
      <w:r w:rsidR="0065738F" w:rsidRPr="00A33EF3">
        <w:t>”</w:t>
      </w:r>
      <w:r w:rsidRPr="00A33EF3">
        <w:t xml:space="preserve"> to </w:t>
      </w:r>
      <w:r w:rsidR="00FE2F4C" w:rsidRPr="00A33EF3">
        <w:t xml:space="preserve">Title 10 of the </w:t>
      </w:r>
      <w:r w:rsidR="00FE2F4C" w:rsidRPr="00737360">
        <w:rPr>
          <w:i/>
          <w:iCs/>
        </w:rPr>
        <w:t>Code of Federal Regulations</w:t>
      </w:r>
      <w:r w:rsidR="00FE2F4C" w:rsidRPr="00A33EF3">
        <w:t xml:space="preserve"> (</w:t>
      </w:r>
      <w:r w:rsidRPr="00A33EF3">
        <w:t>10 CFR</w:t>
      </w:r>
      <w:r w:rsidR="00FE2F4C" w:rsidRPr="00A33EF3">
        <w:t>)</w:t>
      </w:r>
      <w:r w:rsidRPr="00A33EF3">
        <w:t xml:space="preserve"> Part 50, </w:t>
      </w:r>
      <w:r w:rsidR="0065738F" w:rsidRPr="00A33EF3">
        <w:t>“</w:t>
      </w:r>
      <w:r w:rsidRPr="00A33EF3">
        <w:t>Domestic Licensing of Production and Utilization Facilities,</w:t>
      </w:r>
      <w:r w:rsidR="0065738F" w:rsidRPr="00A33EF3">
        <w:t>”</w:t>
      </w:r>
      <w:r w:rsidRPr="00A33EF3">
        <w:t xml:space="preserve"> industry standards, and the associated licensee programs and documents that collectively establish the basis for the licensee</w:t>
      </w:r>
      <w:r w:rsidR="0065738F" w:rsidRPr="00A33EF3">
        <w:t>’</w:t>
      </w:r>
      <w:r w:rsidRPr="00A33EF3">
        <w:t xml:space="preserve">s quality assurance (QA) program. </w:t>
      </w:r>
      <w:ins w:id="14" w:author="Madeleine Arel (She/Her)" w:date="2023-05-08T16:14:00Z">
        <w:r w:rsidR="004C255D" w:rsidRPr="00450A23">
          <w:rPr>
            <w:rStyle w:val="Commitment"/>
          </w:rPr>
          <w:t>This activity will provide you with an understanding of how the QA program prevents, identifies, and mitigates Counterfeit, Fraudulent, and Suspect Items (CFSI) risks.</w:t>
        </w:r>
      </w:ins>
      <w:ins w:id="15" w:author="Madeleine Arel (She/Her)" w:date="2023-05-08T16:24:00Z">
        <w:r w:rsidR="00387E28" w:rsidRPr="00387E28">
          <w:t xml:space="preserve"> </w:t>
        </w:r>
        <w:r w:rsidR="00387E28" w:rsidRPr="00116531">
          <w:t>[C3]</w:t>
        </w:r>
      </w:ins>
    </w:p>
    <w:p w14:paraId="1FA5DD1B" w14:textId="0B8EB5D7" w:rsidR="00FE2F4C" w:rsidRPr="00A33EF3" w:rsidRDefault="00FE2F4C" w:rsidP="00D702D4">
      <w:pPr>
        <w:pStyle w:val="BodyText"/>
      </w:pPr>
      <w:r w:rsidRPr="00A33EF3">
        <w:t>Note that QA program requirements for construction inspectors are addressed in ISA-1a of this appendix. QA program requirements for research and test reactors are addressed in IMC 1245 Appendix C5, ISA-RT-1, under ANSI/ANS 15.8 and RG 2.5.</w:t>
      </w:r>
    </w:p>
    <w:p w14:paraId="2DFAC21D" w14:textId="1FA51915" w:rsidR="00B75B2D" w:rsidRPr="00A33EF3" w:rsidRDefault="00B75B2D" w:rsidP="00A67CE9">
      <w:pPr>
        <w:pStyle w:val="JOURNALHeading2"/>
      </w:pPr>
      <w:r w:rsidRPr="00A33EF3">
        <w:t>COMPETENCY AREA:</w:t>
      </w:r>
      <w:r w:rsidR="00A33EF3">
        <w:tab/>
      </w:r>
      <w:r w:rsidRPr="00A33EF3">
        <w:t>INSPECTION</w:t>
      </w:r>
    </w:p>
    <w:p w14:paraId="3C6F01EC" w14:textId="6F0062DE" w:rsidR="00B75B2D" w:rsidRPr="00A33EF3" w:rsidRDefault="00B75B2D" w:rsidP="00A1644C">
      <w:pPr>
        <w:pStyle w:val="JOURNALHeading2"/>
      </w:pPr>
      <w:r w:rsidRPr="00A33EF3">
        <w:t>LEVEL OF EFFORT:</w:t>
      </w:r>
      <w:r w:rsidR="0078241A" w:rsidRPr="00A33EF3">
        <w:tab/>
      </w:r>
      <w:ins w:id="16" w:author="Madeleine Arel (She/Her)" w:date="2023-05-16T15:49:00Z">
        <w:r w:rsidR="00057073" w:rsidRPr="00A33EF3">
          <w:t>14</w:t>
        </w:r>
        <w:r w:rsidR="002C0712">
          <w:t xml:space="preserve"> </w:t>
        </w:r>
      </w:ins>
      <w:r w:rsidRPr="00A33EF3">
        <w:t>hours</w:t>
      </w:r>
    </w:p>
    <w:p w14:paraId="221BA43C" w14:textId="62E31EB5" w:rsidR="00A33EF3" w:rsidRDefault="00B75B2D" w:rsidP="00A1644C">
      <w:pPr>
        <w:pStyle w:val="JOURNALHeading2"/>
      </w:pPr>
      <w:r w:rsidRPr="00A33EF3">
        <w:t>REFERENCES:</w:t>
      </w:r>
    </w:p>
    <w:p w14:paraId="48232F2E" w14:textId="6FCA128B" w:rsidR="00B75B2D" w:rsidRPr="007D6FAA" w:rsidRDefault="00B75B2D" w:rsidP="007D6FAA">
      <w:pPr>
        <w:pStyle w:val="BodyText"/>
        <w:numPr>
          <w:ilvl w:val="0"/>
          <w:numId w:val="3"/>
        </w:numPr>
      </w:pPr>
      <w:r w:rsidRPr="007D6FAA">
        <w:t>Appendix B to 10 CFR Part 50</w:t>
      </w:r>
    </w:p>
    <w:p w14:paraId="07DB2C1E" w14:textId="13B3451C" w:rsidR="00E4401E" w:rsidRPr="007D6FAA" w:rsidRDefault="00545E4A" w:rsidP="007D6FAA">
      <w:pPr>
        <w:pStyle w:val="BodyText"/>
        <w:numPr>
          <w:ilvl w:val="0"/>
          <w:numId w:val="3"/>
        </w:numPr>
      </w:pPr>
      <w:r w:rsidRPr="007D6FAA">
        <w:t>10 CFR Part 21</w:t>
      </w:r>
    </w:p>
    <w:p w14:paraId="0DFD1E16" w14:textId="5024C1E3" w:rsidR="00B75B2D" w:rsidRPr="007D6FAA" w:rsidRDefault="006124F1" w:rsidP="007D6FAA">
      <w:pPr>
        <w:pStyle w:val="BodyText"/>
        <w:numPr>
          <w:ilvl w:val="0"/>
          <w:numId w:val="3"/>
        </w:numPr>
      </w:pPr>
      <w:r w:rsidRPr="007D6FAA">
        <w:t xml:space="preserve">Regulatory Guide </w:t>
      </w:r>
      <w:r w:rsidR="00737360" w:rsidRPr="007D6FAA">
        <w:t xml:space="preserve">(RG) </w:t>
      </w:r>
      <w:r w:rsidRPr="007D6FAA">
        <w:t>1.28, “Quality Assurance Program Criteria”</w:t>
      </w:r>
    </w:p>
    <w:p w14:paraId="0F73DE32" w14:textId="35B25036" w:rsidR="00B75B2D" w:rsidRPr="007D6FAA" w:rsidRDefault="00B75B2D" w:rsidP="007D6FAA">
      <w:pPr>
        <w:pStyle w:val="BodyText"/>
        <w:numPr>
          <w:ilvl w:val="0"/>
          <w:numId w:val="3"/>
        </w:numPr>
      </w:pPr>
      <w:r w:rsidRPr="007D6FAA">
        <w:t>R</w:t>
      </w:r>
      <w:r w:rsidR="00737360" w:rsidRPr="007D6FAA">
        <w:t xml:space="preserve">G </w:t>
      </w:r>
      <w:r w:rsidRPr="007D6FAA">
        <w:t xml:space="preserve">1.33, </w:t>
      </w:r>
      <w:r w:rsidR="0065738F" w:rsidRPr="007D6FAA">
        <w:t>“</w:t>
      </w:r>
      <w:r w:rsidRPr="007D6FAA">
        <w:t>Quality Assurance Program Requirements</w:t>
      </w:r>
      <w:r w:rsidR="0065738F" w:rsidRPr="007D6FAA">
        <w:t>”</w:t>
      </w:r>
    </w:p>
    <w:p w14:paraId="41A0293B" w14:textId="042BD942" w:rsidR="00B75B2D" w:rsidRPr="007D6FAA" w:rsidRDefault="00B75B2D" w:rsidP="007D6FAA">
      <w:pPr>
        <w:pStyle w:val="BodyText"/>
        <w:numPr>
          <w:ilvl w:val="0"/>
          <w:numId w:val="3"/>
        </w:numPr>
      </w:pPr>
      <w:r w:rsidRPr="007D6FAA">
        <w:t>Licensee QA program documentation</w:t>
      </w:r>
    </w:p>
    <w:p w14:paraId="395D33C4" w14:textId="70F5CAD1" w:rsidR="00C22E33" w:rsidRPr="00116531" w:rsidRDefault="008D2BFB" w:rsidP="007D6FAA">
      <w:pPr>
        <w:pStyle w:val="BodyText"/>
        <w:numPr>
          <w:ilvl w:val="0"/>
          <w:numId w:val="3"/>
        </w:numPr>
      </w:pPr>
      <w:ins w:id="17" w:author="Madeleine Arel (She/Her)" w:date="2023-05-08T16:15:00Z">
        <w:r w:rsidRPr="00116531">
          <w:rPr>
            <w:rStyle w:val="Commitment"/>
          </w:rPr>
          <w:t>Regulatory Information Summary 2015-08, “Oversight of Counterfeit, fraudulent, and Suspect Items in the Nuclear Industry”</w:t>
        </w:r>
        <w:r w:rsidRPr="00116531">
          <w:t xml:space="preserve"> [C3]</w:t>
        </w:r>
      </w:ins>
    </w:p>
    <w:p w14:paraId="2284451F" w14:textId="74218AD1" w:rsidR="00C22E33" w:rsidRPr="00116531" w:rsidRDefault="005B5520" w:rsidP="007D6FAA">
      <w:pPr>
        <w:pStyle w:val="BodyText"/>
        <w:numPr>
          <w:ilvl w:val="0"/>
          <w:numId w:val="3"/>
        </w:numPr>
      </w:pPr>
      <w:ins w:id="18" w:author="Madeleine Arel (She/Her)" w:date="2023-05-08T16:16:00Z">
        <w:r w:rsidRPr="00116531">
          <w:rPr>
            <w:rStyle w:val="Commitment"/>
          </w:rPr>
          <w:t>Electric Power Research Institute (EPRI) Technical Report (TR)-1019163, “Plant Support Engineering: Counterfeit, Fraudulent and Substandard Items- Mitigating the Increasing Risk,” Revision 1, (Agencywide Documents Access and Management System (ADAMS) Accession No. ML14245A079).</w:t>
        </w:r>
        <w:r w:rsidRPr="00116531">
          <w:t xml:space="preserve"> [C3]</w:t>
        </w:r>
      </w:ins>
    </w:p>
    <w:p w14:paraId="31D6709B" w14:textId="1B4EDEFB" w:rsidR="00AD6EFF" w:rsidRDefault="00B75B2D" w:rsidP="007D6FAA">
      <w:pPr>
        <w:pStyle w:val="JOURNALHeading2"/>
      </w:pPr>
      <w:r w:rsidRPr="00DC34E3">
        <w:t>EVALUATION</w:t>
      </w:r>
      <w:r w:rsidR="00AD6EFF">
        <w:t xml:space="preserve"> </w:t>
      </w:r>
      <w:r w:rsidR="0078241A" w:rsidRPr="00DC34E3">
        <w:t>CRITERIA:</w:t>
      </w:r>
    </w:p>
    <w:p w14:paraId="276C1746" w14:textId="0AAABB89" w:rsidR="00B75B2D" w:rsidRPr="00DC34E3" w:rsidRDefault="00B75B2D" w:rsidP="007D6FAA">
      <w:pPr>
        <w:pStyle w:val="BodyText"/>
      </w:pPr>
      <w:r w:rsidRPr="00DC34E3">
        <w:t xml:space="preserve">At the completion of this activity, you should be able to </w:t>
      </w:r>
      <w:r w:rsidR="0078241A" w:rsidRPr="00DC34E3">
        <w:t xml:space="preserve">do the </w:t>
      </w:r>
      <w:r w:rsidRPr="00DC34E3">
        <w:t>following:</w:t>
      </w:r>
    </w:p>
    <w:p w14:paraId="4DC5F2C1" w14:textId="7CE2A635" w:rsidR="00B75B2D" w:rsidRPr="007D6FAA" w:rsidRDefault="00B75B2D" w:rsidP="007D6FAA">
      <w:pPr>
        <w:pStyle w:val="BodyText"/>
        <w:numPr>
          <w:ilvl w:val="0"/>
          <w:numId w:val="25"/>
        </w:numPr>
      </w:pPr>
      <w:r w:rsidRPr="007D6FAA">
        <w:t>Discuss the general content of Appendix B to 10 CFR Part 50 and the 18 criteria contained in the appendix.</w:t>
      </w:r>
    </w:p>
    <w:p w14:paraId="6FA26A72" w14:textId="1E0F4CCC" w:rsidR="00B75B2D" w:rsidRPr="007D6FAA" w:rsidRDefault="00B75B2D" w:rsidP="007D6FAA">
      <w:pPr>
        <w:pStyle w:val="BodyText"/>
        <w:numPr>
          <w:ilvl w:val="0"/>
          <w:numId w:val="25"/>
        </w:numPr>
      </w:pPr>
      <w:r w:rsidRPr="007D6FAA">
        <w:t xml:space="preserve">Describe the relationship between the plant license, the final safety </w:t>
      </w:r>
      <w:r w:rsidR="00DB0C64" w:rsidRPr="007D6FAA">
        <w:t>analysis</w:t>
      </w:r>
      <w:r w:rsidRPr="007D6FAA">
        <w:t xml:space="preserve"> report (FSAR), the plant technical specifications, and Appendix B to 10 CFR Part 50.</w:t>
      </w:r>
    </w:p>
    <w:p w14:paraId="10C39C7A" w14:textId="40BEA160" w:rsidR="00B75B2D" w:rsidRPr="007D6FAA" w:rsidRDefault="00B75B2D" w:rsidP="007D6FAA">
      <w:pPr>
        <w:pStyle w:val="BodyText"/>
        <w:numPr>
          <w:ilvl w:val="0"/>
          <w:numId w:val="25"/>
        </w:numPr>
      </w:pPr>
      <w:r w:rsidRPr="007D6FAA">
        <w:lastRenderedPageBreak/>
        <w:t>Outline the key elements of an effective QA program, and the licensee</w:t>
      </w:r>
      <w:r w:rsidR="00C11019" w:rsidRPr="007D6FAA">
        <w:t>’</w:t>
      </w:r>
      <w:r w:rsidRPr="007D6FAA">
        <w:t>s implementation of those elements at your reference site.</w:t>
      </w:r>
    </w:p>
    <w:p w14:paraId="6094CAC1" w14:textId="522F5627" w:rsidR="00DA6703" w:rsidRPr="00EA48AC" w:rsidRDefault="001150EA" w:rsidP="007D6FAA">
      <w:pPr>
        <w:pStyle w:val="BodyText"/>
        <w:numPr>
          <w:ilvl w:val="0"/>
          <w:numId w:val="25"/>
        </w:numPr>
      </w:pPr>
      <w:ins w:id="19" w:author="Madeleine Arel (She/Her)" w:date="2023-05-08T16:18:00Z">
        <w:r w:rsidRPr="00EA48AC">
          <w:rPr>
            <w:rStyle w:val="Commitment"/>
          </w:rPr>
          <w:t>Discuss which key elements of a licensee’s QA program will support prevention, identification, and mitigation of CFSI risks.</w:t>
        </w:r>
        <w:r w:rsidRPr="00EA48AC">
          <w:t xml:space="preserve"> [C3]</w:t>
        </w:r>
      </w:ins>
    </w:p>
    <w:p w14:paraId="1E8484D2" w14:textId="3ACBB85A" w:rsidR="00DC34E3" w:rsidRPr="00DC34E3" w:rsidRDefault="0081349C" w:rsidP="007D6FAA">
      <w:pPr>
        <w:pStyle w:val="JOURNALHeading2"/>
      </w:pPr>
      <w:r w:rsidRPr="00DC34E3">
        <w:t>TASKS:</w:t>
      </w:r>
    </w:p>
    <w:p w14:paraId="1AFAC3EA" w14:textId="4C01E63B" w:rsidR="00736AA6" w:rsidRPr="007D6FAA" w:rsidRDefault="00B75B2D" w:rsidP="007D6FAA">
      <w:pPr>
        <w:pStyle w:val="BodyText"/>
        <w:numPr>
          <w:ilvl w:val="0"/>
          <w:numId w:val="26"/>
        </w:numPr>
      </w:pPr>
      <w:r w:rsidRPr="007D6FAA">
        <w:t>Review and discuss the 18 criteria of Appendix B with your supervisor or qualified inspector and communicate an understanding of their content and general application to field inspections.</w:t>
      </w:r>
    </w:p>
    <w:p w14:paraId="6887D440" w14:textId="7FEA4124" w:rsidR="00B75B2D" w:rsidRPr="007D6FAA" w:rsidRDefault="00B75B2D" w:rsidP="007D6FAA">
      <w:pPr>
        <w:pStyle w:val="BodyText"/>
        <w:numPr>
          <w:ilvl w:val="0"/>
          <w:numId w:val="26"/>
        </w:numPr>
      </w:pPr>
      <w:r w:rsidRPr="007D6FAA">
        <w:t>Review the regulations that require a QA program. Review industry standards related to QA. Find where the FSAR, technical specifications, and plant license address QA. Review a licensee</w:t>
      </w:r>
      <w:r w:rsidR="00DC34E3" w:rsidRPr="007D6FAA">
        <w:t xml:space="preserve"> </w:t>
      </w:r>
      <w:r w:rsidRPr="007D6FAA">
        <w:t>QA program and the implementing procedures.</w:t>
      </w:r>
    </w:p>
    <w:p w14:paraId="23E53CE7" w14:textId="62A99A6F" w:rsidR="009131A0" w:rsidRPr="00EA48AC" w:rsidRDefault="005F2AF0" w:rsidP="007D6FAA">
      <w:pPr>
        <w:pStyle w:val="BodyText"/>
        <w:numPr>
          <w:ilvl w:val="0"/>
          <w:numId w:val="26"/>
        </w:numPr>
      </w:pPr>
      <w:ins w:id="20" w:author="Madeleine Arel (She/Her)" w:date="2023-05-08T16:20:00Z">
        <w:r w:rsidRPr="005F2AF0">
          <w:rPr>
            <w:rStyle w:val="Commitment"/>
          </w:rPr>
          <w:t>Review the regulations and guidance that address CFSI and be able to define CFSI. Review NRC and EPRI guidance in Reference 6 and 7 on CFSI and be able to discuss the relationship between a substandard basic component and CFSI.</w:t>
        </w:r>
        <w:r w:rsidRPr="00EA48AC">
          <w:t xml:space="preserve"> [C3]</w:t>
        </w:r>
      </w:ins>
    </w:p>
    <w:p w14:paraId="4E62F6CD" w14:textId="58D20EDE" w:rsidR="00B75B2D" w:rsidRPr="007D6FAA" w:rsidRDefault="00B75B2D" w:rsidP="007D6FAA">
      <w:pPr>
        <w:pStyle w:val="BodyText"/>
        <w:numPr>
          <w:ilvl w:val="0"/>
          <w:numId w:val="26"/>
        </w:numPr>
      </w:pPr>
      <w:r w:rsidRPr="007D6FAA">
        <w:t>At a site, gain a general understanding of the licensee</w:t>
      </w:r>
      <w:r w:rsidR="0065738F" w:rsidRPr="007D6FAA">
        <w:t>’</w:t>
      </w:r>
      <w:r w:rsidRPr="007D6FAA">
        <w:t>s QA program through a combination of discussions with a qualified resident inspector and review of assessments/reports prepared by the licensee QA organization.</w:t>
      </w:r>
    </w:p>
    <w:p w14:paraId="2C4675D0" w14:textId="77777777" w:rsidR="00474237" w:rsidRPr="007D6FAA" w:rsidRDefault="00B75B2D" w:rsidP="007D6FAA">
      <w:pPr>
        <w:pStyle w:val="BodyText"/>
        <w:numPr>
          <w:ilvl w:val="0"/>
          <w:numId w:val="26"/>
        </w:numPr>
      </w:pPr>
      <w:r w:rsidRPr="007D6FAA">
        <w:t>Meet with your supervisor or a qualified inspector to discuss any questions that you may have as a result of this activity and demonstrate that you can meet the evaluation criteria listed above.</w:t>
      </w:r>
    </w:p>
    <w:p w14:paraId="042565A2" w14:textId="571E91F9" w:rsidR="00DC34E3" w:rsidRPr="007D6FAA" w:rsidRDefault="00EA26A7" w:rsidP="00DC34E3">
      <w:pPr>
        <w:pStyle w:val="BodyText"/>
        <w:numPr>
          <w:ilvl w:val="0"/>
          <w:numId w:val="26"/>
        </w:numPr>
      </w:pPr>
      <w:ins w:id="21" w:author="Madeleine Arel (She/Her)" w:date="2023-05-16T15:50:00Z">
        <w:r w:rsidRPr="007D6FAA">
          <w:t>Discuss how NRC regulations governing reporting, establish criteria for reporting events to the NRC within a specified amount of time.</w:t>
        </w:r>
      </w:ins>
    </w:p>
    <w:p w14:paraId="7245FF01" w14:textId="78AF688D" w:rsidR="00C17F23" w:rsidRPr="00DC34E3" w:rsidRDefault="000E0219" w:rsidP="007D6FAA">
      <w:pPr>
        <w:pStyle w:val="JOURNALHeading2"/>
      </w:pPr>
      <w:r w:rsidRPr="00DC34E3">
        <w:t xml:space="preserve">DOCUMENTATION: </w:t>
      </w:r>
      <w:r w:rsidR="00C844FC">
        <w:tab/>
      </w:r>
      <w:r w:rsidR="00B75B2D" w:rsidRPr="00DC34E3">
        <w:t>General Proficiency Qualification Signature Card</w:t>
      </w:r>
      <w:r w:rsidR="00012A8C" w:rsidRPr="00DC34E3">
        <w:t xml:space="preserve"> </w:t>
      </w:r>
      <w:r w:rsidR="00B75B2D" w:rsidRPr="00DC34E3">
        <w:t xml:space="preserve">Item </w:t>
      </w:r>
      <w:r w:rsidR="00B75B2D" w:rsidRPr="00BF0C93">
        <w:t>ISA</w:t>
      </w:r>
      <w:r w:rsidR="00C844FC" w:rsidRPr="00BF0C93">
        <w:noBreakHyphen/>
      </w:r>
      <w:r w:rsidR="00B75B2D" w:rsidRPr="00BF0C93">
        <w:t>General</w:t>
      </w:r>
      <w:r w:rsidR="00C844FC">
        <w:noBreakHyphen/>
      </w:r>
      <w:r w:rsidR="00B75B2D" w:rsidRPr="00DC34E3">
        <w:t>1</w:t>
      </w:r>
    </w:p>
    <w:p w14:paraId="0C208617" w14:textId="0D91402E" w:rsidR="00C17F23" w:rsidRPr="00C250E7" w:rsidRDefault="00FE2F4C" w:rsidP="009D2AB7">
      <w:pPr>
        <w:pStyle w:val="JournalTOPIC"/>
      </w:pPr>
      <w:bookmarkStart w:id="22" w:name="_Toc134537509"/>
      <w:r w:rsidRPr="00FE2F4C">
        <w:lastRenderedPageBreak/>
        <w:t>(I</w:t>
      </w:r>
      <w:r w:rsidRPr="009D2AB7">
        <w:t>S</w:t>
      </w:r>
      <w:r w:rsidRPr="00FE2F4C">
        <w:t>A-General-1a) Construction Quality Assurance Program Requirements</w:t>
      </w:r>
      <w:r w:rsidR="009D2AB7">
        <w:t xml:space="preserve"> </w:t>
      </w:r>
      <w:r w:rsidR="00D251A5">
        <w:br/>
      </w:r>
      <w:r w:rsidRPr="00FE2F4C">
        <w:t>(Construction Inspectors only)</w:t>
      </w:r>
      <w:bookmarkEnd w:id="22"/>
    </w:p>
    <w:p w14:paraId="55B85113" w14:textId="1857DCE9" w:rsidR="000225B3" w:rsidRPr="000A40F2" w:rsidRDefault="00C17F23" w:rsidP="009D2AB7">
      <w:pPr>
        <w:pStyle w:val="JOURNALHeading2"/>
      </w:pPr>
      <w:r w:rsidRPr="00D849F1">
        <w:t>PURPOSE:</w:t>
      </w:r>
    </w:p>
    <w:p w14:paraId="57A36830" w14:textId="7DC292F5" w:rsidR="00C17F23" w:rsidRPr="00B154C8" w:rsidRDefault="00C17F23" w:rsidP="000225B3">
      <w:pPr>
        <w:pStyle w:val="BodyText"/>
      </w:pPr>
      <w:r w:rsidRPr="00B154C8">
        <w:t xml:space="preserve">The purpose of this activity is to familiarize inspectors with the regulatory provisions that require licensees to have a quality assurance program. In addition to inspections that support the determination that </w:t>
      </w:r>
      <w:r>
        <w:t>Inspections, Tests, Analysis, and Acceptance Criteria (</w:t>
      </w:r>
      <w:r w:rsidRPr="00B154C8">
        <w:t>ITAAC</w:t>
      </w:r>
      <w:r>
        <w:t>)</w:t>
      </w:r>
      <w:r w:rsidRPr="00B154C8">
        <w:t xml:space="preserve"> have been met, additional inspections will be needed to provide assurance that the licensee's processes for oversight of construction activities are effective.</w:t>
      </w:r>
      <w:r w:rsidR="00D849F1">
        <w:t xml:space="preserve"> </w:t>
      </w:r>
      <w:r w:rsidRPr="00B154C8">
        <w:t>The successful implementation of a comprehensive QA program by the licensee will be an important indicator of the licensee's ability to manage the various activities associated with a large construction project. This activity will highlight the relationship between Part 52 and the requirements in Part 50 that relate to quality assurance.</w:t>
      </w:r>
    </w:p>
    <w:p w14:paraId="0130F67A" w14:textId="77777777" w:rsidR="002A1EFA" w:rsidRPr="00A33EF3" w:rsidRDefault="002A1EFA" w:rsidP="002A1EFA">
      <w:pPr>
        <w:pStyle w:val="JOURNALHeading2"/>
      </w:pPr>
      <w:r w:rsidRPr="00A33EF3">
        <w:t>COMPETENCY AREA:</w:t>
      </w:r>
      <w:r>
        <w:tab/>
      </w:r>
      <w:r w:rsidRPr="00A33EF3">
        <w:t>INSPECTION</w:t>
      </w:r>
    </w:p>
    <w:p w14:paraId="4945153B" w14:textId="2C8CC9AD" w:rsidR="00C17F23" w:rsidRPr="00B154C8" w:rsidRDefault="00C17F23" w:rsidP="002A1EFA">
      <w:pPr>
        <w:pStyle w:val="JOURNALHeading2"/>
      </w:pPr>
      <w:r w:rsidRPr="00D849F1">
        <w:t>LEVEL OF</w:t>
      </w:r>
      <w:r w:rsidR="00516361">
        <w:t xml:space="preserve"> </w:t>
      </w:r>
      <w:r w:rsidRPr="00D849F1">
        <w:t>EFFORT</w:t>
      </w:r>
      <w:r w:rsidR="00516361">
        <w:t>:</w:t>
      </w:r>
      <w:r w:rsidR="00516361" w:rsidRPr="00516361">
        <w:t xml:space="preserve"> </w:t>
      </w:r>
      <w:r w:rsidR="00516361">
        <w:tab/>
      </w:r>
      <w:r w:rsidRPr="00B154C8">
        <w:t>20 hours</w:t>
      </w:r>
    </w:p>
    <w:p w14:paraId="5351A585" w14:textId="77777777" w:rsidR="00737360" w:rsidRPr="000A40F2" w:rsidRDefault="00C17F23" w:rsidP="006177FB">
      <w:pPr>
        <w:pStyle w:val="JOURNALHeading2"/>
      </w:pPr>
      <w:r w:rsidRPr="00D849F1">
        <w:t xml:space="preserve">REFERENCES: </w:t>
      </w:r>
      <w:r w:rsidRPr="000A40F2">
        <w:tab/>
      </w:r>
    </w:p>
    <w:p w14:paraId="5C1163B4" w14:textId="7E47B315" w:rsidR="00C17F23" w:rsidRPr="006177FB" w:rsidRDefault="00C17F23" w:rsidP="006177FB">
      <w:pPr>
        <w:pStyle w:val="BodyText"/>
        <w:numPr>
          <w:ilvl w:val="0"/>
          <w:numId w:val="27"/>
        </w:numPr>
      </w:pPr>
      <w:r w:rsidRPr="006177FB">
        <w:t xml:space="preserve">10 CFR Part 50, Appendix B, </w:t>
      </w:r>
      <w:r w:rsidR="00D849F1" w:rsidRPr="006177FB">
        <w:t>“</w:t>
      </w:r>
      <w:r w:rsidRPr="006177FB">
        <w:t>A Quality Assurance Criteria for Nuclear Power Plants and Fuel Reprocessing Plants</w:t>
      </w:r>
      <w:r w:rsidR="00D849F1" w:rsidRPr="006177FB">
        <w:t>”</w:t>
      </w:r>
    </w:p>
    <w:p w14:paraId="6331D657" w14:textId="3021B150" w:rsidR="00C17F23" w:rsidRPr="006177FB" w:rsidRDefault="00C17F23" w:rsidP="006177FB">
      <w:pPr>
        <w:pStyle w:val="BodyText"/>
        <w:numPr>
          <w:ilvl w:val="0"/>
          <w:numId w:val="27"/>
        </w:numPr>
      </w:pPr>
      <w:r w:rsidRPr="006177FB">
        <w:t>Inspection Procedure (IP) 35007, “Quality Assurance Program Implementation During Construction”</w:t>
      </w:r>
    </w:p>
    <w:p w14:paraId="2342197C" w14:textId="179C1E23" w:rsidR="00C17F23" w:rsidRPr="006177FB" w:rsidRDefault="00C17F23" w:rsidP="006177FB">
      <w:pPr>
        <w:pStyle w:val="BodyText"/>
        <w:numPr>
          <w:ilvl w:val="0"/>
          <w:numId w:val="27"/>
        </w:numPr>
      </w:pPr>
      <w:r w:rsidRPr="006177FB">
        <w:t>IP 35017, “Quality Assurance Implementation Inspection”</w:t>
      </w:r>
    </w:p>
    <w:p w14:paraId="3D912374" w14:textId="5B3CD08C" w:rsidR="00C17F23" w:rsidRPr="006177FB" w:rsidRDefault="00C17F23" w:rsidP="006177FB">
      <w:pPr>
        <w:pStyle w:val="BodyText"/>
        <w:numPr>
          <w:ilvl w:val="0"/>
          <w:numId w:val="27"/>
        </w:numPr>
      </w:pPr>
      <w:r w:rsidRPr="006177FB">
        <w:t xml:space="preserve">10 CFR 50.55, "Conditions of Construction Permits" (Note: the </w:t>
      </w:r>
      <w:r w:rsidR="006E695E" w:rsidRPr="006177FB">
        <w:br/>
      </w:r>
      <w:r w:rsidRPr="006177FB">
        <w:t>applicable provisions of 10 CFR 50 have been incorporated into Part 52 by reference and not all the requirements of part 50.55 pertaining to construction permits will apply to Part 52)</w:t>
      </w:r>
    </w:p>
    <w:p w14:paraId="0D5691E0" w14:textId="2D1C4D82" w:rsidR="000D5ABF" w:rsidRPr="006177FB" w:rsidRDefault="00C17F23" w:rsidP="006177FB">
      <w:pPr>
        <w:pStyle w:val="BodyText"/>
        <w:numPr>
          <w:ilvl w:val="0"/>
          <w:numId w:val="27"/>
        </w:numPr>
      </w:pPr>
      <w:r w:rsidRPr="006177FB">
        <w:t xml:space="preserve">RG 1.28, </w:t>
      </w:r>
      <w:r w:rsidR="00D849F1" w:rsidRPr="006177FB">
        <w:t>“</w:t>
      </w:r>
      <w:r w:rsidRPr="006177FB">
        <w:t xml:space="preserve">A Quality Assurance Program </w:t>
      </w:r>
      <w:r w:rsidR="00D849F1" w:rsidRPr="006177FB">
        <w:t>Criteria</w:t>
      </w:r>
      <w:r w:rsidRPr="006177FB">
        <w:t xml:space="preserve"> (Design and Construction)</w:t>
      </w:r>
      <w:r w:rsidR="00D849F1" w:rsidRPr="006177FB">
        <w:t>”</w:t>
      </w:r>
    </w:p>
    <w:p w14:paraId="6B2CFD73" w14:textId="47196EAA" w:rsidR="006A3620" w:rsidRPr="006177FB" w:rsidRDefault="00C17F23" w:rsidP="006177FB">
      <w:pPr>
        <w:pStyle w:val="BodyText"/>
        <w:numPr>
          <w:ilvl w:val="0"/>
          <w:numId w:val="27"/>
        </w:numPr>
      </w:pPr>
      <w:r w:rsidRPr="006177FB">
        <w:t xml:space="preserve">ASME NQA-1, </w:t>
      </w:r>
      <w:r w:rsidR="00D849F1" w:rsidRPr="006177FB">
        <w:t>“</w:t>
      </w:r>
      <w:r w:rsidRPr="006177FB">
        <w:t>A Quality Assurance Requirements for Nuclear Facility Application Issue</w:t>
      </w:r>
      <w:r w:rsidR="00D849F1" w:rsidRPr="006177FB">
        <w:t>”</w:t>
      </w:r>
    </w:p>
    <w:p w14:paraId="102E5867" w14:textId="35B74780" w:rsidR="00C17F23" w:rsidRPr="006177FB" w:rsidRDefault="00C17F23" w:rsidP="006177FB">
      <w:pPr>
        <w:pStyle w:val="BodyText"/>
        <w:numPr>
          <w:ilvl w:val="0"/>
          <w:numId w:val="27"/>
        </w:numPr>
      </w:pPr>
      <w:r w:rsidRPr="006177FB">
        <w:t>NUREG-1055, "Improving Quality and the Assurance of Quality in the Design and Construction of Nuclear Power Plants, (A Report to Congress), March, 1987"</w:t>
      </w:r>
    </w:p>
    <w:p w14:paraId="6AA2D27D" w14:textId="533EC7E0" w:rsidR="00AD6EFF" w:rsidRPr="000A40F2" w:rsidRDefault="00C17F23" w:rsidP="006177FB">
      <w:pPr>
        <w:pStyle w:val="JOURNALHeading2"/>
      </w:pPr>
      <w:r w:rsidRPr="00D849F1">
        <w:t>EVALUATION CRITERIA:</w:t>
      </w:r>
    </w:p>
    <w:p w14:paraId="62782590" w14:textId="2A86B611" w:rsidR="00C17F23" w:rsidRPr="00B154C8" w:rsidRDefault="00C17F23" w:rsidP="006177FB">
      <w:pPr>
        <w:pStyle w:val="BodyText"/>
      </w:pPr>
      <w:r w:rsidRPr="00B154C8">
        <w:t>At the completion of this activity, and as determined by the supervisor, inspectors should be able to:</w:t>
      </w:r>
    </w:p>
    <w:p w14:paraId="359F3E06" w14:textId="0D036DEA" w:rsidR="00C17F23" w:rsidRPr="006177FB" w:rsidRDefault="00C17F23" w:rsidP="006177FB">
      <w:pPr>
        <w:pStyle w:val="BodyText"/>
        <w:numPr>
          <w:ilvl w:val="0"/>
          <w:numId w:val="28"/>
        </w:numPr>
      </w:pPr>
      <w:r w:rsidRPr="006177FB">
        <w:t>Explain how 10 CFR Part 50 requirements are invoked by 10 CFR Part 52.</w:t>
      </w:r>
    </w:p>
    <w:p w14:paraId="66EF78C3" w14:textId="77777777" w:rsidR="00C17F23" w:rsidRPr="006177FB" w:rsidRDefault="00C17F23" w:rsidP="006177FB">
      <w:pPr>
        <w:pStyle w:val="BodyText"/>
        <w:numPr>
          <w:ilvl w:val="0"/>
          <w:numId w:val="28"/>
        </w:numPr>
      </w:pPr>
      <w:r w:rsidRPr="006177FB">
        <w:lastRenderedPageBreak/>
        <w:t>Identify the Appendix B criteria and describe how an inspection would verify that they are correctly implemented during construction activities.</w:t>
      </w:r>
    </w:p>
    <w:p w14:paraId="6008CC3D" w14:textId="77777777" w:rsidR="00C17F23" w:rsidRPr="006177FB" w:rsidRDefault="00C17F23" w:rsidP="006177FB">
      <w:pPr>
        <w:pStyle w:val="BodyText"/>
        <w:numPr>
          <w:ilvl w:val="0"/>
          <w:numId w:val="28"/>
        </w:numPr>
      </w:pPr>
      <w:r w:rsidRPr="006177FB">
        <w:t>Discuss when applicants or licensees have to implement Appendix B requirements and which inspection procedures are used at the various stages.</w:t>
      </w:r>
    </w:p>
    <w:p w14:paraId="54330AC4" w14:textId="579C6546" w:rsidR="00C17F23" w:rsidRPr="006177FB" w:rsidRDefault="00C17F23" w:rsidP="006177FB">
      <w:pPr>
        <w:pStyle w:val="BodyText"/>
        <w:numPr>
          <w:ilvl w:val="0"/>
          <w:numId w:val="28"/>
        </w:numPr>
      </w:pPr>
      <w:r w:rsidRPr="006177FB">
        <w:t>Discuss the American National Standards (ANSI) and American Society of Engineers (ASME) guidance that is endorsed by RG 1.28 and explain the exceptions to the guidance (contained in RG 1.28) which are required to be met in order for a licensee or vendor to use the endorsement.</w:t>
      </w:r>
    </w:p>
    <w:p w14:paraId="027796D2" w14:textId="77777777" w:rsidR="00C17F23" w:rsidRPr="006177FB" w:rsidRDefault="00C17F23" w:rsidP="006177FB">
      <w:pPr>
        <w:pStyle w:val="BodyText"/>
        <w:numPr>
          <w:ilvl w:val="0"/>
          <w:numId w:val="28"/>
        </w:numPr>
      </w:pPr>
      <w:r w:rsidRPr="006177FB">
        <w:t>Describe the applicability of ASME NQA-1 and explain the content of the various parts.</w:t>
      </w:r>
    </w:p>
    <w:p w14:paraId="2D9F05D8" w14:textId="25E62245" w:rsidR="00C17F23" w:rsidRPr="00737360" w:rsidRDefault="00C17F23" w:rsidP="006177FB">
      <w:pPr>
        <w:pStyle w:val="BodyText"/>
        <w:numPr>
          <w:ilvl w:val="0"/>
          <w:numId w:val="28"/>
        </w:numPr>
      </w:pPr>
      <w:r w:rsidRPr="006177FB">
        <w:t>Discuss</w:t>
      </w:r>
      <w:r w:rsidRPr="00737360">
        <w:t xml:space="preserve"> the conclusions of NUREG</w:t>
      </w:r>
      <w:r w:rsidR="00E86633" w:rsidRPr="00737360">
        <w:t>-1055 and</w:t>
      </w:r>
      <w:r w:rsidRPr="00737360">
        <w:t xml:space="preserve"> describe how the recommendations have been addressed in new construction both within the NRC and the Industry.</w:t>
      </w:r>
    </w:p>
    <w:p w14:paraId="1C162E4E" w14:textId="77777777" w:rsidR="00737360" w:rsidRDefault="00C17F23" w:rsidP="006177FB">
      <w:pPr>
        <w:pStyle w:val="JOURNALHeading2"/>
      </w:pPr>
      <w:r w:rsidRPr="00737360">
        <w:t>TASKS:</w:t>
      </w:r>
    </w:p>
    <w:p w14:paraId="202BFDDF" w14:textId="08BD83DE" w:rsidR="00C17F23" w:rsidRPr="008C3955" w:rsidRDefault="00C17F23" w:rsidP="008C3955">
      <w:pPr>
        <w:pStyle w:val="BodyText"/>
        <w:numPr>
          <w:ilvl w:val="0"/>
          <w:numId w:val="29"/>
        </w:numPr>
      </w:pPr>
      <w:r w:rsidRPr="008C3955">
        <w:t>Read 10 CFR 52.17, 52.47, and 52.79 to determine the requirements to apply quality assurance.</w:t>
      </w:r>
    </w:p>
    <w:p w14:paraId="5436A61B" w14:textId="3CAFAE5A" w:rsidR="00C17F23" w:rsidRPr="008C3955" w:rsidRDefault="00C17F23" w:rsidP="008C3955">
      <w:pPr>
        <w:pStyle w:val="BodyText"/>
        <w:numPr>
          <w:ilvl w:val="0"/>
          <w:numId w:val="29"/>
        </w:numPr>
      </w:pPr>
      <w:r w:rsidRPr="008C3955">
        <w:t>Review 10 CFR Part 50, Appendix B and Inspection Procedures 35007 and 35017. Compare the criteria with the inspection attributes in the IPs and pay particular attention to the IP guidance.</w:t>
      </w:r>
    </w:p>
    <w:p w14:paraId="4410953A" w14:textId="6978841C" w:rsidR="00C17F23" w:rsidRPr="008C3955" w:rsidRDefault="00C17F23" w:rsidP="008C3955">
      <w:pPr>
        <w:pStyle w:val="BodyText"/>
        <w:numPr>
          <w:ilvl w:val="0"/>
          <w:numId w:val="29"/>
        </w:numPr>
      </w:pPr>
      <w:r w:rsidRPr="008C3955">
        <w:t xml:space="preserve">Review RG 1.28 and focus on the additions and modifications to ANSI/ASME NQA-1 identified in </w:t>
      </w:r>
      <w:r w:rsidR="00A50421">
        <w:t>s</w:t>
      </w:r>
      <w:r w:rsidRPr="008C3955">
        <w:t>ection C, “Regulatory Position."</w:t>
      </w:r>
    </w:p>
    <w:p w14:paraId="7DCA03B8" w14:textId="4F71034F" w:rsidR="00C17F23" w:rsidRPr="008C3955" w:rsidRDefault="00C17F23" w:rsidP="008C3955">
      <w:pPr>
        <w:pStyle w:val="BodyText"/>
        <w:numPr>
          <w:ilvl w:val="0"/>
          <w:numId w:val="29"/>
        </w:numPr>
      </w:pPr>
      <w:r w:rsidRPr="008C3955">
        <w:t>Review ASME NQA-1.</w:t>
      </w:r>
    </w:p>
    <w:p w14:paraId="234641F9" w14:textId="3D98BF12" w:rsidR="00C17F23" w:rsidRPr="008C3955" w:rsidRDefault="00C17F23" w:rsidP="008C3955">
      <w:pPr>
        <w:pStyle w:val="BodyText"/>
        <w:numPr>
          <w:ilvl w:val="0"/>
          <w:numId w:val="29"/>
        </w:numPr>
      </w:pPr>
      <w:r w:rsidRPr="008C3955">
        <w:t>Read NUREG-1055 and note the root causes for past construction problems.</w:t>
      </w:r>
    </w:p>
    <w:p w14:paraId="7B663ACA" w14:textId="77777777" w:rsidR="00C17F23" w:rsidRPr="008C3955" w:rsidRDefault="00C17F23" w:rsidP="008C3955">
      <w:pPr>
        <w:pStyle w:val="BodyText"/>
        <w:numPr>
          <w:ilvl w:val="0"/>
          <w:numId w:val="29"/>
        </w:numPr>
      </w:pPr>
      <w:r w:rsidRPr="008C3955">
        <w:t xml:space="preserve">If able, participate on a programmatic NRC QA inspection (this can </w:t>
      </w:r>
      <w:r w:rsidR="00DA25DF" w:rsidRPr="008C3955">
        <w:t xml:space="preserve">also satisfy the inspection </w:t>
      </w:r>
      <w:r w:rsidR="00E13057" w:rsidRPr="008C3955">
        <w:t xml:space="preserve">training </w:t>
      </w:r>
      <w:r w:rsidR="00DA25DF" w:rsidRPr="008C3955">
        <w:t xml:space="preserve">requirements for IMC 1245 Appendix C-15 </w:t>
      </w:r>
      <w:r w:rsidRPr="008C3955">
        <w:t>OJT-1, Construction Inspection Accompaniment)</w:t>
      </w:r>
      <w:r w:rsidR="00721580" w:rsidRPr="008C3955">
        <w:t>.</w:t>
      </w:r>
    </w:p>
    <w:p w14:paraId="083D4685" w14:textId="27E6F96C" w:rsidR="00C17F23" w:rsidRPr="008C3955" w:rsidRDefault="00C17F23" w:rsidP="008C3955">
      <w:pPr>
        <w:pStyle w:val="BodyText"/>
        <w:numPr>
          <w:ilvl w:val="0"/>
          <w:numId w:val="29"/>
        </w:numPr>
      </w:pPr>
      <w:r w:rsidRPr="008C3955">
        <w:t>Meet with your supervisor, mentor, or a qualified construction inspector to discuss any questions you may have as a result of this activity. Discuss the answers to the questions listed under the Evaluation Criteria section of this study guide with your supervisor.</w:t>
      </w:r>
    </w:p>
    <w:p w14:paraId="22C75F01" w14:textId="126AF593" w:rsidR="00C17F23" w:rsidRDefault="00C17F23" w:rsidP="008C3955">
      <w:pPr>
        <w:pStyle w:val="JOURNALHeading2"/>
      </w:pPr>
      <w:r w:rsidRPr="00D849F1">
        <w:t>DOCUMENTATION:</w:t>
      </w:r>
      <w:r w:rsidRPr="008C3955">
        <w:t xml:space="preserve"> </w:t>
      </w:r>
      <w:r w:rsidRPr="00B154C8">
        <w:tab/>
      </w:r>
      <w:r w:rsidR="00DA25DF">
        <w:t>General</w:t>
      </w:r>
      <w:r w:rsidRPr="00B154C8">
        <w:t xml:space="preserve"> Proficiency-Level Qualification Signature Card Item ISA</w:t>
      </w:r>
      <w:r w:rsidR="006E695E">
        <w:noBreakHyphen/>
      </w:r>
      <w:r w:rsidR="00E13057">
        <w:t>General-</w:t>
      </w:r>
      <w:r w:rsidR="002D437D">
        <w:t>1</w:t>
      </w:r>
      <w:r w:rsidR="00DA25DF">
        <w:t>a</w:t>
      </w:r>
      <w:r w:rsidRPr="00B154C8">
        <w:t>.</w:t>
      </w:r>
    </w:p>
    <w:p w14:paraId="4D48E6C0" w14:textId="76F81075" w:rsidR="00B75B2D" w:rsidRPr="00FE2F4C" w:rsidRDefault="00B75B2D" w:rsidP="008C3955">
      <w:pPr>
        <w:pStyle w:val="JournalTOPIC"/>
      </w:pPr>
      <w:bookmarkStart w:id="23" w:name="_Toc134537510"/>
      <w:r w:rsidRPr="00FE2F4C">
        <w:lastRenderedPageBreak/>
        <w:t>(ISA-General-2) Corrective Action Program</w:t>
      </w:r>
      <w:r w:rsidR="00BE6038" w:rsidRPr="00FE2F4C">
        <w:t xml:space="preserve"> </w:t>
      </w:r>
      <w:r w:rsidR="00D251A5">
        <w:br/>
      </w:r>
      <w:r w:rsidR="00BE6038" w:rsidRPr="00FE2F4C">
        <w:t>(for power reactor and construction inspectors only)</w:t>
      </w:r>
      <w:bookmarkEnd w:id="23"/>
    </w:p>
    <w:p w14:paraId="2B449698" w14:textId="77777777" w:rsidR="00516361" w:rsidRDefault="00146B67" w:rsidP="00D251A5">
      <w:pPr>
        <w:pStyle w:val="JOURNALHeading2"/>
        <w:spacing w:before="360"/>
      </w:pPr>
      <w:r w:rsidRPr="00D87827">
        <w:t>PURPOSE:</w:t>
      </w:r>
    </w:p>
    <w:p w14:paraId="3FF55664" w14:textId="14DE3283" w:rsidR="00B75B2D" w:rsidRPr="00D87827" w:rsidRDefault="00B75B2D" w:rsidP="00516361">
      <w:pPr>
        <w:pStyle w:val="BodyText"/>
      </w:pPr>
      <w:r w:rsidRPr="00D87827">
        <w:t xml:space="preserve">This activity will provide you with a working knowledge of the licensee programs and documents that were established to meet the </w:t>
      </w:r>
      <w:r w:rsidR="00FE4A38" w:rsidRPr="00D87827">
        <w:t>requirements for</w:t>
      </w:r>
      <w:r w:rsidRPr="00D87827">
        <w:t xml:space="preserve"> an effective problem identification and corrective action program, as outlined in </w:t>
      </w:r>
      <w:r w:rsidR="00CB7839" w:rsidRPr="00D87827">
        <w:t>C</w:t>
      </w:r>
      <w:r w:rsidRPr="00D87827">
        <w:t>riterion XVI of Appendix B to 10 CFR Part 50.</w:t>
      </w:r>
    </w:p>
    <w:p w14:paraId="313B6932" w14:textId="1610D9C4" w:rsidR="00B75B2D" w:rsidRPr="00D87827" w:rsidRDefault="00B75B2D" w:rsidP="00D251A5">
      <w:pPr>
        <w:pStyle w:val="JOURNALHeading2"/>
        <w:spacing w:before="360"/>
      </w:pPr>
      <w:r w:rsidRPr="00D87827">
        <w:t>COMPETENCY</w:t>
      </w:r>
      <w:r w:rsidR="00516361">
        <w:t xml:space="preserve"> </w:t>
      </w:r>
      <w:r w:rsidR="00146B67" w:rsidRPr="00D87827">
        <w:t>AREA:</w:t>
      </w:r>
      <w:r w:rsidR="00146B67" w:rsidRPr="00D87827">
        <w:tab/>
      </w:r>
      <w:r w:rsidRPr="00D87827">
        <w:t>INSPECTION</w:t>
      </w:r>
    </w:p>
    <w:p w14:paraId="4EFE7DB5" w14:textId="48B8FAD0" w:rsidR="00B75B2D" w:rsidRPr="003B649F" w:rsidRDefault="00B75B2D" w:rsidP="00D251A5">
      <w:pPr>
        <w:pStyle w:val="JOURNALHeading2"/>
        <w:spacing w:before="360"/>
      </w:pPr>
      <w:r w:rsidRPr="003B649F">
        <w:t>LEVEL OF EFFORT:</w:t>
      </w:r>
      <w:r w:rsidR="00A50AEC" w:rsidRPr="003B649F">
        <w:tab/>
      </w:r>
      <w:r w:rsidRPr="003B649F">
        <w:t>20 hours</w:t>
      </w:r>
    </w:p>
    <w:p w14:paraId="29BDFC89" w14:textId="7BEE67DA" w:rsidR="00C6175D" w:rsidRDefault="00146B67" w:rsidP="00D251A5">
      <w:pPr>
        <w:pStyle w:val="JOURNALHeading2"/>
        <w:spacing w:before="360"/>
      </w:pPr>
      <w:r w:rsidRPr="00BD7590">
        <w:t>REFERENCES:</w:t>
      </w:r>
    </w:p>
    <w:p w14:paraId="146FFF1B" w14:textId="46041224" w:rsidR="00B75B2D" w:rsidRPr="005F63E9" w:rsidRDefault="00B75B2D" w:rsidP="005F63E9">
      <w:pPr>
        <w:pStyle w:val="BodyText"/>
        <w:numPr>
          <w:ilvl w:val="0"/>
          <w:numId w:val="30"/>
        </w:numPr>
      </w:pPr>
      <w:r w:rsidRPr="005F63E9">
        <w:t xml:space="preserve">IP 71152, </w:t>
      </w:r>
      <w:r w:rsidR="0065738F" w:rsidRPr="005F63E9">
        <w:t>“</w:t>
      </w:r>
      <w:r w:rsidR="005C1B86" w:rsidRPr="005F63E9">
        <w:t>Problem Identification and Resolution</w:t>
      </w:r>
      <w:r w:rsidR="0065738F" w:rsidRPr="005F63E9">
        <w:t>”</w:t>
      </w:r>
    </w:p>
    <w:p w14:paraId="6BE6D797" w14:textId="794BF1C6" w:rsidR="00F32B17" w:rsidRPr="005F63E9" w:rsidRDefault="00F32B17" w:rsidP="005F63E9">
      <w:pPr>
        <w:pStyle w:val="BodyText"/>
        <w:numPr>
          <w:ilvl w:val="0"/>
          <w:numId w:val="30"/>
        </w:numPr>
      </w:pPr>
      <w:r w:rsidRPr="005F63E9">
        <w:t>IP 35007, “Quality Assurance Program Implementation During Construction and Pre</w:t>
      </w:r>
      <w:r w:rsidR="00D251A5">
        <w:noBreakHyphen/>
      </w:r>
      <w:r w:rsidRPr="005F63E9">
        <w:t>Construction Activities”</w:t>
      </w:r>
      <w:r w:rsidR="003F1D5A" w:rsidRPr="005F63E9">
        <w:t xml:space="preserve"> (construction inspectors only)</w:t>
      </w:r>
    </w:p>
    <w:p w14:paraId="4C81D869" w14:textId="77777777" w:rsidR="00B75B2D" w:rsidRPr="005F63E9" w:rsidRDefault="00B75B2D" w:rsidP="005F63E9">
      <w:pPr>
        <w:pStyle w:val="BodyText"/>
        <w:numPr>
          <w:ilvl w:val="0"/>
          <w:numId w:val="30"/>
        </w:numPr>
      </w:pPr>
      <w:r w:rsidRPr="005F63E9">
        <w:t>Site-specific documents that describe the licensee</w:t>
      </w:r>
      <w:r w:rsidR="0065738F" w:rsidRPr="005F63E9">
        <w:t>’</w:t>
      </w:r>
      <w:r w:rsidRPr="005F63E9">
        <w:t>s corrective action program</w:t>
      </w:r>
    </w:p>
    <w:p w14:paraId="4720851C" w14:textId="1842B5A6" w:rsidR="00B75B2D" w:rsidRPr="005F63E9" w:rsidRDefault="00B75B2D" w:rsidP="005F63E9">
      <w:pPr>
        <w:pStyle w:val="BodyText"/>
        <w:numPr>
          <w:ilvl w:val="0"/>
          <w:numId w:val="30"/>
        </w:numPr>
      </w:pPr>
      <w:r w:rsidRPr="005F63E9">
        <w:t>Criterion XV</w:t>
      </w:r>
      <w:r w:rsidR="000B7875" w:rsidRPr="005F63E9">
        <w:t xml:space="preserve">I </w:t>
      </w:r>
      <w:r w:rsidRPr="005F63E9">
        <w:t>of Appendix B to 10 CFR Part 50</w:t>
      </w:r>
    </w:p>
    <w:p w14:paraId="0D690A95" w14:textId="16BD6C3F" w:rsidR="001609C3" w:rsidRDefault="00B75B2D" w:rsidP="000A378A">
      <w:pPr>
        <w:pStyle w:val="JOURNALHeading2"/>
        <w:rPr>
          <w:bCs w:val="0"/>
        </w:rPr>
      </w:pPr>
      <w:r w:rsidRPr="00BD7590">
        <w:t>EVALUATION</w:t>
      </w:r>
      <w:r w:rsidR="001609C3">
        <w:t xml:space="preserve"> </w:t>
      </w:r>
      <w:r w:rsidR="00146B67" w:rsidRPr="00BD7590">
        <w:t>CRITERIA:</w:t>
      </w:r>
    </w:p>
    <w:p w14:paraId="065C4A85" w14:textId="3D1FC857" w:rsidR="00B75B2D" w:rsidRPr="001609C3" w:rsidRDefault="00B75B2D" w:rsidP="000A378A">
      <w:pPr>
        <w:pStyle w:val="BodyText"/>
      </w:pPr>
      <w:r w:rsidRPr="00865AD1">
        <w:t xml:space="preserve">At the completion of this activity, you should be able to </w:t>
      </w:r>
      <w:r w:rsidR="000A378A">
        <w:t>d</w:t>
      </w:r>
      <w:r w:rsidRPr="001609C3">
        <w:t>iscuss the princip</w:t>
      </w:r>
      <w:r w:rsidR="00BA6B41" w:rsidRPr="001609C3">
        <w:t>al</w:t>
      </w:r>
      <w:r w:rsidRPr="001609C3">
        <w:t xml:space="preserve"> steps in your reference site</w:t>
      </w:r>
      <w:r w:rsidR="0065738F" w:rsidRPr="001609C3">
        <w:t>’</w:t>
      </w:r>
      <w:r w:rsidRPr="001609C3">
        <w:t>s corrective action program (CAP) with respect to identification of a condition adverse to quality through final resolution.</w:t>
      </w:r>
    </w:p>
    <w:p w14:paraId="46DEEA0F" w14:textId="50FBFBC6" w:rsidR="00865AD1" w:rsidRDefault="00146B67" w:rsidP="00D251A5">
      <w:pPr>
        <w:pStyle w:val="JOURNALHeading2"/>
        <w:spacing w:before="360"/>
      </w:pPr>
      <w:r w:rsidRPr="00865AD1">
        <w:t>TASKS:</w:t>
      </w:r>
    </w:p>
    <w:p w14:paraId="25994DB2" w14:textId="318EDA3A" w:rsidR="00B75B2D" w:rsidRPr="000A378A" w:rsidRDefault="00B75B2D" w:rsidP="000A378A">
      <w:pPr>
        <w:pStyle w:val="BodyText"/>
        <w:numPr>
          <w:ilvl w:val="0"/>
          <w:numId w:val="31"/>
        </w:numPr>
      </w:pPr>
      <w:r w:rsidRPr="000A378A">
        <w:t>At your reference site, gain a general understanding of the licensee</w:t>
      </w:r>
      <w:r w:rsidR="0065738F" w:rsidRPr="000A378A">
        <w:t>’</w:t>
      </w:r>
      <w:r w:rsidRPr="000A378A">
        <w:t>s CAP through a combination of discussions with a qualified resident inspector and attendance at routine CAP meetings.</w:t>
      </w:r>
    </w:p>
    <w:p w14:paraId="112C19BD" w14:textId="77777777" w:rsidR="004842E9" w:rsidRDefault="00B75B2D" w:rsidP="001D4F76">
      <w:pPr>
        <w:pStyle w:val="BodyText"/>
        <w:numPr>
          <w:ilvl w:val="0"/>
          <w:numId w:val="31"/>
        </w:numPr>
      </w:pPr>
      <w:r w:rsidRPr="004842E9">
        <w:t xml:space="preserve">Using IP 71152 </w:t>
      </w:r>
      <w:r w:rsidR="00F32B17" w:rsidRPr="004842E9">
        <w:t xml:space="preserve">(IP 35007, Appendix 16 for construction inspectors) </w:t>
      </w:r>
      <w:r w:rsidRPr="004842E9">
        <w:t>for guidance, review a sample of about six issues entered into the licensee</w:t>
      </w:r>
      <w:r w:rsidR="0065738F" w:rsidRPr="004842E9">
        <w:t>’</w:t>
      </w:r>
      <w:r w:rsidRPr="004842E9">
        <w:t>s CAP within the past month and compare the licensee</w:t>
      </w:r>
      <w:r w:rsidR="0065738F" w:rsidRPr="004842E9">
        <w:t>’</w:t>
      </w:r>
      <w:r w:rsidRPr="004842E9">
        <w:t>s actions with regulatory requirements. Discuss the resolution of the issues with the resident inspector. This review should include the resolution of potential operability issues, if available</w:t>
      </w:r>
      <w:r w:rsidR="00A85E50" w:rsidRPr="004842E9">
        <w:t>.</w:t>
      </w:r>
    </w:p>
    <w:p w14:paraId="5C65539D" w14:textId="57E8986B" w:rsidR="00B75B2D" w:rsidRPr="004842E9" w:rsidRDefault="00B75B2D" w:rsidP="001D4F76">
      <w:pPr>
        <w:pStyle w:val="BodyText"/>
        <w:numPr>
          <w:ilvl w:val="0"/>
          <w:numId w:val="31"/>
        </w:numPr>
      </w:pPr>
      <w:r w:rsidRPr="004842E9">
        <w:t xml:space="preserve">Meet with your supervisor or a qualified operations resident inspector </w:t>
      </w:r>
      <w:r w:rsidR="00F32B17" w:rsidRPr="004842E9">
        <w:t>(or qualified construction resident inspector</w:t>
      </w:r>
      <w:r w:rsidR="00C95624" w:rsidRPr="004842E9">
        <w:t xml:space="preserve"> for construction inspectors</w:t>
      </w:r>
      <w:r w:rsidR="00F32B17" w:rsidRPr="004842E9">
        <w:t xml:space="preserve">) </w:t>
      </w:r>
      <w:r w:rsidRPr="004842E9">
        <w:t>to discuss any questions that you may have as a result of this activity and demonstrate that you can meet the evaluation criteria listed above.</w:t>
      </w:r>
    </w:p>
    <w:p w14:paraId="2890BEF9" w14:textId="6B7654B6" w:rsidR="00912D62" w:rsidRPr="00865AD1" w:rsidRDefault="00146B67" w:rsidP="004842E9">
      <w:pPr>
        <w:pStyle w:val="JOURNALHeading2"/>
      </w:pPr>
      <w:r w:rsidRPr="00865AD1">
        <w:t>DOCUMENTATION:</w:t>
      </w:r>
      <w:r w:rsidRPr="00865AD1">
        <w:tab/>
      </w:r>
      <w:r w:rsidR="00B75B2D" w:rsidRPr="00865AD1">
        <w:t>General Proficiency Qualification Signature Card Item ISA</w:t>
      </w:r>
      <w:r w:rsidR="00865AD1">
        <w:noBreakHyphen/>
      </w:r>
      <w:r w:rsidR="00B75B2D" w:rsidRPr="00865AD1">
        <w:t>Genera</w:t>
      </w:r>
      <w:r w:rsidR="00865AD1">
        <w:t>l</w:t>
      </w:r>
      <w:r w:rsidR="00865AD1">
        <w:noBreakHyphen/>
      </w:r>
      <w:r w:rsidR="00B75B2D" w:rsidRPr="00865AD1">
        <w:t>2</w:t>
      </w:r>
    </w:p>
    <w:p w14:paraId="572A6153" w14:textId="1D18EA85" w:rsidR="00B75B2D" w:rsidRPr="00FE2F4C" w:rsidRDefault="00B75B2D" w:rsidP="00A91009">
      <w:pPr>
        <w:pStyle w:val="JournalTOPIC"/>
      </w:pPr>
      <w:bookmarkStart w:id="24" w:name="_Toc134537511"/>
      <w:r w:rsidRPr="00FE2F4C">
        <w:lastRenderedPageBreak/>
        <w:t xml:space="preserve">(ISA-General-3) Technical and Regulatory Issues </w:t>
      </w:r>
      <w:r w:rsidR="00D251A5">
        <w:br/>
      </w:r>
      <w:r w:rsidRPr="00FE2F4C">
        <w:t xml:space="preserve">(for power reactor </w:t>
      </w:r>
      <w:r w:rsidR="00A62D40" w:rsidRPr="00FE2F4C">
        <w:t xml:space="preserve">and construction </w:t>
      </w:r>
      <w:r w:rsidRPr="00FE2F4C">
        <w:t>inspectors only)</w:t>
      </w:r>
      <w:bookmarkEnd w:id="24"/>
    </w:p>
    <w:p w14:paraId="2FA137AF" w14:textId="77777777" w:rsidR="00A91009" w:rsidRDefault="009770D5" w:rsidP="00A91009">
      <w:pPr>
        <w:pStyle w:val="JOURNALHeading2"/>
      </w:pPr>
      <w:r w:rsidRPr="00DA6703">
        <w:t>PURPOSE:</w:t>
      </w:r>
    </w:p>
    <w:p w14:paraId="4CDC52CA" w14:textId="62FB5C94" w:rsidR="00B75B2D" w:rsidRPr="00DA6703" w:rsidRDefault="00B75B2D" w:rsidP="00A91009">
      <w:pPr>
        <w:pStyle w:val="BodyText"/>
      </w:pPr>
      <w:r w:rsidRPr="00DA6703">
        <w:t xml:space="preserve">This activity will familiarize you with </w:t>
      </w:r>
      <w:r w:rsidR="00E86633" w:rsidRPr="00DA6703">
        <w:t>s</w:t>
      </w:r>
      <w:r w:rsidR="00FE4A38" w:rsidRPr="00DA6703">
        <w:t>everal power</w:t>
      </w:r>
      <w:r w:rsidR="004E58DB" w:rsidRPr="00DA6703">
        <w:t xml:space="preserve"> reactor related </w:t>
      </w:r>
      <w:r w:rsidR="00984818" w:rsidRPr="00DA6703">
        <w:t xml:space="preserve">events and subject areas that significantly impacted the domestic </w:t>
      </w:r>
      <w:r w:rsidR="00751FFB" w:rsidRPr="00DA6703">
        <w:t>nuclear power industry.</w:t>
      </w:r>
    </w:p>
    <w:p w14:paraId="292433F3" w14:textId="6F1930E4" w:rsidR="00B75B2D" w:rsidRPr="00865AD1" w:rsidRDefault="00B75B2D" w:rsidP="00A91009">
      <w:pPr>
        <w:pStyle w:val="JOURNALHeading2"/>
      </w:pPr>
      <w:r w:rsidRPr="00865AD1">
        <w:t xml:space="preserve">COMPETENCY </w:t>
      </w:r>
      <w:r w:rsidR="009770D5" w:rsidRPr="00865AD1">
        <w:t>AREA:</w:t>
      </w:r>
      <w:r w:rsidR="009770D5" w:rsidRPr="00865AD1">
        <w:tab/>
      </w:r>
      <w:r w:rsidRPr="00865AD1">
        <w:t>INSPECTION</w:t>
      </w:r>
    </w:p>
    <w:p w14:paraId="66FEC602" w14:textId="318FA852" w:rsidR="00B75B2D" w:rsidRPr="00865AD1" w:rsidRDefault="00B75B2D" w:rsidP="00A91009">
      <w:pPr>
        <w:pStyle w:val="JOURNALHeading2"/>
      </w:pPr>
      <w:r w:rsidRPr="00865AD1">
        <w:t xml:space="preserve">LEVEL </w:t>
      </w:r>
      <w:r w:rsidR="00DD69C2" w:rsidRPr="00865AD1">
        <w:t>OF EFFORT:</w:t>
      </w:r>
      <w:r w:rsidR="00DD69C2" w:rsidRPr="00865AD1">
        <w:tab/>
      </w:r>
      <w:r w:rsidRPr="00865AD1">
        <w:t>Various</w:t>
      </w:r>
    </w:p>
    <w:p w14:paraId="73FEC436" w14:textId="601B8A62" w:rsidR="006A13F0" w:rsidRDefault="00DD69C2" w:rsidP="008B52B7">
      <w:pPr>
        <w:pStyle w:val="JOURNALHeading2"/>
      </w:pPr>
      <w:r w:rsidRPr="008B52B7">
        <w:t>REFERENCES</w:t>
      </w:r>
      <w:r w:rsidRPr="00BD7590">
        <w:t>:</w:t>
      </w:r>
    </w:p>
    <w:p w14:paraId="4B46B673" w14:textId="1B98ABAB" w:rsidR="00EE5482" w:rsidRPr="001609C3" w:rsidRDefault="004E58DB" w:rsidP="00C26B83">
      <w:pPr>
        <w:pStyle w:val="BodyText"/>
        <w:numPr>
          <w:ilvl w:val="0"/>
          <w:numId w:val="14"/>
        </w:numPr>
      </w:pPr>
      <w:r w:rsidRPr="00C26B83">
        <w:t>NRC</w:t>
      </w:r>
      <w:r w:rsidR="005525B1" w:rsidRPr="001609C3">
        <w:t xml:space="preserve"> </w:t>
      </w:r>
      <w:r w:rsidRPr="001609C3">
        <w:t xml:space="preserve">produced </w:t>
      </w:r>
      <w:r w:rsidR="00B776A6" w:rsidRPr="001609C3">
        <w:t xml:space="preserve">technical </w:t>
      </w:r>
      <w:r w:rsidR="0009405A" w:rsidRPr="001609C3">
        <w:t>training courses:</w:t>
      </w:r>
    </w:p>
    <w:p w14:paraId="249DC21A" w14:textId="7570838E" w:rsidR="003E2450" w:rsidRDefault="0009405A" w:rsidP="003E2450">
      <w:pPr>
        <w:pStyle w:val="BodyText"/>
        <w:numPr>
          <w:ilvl w:val="1"/>
          <w:numId w:val="14"/>
        </w:numPr>
        <w:ind w:left="1080"/>
      </w:pPr>
      <w:r w:rsidRPr="001609C3">
        <w:t>Effects of Corrosion</w:t>
      </w:r>
      <w:r w:rsidR="00B776A6" w:rsidRPr="001609C3">
        <w:t xml:space="preserve"> course</w:t>
      </w:r>
      <w:r w:rsidR="00953357" w:rsidRPr="001609C3">
        <w:t xml:space="preserve"> in</w:t>
      </w:r>
      <w:r w:rsidR="00E86633" w:rsidRPr="001609C3">
        <w:t xml:space="preserve"> </w:t>
      </w:r>
      <w:r w:rsidR="00CB7839" w:rsidRPr="001609C3">
        <w:t>TMS</w:t>
      </w:r>
    </w:p>
    <w:p w14:paraId="2B739638" w14:textId="34E730FB" w:rsidR="00F6187E" w:rsidRPr="001609C3" w:rsidRDefault="008C0EBB" w:rsidP="003E2450">
      <w:pPr>
        <w:pStyle w:val="BodyText"/>
        <w:numPr>
          <w:ilvl w:val="1"/>
          <w:numId w:val="14"/>
        </w:numPr>
        <w:ind w:left="1080"/>
      </w:pPr>
      <w:r w:rsidRPr="001609C3">
        <w:t>Fukus</w:t>
      </w:r>
      <w:r w:rsidR="0065688F" w:rsidRPr="001609C3">
        <w:t>h</w:t>
      </w:r>
      <w:r w:rsidRPr="001609C3">
        <w:t xml:space="preserve">ima </w:t>
      </w:r>
      <w:r w:rsidR="0065688F" w:rsidRPr="001609C3">
        <w:t xml:space="preserve">Lessons Learned course in </w:t>
      </w:r>
      <w:proofErr w:type="gramStart"/>
      <w:r w:rsidR="0065688F" w:rsidRPr="001609C3">
        <w:t>TMS</w:t>
      </w:r>
      <w:proofErr w:type="gramEnd"/>
    </w:p>
    <w:p w14:paraId="3A99FA7D" w14:textId="6424A0CC" w:rsidR="000C4295" w:rsidRPr="001609C3" w:rsidRDefault="000C4295" w:rsidP="003E2450">
      <w:pPr>
        <w:pStyle w:val="BodyText"/>
        <w:numPr>
          <w:ilvl w:val="0"/>
          <w:numId w:val="14"/>
        </w:numPr>
      </w:pPr>
      <w:r w:rsidRPr="003E2450">
        <w:t>INPO</w:t>
      </w:r>
      <w:r w:rsidRPr="001609C3">
        <w:t xml:space="preserve"> </w:t>
      </w:r>
      <w:r w:rsidR="004E58DB" w:rsidRPr="001609C3">
        <w:t xml:space="preserve">produced </w:t>
      </w:r>
      <w:r w:rsidRPr="001609C3">
        <w:t>videos:</w:t>
      </w:r>
    </w:p>
    <w:p w14:paraId="712882FB" w14:textId="75453BD7" w:rsidR="007A4AAA" w:rsidRPr="001609C3" w:rsidRDefault="000C4295" w:rsidP="003E2450">
      <w:pPr>
        <w:pStyle w:val="BodyText"/>
        <w:numPr>
          <w:ilvl w:val="1"/>
          <w:numId w:val="14"/>
        </w:numPr>
        <w:ind w:left="1080"/>
      </w:pPr>
      <w:r w:rsidRPr="001609C3">
        <w:t xml:space="preserve">Browns Ferry Fire </w:t>
      </w:r>
      <w:r w:rsidR="00194243" w:rsidRPr="001609C3">
        <w:t>(</w:t>
      </w:r>
      <w:r w:rsidRPr="001609C3">
        <w:t>ML15070A065</w:t>
      </w:r>
      <w:r w:rsidR="00194243" w:rsidRPr="001609C3">
        <w:t>)</w:t>
      </w:r>
    </w:p>
    <w:p w14:paraId="62E84466" w14:textId="1C4F243C" w:rsidR="00EF2885" w:rsidRPr="001609C3" w:rsidRDefault="000C4295" w:rsidP="003E2450">
      <w:pPr>
        <w:pStyle w:val="BodyText"/>
        <w:numPr>
          <w:ilvl w:val="1"/>
          <w:numId w:val="14"/>
        </w:numPr>
        <w:ind w:left="1080"/>
      </w:pPr>
      <w:r w:rsidRPr="001609C3">
        <w:t>Crystal River 3 Loss of Instrument Power</w:t>
      </w:r>
      <w:r w:rsidR="007A4AAA" w:rsidRPr="001609C3">
        <w:t xml:space="preserve"> </w:t>
      </w:r>
      <w:r w:rsidR="00194243" w:rsidRPr="001609C3">
        <w:t>(</w:t>
      </w:r>
      <w:r w:rsidRPr="001609C3">
        <w:t>ML15070A069</w:t>
      </w:r>
      <w:r w:rsidR="00194243" w:rsidRPr="001609C3">
        <w:t>)</w:t>
      </w:r>
    </w:p>
    <w:p w14:paraId="7A0BFEF6" w14:textId="689A06E7" w:rsidR="000C4295" w:rsidRPr="001609C3" w:rsidRDefault="000C4295" w:rsidP="003E2450">
      <w:pPr>
        <w:pStyle w:val="BodyText"/>
        <w:numPr>
          <w:ilvl w:val="1"/>
          <w:numId w:val="14"/>
        </w:numPr>
        <w:ind w:left="1080"/>
      </w:pPr>
      <w:r w:rsidRPr="001609C3">
        <w:t>Davis Besse Loss of Feed</w:t>
      </w:r>
      <w:r w:rsidR="00286D69" w:rsidRPr="001609C3">
        <w:t xml:space="preserve"> </w:t>
      </w:r>
      <w:r w:rsidR="00194243" w:rsidRPr="001609C3">
        <w:t>(</w:t>
      </w:r>
      <w:r w:rsidRPr="001609C3">
        <w:t>ML15070A078</w:t>
      </w:r>
      <w:r w:rsidR="00194243" w:rsidRPr="001609C3">
        <w:t>)</w:t>
      </w:r>
    </w:p>
    <w:p w14:paraId="1309E946" w14:textId="1361C79A" w:rsidR="000C4295" w:rsidRPr="001609C3" w:rsidRDefault="000C4295" w:rsidP="003E2450">
      <w:pPr>
        <w:pStyle w:val="BodyText"/>
        <w:numPr>
          <w:ilvl w:val="1"/>
          <w:numId w:val="14"/>
        </w:numPr>
        <w:ind w:left="1080"/>
      </w:pPr>
      <w:r w:rsidRPr="001609C3">
        <w:t>LaSalle 2 Scram on High Neutron Flux</w:t>
      </w:r>
      <w:r w:rsidR="00EF2885" w:rsidRPr="001609C3">
        <w:t xml:space="preserve"> </w:t>
      </w:r>
      <w:r w:rsidR="00194243" w:rsidRPr="001609C3">
        <w:t>(</w:t>
      </w:r>
      <w:r w:rsidRPr="001609C3">
        <w:t>ML15070A083</w:t>
      </w:r>
      <w:r w:rsidR="00194243" w:rsidRPr="001609C3">
        <w:t>)</w:t>
      </w:r>
    </w:p>
    <w:p w14:paraId="7D0AA826" w14:textId="468305FD" w:rsidR="000C4295" w:rsidRPr="001609C3" w:rsidRDefault="000C4295" w:rsidP="003E2450">
      <w:pPr>
        <w:pStyle w:val="BodyText"/>
        <w:numPr>
          <w:ilvl w:val="1"/>
          <w:numId w:val="14"/>
        </w:numPr>
        <w:ind w:left="1080"/>
      </w:pPr>
      <w:r w:rsidRPr="001609C3">
        <w:t>Nine Mile Point 1 Turbine Damage During Torsional</w:t>
      </w:r>
      <w:r w:rsidR="00BC1026" w:rsidRPr="001609C3">
        <w:t xml:space="preserve"> </w:t>
      </w:r>
      <w:r w:rsidRPr="001609C3">
        <w:t>Tes</w:t>
      </w:r>
      <w:r w:rsidR="00286D69" w:rsidRPr="001609C3">
        <w:t xml:space="preserve">t </w:t>
      </w:r>
      <w:r w:rsidR="00194243" w:rsidRPr="001609C3">
        <w:t>(</w:t>
      </w:r>
      <w:r w:rsidRPr="001609C3">
        <w:t>ML15070A094</w:t>
      </w:r>
      <w:r w:rsidR="00194243" w:rsidRPr="001609C3">
        <w:t>)</w:t>
      </w:r>
    </w:p>
    <w:p w14:paraId="4B86DC58" w14:textId="6AF3BA82" w:rsidR="00D50420" w:rsidRPr="001609C3" w:rsidRDefault="000C4295" w:rsidP="003E2450">
      <w:pPr>
        <w:pStyle w:val="BodyText"/>
        <w:numPr>
          <w:ilvl w:val="1"/>
          <w:numId w:val="14"/>
        </w:numPr>
        <w:ind w:left="1080"/>
      </w:pPr>
      <w:r w:rsidRPr="001609C3">
        <w:t>Oconee 3 Letdown Storage Tank Inadvertently</w:t>
      </w:r>
      <w:r w:rsidR="00BC1026" w:rsidRPr="001609C3">
        <w:t xml:space="preserve"> </w:t>
      </w:r>
      <w:r w:rsidRPr="001609C3">
        <w:t>Drained</w:t>
      </w:r>
      <w:r w:rsidR="00286D69" w:rsidRPr="001609C3">
        <w:t xml:space="preserve"> </w:t>
      </w:r>
      <w:r w:rsidR="00194243" w:rsidRPr="001609C3">
        <w:t>(</w:t>
      </w:r>
      <w:r w:rsidRPr="001609C3">
        <w:t>ML15070A102</w:t>
      </w:r>
      <w:r w:rsidR="00194243" w:rsidRPr="001609C3">
        <w:t>)</w:t>
      </w:r>
    </w:p>
    <w:p w14:paraId="08B45E94" w14:textId="74E4072A" w:rsidR="00F9212F" w:rsidRPr="001609C3" w:rsidRDefault="00F9212F" w:rsidP="003E2450">
      <w:pPr>
        <w:pStyle w:val="BodyText"/>
        <w:numPr>
          <w:ilvl w:val="1"/>
          <w:numId w:val="14"/>
        </w:numPr>
        <w:ind w:left="1080"/>
      </w:pPr>
      <w:r w:rsidRPr="001609C3">
        <w:t>Salem Marsh Grass and Non-Conservative Decision-Making Leads to Scram and Pressure Control Issues (ML15070A103)</w:t>
      </w:r>
    </w:p>
    <w:p w14:paraId="55DC7544" w14:textId="23470EEE" w:rsidR="00F9212F" w:rsidRPr="001609C3" w:rsidRDefault="00F9212F" w:rsidP="003E2450">
      <w:pPr>
        <w:pStyle w:val="BodyText"/>
        <w:numPr>
          <w:ilvl w:val="1"/>
          <w:numId w:val="14"/>
        </w:numPr>
        <w:ind w:left="1080"/>
      </w:pPr>
      <w:r w:rsidRPr="001609C3">
        <w:t>Salem Anticipated Transient without a Scram (ML15070A113)</w:t>
      </w:r>
    </w:p>
    <w:p w14:paraId="0389354C" w14:textId="461D73ED" w:rsidR="00474838" w:rsidRPr="001609C3" w:rsidRDefault="00F9212F" w:rsidP="003E2450">
      <w:pPr>
        <w:pStyle w:val="BodyText"/>
        <w:numPr>
          <w:ilvl w:val="1"/>
          <w:numId w:val="14"/>
        </w:numPr>
        <w:ind w:left="1080"/>
      </w:pPr>
      <w:r w:rsidRPr="001609C3">
        <w:t>Chernobyl Accident - Excerpt from "The Special Characteristic of Nuclear Power" (ML15070A126)</w:t>
      </w:r>
    </w:p>
    <w:p w14:paraId="26FE6EEF" w14:textId="72F51CD7" w:rsidR="00474838" w:rsidRPr="001609C3" w:rsidRDefault="00F9212F" w:rsidP="003E2450">
      <w:pPr>
        <w:pStyle w:val="BodyText"/>
        <w:numPr>
          <w:ilvl w:val="1"/>
          <w:numId w:val="14"/>
        </w:numPr>
        <w:ind w:left="1080"/>
      </w:pPr>
      <w:r w:rsidRPr="001609C3">
        <w:t>TMI Accident - Excerpt from "The Special Characteristics of Nuclear Power" (ML15070A128)</w:t>
      </w:r>
    </w:p>
    <w:p w14:paraId="136D1BBA" w14:textId="40606AD4" w:rsidR="00F9212F" w:rsidRPr="001609C3" w:rsidRDefault="00F9212F" w:rsidP="003E2450">
      <w:pPr>
        <w:pStyle w:val="BodyText"/>
        <w:numPr>
          <w:ilvl w:val="1"/>
          <w:numId w:val="14"/>
        </w:numPr>
        <w:ind w:left="1080"/>
      </w:pPr>
      <w:r w:rsidRPr="001609C3">
        <w:t>Vogtle 1 Station Blackout (ML15070A133)</w:t>
      </w:r>
    </w:p>
    <w:p w14:paraId="3CA5A8F6" w14:textId="0033BA08" w:rsidR="000C4295" w:rsidRPr="00D44F84" w:rsidRDefault="000C4295" w:rsidP="001771A3">
      <w:pPr>
        <w:pStyle w:val="Journalboxnotes"/>
      </w:pPr>
      <w:r w:rsidRPr="001771A3">
        <w:lastRenderedPageBreak/>
        <w:t>Note</w:t>
      </w:r>
      <w:r w:rsidR="004C5BA3" w:rsidRPr="00D44F84">
        <w:t xml:space="preserve">: </w:t>
      </w:r>
      <w:r w:rsidRPr="00D44F84">
        <w:t>the above videos are INPO proprietary information for NRC internal use only, not for public distribution or viewing.</w:t>
      </w:r>
    </w:p>
    <w:p w14:paraId="2FFF2013" w14:textId="77777777" w:rsidR="00D55719" w:rsidRPr="00695A1F" w:rsidRDefault="00D55719" w:rsidP="00695A1F">
      <w:pPr>
        <w:pStyle w:val="BodyText"/>
      </w:pPr>
    </w:p>
    <w:p w14:paraId="5DB920DA" w14:textId="18C74718" w:rsidR="00F32B17" w:rsidRPr="003E2450" w:rsidRDefault="00F32B17" w:rsidP="003E2450">
      <w:pPr>
        <w:pStyle w:val="BodyText"/>
        <w:numPr>
          <w:ilvl w:val="0"/>
          <w:numId w:val="14"/>
        </w:numPr>
      </w:pPr>
      <w:r w:rsidRPr="003E2450">
        <w:t>NUREG 1789, “10 CFR Part 52 Construction Inspection Program</w:t>
      </w:r>
      <w:r w:rsidR="00BC0EE5" w:rsidRPr="003E2450">
        <w:t xml:space="preserve"> </w:t>
      </w:r>
      <w:r w:rsidRPr="003E2450">
        <w:t>Framework Document,” Appendix B (construction inspectors only)</w:t>
      </w:r>
    </w:p>
    <w:p w14:paraId="33A0488E" w14:textId="77777777" w:rsidR="00553872" w:rsidRPr="003E2450" w:rsidRDefault="00553872" w:rsidP="003E2450">
      <w:pPr>
        <w:pStyle w:val="BodyText"/>
        <w:numPr>
          <w:ilvl w:val="0"/>
          <w:numId w:val="14"/>
        </w:numPr>
      </w:pPr>
      <w:r w:rsidRPr="003E2450">
        <w:t>NRC Bulletin 2011-01, “Mitigating Strategies”</w:t>
      </w:r>
    </w:p>
    <w:p w14:paraId="1975D9CB" w14:textId="27CA0D82" w:rsidR="00553872" w:rsidRPr="003E2450" w:rsidRDefault="00553872" w:rsidP="003E2450">
      <w:pPr>
        <w:pStyle w:val="BodyText"/>
        <w:numPr>
          <w:ilvl w:val="0"/>
          <w:numId w:val="14"/>
        </w:numPr>
      </w:pPr>
      <w:r w:rsidRPr="003E2450">
        <w:t>Near Term Report and Recommendations for Agency Actions Following the Events in Japan. (ML1186A950)</w:t>
      </w:r>
    </w:p>
    <w:p w14:paraId="4AB08B5B" w14:textId="0D74F45E" w:rsidR="00553872" w:rsidRPr="003E2450" w:rsidRDefault="00553872" w:rsidP="003E2450">
      <w:pPr>
        <w:pStyle w:val="BodyText"/>
        <w:numPr>
          <w:ilvl w:val="0"/>
          <w:numId w:val="14"/>
        </w:numPr>
      </w:pPr>
      <w:r w:rsidRPr="003E2450">
        <w:t>Mitigation Strategies Order EA-12-049. (ML12054A735)</w:t>
      </w:r>
    </w:p>
    <w:p w14:paraId="1221FBDA" w14:textId="5ACF8035" w:rsidR="00553872" w:rsidRPr="003E2450" w:rsidRDefault="00553872" w:rsidP="003E2450">
      <w:pPr>
        <w:pStyle w:val="BodyText"/>
        <w:numPr>
          <w:ilvl w:val="0"/>
          <w:numId w:val="14"/>
        </w:numPr>
      </w:pPr>
      <w:r w:rsidRPr="003E2450">
        <w:t>Reliable Hardened Containment Vents Order EA-13-109. (ML13130A06)</w:t>
      </w:r>
    </w:p>
    <w:p w14:paraId="3CCC04D8" w14:textId="4AFE7F56" w:rsidR="000E59AB" w:rsidRPr="003E2450" w:rsidRDefault="00553872" w:rsidP="003E2450">
      <w:pPr>
        <w:pStyle w:val="BodyText"/>
        <w:numPr>
          <w:ilvl w:val="0"/>
          <w:numId w:val="14"/>
        </w:numPr>
      </w:pPr>
      <w:r w:rsidRPr="003E2450">
        <w:t>Spent Fuel Pool Instrumentation Order EA-12-051 (ML12056A044)</w:t>
      </w:r>
    </w:p>
    <w:p w14:paraId="6220E66A" w14:textId="60E9C382" w:rsidR="000E59AB" w:rsidRPr="003E2450" w:rsidRDefault="00DE3D1C" w:rsidP="003E2450">
      <w:pPr>
        <w:pStyle w:val="BodyText"/>
        <w:numPr>
          <w:ilvl w:val="0"/>
          <w:numId w:val="14"/>
        </w:numPr>
      </w:pPr>
      <w:r w:rsidRPr="003E2450">
        <w:t>SECY-15-0137, “Proposed Plans for Resolving Open Fukushima</w:t>
      </w:r>
      <w:r w:rsidR="004504DF" w:rsidRPr="003E2450">
        <w:t xml:space="preserve"> </w:t>
      </w:r>
      <w:r w:rsidRPr="003E2450">
        <w:t>Daiichi Tier 2 and 3 recommendations</w:t>
      </w:r>
      <w:ins w:id="25" w:author="Madeleine Arel (She/Her)" w:date="2023-05-16T15:59:00Z">
        <w:r w:rsidR="005E6ED8">
          <w:t>,”</w:t>
        </w:r>
      </w:ins>
      <w:r w:rsidRPr="003E2450">
        <w:t xml:space="preserve"> (ML15254A006)</w:t>
      </w:r>
    </w:p>
    <w:p w14:paraId="2033B5B2" w14:textId="1DA4BD0F" w:rsidR="00AC3877" w:rsidRPr="003E2450" w:rsidRDefault="000E59AB" w:rsidP="003E2450">
      <w:pPr>
        <w:pStyle w:val="BodyText"/>
        <w:numPr>
          <w:ilvl w:val="0"/>
          <w:numId w:val="14"/>
        </w:numPr>
      </w:pPr>
      <w:r w:rsidRPr="003E2450">
        <w:t>SECY-16-0144, “Proposed Resolution of Remaining Fukushima Daiichi Tier 2 and 3 Recommendations</w:t>
      </w:r>
      <w:ins w:id="26" w:author="Madeleine Arel (She/Her)" w:date="2023-05-16T15:59:00Z">
        <w:r w:rsidR="005E6ED8">
          <w:t>,”</w:t>
        </w:r>
      </w:ins>
      <w:r w:rsidRPr="003E2450">
        <w:t xml:space="preserve"> (ML16286A586</w:t>
      </w:r>
      <w:r w:rsidR="004504DF" w:rsidRPr="003E2450">
        <w:t>)</w:t>
      </w:r>
    </w:p>
    <w:p w14:paraId="46475E99" w14:textId="7FAEED3D" w:rsidR="0086703E" w:rsidRPr="005F2AF0" w:rsidRDefault="00675575" w:rsidP="003E2450">
      <w:pPr>
        <w:pStyle w:val="BodyText"/>
        <w:numPr>
          <w:ilvl w:val="0"/>
          <w:numId w:val="14"/>
        </w:numPr>
      </w:pPr>
      <w:ins w:id="27" w:author="Madeleine Arel (She/Her)" w:date="2023-05-08T16:21:00Z">
        <w:r w:rsidRPr="006951B2">
          <w:rPr>
            <w:rStyle w:val="Commitment"/>
          </w:rPr>
          <w:fldChar w:fldCharType="begin"/>
        </w:r>
        <w:r w:rsidRPr="006951B2">
          <w:rPr>
            <w:rStyle w:val="Commitment"/>
          </w:rPr>
          <w:instrText>HYPERLINK "https://www.nrc.gov/about-nrc/cfsi/guidance.html"</w:instrText>
        </w:r>
        <w:r w:rsidRPr="006951B2">
          <w:rPr>
            <w:rStyle w:val="Commitment"/>
          </w:rPr>
        </w:r>
        <w:r w:rsidRPr="006951B2">
          <w:rPr>
            <w:rStyle w:val="Commitment"/>
          </w:rPr>
          <w:fldChar w:fldCharType="separate"/>
        </w:r>
        <w:r w:rsidRPr="006951B2">
          <w:rPr>
            <w:rStyle w:val="Commitment"/>
          </w:rPr>
          <w:t>https://www.nrc.gov/about-nrc/cfsi/guidance.html</w:t>
        </w:r>
        <w:r w:rsidRPr="006951B2">
          <w:rPr>
            <w:rStyle w:val="Commitment"/>
          </w:rPr>
          <w:fldChar w:fldCharType="end"/>
        </w:r>
        <w:r w:rsidRPr="006951B2">
          <w:rPr>
            <w:rStyle w:val="Commitment"/>
          </w:rPr>
          <w:t xml:space="preserve"> </w:t>
        </w:r>
        <w:r w:rsidRPr="005F2AF0">
          <w:t>[C3]</w:t>
        </w:r>
      </w:ins>
    </w:p>
    <w:p w14:paraId="385E1ED2" w14:textId="19D2F314" w:rsidR="00CC5162" w:rsidRPr="005F2AF0" w:rsidRDefault="00675575" w:rsidP="003E2450">
      <w:pPr>
        <w:pStyle w:val="BodyText"/>
        <w:numPr>
          <w:ilvl w:val="0"/>
          <w:numId w:val="14"/>
        </w:numPr>
      </w:pPr>
      <w:ins w:id="28" w:author="Madeleine Arel (She/Her)" w:date="2023-05-08T16:21:00Z">
        <w:r w:rsidRPr="00703181">
          <w:rPr>
            <w:rStyle w:val="Commitment"/>
          </w:rPr>
          <w:t xml:space="preserve">Regulatory Information Summary (RIS) 2015-08, “Oversight of Counterfeit, </w:t>
        </w:r>
      </w:ins>
      <w:ins w:id="29" w:author="Madeleine Arel (She/Her)" w:date="2023-05-08T16:22:00Z">
        <w:r w:rsidR="00703181">
          <w:rPr>
            <w:rStyle w:val="Commitment"/>
          </w:rPr>
          <w:t>F</w:t>
        </w:r>
      </w:ins>
      <w:ins w:id="30" w:author="Madeleine Arel (She/Her)" w:date="2023-05-08T16:21:00Z">
        <w:r w:rsidRPr="00703181">
          <w:rPr>
            <w:rStyle w:val="Commitment"/>
          </w:rPr>
          <w:t>raudulent, and Suspect Items in the Nuclear Industry”</w:t>
        </w:r>
        <w:r w:rsidRPr="005F2AF0">
          <w:t xml:space="preserve"> [C3]</w:t>
        </w:r>
      </w:ins>
    </w:p>
    <w:p w14:paraId="26618488" w14:textId="56B22E9E" w:rsidR="00CB4EBC" w:rsidRPr="00CB4EBC" w:rsidRDefault="00B75B2D" w:rsidP="003E2450">
      <w:pPr>
        <w:pStyle w:val="JOURNALHeading2"/>
      </w:pPr>
      <w:r w:rsidRPr="00CB4EBC">
        <w:t>EVALUATION</w:t>
      </w:r>
      <w:r w:rsidR="00CB4EBC">
        <w:t xml:space="preserve"> </w:t>
      </w:r>
      <w:r w:rsidR="00DD69C2" w:rsidRPr="00CB4EBC">
        <w:t>CRITERIA:</w:t>
      </w:r>
    </w:p>
    <w:p w14:paraId="17E4F5A6" w14:textId="3BFAF3EA" w:rsidR="00B75B2D" w:rsidRPr="00CB4EBC" w:rsidRDefault="00B75B2D" w:rsidP="003E2450">
      <w:pPr>
        <w:pStyle w:val="BodyText"/>
      </w:pPr>
      <w:r w:rsidRPr="00CB4EBC">
        <w:t>At the completion of this activity, you should be able to do the following:</w:t>
      </w:r>
    </w:p>
    <w:p w14:paraId="21B8D4CC" w14:textId="2067D345" w:rsidR="00E45FBE" w:rsidRPr="003E2450" w:rsidRDefault="00B75B2D" w:rsidP="003E2450">
      <w:pPr>
        <w:pStyle w:val="BodyText"/>
        <w:numPr>
          <w:ilvl w:val="0"/>
          <w:numId w:val="32"/>
        </w:numPr>
      </w:pPr>
      <w:r w:rsidRPr="003E2450">
        <w:t xml:space="preserve">Discuss the general </w:t>
      </w:r>
      <w:r w:rsidR="00FE504C" w:rsidRPr="003E2450">
        <w:t>topical</w:t>
      </w:r>
      <w:r w:rsidR="00751FFB" w:rsidRPr="003E2450">
        <w:t xml:space="preserve"> </w:t>
      </w:r>
      <w:r w:rsidR="00FE4A38" w:rsidRPr="003E2450">
        <w:t>matters presented</w:t>
      </w:r>
      <w:r w:rsidRPr="003E2450">
        <w:t xml:space="preserve"> in the </w:t>
      </w:r>
      <w:r w:rsidR="00751FFB" w:rsidRPr="003E2450">
        <w:t xml:space="preserve">NRC and INPO </w:t>
      </w:r>
      <w:r w:rsidRPr="003E2450">
        <w:t>Web-based training and exhibit a basic knowledge of the technical/regulatory issues and their application to the NRC.</w:t>
      </w:r>
    </w:p>
    <w:p w14:paraId="02CCB95F" w14:textId="057F3CDF" w:rsidR="00E45FBE" w:rsidRPr="003E2450" w:rsidRDefault="00E45FBE" w:rsidP="003E2450">
      <w:pPr>
        <w:pStyle w:val="BodyText"/>
        <w:numPr>
          <w:ilvl w:val="0"/>
          <w:numId w:val="32"/>
        </w:numPr>
      </w:pPr>
      <w:r w:rsidRPr="003E2450">
        <w:t>Discuss the construction inspection lessons learned documented in SECY-06-0114 Enclosures 1 and 2, and in NUREG 1789, Appendix B (construction inspectors only).</w:t>
      </w:r>
    </w:p>
    <w:p w14:paraId="67E0BF4B" w14:textId="32A19EA0" w:rsidR="009E141B" w:rsidRPr="003E2450" w:rsidRDefault="00257DB8" w:rsidP="003E2450">
      <w:pPr>
        <w:pStyle w:val="BodyText"/>
        <w:numPr>
          <w:ilvl w:val="0"/>
          <w:numId w:val="32"/>
        </w:numPr>
      </w:pPr>
      <w:r w:rsidRPr="003E2450">
        <w:t xml:space="preserve">Discuss the actions the NRC took in response to the Fukushima </w:t>
      </w:r>
      <w:r w:rsidR="00AE4BFF" w:rsidRPr="003E2450">
        <w:t>Daiichi event regarding mitigating st</w:t>
      </w:r>
      <w:r w:rsidR="00E436D6" w:rsidRPr="003E2450">
        <w:t>r</w:t>
      </w:r>
      <w:r w:rsidR="00AE4BFF" w:rsidRPr="003E2450">
        <w:t>ategies</w:t>
      </w:r>
      <w:r w:rsidR="00E65294" w:rsidRPr="003E2450">
        <w:t xml:space="preserve">. </w:t>
      </w:r>
      <w:r w:rsidR="00B6141A" w:rsidRPr="003E2450">
        <w:t>(</w:t>
      </w:r>
      <w:r w:rsidR="00980AC2" w:rsidRPr="003E2450">
        <w:t>For C-1 and C-2 Inspectors and C-10 Examiners only.</w:t>
      </w:r>
      <w:r w:rsidR="00B6141A" w:rsidRPr="003E2450">
        <w:t>)</w:t>
      </w:r>
    </w:p>
    <w:p w14:paraId="13C1DD78" w14:textId="4A20CD6A" w:rsidR="004D6E78" w:rsidRDefault="00DD69C2" w:rsidP="003E2450">
      <w:pPr>
        <w:pStyle w:val="JOURNALHeading2"/>
      </w:pPr>
      <w:r w:rsidRPr="00CB4EBC">
        <w:t>TASKS:</w:t>
      </w:r>
    </w:p>
    <w:p w14:paraId="14CE9F0E" w14:textId="5FA6D5FC" w:rsidR="00B75B2D" w:rsidRPr="003E2450" w:rsidRDefault="004E58DB" w:rsidP="003E2450">
      <w:pPr>
        <w:pStyle w:val="BodyText"/>
        <w:numPr>
          <w:ilvl w:val="0"/>
          <w:numId w:val="33"/>
        </w:numPr>
      </w:pPr>
      <w:r w:rsidRPr="003E2450">
        <w:t>Watch</w:t>
      </w:r>
      <w:r w:rsidR="00B75B2D" w:rsidRPr="003E2450">
        <w:t xml:space="preserve"> </w:t>
      </w:r>
      <w:r w:rsidR="00B51D8C" w:rsidRPr="003E2450">
        <w:t xml:space="preserve">and complete all of </w:t>
      </w:r>
      <w:r w:rsidR="00B83F25" w:rsidRPr="003E2450">
        <w:t xml:space="preserve">the </w:t>
      </w:r>
      <w:r w:rsidRPr="003E2450">
        <w:t xml:space="preserve">NRC </w:t>
      </w:r>
      <w:r w:rsidR="00194243" w:rsidRPr="003E2450">
        <w:t xml:space="preserve">and INPO </w:t>
      </w:r>
      <w:r w:rsidRPr="003E2450">
        <w:t xml:space="preserve">produced </w:t>
      </w:r>
      <w:r w:rsidR="00B75B2D" w:rsidRPr="003E2450">
        <w:t xml:space="preserve">Web-based training </w:t>
      </w:r>
      <w:r w:rsidR="0009405A" w:rsidRPr="003E2450">
        <w:t>courses</w:t>
      </w:r>
      <w:r w:rsidR="00B51D8C" w:rsidRPr="003E2450">
        <w:t>/videos</w:t>
      </w:r>
      <w:r w:rsidR="0009405A" w:rsidRPr="003E2450">
        <w:t xml:space="preserve"> that are referenced </w:t>
      </w:r>
      <w:r w:rsidR="00F9144F" w:rsidRPr="003E2450">
        <w:t>above</w:t>
      </w:r>
      <w:r w:rsidR="00E65294" w:rsidRPr="003E2450">
        <w:t xml:space="preserve">. </w:t>
      </w:r>
      <w:r w:rsidR="00BC0EE5" w:rsidRPr="003E2450">
        <w:t xml:space="preserve">(For C-1 and C-2 Inspectors and C-10 Examiners only.) (Other inspector types </w:t>
      </w:r>
      <w:r w:rsidR="00B51D8C" w:rsidRPr="003E2450">
        <w:t>only need to</w:t>
      </w:r>
      <w:r w:rsidR="00BC0EE5" w:rsidRPr="003E2450">
        <w:t xml:space="preserve"> watch </w:t>
      </w:r>
      <w:r w:rsidR="00B51D8C" w:rsidRPr="003E2450">
        <w:t xml:space="preserve">and complete </w:t>
      </w:r>
      <w:r w:rsidR="00BC0EE5" w:rsidRPr="003E2450">
        <w:t xml:space="preserve">the </w:t>
      </w:r>
      <w:r w:rsidR="00B51D8C" w:rsidRPr="003E2450">
        <w:t>four NRC produced</w:t>
      </w:r>
      <w:r w:rsidR="00BC0EE5" w:rsidRPr="003E2450">
        <w:t xml:space="preserve"> </w:t>
      </w:r>
      <w:r w:rsidR="00B51D8C" w:rsidRPr="003E2450">
        <w:t>courses</w:t>
      </w:r>
      <w:r w:rsidR="00841950" w:rsidRPr="003E2450">
        <w:t>.</w:t>
      </w:r>
      <w:r w:rsidR="00C44CFE" w:rsidRPr="003E2450">
        <w:t>)</w:t>
      </w:r>
    </w:p>
    <w:p w14:paraId="14C6E19F" w14:textId="6775430E" w:rsidR="00006F4E" w:rsidRPr="003E2450" w:rsidRDefault="00B75B2D" w:rsidP="003E2450">
      <w:pPr>
        <w:pStyle w:val="BodyText"/>
        <w:numPr>
          <w:ilvl w:val="0"/>
          <w:numId w:val="33"/>
        </w:numPr>
      </w:pPr>
      <w:r w:rsidRPr="003E2450">
        <w:lastRenderedPageBreak/>
        <w:t>Gain a general understanding of the technical/regulatory issues and their applications to the NRC</w:t>
      </w:r>
      <w:r w:rsidR="0078264C" w:rsidRPr="003E2450">
        <w:t xml:space="preserve">. </w:t>
      </w:r>
      <w:r w:rsidR="00A41E21" w:rsidRPr="003E2450">
        <w:t xml:space="preserve">Regarding the Fukushima </w:t>
      </w:r>
      <w:r w:rsidR="00617AD7" w:rsidRPr="003E2450">
        <w:t>information,</w:t>
      </w:r>
      <w:r w:rsidR="00FA3C86" w:rsidRPr="003E2450">
        <w:t xml:space="preserve"> </w:t>
      </w:r>
      <w:r w:rsidR="00617AD7" w:rsidRPr="003E2450">
        <w:t>be able to discuss</w:t>
      </w:r>
      <w:r w:rsidR="002D32D3" w:rsidRPr="003E2450">
        <w:t xml:space="preserve">, the accident, and </w:t>
      </w:r>
      <w:r w:rsidR="00F06977" w:rsidRPr="003E2450">
        <w:t xml:space="preserve">regulatory actions the NRC </w:t>
      </w:r>
      <w:r w:rsidR="00B42E8B" w:rsidRPr="003E2450">
        <w:t xml:space="preserve">took to minimize the possibility of a similar event occurring </w:t>
      </w:r>
      <w:r w:rsidR="002A1FC0" w:rsidRPr="003E2450">
        <w:t xml:space="preserve">at </w:t>
      </w:r>
      <w:r w:rsidR="00890FAF" w:rsidRPr="003E2450">
        <w:t>domestic</w:t>
      </w:r>
      <w:r w:rsidR="002A1FC0" w:rsidRPr="003E2450">
        <w:t xml:space="preserve"> nuc</w:t>
      </w:r>
      <w:r w:rsidR="00E353B7" w:rsidRPr="003E2450">
        <w:t>lear</w:t>
      </w:r>
      <w:r w:rsidR="00871E91" w:rsidRPr="003E2450">
        <w:t xml:space="preserve"> </w:t>
      </w:r>
      <w:r w:rsidR="00006F4E" w:rsidRPr="003E2450">
        <w:t>plant sites</w:t>
      </w:r>
      <w:r w:rsidR="005739A1" w:rsidRPr="003E2450">
        <w:t xml:space="preserve"> (for C-1 and C-2 Inspectors and C-10 Examiners only)</w:t>
      </w:r>
      <w:r w:rsidR="00006F4E" w:rsidRPr="003E2450">
        <w:t>.</w:t>
      </w:r>
    </w:p>
    <w:p w14:paraId="3E8A59B2" w14:textId="3FC42722" w:rsidR="00880CD6" w:rsidRPr="003E2450" w:rsidRDefault="00880CD6" w:rsidP="003E2450">
      <w:pPr>
        <w:pStyle w:val="BodyText"/>
        <w:numPr>
          <w:ilvl w:val="0"/>
          <w:numId w:val="33"/>
        </w:numPr>
      </w:pPr>
      <w:r w:rsidRPr="003E2450">
        <w:t>Discuss the purpose of Severe Accident Management Guidelines (SAMGs), when they would be used, and their relationship to the Fu</w:t>
      </w:r>
      <w:r w:rsidR="009C2DF5" w:rsidRPr="003E2450">
        <w:t xml:space="preserve">kushima </w:t>
      </w:r>
      <w:r w:rsidR="00173086" w:rsidRPr="003E2450">
        <w:t>accident</w:t>
      </w:r>
      <w:r w:rsidR="005739A1" w:rsidRPr="003E2450">
        <w:t xml:space="preserve"> (for C-1 and C-2 Inspectors and C-10 Examiners only)</w:t>
      </w:r>
      <w:r w:rsidR="00173086" w:rsidRPr="003E2450">
        <w:t>.</w:t>
      </w:r>
    </w:p>
    <w:p w14:paraId="7467BEBF" w14:textId="24F50CB3" w:rsidR="00B63461" w:rsidRPr="00703181" w:rsidRDefault="00703181" w:rsidP="003E2450">
      <w:pPr>
        <w:pStyle w:val="BodyText"/>
        <w:numPr>
          <w:ilvl w:val="0"/>
          <w:numId w:val="33"/>
        </w:numPr>
      </w:pPr>
      <w:ins w:id="31" w:author="Madeleine Arel (She/Her)" w:date="2023-05-08T16:22:00Z">
        <w:r w:rsidRPr="00703181">
          <w:rPr>
            <w:rStyle w:val="Commitment"/>
          </w:rPr>
          <w:t>Review the guidance on the website in Reference 11 and discuss the implications of the NRC regulatory framework related to CFSI on your inspection program.</w:t>
        </w:r>
        <w:r w:rsidRPr="00703181">
          <w:t xml:space="preserve"> [C3]</w:t>
        </w:r>
      </w:ins>
    </w:p>
    <w:p w14:paraId="06F9FFF3" w14:textId="289B40CB" w:rsidR="00912D62" w:rsidRPr="003E2450" w:rsidRDefault="00B75B2D" w:rsidP="003E2450">
      <w:pPr>
        <w:pStyle w:val="BodyText"/>
        <w:numPr>
          <w:ilvl w:val="0"/>
          <w:numId w:val="33"/>
        </w:numPr>
      </w:pPr>
      <w:r w:rsidRPr="00D251A5">
        <w:rPr>
          <w:rStyle w:val="Commitment"/>
        </w:rPr>
        <w:t>Meet with your supervisor or a qualified inspector to discuss any questions that you may have as a result of this activity and demonstrate that you can meet the evaluation criteria listed above.</w:t>
      </w:r>
      <w:r w:rsidRPr="003E2450">
        <w:t xml:space="preserve"> [C1]</w:t>
      </w:r>
    </w:p>
    <w:p w14:paraId="1065FA1C" w14:textId="679AA9B2" w:rsidR="003E1D82" w:rsidRPr="00865AD1" w:rsidRDefault="003E1D82" w:rsidP="003E2450">
      <w:pPr>
        <w:pStyle w:val="JOURNALHeading2"/>
      </w:pPr>
      <w:r w:rsidRPr="00865AD1">
        <w:t>DOCUMENTATION:</w:t>
      </w:r>
      <w:r w:rsidR="00D11F06" w:rsidRPr="00865AD1">
        <w:tab/>
      </w:r>
      <w:r w:rsidRPr="00865AD1">
        <w:t>General Proficiency Qualification Signature Card Item ISA-General-3</w:t>
      </w:r>
    </w:p>
    <w:p w14:paraId="6A834957" w14:textId="247BC736" w:rsidR="00B75B2D" w:rsidRPr="00380EB9" w:rsidRDefault="00B75B2D" w:rsidP="002B5959">
      <w:pPr>
        <w:pStyle w:val="JournalTOPIC"/>
      </w:pPr>
      <w:bookmarkStart w:id="32" w:name="_Toc134537512"/>
      <w:r w:rsidRPr="00380EB9">
        <w:lastRenderedPageBreak/>
        <w:t>(ISA-General-4) Safety Culture</w:t>
      </w:r>
      <w:bookmarkEnd w:id="32"/>
    </w:p>
    <w:p w14:paraId="4DB2AD38" w14:textId="77777777" w:rsidR="002B5959" w:rsidRDefault="00095A0A" w:rsidP="002B5959">
      <w:pPr>
        <w:pStyle w:val="JOURNALHeading2"/>
      </w:pPr>
      <w:r w:rsidRPr="00380EB9">
        <w:t>PURPOSE:</w:t>
      </w:r>
    </w:p>
    <w:p w14:paraId="5369A9F8" w14:textId="03D6421B" w:rsidR="00B75B2D" w:rsidRPr="00380EB9" w:rsidRDefault="00B75B2D" w:rsidP="002B5959">
      <w:pPr>
        <w:pStyle w:val="BodyText"/>
      </w:pPr>
      <w:r w:rsidRPr="00380EB9">
        <w:t>This activity will provide you with a working knowledge of the NRC safety culture initiative and how it is addressed in the Reactor Oversight Process (ROP)</w:t>
      </w:r>
      <w:r w:rsidR="00E45FBE" w:rsidRPr="00380EB9">
        <w:t xml:space="preserve"> and Construction Reactor Oversight Process (cROP)</w:t>
      </w:r>
      <w:r w:rsidRPr="00380EB9">
        <w:t>.</w:t>
      </w:r>
    </w:p>
    <w:p w14:paraId="13B1E4AC" w14:textId="2977067F" w:rsidR="00B75B2D" w:rsidRPr="00380EB9" w:rsidRDefault="00B75B2D" w:rsidP="007976A7">
      <w:pPr>
        <w:pStyle w:val="JOURNALHeading2"/>
      </w:pPr>
      <w:r w:rsidRPr="00380EB9">
        <w:t>COMPETENCY</w:t>
      </w:r>
      <w:r w:rsidR="007976A7">
        <w:t xml:space="preserve"> </w:t>
      </w:r>
      <w:r w:rsidR="006A19B9" w:rsidRPr="00380EB9">
        <w:t>AREA:</w:t>
      </w:r>
      <w:r w:rsidR="006A19B9" w:rsidRPr="00380EB9">
        <w:tab/>
      </w:r>
      <w:r w:rsidRPr="00380EB9">
        <w:t>INSPECTION</w:t>
      </w:r>
    </w:p>
    <w:p w14:paraId="56B505D6" w14:textId="7DEBFBF7" w:rsidR="00B75B2D" w:rsidRPr="00380EB9" w:rsidRDefault="00B75B2D" w:rsidP="007976A7">
      <w:pPr>
        <w:pStyle w:val="JOURNALHeading2"/>
      </w:pPr>
      <w:r w:rsidRPr="00380EB9">
        <w:t>LEVEL</w:t>
      </w:r>
      <w:r w:rsidR="007976A7">
        <w:t xml:space="preserve"> </w:t>
      </w:r>
      <w:r w:rsidR="006A19B9" w:rsidRPr="00380EB9">
        <w:t>OF EFFORT:</w:t>
      </w:r>
      <w:r w:rsidR="006A19B9" w:rsidRPr="00380EB9">
        <w:tab/>
      </w:r>
      <w:r w:rsidRPr="00380EB9">
        <w:t>20 hours</w:t>
      </w:r>
    </w:p>
    <w:p w14:paraId="7AB8DBF7" w14:textId="4275756A" w:rsidR="00E26953" w:rsidRDefault="006A19B9" w:rsidP="007976A7">
      <w:pPr>
        <w:pStyle w:val="JOURNALHeading2"/>
      </w:pPr>
      <w:r w:rsidRPr="00380EB9">
        <w:t>REFERENCES:</w:t>
      </w:r>
    </w:p>
    <w:p w14:paraId="1A0457DF" w14:textId="20DB8E24" w:rsidR="00B75B2D" w:rsidRPr="00380EB9" w:rsidRDefault="00B75B2D" w:rsidP="007976A7">
      <w:pPr>
        <w:pStyle w:val="BodyText"/>
      </w:pPr>
      <w:r w:rsidRPr="00380EB9">
        <w:t>For power reactor inspectors:</w:t>
      </w:r>
    </w:p>
    <w:p w14:paraId="61BCBF75" w14:textId="189A7157" w:rsidR="008811CB" w:rsidRPr="007976A7" w:rsidRDefault="00771FE3" w:rsidP="001A47A4">
      <w:pPr>
        <w:pStyle w:val="BodyText"/>
        <w:numPr>
          <w:ilvl w:val="0"/>
          <w:numId w:val="34"/>
        </w:numPr>
      </w:pPr>
      <w:r w:rsidRPr="00D251A5">
        <w:rPr>
          <w:rStyle w:val="Commitment"/>
        </w:rPr>
        <w:t>Safety Culture ROP Training</w:t>
      </w:r>
      <w:r w:rsidR="000C27EE" w:rsidRPr="00D251A5">
        <w:rPr>
          <w:rStyle w:val="Commitment"/>
        </w:rPr>
        <w:t>.</w:t>
      </w:r>
      <w:r w:rsidR="007518DD" w:rsidRPr="007976A7">
        <w:t xml:space="preserve"> </w:t>
      </w:r>
      <w:r w:rsidR="000C27EE" w:rsidRPr="007976A7">
        <w:t>(</w:t>
      </w:r>
      <w:hyperlink r:id="rId11" w:history="1">
        <w:r w:rsidR="000C27EE" w:rsidRPr="005908FE">
          <w:rPr>
            <w:color w:val="0000FF"/>
            <w:u w:val="single"/>
          </w:rPr>
          <w:t>http://papaya.nrc.gov/safetyculture/index.html</w:t>
        </w:r>
      </w:hyperlink>
      <w:r w:rsidR="000C27EE" w:rsidRPr="005908FE">
        <w:t>)</w:t>
      </w:r>
    </w:p>
    <w:p w14:paraId="09DC9A15" w14:textId="77FAD6BE" w:rsidR="000C27EE" w:rsidRPr="00406650" w:rsidRDefault="00263006" w:rsidP="001A47A4">
      <w:pPr>
        <w:pStyle w:val="BodyText"/>
        <w:numPr>
          <w:ilvl w:val="0"/>
          <w:numId w:val="34"/>
        </w:numPr>
        <w:rPr>
          <w:rStyle w:val="Commitment"/>
        </w:rPr>
      </w:pPr>
      <w:ins w:id="33" w:author="Madeleine Arel (She/Her)" w:date="2023-05-16T16:02:00Z">
        <w:r>
          <w:rPr>
            <w:rStyle w:val="Commitment"/>
          </w:rPr>
          <w:t>“</w:t>
        </w:r>
      </w:ins>
      <w:r w:rsidR="000C27EE" w:rsidRPr="00406650">
        <w:rPr>
          <w:rStyle w:val="Commitment"/>
        </w:rPr>
        <w:t>Review of the Columbia Space Shuttle Accident</w:t>
      </w:r>
      <w:ins w:id="34" w:author="Madeleine Arel (She/Her)" w:date="2023-05-16T16:02:00Z">
        <w:r>
          <w:rPr>
            <w:rStyle w:val="Commitment"/>
          </w:rPr>
          <w:t>,”</w:t>
        </w:r>
      </w:ins>
      <w:r w:rsidR="000C27EE" w:rsidRPr="00406650">
        <w:rPr>
          <w:rStyle w:val="Commitment"/>
        </w:rPr>
        <w:t xml:space="preserve"> computer-based training found in TMS.</w:t>
      </w:r>
    </w:p>
    <w:p w14:paraId="3B35899B" w14:textId="10EC5E00" w:rsidR="00B75B2D" w:rsidRPr="00D9479F" w:rsidRDefault="00B75B2D" w:rsidP="001A47A4">
      <w:pPr>
        <w:pStyle w:val="BodyText"/>
        <w:numPr>
          <w:ilvl w:val="0"/>
          <w:numId w:val="34"/>
        </w:numPr>
        <w:rPr>
          <w:rStyle w:val="Commitment"/>
        </w:rPr>
      </w:pPr>
      <w:r w:rsidRPr="00D9479F">
        <w:rPr>
          <w:rStyle w:val="Commitment"/>
        </w:rPr>
        <w:t xml:space="preserve">Inspection Manual Chapters 0305, </w:t>
      </w:r>
      <w:r w:rsidR="0065738F" w:rsidRPr="00D9479F">
        <w:rPr>
          <w:rStyle w:val="Commitment"/>
        </w:rPr>
        <w:t>“</w:t>
      </w:r>
      <w:r w:rsidRPr="00D9479F">
        <w:rPr>
          <w:rStyle w:val="Commitment"/>
        </w:rPr>
        <w:t>Operating Reactor Assessment Program,</w:t>
      </w:r>
      <w:r w:rsidR="0065738F" w:rsidRPr="00D9479F">
        <w:rPr>
          <w:rStyle w:val="Commitment"/>
        </w:rPr>
        <w:t>”</w:t>
      </w:r>
      <w:r w:rsidRPr="00D9479F">
        <w:rPr>
          <w:rStyle w:val="Commitment"/>
        </w:rPr>
        <w:t xml:space="preserve"> </w:t>
      </w:r>
      <w:r w:rsidR="00242BF8" w:rsidRPr="00D9479F">
        <w:rPr>
          <w:rStyle w:val="Commitment"/>
        </w:rPr>
        <w:t>0310, “</w:t>
      </w:r>
      <w:r w:rsidR="00AD39BB" w:rsidRPr="00D9479F">
        <w:rPr>
          <w:rStyle w:val="Commitment"/>
        </w:rPr>
        <w:t>Aspects Within the Cross-Cutting Areas</w:t>
      </w:r>
      <w:r w:rsidR="00242BF8" w:rsidRPr="00D9479F">
        <w:rPr>
          <w:rStyle w:val="Commitment"/>
        </w:rPr>
        <w:t xml:space="preserve">,” </w:t>
      </w:r>
      <w:r w:rsidRPr="00D9479F">
        <w:rPr>
          <w:rStyle w:val="Commitment"/>
        </w:rPr>
        <w:t>and 061</w:t>
      </w:r>
      <w:r w:rsidR="00086941" w:rsidRPr="00D9479F">
        <w:rPr>
          <w:rStyle w:val="Commitment"/>
        </w:rPr>
        <w:t>1</w:t>
      </w:r>
      <w:r w:rsidRPr="00D9479F">
        <w:rPr>
          <w:rStyle w:val="Commitment"/>
        </w:rPr>
        <w:t xml:space="preserve">, </w:t>
      </w:r>
      <w:r w:rsidR="0065738F" w:rsidRPr="00D9479F">
        <w:rPr>
          <w:rStyle w:val="Commitment"/>
        </w:rPr>
        <w:t>“</w:t>
      </w:r>
      <w:r w:rsidRPr="00D9479F">
        <w:rPr>
          <w:rStyle w:val="Commitment"/>
        </w:rPr>
        <w:t>Power Reactor Inspection Reports</w:t>
      </w:r>
      <w:r w:rsidR="0065738F" w:rsidRPr="00D9479F">
        <w:rPr>
          <w:rStyle w:val="Commitment"/>
        </w:rPr>
        <w:t>”</w:t>
      </w:r>
    </w:p>
    <w:p w14:paraId="0A876D2C" w14:textId="56DEE623" w:rsidR="006A19B9" w:rsidRPr="00D9479F" w:rsidRDefault="00B75B2D" w:rsidP="001A47A4">
      <w:pPr>
        <w:pStyle w:val="BodyText"/>
        <w:numPr>
          <w:ilvl w:val="0"/>
          <w:numId w:val="34"/>
        </w:numPr>
        <w:rPr>
          <w:rStyle w:val="Commitment"/>
        </w:rPr>
      </w:pPr>
      <w:r w:rsidRPr="00D9479F">
        <w:rPr>
          <w:rStyle w:val="Commitment"/>
        </w:rPr>
        <w:t xml:space="preserve">IPs </w:t>
      </w:r>
      <w:r w:rsidR="00D718D7" w:rsidRPr="00D9479F">
        <w:rPr>
          <w:rStyle w:val="Commitment"/>
        </w:rPr>
        <w:t>40100, “Independent Safety Culture Assessment Follow-up”,</w:t>
      </w:r>
      <w:r w:rsidR="00EA4A73" w:rsidRPr="00D9479F">
        <w:rPr>
          <w:rStyle w:val="Commitment"/>
        </w:rPr>
        <w:t xml:space="preserve"> </w:t>
      </w:r>
      <w:r w:rsidRPr="00D9479F">
        <w:rPr>
          <w:rStyle w:val="Commitment"/>
        </w:rPr>
        <w:t xml:space="preserve">71152, </w:t>
      </w:r>
      <w:r w:rsidR="0065738F" w:rsidRPr="00D9479F">
        <w:rPr>
          <w:rStyle w:val="Commitment"/>
        </w:rPr>
        <w:t>“</w:t>
      </w:r>
      <w:r w:rsidR="005C1B86" w:rsidRPr="00D9479F">
        <w:rPr>
          <w:rStyle w:val="Commitment"/>
        </w:rPr>
        <w:t>Problem Identification and Resolution</w:t>
      </w:r>
      <w:r w:rsidR="0065738F" w:rsidRPr="00D9479F">
        <w:rPr>
          <w:rStyle w:val="Commitment"/>
        </w:rPr>
        <w:t>”</w:t>
      </w:r>
      <w:r w:rsidRPr="00D9479F">
        <w:rPr>
          <w:rStyle w:val="Commitment"/>
        </w:rPr>
        <w:t xml:space="preserve">; 95001, </w:t>
      </w:r>
      <w:r w:rsidR="0065738F" w:rsidRPr="00D9479F">
        <w:rPr>
          <w:rStyle w:val="Commitment"/>
        </w:rPr>
        <w:t>“</w:t>
      </w:r>
      <w:r w:rsidRPr="00D9479F">
        <w:rPr>
          <w:rStyle w:val="Commitment"/>
        </w:rPr>
        <w:t>Supplemental Inspection for One or Two White Inputs in a Strategic Performance Area</w:t>
      </w:r>
      <w:r w:rsidR="0065738F" w:rsidRPr="00D9479F">
        <w:rPr>
          <w:rStyle w:val="Commitment"/>
        </w:rPr>
        <w:t>”</w:t>
      </w:r>
      <w:r w:rsidRPr="00D9479F">
        <w:rPr>
          <w:rStyle w:val="Commitment"/>
        </w:rPr>
        <w:t xml:space="preserve">; 95002, </w:t>
      </w:r>
      <w:r w:rsidR="0065738F" w:rsidRPr="00D9479F">
        <w:rPr>
          <w:rStyle w:val="Commitment"/>
        </w:rPr>
        <w:t>“</w:t>
      </w:r>
      <w:r w:rsidRPr="00D9479F">
        <w:rPr>
          <w:rStyle w:val="Commitment"/>
        </w:rPr>
        <w:t>Supplemental Inspection Procedure for One Degraded Cornerstone or Any Three White Inputs in a Strategic Performance Area</w:t>
      </w:r>
      <w:r w:rsidR="0065738F" w:rsidRPr="00D9479F">
        <w:rPr>
          <w:rStyle w:val="Commitment"/>
        </w:rPr>
        <w:t>”</w:t>
      </w:r>
      <w:r w:rsidRPr="00D9479F">
        <w:rPr>
          <w:rStyle w:val="Commitment"/>
        </w:rPr>
        <w:t xml:space="preserve">; 95003, </w:t>
      </w:r>
      <w:r w:rsidR="0065738F" w:rsidRPr="00D9479F">
        <w:rPr>
          <w:rStyle w:val="Commitment"/>
        </w:rPr>
        <w:t>“</w:t>
      </w:r>
      <w:r w:rsidRPr="00D9479F">
        <w:rPr>
          <w:rStyle w:val="Commitment"/>
        </w:rPr>
        <w:t>Supplemental Inspection Procedure Repetitive Degraded Cornerstone or Multiple Degraded Cornerstones, Multiple Yellow Inputs, or One Red Input</w:t>
      </w:r>
      <w:r w:rsidR="0065738F" w:rsidRPr="00D9479F">
        <w:rPr>
          <w:rStyle w:val="Commitment"/>
        </w:rPr>
        <w:t>”</w:t>
      </w:r>
      <w:r w:rsidRPr="00D9479F">
        <w:rPr>
          <w:rStyle w:val="Commitment"/>
        </w:rPr>
        <w:t xml:space="preserve">; 71153, </w:t>
      </w:r>
      <w:r w:rsidR="0065738F" w:rsidRPr="00D9479F">
        <w:rPr>
          <w:rStyle w:val="Commitment"/>
        </w:rPr>
        <w:t>“</w:t>
      </w:r>
      <w:r w:rsidR="004C5BA3" w:rsidRPr="00D9479F">
        <w:rPr>
          <w:rStyle w:val="Commitment"/>
        </w:rPr>
        <w:t xml:space="preserve">Follow up </w:t>
      </w:r>
      <w:r w:rsidR="002D5FBF" w:rsidRPr="00D9479F">
        <w:rPr>
          <w:rStyle w:val="Commitment"/>
        </w:rPr>
        <w:t xml:space="preserve">of </w:t>
      </w:r>
      <w:r w:rsidR="004C5BA3" w:rsidRPr="00D9479F">
        <w:rPr>
          <w:rStyle w:val="Commitment"/>
        </w:rPr>
        <w:t>Events and Notices of Enforcement Discretion</w:t>
      </w:r>
      <w:r w:rsidR="0065738F" w:rsidRPr="00D9479F">
        <w:rPr>
          <w:rStyle w:val="Commitment"/>
        </w:rPr>
        <w:t>”</w:t>
      </w:r>
      <w:r w:rsidRPr="00D9479F">
        <w:rPr>
          <w:rStyle w:val="Commitment"/>
        </w:rPr>
        <w:t xml:space="preserve">; 93800, </w:t>
      </w:r>
      <w:r w:rsidR="0065738F" w:rsidRPr="00D9479F">
        <w:rPr>
          <w:rStyle w:val="Commitment"/>
        </w:rPr>
        <w:t>“</w:t>
      </w:r>
      <w:r w:rsidRPr="00D9479F">
        <w:rPr>
          <w:rStyle w:val="Commitment"/>
        </w:rPr>
        <w:t>Augmented Inspection Team</w:t>
      </w:r>
      <w:r w:rsidR="0065738F" w:rsidRPr="00D9479F">
        <w:rPr>
          <w:rStyle w:val="Commitment"/>
        </w:rPr>
        <w:t>”</w:t>
      </w:r>
      <w:r w:rsidRPr="00D9479F">
        <w:rPr>
          <w:rStyle w:val="Commitment"/>
        </w:rPr>
        <w:t xml:space="preserve">; and 93812, </w:t>
      </w:r>
      <w:r w:rsidR="00D718D7" w:rsidRPr="00D9479F">
        <w:rPr>
          <w:rStyle w:val="Commitment"/>
        </w:rPr>
        <w:t>“</w:t>
      </w:r>
      <w:r w:rsidRPr="00D9479F">
        <w:rPr>
          <w:rStyle w:val="Commitment"/>
        </w:rPr>
        <w:t>Special Inspection</w:t>
      </w:r>
      <w:r w:rsidR="0092749B" w:rsidRPr="00D9479F">
        <w:rPr>
          <w:rStyle w:val="Commitment"/>
        </w:rPr>
        <w:t>”</w:t>
      </w:r>
    </w:p>
    <w:p w14:paraId="4A11D9D1" w14:textId="4DEF1145" w:rsidR="00FA6A96" w:rsidRDefault="00B75B2D" w:rsidP="00FA6A96">
      <w:pPr>
        <w:pStyle w:val="BodyText"/>
        <w:numPr>
          <w:ilvl w:val="0"/>
          <w:numId w:val="34"/>
        </w:numPr>
      </w:pPr>
      <w:r w:rsidRPr="00CD6797">
        <w:rPr>
          <w:rStyle w:val="Commitment"/>
        </w:rPr>
        <w:t xml:space="preserve">SECY-06-122, </w:t>
      </w:r>
      <w:r w:rsidR="0065738F" w:rsidRPr="00CD6797">
        <w:rPr>
          <w:rStyle w:val="Commitment"/>
        </w:rPr>
        <w:t>“</w:t>
      </w:r>
      <w:r w:rsidRPr="00CD6797">
        <w:rPr>
          <w:rStyle w:val="Commitment"/>
        </w:rPr>
        <w:t>Safety Culture Initiative Activities to Enhance the Reactor Oversight Process and Outcomes of the Initiatives</w:t>
      </w:r>
      <w:r w:rsidR="0065738F" w:rsidRPr="00CD6797">
        <w:rPr>
          <w:rStyle w:val="Commitment"/>
        </w:rPr>
        <w:t>”</w:t>
      </w:r>
      <w:r w:rsidRPr="00CD6797">
        <w:rPr>
          <w:rStyle w:val="Commitment"/>
        </w:rPr>
        <w:t xml:space="preserve"> at</w:t>
      </w:r>
      <w:r w:rsidRPr="00CD6797">
        <w:rPr>
          <w:i/>
          <w:iCs/>
        </w:rPr>
        <w:t xml:space="preserve"> </w:t>
      </w:r>
      <w:hyperlink r:id="rId12" w:history="1">
        <w:r w:rsidR="00D11CE1" w:rsidRPr="00CD6797">
          <w:rPr>
            <w:i/>
            <w:iCs/>
            <w:color w:val="0000FF"/>
            <w:u w:val="single"/>
          </w:rPr>
          <w:t>http://www.nrc.gov/reading-rm/doc-collections/commission/secys/2006/secy2006-0122/2006-0122scy.pdf</w:t>
        </w:r>
      </w:hyperlink>
      <w:r w:rsidR="00D11CE1" w:rsidRPr="00CD6797">
        <w:rPr>
          <w:i/>
          <w:iCs/>
        </w:rPr>
        <w:t xml:space="preserve"> </w:t>
      </w:r>
      <w:r w:rsidRPr="00CD6797">
        <w:rPr>
          <w:i/>
          <w:iCs/>
        </w:rPr>
        <w:t>(ML061320282)</w:t>
      </w:r>
    </w:p>
    <w:p w14:paraId="71E43D77" w14:textId="67765E21" w:rsidR="00FA6A96" w:rsidRPr="00CD6797" w:rsidRDefault="002D5FBF" w:rsidP="00FA6A96">
      <w:pPr>
        <w:pStyle w:val="BodyText"/>
        <w:numPr>
          <w:ilvl w:val="0"/>
          <w:numId w:val="34"/>
        </w:numPr>
        <w:rPr>
          <w:rStyle w:val="Commitment"/>
        </w:rPr>
      </w:pPr>
      <w:r w:rsidRPr="00CD6797">
        <w:rPr>
          <w:rStyle w:val="Commitment"/>
        </w:rPr>
        <w:t>“</w:t>
      </w:r>
      <w:r w:rsidR="00242BF8" w:rsidRPr="00CD6797">
        <w:rPr>
          <w:rStyle w:val="Commitment"/>
        </w:rPr>
        <w:t>Safety Culture Policy Statement</w:t>
      </w:r>
      <w:r w:rsidR="00281F6A" w:rsidRPr="00CD6797">
        <w:rPr>
          <w:rStyle w:val="Commitment"/>
        </w:rPr>
        <w:t xml:space="preserve"> and Federal Register Notice</w:t>
      </w:r>
      <w:r w:rsidRPr="00CD6797">
        <w:rPr>
          <w:rStyle w:val="Commitment"/>
        </w:rPr>
        <w:t>”</w:t>
      </w:r>
      <w:r w:rsidR="00242BF8" w:rsidRPr="00CD6797">
        <w:rPr>
          <w:rStyle w:val="Commitment"/>
        </w:rPr>
        <w:t xml:space="preserve"> (ML1</w:t>
      </w:r>
      <w:r w:rsidR="00463324" w:rsidRPr="00CD6797">
        <w:rPr>
          <w:rStyle w:val="Commitment"/>
        </w:rPr>
        <w:t>1146A047</w:t>
      </w:r>
      <w:r w:rsidR="00242BF8" w:rsidRPr="00CD6797">
        <w:rPr>
          <w:rStyle w:val="Commitment"/>
        </w:rPr>
        <w:t>)</w:t>
      </w:r>
    </w:p>
    <w:p w14:paraId="275DC5AC" w14:textId="4305FE91" w:rsidR="00464BA1" w:rsidRPr="00FA6A96" w:rsidRDefault="00463324" w:rsidP="00FA6A96">
      <w:pPr>
        <w:pStyle w:val="BodyText"/>
        <w:numPr>
          <w:ilvl w:val="0"/>
          <w:numId w:val="34"/>
        </w:numPr>
      </w:pPr>
      <w:r w:rsidRPr="00CD6797">
        <w:rPr>
          <w:rStyle w:val="Commitment"/>
        </w:rPr>
        <w:t xml:space="preserve">Safety Culture Case Study User Guide </w:t>
      </w:r>
      <w:r w:rsidR="00C81DB7" w:rsidRPr="00CD6797">
        <w:rPr>
          <w:rStyle w:val="Commitment"/>
        </w:rPr>
        <w:t>(</w:t>
      </w:r>
      <w:r w:rsidR="00C133BE" w:rsidRPr="00CD6797">
        <w:rPr>
          <w:rStyle w:val="Commitment"/>
        </w:rPr>
        <w:t>ML11195A32</w:t>
      </w:r>
      <w:r w:rsidR="00C81DB7" w:rsidRPr="00CD6797">
        <w:rPr>
          <w:rStyle w:val="Commitment"/>
        </w:rPr>
        <w:t>)</w:t>
      </w:r>
      <w:r w:rsidR="00E95443" w:rsidRPr="00CD6797">
        <w:rPr>
          <w:rStyle w:val="Commitment"/>
        </w:rPr>
        <w:t xml:space="preserve"> </w:t>
      </w:r>
      <w:r w:rsidR="002D5FBF" w:rsidRPr="00CD6797">
        <w:rPr>
          <w:rStyle w:val="Commitment"/>
        </w:rPr>
        <w:t>a</w:t>
      </w:r>
      <w:r w:rsidRPr="00CD6797">
        <w:rPr>
          <w:rStyle w:val="Commitment"/>
        </w:rPr>
        <w:t>nd</w:t>
      </w:r>
      <w:r w:rsidR="002D5FBF" w:rsidRPr="00CD6797">
        <w:rPr>
          <w:rStyle w:val="Commitment"/>
        </w:rPr>
        <w:t xml:space="preserve"> </w:t>
      </w:r>
      <w:r w:rsidR="003C6F9F" w:rsidRPr="00CD6797">
        <w:rPr>
          <w:rStyle w:val="Commitment"/>
        </w:rPr>
        <w:t>Educational Material</w:t>
      </w:r>
      <w:r w:rsidRPr="00E26953">
        <w:t xml:space="preserve"> (</w:t>
      </w:r>
      <w:hyperlink r:id="rId13" w:history="1">
        <w:r w:rsidR="003C6F9F" w:rsidRPr="00FA6A96">
          <w:rPr>
            <w:rStyle w:val="Hyperlink"/>
            <w:rFonts w:eastAsia="Calibri"/>
          </w:rPr>
          <w:t>http://www.nrc.gov/about-nrc/safety-culture/sc-outreach-edu-materials.html</w:t>
        </w:r>
      </w:hyperlink>
      <w:r w:rsidRPr="00E26953">
        <w:t>)</w:t>
      </w:r>
    </w:p>
    <w:p w14:paraId="74DB4666" w14:textId="6CED3BC6" w:rsidR="00F6124B" w:rsidRPr="00CD6797" w:rsidRDefault="00697CE9" w:rsidP="00FA6A96">
      <w:pPr>
        <w:pStyle w:val="BodyText"/>
        <w:numPr>
          <w:ilvl w:val="0"/>
          <w:numId w:val="34"/>
        </w:numPr>
        <w:rPr>
          <w:rStyle w:val="Commitment"/>
        </w:rPr>
      </w:pPr>
      <w:r w:rsidRPr="00CD6797">
        <w:rPr>
          <w:rStyle w:val="Commitment"/>
        </w:rPr>
        <w:t>NUREG-2165, “Safety Culture Common Language</w:t>
      </w:r>
      <w:ins w:id="35" w:author="Madeleine Arel (She/Her)" w:date="2023-05-16T16:02:00Z">
        <w:r w:rsidR="00947A7A">
          <w:rPr>
            <w:rStyle w:val="Commitment"/>
          </w:rPr>
          <w:t>”</w:t>
        </w:r>
      </w:ins>
    </w:p>
    <w:p w14:paraId="5712E5D2" w14:textId="4D0F56A0" w:rsidR="005E57A6" w:rsidRPr="00CD6797" w:rsidRDefault="005E57A6" w:rsidP="00FA6A96">
      <w:pPr>
        <w:pStyle w:val="BodyText"/>
        <w:numPr>
          <w:ilvl w:val="0"/>
          <w:numId w:val="34"/>
        </w:numPr>
        <w:rPr>
          <w:rStyle w:val="Commitment"/>
        </w:rPr>
      </w:pPr>
      <w:r w:rsidRPr="00CD6797">
        <w:rPr>
          <w:rStyle w:val="Commitment"/>
        </w:rPr>
        <w:t>IP</w:t>
      </w:r>
      <w:r w:rsidR="00094DB6" w:rsidRPr="00CD6797">
        <w:rPr>
          <w:rStyle w:val="Commitment"/>
        </w:rPr>
        <w:t xml:space="preserve"> </w:t>
      </w:r>
      <w:r w:rsidRPr="00CD6797">
        <w:rPr>
          <w:rStyle w:val="Commitment"/>
        </w:rPr>
        <w:t>93100; “Safety Conscious Work Environment Issue of Concern Follow</w:t>
      </w:r>
      <w:r w:rsidR="00F6124B" w:rsidRPr="00CD6797">
        <w:rPr>
          <w:rStyle w:val="Commitment"/>
        </w:rPr>
        <w:noBreakHyphen/>
      </w:r>
      <w:proofErr w:type="gramStart"/>
      <w:r w:rsidRPr="00CD6797">
        <w:rPr>
          <w:rStyle w:val="Commitment"/>
        </w:rPr>
        <w:t>up</w:t>
      </w:r>
      <w:proofErr w:type="gramEnd"/>
      <w:r w:rsidRPr="00CD6797">
        <w:rPr>
          <w:rStyle w:val="Commitment"/>
        </w:rPr>
        <w:t>”</w:t>
      </w:r>
    </w:p>
    <w:p w14:paraId="21719BFE" w14:textId="7F7B1414" w:rsidR="00B75B2D" w:rsidRPr="00CD6797" w:rsidRDefault="00B75B2D" w:rsidP="008E5A2A">
      <w:pPr>
        <w:pStyle w:val="BodyText"/>
        <w:keepNext/>
        <w:rPr>
          <w:rStyle w:val="Commitment"/>
        </w:rPr>
      </w:pPr>
      <w:r w:rsidRPr="00CD6797">
        <w:rPr>
          <w:rStyle w:val="Commitment"/>
        </w:rPr>
        <w:lastRenderedPageBreak/>
        <w:t>For research and test reactor inspectors:</w:t>
      </w:r>
    </w:p>
    <w:p w14:paraId="4F69FC2D" w14:textId="77777777" w:rsidR="00B75B2D" w:rsidRPr="00E26953" w:rsidRDefault="00B75B2D" w:rsidP="00287222">
      <w:pPr>
        <w:pStyle w:val="BodyText"/>
        <w:numPr>
          <w:ilvl w:val="0"/>
          <w:numId w:val="35"/>
        </w:numPr>
      </w:pPr>
      <w:r w:rsidRPr="00CD6797">
        <w:rPr>
          <w:rStyle w:val="Commitment"/>
        </w:rPr>
        <w:t xml:space="preserve">Safety Culture </w:t>
      </w:r>
      <w:r w:rsidR="007B042F" w:rsidRPr="00CD6797">
        <w:rPr>
          <w:rStyle w:val="Commitment"/>
        </w:rPr>
        <w:t>ROP Training</w:t>
      </w:r>
      <w:r w:rsidR="007B042F" w:rsidRPr="00E26953">
        <w:t xml:space="preserve"> </w:t>
      </w:r>
      <w:r w:rsidR="00D718D7" w:rsidRPr="00E26953">
        <w:t>(</w:t>
      </w:r>
      <w:hyperlink r:id="rId14" w:history="1">
        <w:r w:rsidR="007B042F" w:rsidRPr="005908FE">
          <w:rPr>
            <w:color w:val="0000FF"/>
            <w:u w:val="single"/>
          </w:rPr>
          <w:t>http://papaya.nrc.gov/safetyculture/index.html</w:t>
        </w:r>
      </w:hyperlink>
      <w:r w:rsidR="00D718D7" w:rsidRPr="00E26953">
        <w:t>)</w:t>
      </w:r>
    </w:p>
    <w:p w14:paraId="774FD3BE" w14:textId="6D0D2371" w:rsidR="00B75B2D" w:rsidRPr="00CD6797" w:rsidRDefault="00463747" w:rsidP="00287222">
      <w:pPr>
        <w:pStyle w:val="BodyText"/>
        <w:numPr>
          <w:ilvl w:val="0"/>
          <w:numId w:val="35"/>
        </w:numPr>
        <w:rPr>
          <w:rStyle w:val="Commitment"/>
        </w:rPr>
      </w:pPr>
      <w:ins w:id="36" w:author="Madeleine Arel (She/Her)" w:date="2023-05-16T16:04:00Z">
        <w:r>
          <w:rPr>
            <w:rStyle w:val="Commitment"/>
          </w:rPr>
          <w:t>“</w:t>
        </w:r>
      </w:ins>
      <w:r w:rsidR="00585C17" w:rsidRPr="00CD6797">
        <w:rPr>
          <w:rStyle w:val="Commitment"/>
        </w:rPr>
        <w:t xml:space="preserve">Review of the </w:t>
      </w:r>
      <w:r w:rsidR="00B75B2D" w:rsidRPr="00CD6797">
        <w:rPr>
          <w:rStyle w:val="Commitment"/>
        </w:rPr>
        <w:t>Columbia Space Shuttle Accident</w:t>
      </w:r>
      <w:ins w:id="37" w:author="Madeleine Arel (She/Her)" w:date="2023-05-16T16:04:00Z">
        <w:r>
          <w:rPr>
            <w:rStyle w:val="Commitment"/>
          </w:rPr>
          <w:t>,”</w:t>
        </w:r>
      </w:ins>
      <w:r w:rsidR="00B75B2D" w:rsidRPr="00CD6797">
        <w:rPr>
          <w:rStyle w:val="Commitment"/>
        </w:rPr>
        <w:t xml:space="preserve"> </w:t>
      </w:r>
      <w:r w:rsidR="00585C17" w:rsidRPr="00CD6797">
        <w:rPr>
          <w:rStyle w:val="Commitment"/>
        </w:rPr>
        <w:t>computer-based training module</w:t>
      </w:r>
      <w:r w:rsidR="00B75B2D" w:rsidRPr="00CD6797">
        <w:rPr>
          <w:rStyle w:val="Commitment"/>
        </w:rPr>
        <w:t>, a case study in safety culture, foun</w:t>
      </w:r>
      <w:r w:rsidR="0045450F" w:rsidRPr="00CD6797">
        <w:rPr>
          <w:rStyle w:val="Commitment"/>
        </w:rPr>
        <w:t xml:space="preserve">d in </w:t>
      </w:r>
      <w:r w:rsidR="00A573B5" w:rsidRPr="00CD6797">
        <w:rPr>
          <w:rStyle w:val="Commitment"/>
        </w:rPr>
        <w:t>TMS</w:t>
      </w:r>
      <w:r w:rsidR="007B7AAF" w:rsidRPr="00CD6797">
        <w:rPr>
          <w:rStyle w:val="Commitment"/>
        </w:rPr>
        <w:t>.</w:t>
      </w:r>
    </w:p>
    <w:p w14:paraId="2BAF95E3" w14:textId="5803CDB3" w:rsidR="00FC4782" w:rsidRPr="00E26953" w:rsidRDefault="00463324" w:rsidP="00287222">
      <w:pPr>
        <w:pStyle w:val="BodyText"/>
        <w:numPr>
          <w:ilvl w:val="0"/>
          <w:numId w:val="35"/>
        </w:numPr>
      </w:pPr>
      <w:r w:rsidRPr="00CD6797">
        <w:rPr>
          <w:rStyle w:val="Commitment"/>
        </w:rPr>
        <w:t xml:space="preserve">Review </w:t>
      </w:r>
      <w:r w:rsidR="00CF47F1" w:rsidRPr="00CD6797">
        <w:rPr>
          <w:rStyle w:val="Commitment"/>
        </w:rPr>
        <w:t xml:space="preserve">of the </w:t>
      </w:r>
      <w:r w:rsidRPr="00CD6797">
        <w:rPr>
          <w:rStyle w:val="Commitment"/>
        </w:rPr>
        <w:t>Safety Culture Case Study User Guide</w:t>
      </w:r>
      <w:r w:rsidR="00863CF9" w:rsidRPr="00CD6797">
        <w:rPr>
          <w:rStyle w:val="Commitment"/>
        </w:rPr>
        <w:t xml:space="preserve"> </w:t>
      </w:r>
      <w:r w:rsidR="005855FA" w:rsidRPr="00CD6797">
        <w:rPr>
          <w:rStyle w:val="Commitment"/>
        </w:rPr>
        <w:t>(</w:t>
      </w:r>
      <w:r w:rsidR="00174F55" w:rsidRPr="00CD6797">
        <w:rPr>
          <w:rStyle w:val="Commitment"/>
        </w:rPr>
        <w:t xml:space="preserve">ML11195A32) </w:t>
      </w:r>
      <w:r w:rsidRPr="00CD6797">
        <w:rPr>
          <w:rStyle w:val="Commitment"/>
        </w:rPr>
        <w:t xml:space="preserve">and </w:t>
      </w:r>
      <w:r w:rsidR="003C6F9F" w:rsidRPr="00CD6797">
        <w:rPr>
          <w:rStyle w:val="Commitment"/>
        </w:rPr>
        <w:t>Educational Material</w:t>
      </w:r>
      <w:r w:rsidRPr="00E26953">
        <w:t xml:space="preserve"> (</w:t>
      </w:r>
      <w:hyperlink r:id="rId15" w:history="1">
        <w:r w:rsidR="003C6F9F" w:rsidRPr="005908FE">
          <w:rPr>
            <w:color w:val="0000FF"/>
            <w:u w:val="single"/>
          </w:rPr>
          <w:t>http://www.nrc.gov/about-nrc/safety-culture/sc-outreach-edu-materials.html</w:t>
        </w:r>
      </w:hyperlink>
      <w:r w:rsidRPr="00E26953">
        <w:t>)</w:t>
      </w:r>
    </w:p>
    <w:p w14:paraId="05A5EAE7" w14:textId="41047F11" w:rsidR="00E45FBE" w:rsidRPr="00CD6797" w:rsidRDefault="00E45FBE" w:rsidP="00287222">
      <w:pPr>
        <w:pStyle w:val="BodyText"/>
        <w:rPr>
          <w:rStyle w:val="Commitment"/>
        </w:rPr>
      </w:pPr>
      <w:r w:rsidRPr="00CD6797">
        <w:rPr>
          <w:rStyle w:val="Commitment"/>
        </w:rPr>
        <w:t>For construction inspectors:</w:t>
      </w:r>
    </w:p>
    <w:p w14:paraId="07025CB8" w14:textId="2C159FF6" w:rsidR="00E45FBE" w:rsidRPr="00E26953" w:rsidRDefault="00E45FBE" w:rsidP="00287222">
      <w:pPr>
        <w:pStyle w:val="BodyText"/>
        <w:numPr>
          <w:ilvl w:val="0"/>
          <w:numId w:val="36"/>
        </w:numPr>
      </w:pPr>
      <w:r w:rsidRPr="00CD6797">
        <w:rPr>
          <w:rStyle w:val="Commitment"/>
        </w:rPr>
        <w:t xml:space="preserve">Safety Culture </w:t>
      </w:r>
      <w:r w:rsidR="007B042F" w:rsidRPr="00CD6797">
        <w:rPr>
          <w:rStyle w:val="Commitment"/>
        </w:rPr>
        <w:t xml:space="preserve">ROP Training </w:t>
      </w:r>
      <w:r w:rsidR="0048526A" w:rsidRPr="00CD6797">
        <w:rPr>
          <w:rStyle w:val="Commitment"/>
        </w:rPr>
        <w:t xml:space="preserve">(Note that the treatment of safety culture in the cROP is essentially the same as the treatment of safety culture in the ROP) </w:t>
      </w:r>
      <w:r w:rsidR="00D718D7" w:rsidRPr="00E26953">
        <w:t>(</w:t>
      </w:r>
      <w:hyperlink r:id="rId16" w:history="1">
        <w:r w:rsidR="007B042F" w:rsidRPr="005908FE">
          <w:rPr>
            <w:color w:val="0000FF"/>
            <w:u w:val="single"/>
          </w:rPr>
          <w:t>http://papaya.nrc.gov/safetyculture/index.html</w:t>
        </w:r>
      </w:hyperlink>
      <w:r w:rsidR="00D718D7" w:rsidRPr="00E26953">
        <w:t>)</w:t>
      </w:r>
    </w:p>
    <w:p w14:paraId="533004A1" w14:textId="54A66839" w:rsidR="00E45FBE" w:rsidRPr="00CD6797" w:rsidRDefault="00E777B7" w:rsidP="00287222">
      <w:pPr>
        <w:pStyle w:val="BodyText"/>
        <w:numPr>
          <w:ilvl w:val="0"/>
          <w:numId w:val="36"/>
        </w:numPr>
        <w:rPr>
          <w:rStyle w:val="Commitment"/>
        </w:rPr>
      </w:pPr>
      <w:ins w:id="38" w:author="Madeleine Arel (She/Her)" w:date="2023-05-16T16:05:00Z">
        <w:r>
          <w:rPr>
            <w:rStyle w:val="Commitment"/>
          </w:rPr>
          <w:t>“</w:t>
        </w:r>
      </w:ins>
      <w:r w:rsidR="00E45FBE" w:rsidRPr="00CD6797">
        <w:rPr>
          <w:rStyle w:val="Commitment"/>
        </w:rPr>
        <w:t>Review of the Columbia Space Shuttle Accident</w:t>
      </w:r>
      <w:ins w:id="39" w:author="Madeleine Arel (She/Her)" w:date="2023-05-16T16:05:00Z">
        <w:r>
          <w:rPr>
            <w:rStyle w:val="Commitment"/>
          </w:rPr>
          <w:t>,”</w:t>
        </w:r>
      </w:ins>
      <w:r w:rsidR="00E45FBE" w:rsidRPr="00CD6797">
        <w:rPr>
          <w:rStyle w:val="Commitment"/>
        </w:rPr>
        <w:t xml:space="preserve"> computer-based training module, a case study in safety culture, found in </w:t>
      </w:r>
      <w:r w:rsidR="00FE4A38" w:rsidRPr="00CD6797">
        <w:rPr>
          <w:rStyle w:val="Commitment"/>
        </w:rPr>
        <w:t>TMS.</w:t>
      </w:r>
    </w:p>
    <w:p w14:paraId="339651CD" w14:textId="24F741BE" w:rsidR="00E45FBE" w:rsidRPr="00E26953" w:rsidRDefault="002D6739" w:rsidP="00287222">
      <w:pPr>
        <w:pStyle w:val="BodyText"/>
        <w:numPr>
          <w:ilvl w:val="0"/>
          <w:numId w:val="36"/>
        </w:numPr>
      </w:pPr>
      <w:r w:rsidRPr="00CD6797">
        <w:rPr>
          <w:rStyle w:val="Commitment"/>
        </w:rPr>
        <w:t xml:space="preserve">Review of the Safety Culture Case Study User Guide </w:t>
      </w:r>
      <w:r w:rsidR="005855FA" w:rsidRPr="00CD6797">
        <w:rPr>
          <w:rStyle w:val="Commitment"/>
        </w:rPr>
        <w:t xml:space="preserve">(ML11195A32) </w:t>
      </w:r>
      <w:r w:rsidRPr="00CD6797">
        <w:rPr>
          <w:rStyle w:val="Commitment"/>
        </w:rPr>
        <w:t xml:space="preserve">and </w:t>
      </w:r>
      <w:r w:rsidR="003C6F9F" w:rsidRPr="00CD6797">
        <w:rPr>
          <w:rStyle w:val="Commitment"/>
        </w:rPr>
        <w:t xml:space="preserve">Educational Material </w:t>
      </w:r>
      <w:r w:rsidRPr="00E26953">
        <w:t>(</w:t>
      </w:r>
      <w:hyperlink r:id="rId17" w:history="1">
        <w:r w:rsidR="003C6F9F" w:rsidRPr="005908FE">
          <w:rPr>
            <w:color w:val="0000FF"/>
            <w:u w:val="single"/>
          </w:rPr>
          <w:t>http://www.nrc.gov/about-nrc/safety-culture/sc-outreach-edu-materials.html</w:t>
        </w:r>
      </w:hyperlink>
      <w:r w:rsidR="003C6F9F" w:rsidRPr="00E26953">
        <w:t>)</w:t>
      </w:r>
    </w:p>
    <w:p w14:paraId="58D08FBD" w14:textId="77777777" w:rsidR="00E45FBE" w:rsidRPr="00CD6797" w:rsidRDefault="00E45FBE" w:rsidP="00287222">
      <w:pPr>
        <w:pStyle w:val="BodyText"/>
        <w:numPr>
          <w:ilvl w:val="0"/>
          <w:numId w:val="36"/>
        </w:numPr>
        <w:rPr>
          <w:rStyle w:val="Commitment"/>
        </w:rPr>
      </w:pPr>
      <w:r w:rsidRPr="00CD6797">
        <w:rPr>
          <w:rStyle w:val="Commitment"/>
        </w:rPr>
        <w:t xml:space="preserve">IPs 35007, Appendix 16, “Inspection of Criterion XVI – Correction Action”; </w:t>
      </w:r>
      <w:r w:rsidR="00D718D7" w:rsidRPr="00CD6797">
        <w:rPr>
          <w:rStyle w:val="Commitment"/>
        </w:rPr>
        <w:t xml:space="preserve">40100, “Independent Safety Culture Assessment Follow-up”, </w:t>
      </w:r>
      <w:r w:rsidRPr="00CD6797">
        <w:rPr>
          <w:rStyle w:val="Commitment"/>
        </w:rPr>
        <w:t xml:space="preserve">90001, “Construction Regulatory Response Column Inspections”; 90002, “Construction Degraded Performance Column Inspections”; 90003, “Construction Multiple/Repetitive Degraded Cornerstone Column Inspections”; “Augmented Inspection Team”; and 93812, “Special </w:t>
      </w:r>
      <w:proofErr w:type="gramStart"/>
      <w:r w:rsidRPr="00CD6797">
        <w:rPr>
          <w:rStyle w:val="Commitment"/>
        </w:rPr>
        <w:t>Inspection</w:t>
      </w:r>
      <w:proofErr w:type="gramEnd"/>
      <w:r w:rsidRPr="00CD6797">
        <w:rPr>
          <w:rStyle w:val="Commitment"/>
        </w:rPr>
        <w:t>”</w:t>
      </w:r>
    </w:p>
    <w:p w14:paraId="7B6C091E" w14:textId="3CA1D736" w:rsidR="00892ACA" w:rsidRPr="00CD6797" w:rsidRDefault="00892ACA" w:rsidP="00287222">
      <w:pPr>
        <w:pStyle w:val="BodyText"/>
        <w:numPr>
          <w:ilvl w:val="0"/>
          <w:numId w:val="36"/>
        </w:numPr>
        <w:rPr>
          <w:rStyle w:val="Commitment"/>
        </w:rPr>
      </w:pPr>
      <w:r w:rsidRPr="00CD6797">
        <w:rPr>
          <w:rStyle w:val="Commitment"/>
        </w:rPr>
        <w:t>Safety Culture Policy Statement and Federal Register Notice (ML11146A047)</w:t>
      </w:r>
    </w:p>
    <w:p w14:paraId="6A566FD8" w14:textId="77777777" w:rsidR="006E1A5C" w:rsidRPr="00CD6797" w:rsidRDefault="006E1A5C" w:rsidP="00287222">
      <w:pPr>
        <w:pStyle w:val="BodyText"/>
        <w:numPr>
          <w:ilvl w:val="0"/>
          <w:numId w:val="36"/>
        </w:numPr>
        <w:rPr>
          <w:rStyle w:val="Commitment"/>
        </w:rPr>
      </w:pPr>
      <w:r w:rsidRPr="00CD6797">
        <w:rPr>
          <w:rStyle w:val="Commitment"/>
        </w:rPr>
        <w:t>NUREG-2165, “Safety Culture Common Language)</w:t>
      </w:r>
    </w:p>
    <w:p w14:paraId="559F6292" w14:textId="77777777" w:rsidR="006E1A5C" w:rsidRPr="00CD6797" w:rsidRDefault="006E1A5C" w:rsidP="00287222">
      <w:pPr>
        <w:pStyle w:val="BodyText"/>
        <w:numPr>
          <w:ilvl w:val="0"/>
          <w:numId w:val="36"/>
        </w:numPr>
        <w:rPr>
          <w:rStyle w:val="Commitment"/>
        </w:rPr>
      </w:pPr>
      <w:r w:rsidRPr="00CD6797">
        <w:rPr>
          <w:rStyle w:val="Commitment"/>
        </w:rPr>
        <w:t xml:space="preserve">IMC 0613, Appendix </w:t>
      </w:r>
      <w:r w:rsidR="00997500" w:rsidRPr="00CD6797">
        <w:rPr>
          <w:rStyle w:val="Commitment"/>
        </w:rPr>
        <w:t>F</w:t>
      </w:r>
      <w:r w:rsidRPr="00CD6797">
        <w:rPr>
          <w:rStyle w:val="Commitment"/>
        </w:rPr>
        <w:t xml:space="preserve">, “Construction Cross-Cutting Areas and </w:t>
      </w:r>
      <w:r w:rsidR="00997500" w:rsidRPr="00CD6797">
        <w:rPr>
          <w:rStyle w:val="Commitment"/>
        </w:rPr>
        <w:t>Aspects</w:t>
      </w:r>
      <w:r w:rsidRPr="00CD6797">
        <w:rPr>
          <w:rStyle w:val="Commitment"/>
        </w:rPr>
        <w:t>”</w:t>
      </w:r>
    </w:p>
    <w:p w14:paraId="152D47A9" w14:textId="0D81AA78" w:rsidR="00E26953" w:rsidRDefault="00B75B2D" w:rsidP="00287222">
      <w:pPr>
        <w:pStyle w:val="JOURNALHeading2"/>
      </w:pPr>
      <w:r w:rsidRPr="00E26953">
        <w:t>EVALUATIO</w:t>
      </w:r>
      <w:r w:rsidR="006A19B9" w:rsidRPr="00E26953">
        <w:t>N</w:t>
      </w:r>
      <w:r w:rsidR="00E26953">
        <w:t xml:space="preserve"> </w:t>
      </w:r>
      <w:r w:rsidR="006A19B9" w:rsidRPr="00E26953">
        <w:t>CRITERIA:</w:t>
      </w:r>
    </w:p>
    <w:p w14:paraId="72802521" w14:textId="0EF933F8" w:rsidR="00B75B2D" w:rsidRPr="00E26953" w:rsidRDefault="00B75B2D" w:rsidP="00287222">
      <w:pPr>
        <w:pStyle w:val="BodyText"/>
      </w:pPr>
      <w:r w:rsidRPr="00287222">
        <w:t xml:space="preserve">At the completion of this activity, you should be able to </w:t>
      </w:r>
      <w:r w:rsidR="00F036CA" w:rsidRPr="00CA0338">
        <w:rPr>
          <w:rStyle w:val="Commitment"/>
        </w:rPr>
        <w:t>d</w:t>
      </w:r>
      <w:r w:rsidRPr="00CA0338">
        <w:rPr>
          <w:rStyle w:val="Commitment"/>
        </w:rPr>
        <w:t xml:space="preserve">iscuss general safety culture aspects and the graded ROP </w:t>
      </w:r>
      <w:r w:rsidR="00E45FBE" w:rsidRPr="00CA0338">
        <w:rPr>
          <w:rStyle w:val="Commitment"/>
        </w:rPr>
        <w:t xml:space="preserve">(cROP for construction inspectors) </w:t>
      </w:r>
      <w:r w:rsidRPr="00CA0338">
        <w:rPr>
          <w:rStyle w:val="Commitment"/>
        </w:rPr>
        <w:t>approach to recognizing potential weaknesses in licensee safety culture and taking appropriate agency actions.</w:t>
      </w:r>
    </w:p>
    <w:p w14:paraId="31F7253C" w14:textId="3A20C010" w:rsidR="00B71EC3" w:rsidRPr="00E26953" w:rsidRDefault="006A19B9" w:rsidP="00287222">
      <w:pPr>
        <w:pStyle w:val="JOURNALHeading2"/>
      </w:pPr>
      <w:r w:rsidRPr="00E26953">
        <w:t>TASKS:</w:t>
      </w:r>
    </w:p>
    <w:p w14:paraId="359E958E" w14:textId="7A673D63" w:rsidR="00FC4782" w:rsidRPr="00CA0338" w:rsidRDefault="00FC4782" w:rsidP="00287222">
      <w:pPr>
        <w:pStyle w:val="BodyText"/>
        <w:numPr>
          <w:ilvl w:val="0"/>
          <w:numId w:val="37"/>
        </w:numPr>
        <w:rPr>
          <w:rStyle w:val="Commitment"/>
        </w:rPr>
      </w:pPr>
      <w:r w:rsidRPr="00CA0338">
        <w:rPr>
          <w:rStyle w:val="Commitment"/>
        </w:rPr>
        <w:t xml:space="preserve">Review referenced </w:t>
      </w:r>
      <w:r w:rsidR="006674A2" w:rsidRPr="00CA0338">
        <w:rPr>
          <w:rStyle w:val="Commitment"/>
        </w:rPr>
        <w:t xml:space="preserve">Safety Culture </w:t>
      </w:r>
      <w:r w:rsidR="001B5A4E" w:rsidRPr="00CA0338">
        <w:rPr>
          <w:rStyle w:val="Commitment"/>
        </w:rPr>
        <w:t>Training</w:t>
      </w:r>
      <w:r w:rsidR="006C066E" w:rsidRPr="00CA0338">
        <w:rPr>
          <w:rStyle w:val="Commitment"/>
        </w:rPr>
        <w:t xml:space="preserve"> and inspection procedures</w:t>
      </w:r>
      <w:r w:rsidR="00532975" w:rsidRPr="00CA0338">
        <w:rPr>
          <w:rStyle w:val="Commitment"/>
        </w:rPr>
        <w:t>.</w:t>
      </w:r>
    </w:p>
    <w:p w14:paraId="5D0A6281" w14:textId="77777777" w:rsidR="00B75B2D" w:rsidRPr="00CA0338" w:rsidRDefault="00B75B2D" w:rsidP="00287222">
      <w:pPr>
        <w:pStyle w:val="BodyText"/>
        <w:numPr>
          <w:ilvl w:val="0"/>
          <w:numId w:val="37"/>
        </w:numPr>
        <w:rPr>
          <w:rStyle w:val="Commitment"/>
        </w:rPr>
      </w:pPr>
      <w:r w:rsidRPr="00CA0338">
        <w:rPr>
          <w:rStyle w:val="Commitment"/>
        </w:rPr>
        <w:t>Define safety culture and safety conscious work environment (SCWE) and discuss why they are important</w:t>
      </w:r>
      <w:r w:rsidR="00463324" w:rsidRPr="00CA0338">
        <w:rPr>
          <w:rStyle w:val="Commitment"/>
        </w:rPr>
        <w:t>,</w:t>
      </w:r>
      <w:r w:rsidR="00281F6A" w:rsidRPr="00CA0338">
        <w:rPr>
          <w:rStyle w:val="Commitment"/>
        </w:rPr>
        <w:t xml:space="preserve"> how they are different</w:t>
      </w:r>
      <w:r w:rsidR="00463324" w:rsidRPr="00CA0338">
        <w:rPr>
          <w:rStyle w:val="Commitment"/>
        </w:rPr>
        <w:t>, and how they support each other.</w:t>
      </w:r>
    </w:p>
    <w:p w14:paraId="159A2B9F" w14:textId="3B26A4DE" w:rsidR="00B75B2D" w:rsidRPr="00CA0338" w:rsidRDefault="00B75B2D" w:rsidP="00287222">
      <w:pPr>
        <w:pStyle w:val="BodyText"/>
        <w:numPr>
          <w:ilvl w:val="0"/>
          <w:numId w:val="37"/>
        </w:numPr>
        <w:rPr>
          <w:rStyle w:val="Commitment"/>
        </w:rPr>
      </w:pPr>
      <w:r w:rsidRPr="00CA0338">
        <w:rPr>
          <w:rStyle w:val="Commitment"/>
        </w:rPr>
        <w:t xml:space="preserve">Explain the relationship of the cross-cutting areas with the safety culture </w:t>
      </w:r>
      <w:r w:rsidR="00AD39BB" w:rsidRPr="00CA0338">
        <w:rPr>
          <w:rStyle w:val="Commitment"/>
        </w:rPr>
        <w:t>aspects</w:t>
      </w:r>
      <w:r w:rsidRPr="00CA0338">
        <w:rPr>
          <w:rStyle w:val="Commitment"/>
        </w:rPr>
        <w:t xml:space="preserve">. (For power reactor </w:t>
      </w:r>
      <w:r w:rsidR="00E45FBE" w:rsidRPr="00CA0338">
        <w:rPr>
          <w:rStyle w:val="Commitment"/>
        </w:rPr>
        <w:t xml:space="preserve">and construction </w:t>
      </w:r>
      <w:r w:rsidRPr="00CA0338">
        <w:rPr>
          <w:rStyle w:val="Commitment"/>
        </w:rPr>
        <w:t>inspectors only.)</w:t>
      </w:r>
    </w:p>
    <w:p w14:paraId="417D34D5" w14:textId="548FA586" w:rsidR="00B75B2D" w:rsidRPr="00E26953" w:rsidRDefault="00B75B2D" w:rsidP="00287222">
      <w:pPr>
        <w:pStyle w:val="BodyText"/>
        <w:numPr>
          <w:ilvl w:val="0"/>
          <w:numId w:val="37"/>
        </w:numPr>
      </w:pPr>
      <w:r w:rsidRPr="00CA0338">
        <w:rPr>
          <w:rStyle w:val="Commitment"/>
        </w:rPr>
        <w:lastRenderedPageBreak/>
        <w:t>Discuss how the causes and cross-cutting aspects would be identified and documented for several current or hypothetical inspection findings. (For power reactor</w:t>
      </w:r>
      <w:r w:rsidR="00214A44" w:rsidRPr="00CA0338">
        <w:rPr>
          <w:rStyle w:val="Commitment"/>
        </w:rPr>
        <w:t xml:space="preserve"> and construction</w:t>
      </w:r>
      <w:r w:rsidRPr="00CA0338">
        <w:rPr>
          <w:rStyle w:val="Commitment"/>
        </w:rPr>
        <w:t xml:space="preserve"> inspectors only.)</w:t>
      </w:r>
    </w:p>
    <w:p w14:paraId="4390FA50" w14:textId="63A9F218" w:rsidR="00F70056" w:rsidRPr="00CA0338" w:rsidRDefault="00F70056" w:rsidP="00287222">
      <w:pPr>
        <w:pStyle w:val="BodyText"/>
        <w:numPr>
          <w:ilvl w:val="0"/>
          <w:numId w:val="37"/>
        </w:numPr>
        <w:rPr>
          <w:rStyle w:val="Commitment"/>
        </w:rPr>
      </w:pPr>
      <w:r w:rsidRPr="00CA0338">
        <w:rPr>
          <w:rStyle w:val="Commitment"/>
        </w:rPr>
        <w:t>Review the Safety Culture Policy Statement</w:t>
      </w:r>
      <w:r w:rsidR="00AC1557" w:rsidRPr="00CA0338">
        <w:rPr>
          <w:rStyle w:val="Commitment"/>
        </w:rPr>
        <w:t xml:space="preserve">. </w:t>
      </w:r>
      <w:r w:rsidR="00464BA1" w:rsidRPr="00CA0338">
        <w:rPr>
          <w:rStyle w:val="Commitment"/>
        </w:rPr>
        <w:t>Discuss</w:t>
      </w:r>
      <w:r w:rsidR="00697CE9" w:rsidRPr="00CA0338">
        <w:rPr>
          <w:rStyle w:val="Commitment"/>
        </w:rPr>
        <w:t xml:space="preserve"> </w:t>
      </w:r>
      <w:r w:rsidR="00AC1557" w:rsidRPr="00CA0338">
        <w:rPr>
          <w:rStyle w:val="Commitment"/>
        </w:rPr>
        <w:t xml:space="preserve">the nine traits listed in that policy </w:t>
      </w:r>
      <w:r w:rsidR="00620E11" w:rsidRPr="00CA0338">
        <w:rPr>
          <w:rStyle w:val="Commitment"/>
        </w:rPr>
        <w:t xml:space="preserve">along </w:t>
      </w:r>
      <w:r w:rsidR="00AC1557" w:rsidRPr="00CA0338">
        <w:rPr>
          <w:rStyle w:val="Commitment"/>
        </w:rPr>
        <w:t xml:space="preserve">with the cross-cutting </w:t>
      </w:r>
      <w:r w:rsidR="00AD39BB" w:rsidRPr="00CA0338">
        <w:rPr>
          <w:rStyle w:val="Commitment"/>
        </w:rPr>
        <w:t>aspects</w:t>
      </w:r>
      <w:r w:rsidR="00AC1557" w:rsidRPr="00CA0338">
        <w:rPr>
          <w:rStyle w:val="Commitment"/>
        </w:rPr>
        <w:t xml:space="preserve"> listed in IMC</w:t>
      </w:r>
      <w:r w:rsidR="002D7F73" w:rsidRPr="00CA0338">
        <w:rPr>
          <w:rStyle w:val="Commitment"/>
        </w:rPr>
        <w:t> </w:t>
      </w:r>
      <w:r w:rsidR="00AC1557" w:rsidRPr="00CA0338">
        <w:rPr>
          <w:rStyle w:val="Commitment"/>
        </w:rPr>
        <w:t>0</w:t>
      </w:r>
      <w:r w:rsidR="002934D2" w:rsidRPr="00CA0338">
        <w:rPr>
          <w:rStyle w:val="Commitment"/>
        </w:rPr>
        <w:t>3</w:t>
      </w:r>
      <w:r w:rsidR="00AC1557" w:rsidRPr="00CA0338">
        <w:rPr>
          <w:rStyle w:val="Commitment"/>
        </w:rPr>
        <w:t>10</w:t>
      </w:r>
      <w:r w:rsidR="00620E11" w:rsidRPr="00CA0338">
        <w:rPr>
          <w:rStyle w:val="Commitment"/>
        </w:rPr>
        <w:t>,</w:t>
      </w:r>
      <w:r w:rsidR="00AC1557" w:rsidRPr="00CA0338">
        <w:rPr>
          <w:rStyle w:val="Commitment"/>
        </w:rPr>
        <w:t xml:space="preserve"> and </w:t>
      </w:r>
      <w:r w:rsidR="00620E11" w:rsidRPr="00CA0338">
        <w:rPr>
          <w:rStyle w:val="Commitment"/>
        </w:rPr>
        <w:t xml:space="preserve">the corresponding examples found in NUREG-2165. </w:t>
      </w:r>
      <w:r w:rsidR="00214A44" w:rsidRPr="00CA0338">
        <w:rPr>
          <w:rStyle w:val="Commitment"/>
        </w:rPr>
        <w:t>The construction cross-cutting</w:t>
      </w:r>
      <w:r w:rsidR="00E121DB" w:rsidRPr="00CA0338">
        <w:rPr>
          <w:rStyle w:val="Commitment"/>
        </w:rPr>
        <w:t xml:space="preserve"> aspects</w:t>
      </w:r>
      <w:r w:rsidR="00214A44" w:rsidRPr="00CA0338">
        <w:rPr>
          <w:rStyle w:val="Commitment"/>
        </w:rPr>
        <w:t xml:space="preserve"> are listed in IMC 0613, Appendix F for construction inspectors)</w:t>
      </w:r>
    </w:p>
    <w:p w14:paraId="3E4878A0" w14:textId="77777777" w:rsidR="00B75B2D" w:rsidRPr="00CA0338" w:rsidRDefault="00B75B2D" w:rsidP="00287222">
      <w:pPr>
        <w:pStyle w:val="BodyText"/>
        <w:numPr>
          <w:ilvl w:val="0"/>
          <w:numId w:val="37"/>
        </w:numPr>
        <w:rPr>
          <w:rStyle w:val="Commitment"/>
        </w:rPr>
      </w:pPr>
      <w:r w:rsidRPr="00CA0338">
        <w:rPr>
          <w:rStyle w:val="Commitment"/>
        </w:rPr>
        <w:t>Discuss the agency</w:t>
      </w:r>
      <w:r w:rsidR="0065738F" w:rsidRPr="00CA0338">
        <w:rPr>
          <w:rStyle w:val="Commitment"/>
        </w:rPr>
        <w:t>’</w:t>
      </w:r>
      <w:r w:rsidRPr="00CA0338">
        <w:rPr>
          <w:rStyle w:val="Commitment"/>
        </w:rPr>
        <w:t>s graded approach to dealing with potential safety culture issues as licensee performance declines.</w:t>
      </w:r>
    </w:p>
    <w:p w14:paraId="5D827E7D" w14:textId="67117386" w:rsidR="00B75B2D" w:rsidRPr="00E26953" w:rsidRDefault="00B75B2D" w:rsidP="00287222">
      <w:pPr>
        <w:pStyle w:val="BodyText"/>
        <w:numPr>
          <w:ilvl w:val="0"/>
          <w:numId w:val="37"/>
        </w:numPr>
      </w:pPr>
      <w:r w:rsidRPr="00CA0338">
        <w:rPr>
          <w:rStyle w:val="Commitment"/>
        </w:rPr>
        <w:t>Meet with your supervisor</w:t>
      </w:r>
      <w:r w:rsidR="00620E11" w:rsidRPr="00CA0338">
        <w:rPr>
          <w:rStyle w:val="Commitment"/>
        </w:rPr>
        <w:t>,</w:t>
      </w:r>
      <w:r w:rsidRPr="00CA0338">
        <w:rPr>
          <w:rStyle w:val="Commitment"/>
        </w:rPr>
        <w:t xml:space="preserve"> a qualified operations resident inspector</w:t>
      </w:r>
      <w:r w:rsidR="00620E11" w:rsidRPr="00CA0338">
        <w:rPr>
          <w:rStyle w:val="Commitment"/>
        </w:rPr>
        <w:t>, or a qualified Safety Culture Assessor</w:t>
      </w:r>
      <w:r w:rsidR="00214A44" w:rsidRPr="00CA0338">
        <w:rPr>
          <w:rStyle w:val="Commitment"/>
        </w:rPr>
        <w:t xml:space="preserve"> (or a qualified construction resident inspector for construction inspectors)</w:t>
      </w:r>
      <w:r w:rsidRPr="00CA0338">
        <w:rPr>
          <w:rStyle w:val="Commitment"/>
        </w:rPr>
        <w:t xml:space="preserve"> to discuss any questions that you may have as a result of this activity and demonstrate that you can meet the evaluation criteria listed above. </w:t>
      </w:r>
      <w:r w:rsidRPr="00E26953">
        <w:t>[C2]</w:t>
      </w:r>
    </w:p>
    <w:p w14:paraId="6C44DF9B" w14:textId="33CB5421" w:rsidR="00B75B2D" w:rsidRPr="00E26953" w:rsidRDefault="00C44545" w:rsidP="00287222">
      <w:pPr>
        <w:pStyle w:val="JOURNALHeading2"/>
      </w:pPr>
      <w:r w:rsidRPr="00E26953">
        <w:t>DOCUMENTATION:</w:t>
      </w:r>
      <w:r w:rsidR="00986B80" w:rsidRPr="00E26953">
        <w:tab/>
      </w:r>
      <w:r w:rsidR="00B75B2D" w:rsidRPr="00E26953">
        <w:t>General Proficiency Qualification Signature Card Item ISA</w:t>
      </w:r>
      <w:r w:rsidR="00CB0B6C" w:rsidRPr="00E26953">
        <w:noBreakHyphen/>
      </w:r>
      <w:r w:rsidR="00B75B2D" w:rsidRPr="00E26953">
        <w:t>General</w:t>
      </w:r>
      <w:r w:rsidR="00CB0B6C" w:rsidRPr="00E26953">
        <w:noBreakHyphen/>
      </w:r>
      <w:r w:rsidR="00B75B2D" w:rsidRPr="00E26953">
        <w:t>4</w:t>
      </w:r>
    </w:p>
    <w:p w14:paraId="6724E840" w14:textId="77777777" w:rsidR="00A13AB7" w:rsidRDefault="00A13AB7" w:rsidP="00A13AB7">
      <w:pPr>
        <w:pStyle w:val="BodyText"/>
        <w:sectPr w:rsidR="00A13AB7" w:rsidSect="00DC4C97">
          <w:pgSz w:w="12240" w:h="15840"/>
          <w:pgMar w:top="1440" w:right="1440" w:bottom="1440" w:left="1440" w:header="720" w:footer="720" w:gutter="0"/>
          <w:cols w:space="720"/>
          <w:docGrid w:linePitch="360"/>
        </w:sectPr>
      </w:pPr>
    </w:p>
    <w:p w14:paraId="0DEEC18F" w14:textId="426FA091" w:rsidR="00A13AB7" w:rsidRDefault="00A13AB7" w:rsidP="00A13AB7">
      <w:pPr>
        <w:pStyle w:val="SectionTitlePage"/>
      </w:pPr>
      <w:r w:rsidRPr="00BD7590">
        <w:rPr>
          <w:bCs/>
        </w:rPr>
        <w:lastRenderedPageBreak/>
        <w:t>General Proficiency</w:t>
      </w:r>
      <w:r>
        <w:br/>
        <w:t>On-the-Job Activities</w:t>
      </w:r>
    </w:p>
    <w:p w14:paraId="1B844A6B" w14:textId="77777777" w:rsidR="00A13AB7" w:rsidRDefault="00A13AB7" w:rsidP="00A13AB7">
      <w:pPr>
        <w:pStyle w:val="SectionTitlePage"/>
        <w:sectPr w:rsidR="00A13AB7" w:rsidSect="00EA04BD">
          <w:pgSz w:w="12240" w:h="15840"/>
          <w:pgMar w:top="1440" w:right="1440" w:bottom="1440" w:left="1440" w:header="720" w:footer="720" w:gutter="0"/>
          <w:cols w:space="720"/>
          <w:vAlign w:val="center"/>
          <w:docGrid w:linePitch="360"/>
        </w:sectPr>
      </w:pPr>
    </w:p>
    <w:p w14:paraId="6A135CE1" w14:textId="094B5BBB" w:rsidR="00B75B2D" w:rsidRPr="005E5384" w:rsidRDefault="00B75B2D" w:rsidP="00117286">
      <w:pPr>
        <w:pStyle w:val="JournalTOPIC"/>
      </w:pPr>
      <w:bookmarkStart w:id="40" w:name="_Toc134537513"/>
      <w:r w:rsidRPr="005E5384">
        <w:lastRenderedPageBreak/>
        <w:t xml:space="preserve">(OJT-General-1) Emergency Drill/Exercise Observation </w:t>
      </w:r>
      <w:ins w:id="41" w:author="Madeleine Arel (She/Her)" w:date="2023-05-09T14:11:00Z">
        <w:r w:rsidR="00B25272">
          <w:br/>
        </w:r>
      </w:ins>
      <w:r w:rsidRPr="005E5384">
        <w:t xml:space="preserve">(for power reactor </w:t>
      </w:r>
      <w:r w:rsidR="00214A44" w:rsidRPr="005E5384">
        <w:t>and construction</w:t>
      </w:r>
      <w:r w:rsidR="005650EE">
        <w:t xml:space="preserve"> </w:t>
      </w:r>
      <w:r w:rsidRPr="005E5384">
        <w:t>inspectors only</w:t>
      </w:r>
      <w:r w:rsidR="005E5384" w:rsidRPr="005E5384">
        <w:t>)</w:t>
      </w:r>
      <w:bookmarkEnd w:id="40"/>
    </w:p>
    <w:p w14:paraId="55C6A89F" w14:textId="77777777" w:rsidR="00F71A79" w:rsidRDefault="00193896" w:rsidP="005650EE">
      <w:pPr>
        <w:pStyle w:val="JOURNALHeading2"/>
      </w:pPr>
      <w:r w:rsidRPr="00BD7590">
        <w:t>PURPOSE:</w:t>
      </w:r>
    </w:p>
    <w:p w14:paraId="555C8D49" w14:textId="2B0AD5F9" w:rsidR="005E5384" w:rsidRPr="00986B80" w:rsidRDefault="00B75B2D" w:rsidP="00F71A79">
      <w:pPr>
        <w:pStyle w:val="BodyText"/>
      </w:pPr>
      <w:r w:rsidRPr="00986B80">
        <w:t>The conduct of an emergency drill/exercise allows the licensee to assess emergency response performance and the effective correction of previously identified weaknesses</w:t>
      </w:r>
      <w:r w:rsidR="00E65294" w:rsidRPr="00986B80">
        <w:t xml:space="preserve">. </w:t>
      </w:r>
      <w:r w:rsidRPr="00986B80">
        <w:t>It permits the evaluation of the level of quality of emergency response training, emergency plan implementing procedures, facility and equipment readiness, personnel performance, organizational and management changes, and communications equipment readiness</w:t>
      </w:r>
      <w:r w:rsidR="00E65294" w:rsidRPr="00986B80">
        <w:t xml:space="preserve">. </w:t>
      </w:r>
      <w:r w:rsidRPr="00986B80">
        <w:t>This activity will permit you, the observer, to realize the scope of involvement of your particular discipline during a declared emergency at a nuclear power facility.</w:t>
      </w:r>
    </w:p>
    <w:p w14:paraId="1D3FC21A" w14:textId="2FB9E2B3" w:rsidR="00B75B2D" w:rsidRPr="00986B80" w:rsidRDefault="00F749D5" w:rsidP="00F71A79">
      <w:pPr>
        <w:pStyle w:val="BodyText"/>
      </w:pPr>
      <w:ins w:id="42" w:author="Madeleine Arel (She/Her)" w:date="2023-05-16T16:09:00Z">
        <w:r w:rsidRPr="00986B80">
          <w:t xml:space="preserve">Note that </w:t>
        </w:r>
      </w:ins>
      <w:r w:rsidR="005E5384" w:rsidRPr="00986B80">
        <w:t>observations of drills for research and test reactors are addressed in IM</w:t>
      </w:r>
      <w:r w:rsidR="001C4511">
        <w:t xml:space="preserve">C </w:t>
      </w:r>
      <w:r w:rsidR="005E5384" w:rsidRPr="00986B80">
        <w:t>1245, Appendix C5, OJT-RT-1.</w:t>
      </w:r>
    </w:p>
    <w:p w14:paraId="7F30356F" w14:textId="59CD77FA" w:rsidR="00B75B2D" w:rsidRPr="00986B80" w:rsidRDefault="00B75B2D" w:rsidP="00807F84">
      <w:pPr>
        <w:pStyle w:val="JOURNALHeading2"/>
      </w:pPr>
      <w:r w:rsidRPr="00986B80">
        <w:t>COMPETENCY</w:t>
      </w:r>
      <w:r w:rsidR="00F71A79">
        <w:t xml:space="preserve"> </w:t>
      </w:r>
      <w:r w:rsidR="00193896" w:rsidRPr="00986B80">
        <w:t>AREAS:</w:t>
      </w:r>
      <w:r w:rsidR="00193896" w:rsidRPr="00986B80">
        <w:tab/>
      </w:r>
      <w:r w:rsidRPr="00986B80">
        <w:t>REGULATORY FRAMEWORK</w:t>
      </w:r>
      <w:r w:rsidR="00717478">
        <w:br/>
      </w:r>
      <w:r w:rsidRPr="00986B80">
        <w:t>INSPECTION</w:t>
      </w:r>
    </w:p>
    <w:p w14:paraId="417EDA6A" w14:textId="18470377" w:rsidR="00B75B2D" w:rsidRPr="00986B80" w:rsidRDefault="00B75B2D" w:rsidP="00807F84">
      <w:pPr>
        <w:pStyle w:val="JOURNALHeading2"/>
      </w:pPr>
      <w:r w:rsidRPr="00986B80">
        <w:t>LEVEL OF</w:t>
      </w:r>
      <w:r w:rsidR="00807F84">
        <w:t xml:space="preserve"> </w:t>
      </w:r>
      <w:r w:rsidR="00193896" w:rsidRPr="00986B80">
        <w:t>EFFORT:</w:t>
      </w:r>
      <w:r w:rsidR="00193896" w:rsidRPr="00986B80">
        <w:tab/>
      </w:r>
      <w:r w:rsidRPr="00986B80">
        <w:t>24 hours</w:t>
      </w:r>
    </w:p>
    <w:p w14:paraId="17230EE2" w14:textId="5D262A58" w:rsidR="00D511A1" w:rsidRDefault="00193896" w:rsidP="00807F84">
      <w:pPr>
        <w:pStyle w:val="JOURNALHeading2"/>
      </w:pPr>
      <w:r w:rsidRPr="00807F84">
        <w:rPr>
          <w:bCs w:val="0"/>
        </w:rPr>
        <w:t>REFERENCES</w:t>
      </w:r>
      <w:r w:rsidR="00D511A1">
        <w:t>:</w:t>
      </w:r>
    </w:p>
    <w:p w14:paraId="6F5FDC22" w14:textId="59BF7E68" w:rsidR="00B75B2D" w:rsidRPr="001573BE" w:rsidRDefault="00B75B2D" w:rsidP="00807F84">
      <w:pPr>
        <w:pStyle w:val="BodyText"/>
        <w:numPr>
          <w:ilvl w:val="0"/>
          <w:numId w:val="38"/>
        </w:numPr>
      </w:pPr>
      <w:r w:rsidRPr="001573BE">
        <w:t xml:space="preserve">IP 71114.01, </w:t>
      </w:r>
      <w:r w:rsidR="0065738F" w:rsidRPr="001573BE">
        <w:t>“</w:t>
      </w:r>
      <w:r w:rsidRPr="001573BE">
        <w:t>Exercise Evaluation</w:t>
      </w:r>
      <w:r w:rsidR="0065738F" w:rsidRPr="001573BE">
        <w:t>”</w:t>
      </w:r>
    </w:p>
    <w:p w14:paraId="7C0E6C17" w14:textId="77777777" w:rsidR="00B75B2D" w:rsidRPr="001573BE" w:rsidRDefault="00B75B2D" w:rsidP="00807F84">
      <w:pPr>
        <w:pStyle w:val="BodyText"/>
        <w:numPr>
          <w:ilvl w:val="0"/>
          <w:numId w:val="38"/>
        </w:numPr>
      </w:pPr>
      <w:r w:rsidRPr="001573BE">
        <w:t xml:space="preserve">IP 71114.06, </w:t>
      </w:r>
      <w:r w:rsidR="0065738F" w:rsidRPr="001573BE">
        <w:t>“</w:t>
      </w:r>
      <w:r w:rsidRPr="001573BE">
        <w:t>Drill Evaluation</w:t>
      </w:r>
      <w:r w:rsidR="0065738F" w:rsidRPr="001573BE">
        <w:t>”</w:t>
      </w:r>
    </w:p>
    <w:p w14:paraId="0236145A" w14:textId="77777777" w:rsidR="00367D72" w:rsidRPr="001573BE" w:rsidRDefault="00367D72" w:rsidP="00807F84">
      <w:pPr>
        <w:pStyle w:val="BodyText"/>
        <w:numPr>
          <w:ilvl w:val="0"/>
          <w:numId w:val="38"/>
        </w:numPr>
      </w:pPr>
      <w:r w:rsidRPr="001573BE">
        <w:t>IP 71114.07, “Exercise Evaluation - Hostile Action (HA) Event”</w:t>
      </w:r>
    </w:p>
    <w:p w14:paraId="6CEAA268" w14:textId="77777777" w:rsidR="00367D72" w:rsidRPr="001573BE" w:rsidRDefault="00367D72" w:rsidP="00807F84">
      <w:pPr>
        <w:pStyle w:val="BodyText"/>
        <w:numPr>
          <w:ilvl w:val="0"/>
          <w:numId w:val="38"/>
        </w:numPr>
      </w:pPr>
      <w:r w:rsidRPr="001573BE">
        <w:t>IP 71114.08, “Exercise Evaluation – Scenario Review”</w:t>
      </w:r>
    </w:p>
    <w:p w14:paraId="4A2A9A79" w14:textId="77777777" w:rsidR="00B75B2D" w:rsidRPr="001573BE" w:rsidRDefault="00B75B2D" w:rsidP="00807F84">
      <w:pPr>
        <w:pStyle w:val="BodyText"/>
        <w:numPr>
          <w:ilvl w:val="0"/>
          <w:numId w:val="38"/>
        </w:numPr>
      </w:pPr>
      <w:r w:rsidRPr="001573BE">
        <w:t xml:space="preserve">Section IV.F of Appendix E, </w:t>
      </w:r>
      <w:r w:rsidR="0065738F" w:rsidRPr="001573BE">
        <w:t>“</w:t>
      </w:r>
      <w:r w:rsidRPr="001573BE">
        <w:t>Emergency Planning and Preparedness for Production and Utilization Facilities,</w:t>
      </w:r>
      <w:r w:rsidR="0065738F" w:rsidRPr="001573BE">
        <w:t>”</w:t>
      </w:r>
      <w:r w:rsidRPr="001573BE">
        <w:t xml:space="preserve"> to 10 CFR Part 50</w:t>
      </w:r>
    </w:p>
    <w:p w14:paraId="22F63521" w14:textId="77777777" w:rsidR="00B75B2D" w:rsidRPr="001573BE" w:rsidRDefault="00B75B2D" w:rsidP="00807F84">
      <w:pPr>
        <w:pStyle w:val="BodyText"/>
        <w:numPr>
          <w:ilvl w:val="0"/>
          <w:numId w:val="38"/>
        </w:numPr>
      </w:pPr>
      <w:r w:rsidRPr="001573BE">
        <w:t>10 CFR 50.47(b)</w:t>
      </w:r>
    </w:p>
    <w:p w14:paraId="3C6854B8" w14:textId="2A5995A9" w:rsidR="001573BE" w:rsidRDefault="00B75B2D" w:rsidP="00807F84">
      <w:pPr>
        <w:pStyle w:val="JOURNALHeading2"/>
      </w:pPr>
      <w:r w:rsidRPr="00807F84">
        <w:rPr>
          <w:bCs w:val="0"/>
        </w:rPr>
        <w:t>EVALUATION</w:t>
      </w:r>
      <w:r w:rsidR="00807F84">
        <w:rPr>
          <w:bCs w:val="0"/>
        </w:rPr>
        <w:t xml:space="preserve"> </w:t>
      </w:r>
      <w:r w:rsidR="00193896" w:rsidRPr="001573BE">
        <w:t>CRITERIA:</w:t>
      </w:r>
      <w:r w:rsidR="00193896" w:rsidRPr="001573BE">
        <w:tab/>
      </w:r>
    </w:p>
    <w:p w14:paraId="54D2E5C3" w14:textId="0986FC27" w:rsidR="00B75B2D" w:rsidRPr="001573BE" w:rsidRDefault="00B75B2D" w:rsidP="00807F84">
      <w:pPr>
        <w:pStyle w:val="BodyText"/>
      </w:pPr>
      <w:r w:rsidRPr="001573BE">
        <w:t>At the completion of this activity, you should be able to do the following:</w:t>
      </w:r>
    </w:p>
    <w:p w14:paraId="61E4634F" w14:textId="77777777" w:rsidR="00B75B2D" w:rsidRPr="001573BE" w:rsidRDefault="00B75B2D" w:rsidP="00807F84">
      <w:pPr>
        <w:pStyle w:val="BodyText"/>
        <w:numPr>
          <w:ilvl w:val="0"/>
          <w:numId w:val="39"/>
        </w:numPr>
      </w:pPr>
      <w:r w:rsidRPr="001573BE">
        <w:t>Discuss the Federal guidance for drill/exercise observations as described in IP 71114.01</w:t>
      </w:r>
      <w:r w:rsidR="00367D72" w:rsidRPr="001573BE">
        <w:t>,</w:t>
      </w:r>
      <w:r w:rsidRPr="001573BE">
        <w:t xml:space="preserve"> IP 71114.06</w:t>
      </w:r>
      <w:r w:rsidR="00367D72" w:rsidRPr="001573BE">
        <w:t>, IP 71114.07, and IP 71114.08</w:t>
      </w:r>
      <w:r w:rsidRPr="001573BE">
        <w:t>.</w:t>
      </w:r>
    </w:p>
    <w:p w14:paraId="6ED06EC2" w14:textId="77777777" w:rsidR="00807F84" w:rsidRDefault="00B75B2D" w:rsidP="00EE0355">
      <w:pPr>
        <w:pStyle w:val="BodyText"/>
        <w:numPr>
          <w:ilvl w:val="0"/>
          <w:numId w:val="39"/>
        </w:numPr>
      </w:pPr>
      <w:r w:rsidRPr="001573BE">
        <w:t>Identify activities that will occur with regard to your discipline during the performance of an emergency drill/exercise.</w:t>
      </w:r>
    </w:p>
    <w:p w14:paraId="32EF95AF" w14:textId="014C7FD3" w:rsidR="00807F84" w:rsidRDefault="00B75B2D" w:rsidP="00EE0355">
      <w:pPr>
        <w:pStyle w:val="BodyText"/>
        <w:numPr>
          <w:ilvl w:val="0"/>
          <w:numId w:val="39"/>
        </w:numPr>
      </w:pPr>
      <w:r w:rsidRPr="001573BE">
        <w:t>Discuss the NRC and licensee processes for documenting and handling weaknesses and deficiencies identified during a drill/exercise.</w:t>
      </w:r>
    </w:p>
    <w:p w14:paraId="41E38175" w14:textId="2C5779FC" w:rsidR="00B75B2D" w:rsidRPr="001573BE" w:rsidRDefault="00B75B2D" w:rsidP="00FC4101">
      <w:pPr>
        <w:pStyle w:val="BodyText"/>
        <w:numPr>
          <w:ilvl w:val="0"/>
          <w:numId w:val="39"/>
        </w:numPr>
      </w:pPr>
      <w:r w:rsidRPr="001573BE">
        <w:lastRenderedPageBreak/>
        <w:t>Discuss the NRC</w:t>
      </w:r>
      <w:r w:rsidR="0065738F" w:rsidRPr="001573BE">
        <w:t>’</w:t>
      </w:r>
      <w:r w:rsidRPr="001573BE">
        <w:t>s method of evaluating licensee performance during an emergency drill/exercise to determine whether it has met the planning standards of 10 CFR 50.47(b).</w:t>
      </w:r>
    </w:p>
    <w:p w14:paraId="65F202A4" w14:textId="77777777" w:rsidR="00B75B2D" w:rsidRPr="001573BE" w:rsidRDefault="00B75B2D" w:rsidP="00807F84">
      <w:pPr>
        <w:pStyle w:val="BodyText"/>
        <w:numPr>
          <w:ilvl w:val="0"/>
          <w:numId w:val="39"/>
        </w:numPr>
      </w:pPr>
      <w:r w:rsidRPr="001573BE">
        <w:t>Discuss the NRC</w:t>
      </w:r>
      <w:r w:rsidR="0065738F" w:rsidRPr="001573BE">
        <w:t>’</w:t>
      </w:r>
      <w:r w:rsidRPr="001573BE">
        <w:t xml:space="preserve">s method for </w:t>
      </w:r>
      <w:r w:rsidR="00193896" w:rsidRPr="001573BE">
        <w:t xml:space="preserve">evaluating licensee performance </w:t>
      </w:r>
      <w:r w:rsidRPr="001573BE">
        <w:t>during a drill/exercise to determine whether it has demonstrated the capability of providing reasonable assurance that adequate protective measures can be taken in the event of a declared emergency.</w:t>
      </w:r>
    </w:p>
    <w:p w14:paraId="734B3FEF" w14:textId="296B113E" w:rsidR="00B75B2D" w:rsidRPr="00BD7590" w:rsidRDefault="00193896" w:rsidP="00807F84">
      <w:pPr>
        <w:pStyle w:val="Journalboxnotes"/>
      </w:pPr>
      <w:r w:rsidRPr="00BD7590">
        <w:t>NOTE: Whenever possible, observe a drill or exercise at a site and focus on activities related to your technical discipline.</w:t>
      </w:r>
    </w:p>
    <w:p w14:paraId="424E4E6E" w14:textId="29B47378" w:rsidR="00E62182" w:rsidRDefault="007D6752" w:rsidP="00807F84">
      <w:pPr>
        <w:pStyle w:val="JOURNALHeading2"/>
      </w:pPr>
      <w:r w:rsidRPr="00807F84">
        <w:rPr>
          <w:bCs w:val="0"/>
        </w:rPr>
        <w:t>TASKS</w:t>
      </w:r>
      <w:r w:rsidRPr="00BD7590">
        <w:t>:</w:t>
      </w:r>
      <w:r w:rsidR="00807F84">
        <w:tab/>
      </w:r>
    </w:p>
    <w:p w14:paraId="0034E3BB" w14:textId="77777777" w:rsidR="00807F84" w:rsidRDefault="00B75B2D" w:rsidP="00807F84">
      <w:pPr>
        <w:pStyle w:val="BodyText"/>
        <w:numPr>
          <w:ilvl w:val="0"/>
          <w:numId w:val="40"/>
        </w:numPr>
      </w:pPr>
      <w:r w:rsidRPr="001573BE">
        <w:t>Review IP 71114.01</w:t>
      </w:r>
      <w:r w:rsidR="00367D72" w:rsidRPr="001573BE">
        <w:t>,</w:t>
      </w:r>
      <w:r w:rsidRPr="001573BE">
        <w:t xml:space="preserve"> IP 71114.06</w:t>
      </w:r>
      <w:r w:rsidR="00367D72" w:rsidRPr="001573BE">
        <w:t xml:space="preserve">, </w:t>
      </w:r>
      <w:r w:rsidR="004E2B9A" w:rsidRPr="001573BE">
        <w:t xml:space="preserve">IP 71114.07, </w:t>
      </w:r>
      <w:r w:rsidR="00367D72" w:rsidRPr="001573BE">
        <w:t>and IP 71114.0</w:t>
      </w:r>
      <w:r w:rsidR="004E2B9A" w:rsidRPr="001573BE">
        <w:t>8</w:t>
      </w:r>
      <w:r w:rsidRPr="001573BE">
        <w:t xml:space="preserve"> to identify the inspection attributes provided for drill/exercise performance evaluations. Discuss any questions with a senior emergency preparedness inspector.</w:t>
      </w:r>
    </w:p>
    <w:p w14:paraId="23C8DA04" w14:textId="4A926B60" w:rsidR="00807F84" w:rsidRDefault="00B75B2D" w:rsidP="00807F84">
      <w:pPr>
        <w:pStyle w:val="BodyText"/>
        <w:numPr>
          <w:ilvl w:val="0"/>
          <w:numId w:val="40"/>
        </w:numPr>
      </w:pPr>
      <w:r w:rsidRPr="001573BE">
        <w:t xml:space="preserve">Review the regulatory requirements with regard to emergency preparedness contained in 10 CFR 50.47(b) and </w:t>
      </w:r>
      <w:r w:rsidR="00A50421">
        <w:t>s</w:t>
      </w:r>
      <w:r w:rsidRPr="001573BE">
        <w:t>ection IV.F of Appendix E to 10 CFR Part 50.</w:t>
      </w:r>
    </w:p>
    <w:p w14:paraId="70979B91" w14:textId="22614A87" w:rsidR="00807F84" w:rsidRDefault="00B75B2D" w:rsidP="00807F84">
      <w:pPr>
        <w:pStyle w:val="BodyText"/>
        <w:numPr>
          <w:ilvl w:val="0"/>
          <w:numId w:val="40"/>
        </w:numPr>
      </w:pPr>
      <w:r w:rsidRPr="001573BE">
        <w:t>Obtain an emergency drill/exercise schedule for the applicable region. Coordinate your observation of an upcoming emergency drill/exercise with your supervisor, applicable regional senior emergency preparedness inspector, and site senior resident inspector</w:t>
      </w:r>
      <w:r w:rsidR="00E65294" w:rsidRPr="001573BE">
        <w:t xml:space="preserve">. </w:t>
      </w:r>
      <w:r w:rsidRPr="001573BE">
        <w:t>If possible, observe the drill at the site.</w:t>
      </w:r>
    </w:p>
    <w:p w14:paraId="09F89EC9" w14:textId="77777777" w:rsidR="00807F84" w:rsidRDefault="00B75B2D" w:rsidP="00807F84">
      <w:pPr>
        <w:pStyle w:val="BodyText"/>
        <w:numPr>
          <w:ilvl w:val="0"/>
          <w:numId w:val="40"/>
        </w:numPr>
      </w:pPr>
      <w:r w:rsidRPr="001573BE">
        <w:t>Become familiar with the applicable licensee emergency plan and implementing procedures</w:t>
      </w:r>
      <w:r w:rsidR="00E65294" w:rsidRPr="001573BE">
        <w:t xml:space="preserve">. </w:t>
      </w:r>
      <w:r w:rsidRPr="001573BE">
        <w:t>In particular, review those instructions for your discipline</w:t>
      </w:r>
      <w:r w:rsidR="0065738F" w:rsidRPr="001573BE">
        <w:t>’</w:t>
      </w:r>
      <w:r w:rsidRPr="001573BE">
        <w:t>s activities and involvement during a declared emergency and develop an understanding of their successful implementation.</w:t>
      </w:r>
    </w:p>
    <w:p w14:paraId="0AEE3318" w14:textId="0974E25B" w:rsidR="00807F84" w:rsidRDefault="009918A3" w:rsidP="00807F84">
      <w:pPr>
        <w:pStyle w:val="BodyText"/>
        <w:numPr>
          <w:ilvl w:val="0"/>
          <w:numId w:val="40"/>
        </w:numPr>
      </w:pPr>
      <w:r w:rsidRPr="001573BE">
        <w:t xml:space="preserve">Review </w:t>
      </w:r>
      <w:r w:rsidR="004E2B9A" w:rsidRPr="001573BE">
        <w:t>IP 71114.0</w:t>
      </w:r>
      <w:r w:rsidR="00976036" w:rsidRPr="001573BE">
        <w:t>7</w:t>
      </w:r>
      <w:r w:rsidRPr="001573BE">
        <w:t xml:space="preserve"> to identify the inspection attributes provided for exercise scenario reviews</w:t>
      </w:r>
      <w:r w:rsidR="00E65294" w:rsidRPr="001573BE">
        <w:t xml:space="preserve">. </w:t>
      </w:r>
      <w:r w:rsidR="00B75B2D" w:rsidRPr="001573BE">
        <w:t>Obtain and review a copy of the applicable licensee</w:t>
      </w:r>
      <w:r w:rsidR="0065738F" w:rsidRPr="001573BE">
        <w:t>’</w:t>
      </w:r>
      <w:r w:rsidR="00B75B2D" w:rsidRPr="001573BE">
        <w:t>s emergency drill/exercise scenario</w:t>
      </w:r>
      <w:r w:rsidR="00E65294" w:rsidRPr="001573BE">
        <w:t xml:space="preserve">. </w:t>
      </w:r>
      <w:r w:rsidR="00B75B2D" w:rsidRPr="001573BE">
        <w:t>Identify activities that will occur with regard to your discipline during the performance of the emergency drill/exercise and note the licensee expectations for success versus failure</w:t>
      </w:r>
      <w:r w:rsidR="00E65294" w:rsidRPr="001573BE">
        <w:t>.</w:t>
      </w:r>
    </w:p>
    <w:p w14:paraId="06DAE0F2" w14:textId="641C7135" w:rsidR="000E3C23" w:rsidRDefault="00B75B2D" w:rsidP="000E3C23">
      <w:pPr>
        <w:pStyle w:val="BodyText"/>
        <w:numPr>
          <w:ilvl w:val="0"/>
          <w:numId w:val="40"/>
        </w:numPr>
      </w:pPr>
      <w:r w:rsidRPr="001573BE">
        <w:t>Perform an independent observation of an emergency drill/exercise</w:t>
      </w:r>
      <w:r w:rsidR="00E65294" w:rsidRPr="001573BE">
        <w:t xml:space="preserve">. </w:t>
      </w:r>
      <w:r w:rsidRPr="001573BE">
        <w:t>Observe activities at several of the licensee emergency response facility locations, if possible (e.g., c</w:t>
      </w:r>
      <w:r w:rsidR="009F24E9" w:rsidRPr="001573BE">
        <w:t>ontrol room, operations support</w:t>
      </w:r>
      <w:r w:rsidR="001263EC" w:rsidRPr="001573BE">
        <w:t xml:space="preserve"> </w:t>
      </w:r>
      <w:r w:rsidRPr="001573BE">
        <w:t>center, technical support center, emergency operations facility, joint information center, field activities)</w:t>
      </w:r>
      <w:r w:rsidR="00E65294" w:rsidRPr="001573BE">
        <w:t xml:space="preserve">. </w:t>
      </w:r>
      <w:r w:rsidRPr="001573BE">
        <w:t>Take care not to interfere with licensee performance or evaluation of the drill/exercise</w:t>
      </w:r>
      <w:r w:rsidR="00E65294" w:rsidRPr="001573BE">
        <w:t xml:space="preserve">. </w:t>
      </w:r>
      <w:r w:rsidRPr="001573BE">
        <w:t>Do not prompt licensee participants or evaluators or provide your observations or conclusions regarding weaknesses or deficiencies during drill/exercise performance</w:t>
      </w:r>
      <w:r w:rsidR="00E65294" w:rsidRPr="001573BE">
        <w:t xml:space="preserve">. </w:t>
      </w:r>
      <w:r w:rsidRPr="001573BE">
        <w:t>Findings must be held confidential until after the formal licensee critique.</w:t>
      </w:r>
    </w:p>
    <w:p w14:paraId="5E7EB47B" w14:textId="77777777" w:rsidR="000E3C23" w:rsidRDefault="00B75B2D" w:rsidP="000E3C23">
      <w:pPr>
        <w:pStyle w:val="BodyText"/>
        <w:numPr>
          <w:ilvl w:val="0"/>
          <w:numId w:val="40"/>
        </w:numPr>
      </w:pPr>
      <w:r w:rsidRPr="001573BE">
        <w:t>During performance of the drill/exercise, note any possible weaknesses and/or deficiencies you observe</w:t>
      </w:r>
      <w:r w:rsidR="00E65294" w:rsidRPr="001573BE">
        <w:t xml:space="preserve">. </w:t>
      </w:r>
      <w:r w:rsidRPr="001573BE">
        <w:t>To aid in future discussions, obtain documentation of licensee activities during questionable performance.</w:t>
      </w:r>
    </w:p>
    <w:p w14:paraId="25DAF282" w14:textId="322FE847" w:rsidR="000E3C23" w:rsidRDefault="00B75B2D" w:rsidP="000E3C23">
      <w:pPr>
        <w:pStyle w:val="BodyText"/>
        <w:numPr>
          <w:ilvl w:val="0"/>
          <w:numId w:val="40"/>
        </w:numPr>
      </w:pPr>
      <w:r w:rsidRPr="001573BE">
        <w:lastRenderedPageBreak/>
        <w:t>Based on your observations, form an opinion as to whether the licensee has still met the planning standards of 10 CFR 50.47(b) in spite of any deficiency or weakness.</w:t>
      </w:r>
    </w:p>
    <w:p w14:paraId="102C59E4" w14:textId="77777777" w:rsidR="000E3C23" w:rsidRDefault="00B75B2D" w:rsidP="000E3C23">
      <w:pPr>
        <w:pStyle w:val="BodyText"/>
        <w:numPr>
          <w:ilvl w:val="0"/>
          <w:numId w:val="40"/>
        </w:numPr>
      </w:pPr>
      <w:r w:rsidRPr="001573BE">
        <w:t>Based on your observations, form an opinion as to whether the licensee has demonstrated the capability of providing reasonable assurance that adequate protective measures can be taken in the event of a declared emergency.</w:t>
      </w:r>
    </w:p>
    <w:p w14:paraId="475305D6" w14:textId="77777777" w:rsidR="000E3C23" w:rsidRDefault="00B75B2D" w:rsidP="000E3C23">
      <w:pPr>
        <w:pStyle w:val="BodyText"/>
        <w:numPr>
          <w:ilvl w:val="0"/>
          <w:numId w:val="40"/>
        </w:numPr>
      </w:pPr>
      <w:r w:rsidRPr="001573BE">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14:paraId="2A2E96C2" w14:textId="72EEC674" w:rsidR="00B75B2D" w:rsidRPr="001573BE" w:rsidRDefault="00B75B2D" w:rsidP="000E3C23">
      <w:pPr>
        <w:pStyle w:val="BodyText"/>
        <w:numPr>
          <w:ilvl w:val="0"/>
          <w:numId w:val="40"/>
        </w:numPr>
      </w:pPr>
      <w:r w:rsidRPr="001573BE">
        <w:t>Meet with your supervisor and/or a qualified senior emergency preparedness inspector to discuss any questions that you may have as a result of this activity and demonstrate that you can meet the evaluation criteria listed above.</w:t>
      </w:r>
    </w:p>
    <w:p w14:paraId="6C6BE377" w14:textId="77777777" w:rsidR="00AD699C" w:rsidRDefault="007D6752" w:rsidP="00AD699C">
      <w:pPr>
        <w:pStyle w:val="BodyText"/>
      </w:pPr>
      <w:r w:rsidRPr="00E62182">
        <w:t>DOCUMENTATION:</w:t>
      </w:r>
      <w:r w:rsidR="00E62182">
        <w:tab/>
      </w:r>
      <w:r w:rsidR="00B75B2D" w:rsidRPr="00E62182">
        <w:t>General Proficiency Qualification Signature Card Item OJT</w:t>
      </w:r>
      <w:r w:rsidR="000536D0" w:rsidRPr="00E62182">
        <w:noBreakHyphen/>
      </w:r>
      <w:r w:rsidR="00B75B2D" w:rsidRPr="00E62182">
        <w:t>General</w:t>
      </w:r>
      <w:r w:rsidR="000536D0">
        <w:noBreakHyphen/>
      </w:r>
      <w:r w:rsidR="00B75B2D" w:rsidRPr="00DC7554">
        <w:t>1</w:t>
      </w:r>
    </w:p>
    <w:p w14:paraId="29A887CB" w14:textId="4D7E7986" w:rsidR="00B75B2D" w:rsidRPr="00BD7590" w:rsidRDefault="00B75B2D" w:rsidP="003A6E73">
      <w:pPr>
        <w:pStyle w:val="JournalTOPIC"/>
      </w:pPr>
      <w:bookmarkStart w:id="43" w:name="_Toc134537514"/>
      <w:r w:rsidRPr="00BD7590">
        <w:lastRenderedPageBreak/>
        <w:t>General Proficiency-</w:t>
      </w:r>
      <w:r w:rsidRPr="00BF177F">
        <w:t>Level</w:t>
      </w:r>
      <w:r w:rsidRPr="00BD7590">
        <w:t xml:space="preserve"> Signature Card and Certification</w:t>
      </w:r>
      <w:bookmarkEnd w:id="43"/>
    </w:p>
    <w:tbl>
      <w:tblPr>
        <w:tblW w:w="9360" w:type="dxa"/>
        <w:jc w:val="center"/>
        <w:tblLayout w:type="fixed"/>
        <w:tblCellMar>
          <w:left w:w="120" w:type="dxa"/>
          <w:right w:w="120" w:type="dxa"/>
        </w:tblCellMar>
        <w:tblLook w:val="0000" w:firstRow="0" w:lastRow="0" w:firstColumn="0" w:lastColumn="0" w:noHBand="0" w:noVBand="0"/>
      </w:tblPr>
      <w:tblGrid>
        <w:gridCol w:w="6267"/>
        <w:gridCol w:w="1414"/>
        <w:gridCol w:w="1679"/>
      </w:tblGrid>
      <w:tr w:rsidR="00B75B2D" w:rsidRPr="003D3C61" w14:paraId="2374A083"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5374B0" w14:textId="77777777" w:rsidR="00C945FC" w:rsidRDefault="00C945FC" w:rsidP="00B6672E">
            <w:pPr>
              <w:pStyle w:val="BodyText-table"/>
            </w:pPr>
          </w:p>
          <w:p w14:paraId="7C5C7A9E" w14:textId="16D0EE52" w:rsidR="00B75B2D" w:rsidRPr="00C945FC" w:rsidRDefault="00B75B2D" w:rsidP="00B6672E">
            <w:pPr>
              <w:pStyle w:val="BodyText-table"/>
              <w:rPr>
                <w:iCs/>
              </w:rPr>
            </w:pPr>
            <w:r w:rsidRPr="00C945FC">
              <w:t>Inspector Name: _________________________________</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DBAAD5" w14:textId="40969345" w:rsidR="00B75B2D" w:rsidRPr="003D3C61" w:rsidRDefault="00B75B2D" w:rsidP="00B6672E">
            <w:pPr>
              <w:pStyle w:val="BodyText-table"/>
              <w:rPr>
                <w:rFonts w:cs="Arial"/>
              </w:rPr>
            </w:pPr>
            <w:r w:rsidRPr="003D3C61">
              <w:rPr>
                <w:rFonts w:cs="Arial"/>
              </w:rPr>
              <w:t>Employee</w:t>
            </w:r>
            <w:r w:rsidR="00A40A6F" w:rsidRPr="003D3C61">
              <w:rPr>
                <w:rFonts w:cs="Arial"/>
              </w:rPr>
              <w:t xml:space="preserve"> </w:t>
            </w:r>
            <w:r w:rsidRPr="003D3C61">
              <w:rPr>
                <w:rFonts w:cs="Arial"/>
              </w:rPr>
              <w:t>Initials/Date</w:t>
            </w: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9C54F8" w14:textId="26622FB5" w:rsidR="00B75B2D" w:rsidRPr="003D3C61" w:rsidRDefault="00B75B2D" w:rsidP="00B6672E">
            <w:pPr>
              <w:pStyle w:val="BodyText-table"/>
              <w:rPr>
                <w:rFonts w:cs="Arial"/>
              </w:rPr>
            </w:pPr>
            <w:r w:rsidRPr="003D3C61">
              <w:rPr>
                <w:rFonts w:cs="Arial"/>
              </w:rPr>
              <w:t>Supervisor</w:t>
            </w:r>
            <w:r w:rsidR="0065738F" w:rsidRPr="003D3C61">
              <w:rPr>
                <w:rFonts w:cs="Arial"/>
              </w:rPr>
              <w:t>’</w:t>
            </w:r>
            <w:r w:rsidRPr="003D3C61">
              <w:rPr>
                <w:rFonts w:cs="Arial"/>
              </w:rPr>
              <w:t>s</w:t>
            </w:r>
            <w:r w:rsidR="00A40A6F" w:rsidRPr="003D3C61">
              <w:rPr>
                <w:rFonts w:cs="Arial"/>
              </w:rPr>
              <w:t xml:space="preserve"> </w:t>
            </w:r>
            <w:r w:rsidRPr="003D3C61">
              <w:rPr>
                <w:rFonts w:cs="Arial"/>
              </w:rPr>
              <w:t>Signature/Date</w:t>
            </w:r>
          </w:p>
        </w:tc>
      </w:tr>
      <w:tr w:rsidR="00786C26" w:rsidRPr="000146DC" w14:paraId="153766AB"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C3E8314" w14:textId="00D97801" w:rsidR="00786C26" w:rsidRPr="0037590E" w:rsidRDefault="00786C26" w:rsidP="000146DC">
            <w:pPr>
              <w:pStyle w:val="BodyText-table"/>
              <w:rPr>
                <w:u w:val="single"/>
              </w:rPr>
            </w:pPr>
            <w:r w:rsidRPr="0037590E">
              <w:rPr>
                <w:u w:val="single"/>
              </w:rPr>
              <w:t>A. Training Courses</w:t>
            </w:r>
          </w:p>
        </w:tc>
      </w:tr>
      <w:tr w:rsidR="00786C26" w:rsidRPr="003D3C61" w14:paraId="1667B140"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6A5DC7" w14:textId="77777777" w:rsidR="00786C26" w:rsidRPr="00952C24" w:rsidRDefault="00786C26" w:rsidP="000146DC">
            <w:pPr>
              <w:pStyle w:val="BodyText-table"/>
              <w:ind w:left="576" w:hanging="360"/>
            </w:pPr>
            <w:r w:rsidRPr="00952C24">
              <w:t>G-205, Root Cause/Incident Investigation Workshop</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09C62D9"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A890A95" w14:textId="77777777" w:rsidR="00786C26" w:rsidRPr="003D3C61" w:rsidRDefault="00786C26" w:rsidP="00A43F78">
            <w:pPr>
              <w:rPr>
                <w:sz w:val="18"/>
                <w:szCs w:val="18"/>
              </w:rPr>
            </w:pPr>
          </w:p>
        </w:tc>
      </w:tr>
      <w:tr w:rsidR="00786C26" w:rsidRPr="003D3C61" w14:paraId="4D28F307"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07A3CB" w14:textId="77777777" w:rsidR="00786C26" w:rsidRPr="00952C24" w:rsidRDefault="00786C26" w:rsidP="000146DC">
            <w:pPr>
              <w:pStyle w:val="BodyText-table"/>
              <w:ind w:left="576" w:hanging="360"/>
            </w:pPr>
            <w:r w:rsidRPr="00952C24">
              <w:t>G-103, Field Techniques and Regulatory Processes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723576B"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DD9850" w14:textId="77777777" w:rsidR="00786C26" w:rsidRPr="003D3C61" w:rsidRDefault="00786C26" w:rsidP="00A43F78">
            <w:pPr>
              <w:rPr>
                <w:sz w:val="18"/>
                <w:szCs w:val="18"/>
              </w:rPr>
            </w:pPr>
          </w:p>
        </w:tc>
      </w:tr>
      <w:tr w:rsidR="00786C26" w:rsidRPr="003D3C61" w14:paraId="7A7F7505"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70035B3" w14:textId="77777777" w:rsidR="00786C26" w:rsidRPr="00952C24" w:rsidRDefault="00786C26" w:rsidP="000146DC">
            <w:pPr>
              <w:pStyle w:val="BodyText-table"/>
              <w:ind w:left="576" w:hanging="360"/>
            </w:pPr>
            <w:r w:rsidRPr="00952C24">
              <w:t>Effective Communication for NRC Inspectors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E18EBEC"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D1F72AF" w14:textId="77777777" w:rsidR="00786C26" w:rsidRPr="003D3C61" w:rsidRDefault="00786C26" w:rsidP="00A43F78">
            <w:pPr>
              <w:rPr>
                <w:sz w:val="18"/>
                <w:szCs w:val="18"/>
              </w:rPr>
            </w:pPr>
          </w:p>
        </w:tc>
      </w:tr>
      <w:tr w:rsidR="00786C26" w:rsidRPr="003D3C61" w14:paraId="364DF2B1"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6B92BAB" w14:textId="77777777" w:rsidR="00786C26" w:rsidRPr="00952C24" w:rsidRDefault="00786C26" w:rsidP="000146DC">
            <w:pPr>
              <w:pStyle w:val="BodyText-table"/>
              <w:ind w:left="576" w:hanging="360"/>
            </w:pPr>
            <w:r w:rsidRPr="00952C24">
              <w:t>Gathering Information for Inspectors through Interviews</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8CCF380"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A627B4" w14:textId="77777777" w:rsidR="00786C26" w:rsidRPr="003D3C61" w:rsidRDefault="00786C26" w:rsidP="00A43F78">
            <w:pPr>
              <w:rPr>
                <w:sz w:val="18"/>
                <w:szCs w:val="18"/>
              </w:rPr>
            </w:pPr>
          </w:p>
        </w:tc>
      </w:tr>
      <w:tr w:rsidR="00786C26" w:rsidRPr="003D3C61" w14:paraId="47690B0A"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644305" w14:textId="77777777" w:rsidR="00786C26" w:rsidRPr="00952C24" w:rsidRDefault="00786C26" w:rsidP="000146DC">
            <w:pPr>
              <w:pStyle w:val="BodyText-table"/>
              <w:ind w:left="576" w:hanging="360"/>
            </w:pPr>
            <w:r w:rsidRPr="00952C24">
              <w:t>Media Training Workshop</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6C050A"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70A0B87" w14:textId="77777777" w:rsidR="00786C26" w:rsidRPr="003D3C61" w:rsidRDefault="00786C26" w:rsidP="00A43F78">
            <w:pPr>
              <w:rPr>
                <w:sz w:val="18"/>
                <w:szCs w:val="18"/>
              </w:rPr>
            </w:pPr>
          </w:p>
        </w:tc>
      </w:tr>
      <w:tr w:rsidR="00786C26" w:rsidRPr="003D3C61" w14:paraId="433A32AA" w14:textId="77777777" w:rsidTr="00061763">
        <w:trPr>
          <w:trHeight w:val="424"/>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D96609" w14:textId="77777777" w:rsidR="00786C26" w:rsidRPr="00952C24" w:rsidRDefault="00786C26" w:rsidP="000146DC">
            <w:pPr>
              <w:pStyle w:val="BodyText-table"/>
              <w:ind w:left="576" w:hanging="360"/>
            </w:pPr>
            <w:r w:rsidRPr="00952C24">
              <w:t>Technical Training (ISA 3)</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2C3438"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DC3716" w14:textId="77777777" w:rsidR="00786C26" w:rsidRPr="003D3C61" w:rsidRDefault="00786C26" w:rsidP="00A43F78">
            <w:pPr>
              <w:rPr>
                <w:sz w:val="18"/>
                <w:szCs w:val="18"/>
              </w:rPr>
            </w:pPr>
          </w:p>
        </w:tc>
      </w:tr>
      <w:tr w:rsidR="00786C26" w:rsidRPr="0037590E" w14:paraId="36170717"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B67E46" w14:textId="58F84197" w:rsidR="00786C26" w:rsidRPr="0037590E" w:rsidRDefault="00786C26" w:rsidP="000146DC">
            <w:pPr>
              <w:pStyle w:val="BodyText-table"/>
              <w:rPr>
                <w:u w:val="single"/>
              </w:rPr>
            </w:pPr>
            <w:r w:rsidRPr="0037590E">
              <w:rPr>
                <w:u w:val="single"/>
              </w:rPr>
              <w:t>B. Individual Study Activities</w:t>
            </w:r>
          </w:p>
        </w:tc>
      </w:tr>
      <w:tr w:rsidR="00786C26" w:rsidRPr="003D3C61" w14:paraId="2F20F1CF"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77D805" w14:textId="6AEB7D7E" w:rsidR="00786C26" w:rsidRPr="00952C24" w:rsidRDefault="00A43F78" w:rsidP="000146DC">
            <w:pPr>
              <w:pStyle w:val="BodyText-table"/>
              <w:ind w:left="576" w:hanging="360"/>
            </w:pPr>
            <w:r w:rsidRPr="00952C24">
              <w:t>(</w:t>
            </w:r>
            <w:r w:rsidR="00786C26" w:rsidRPr="00952C24">
              <w:t>ISA-General-1</w:t>
            </w:r>
            <w:r w:rsidRPr="00952C24">
              <w:t>)</w:t>
            </w:r>
            <w:r w:rsidR="00786C26" w:rsidRPr="00952C24">
              <w:t xml:space="preserve"> Quality Assurance Program (for power reactor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7096B"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20F9ED" w14:textId="77777777" w:rsidR="00786C26" w:rsidRPr="003D3C61" w:rsidRDefault="00786C26" w:rsidP="00A43F78">
            <w:pPr>
              <w:rPr>
                <w:sz w:val="18"/>
                <w:szCs w:val="18"/>
              </w:rPr>
            </w:pPr>
          </w:p>
        </w:tc>
      </w:tr>
      <w:tr w:rsidR="00786C26" w:rsidRPr="003D3C61" w14:paraId="532600DD"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E95DA8" w14:textId="16B23B85" w:rsidR="00786C26" w:rsidRPr="00952C24" w:rsidRDefault="00A43F78" w:rsidP="000146DC">
            <w:pPr>
              <w:pStyle w:val="BodyText-table"/>
              <w:ind w:left="576" w:hanging="360"/>
            </w:pPr>
            <w:r w:rsidRPr="00952C24">
              <w:t>(</w:t>
            </w:r>
            <w:r w:rsidR="00786C26" w:rsidRPr="00952C24">
              <w:t>ISA-General-1a</w:t>
            </w:r>
            <w:r w:rsidRPr="00952C24">
              <w:t>)</w:t>
            </w:r>
            <w:r w:rsidR="00786C26" w:rsidRPr="00952C24">
              <w:t xml:space="preserve"> Construction Quality Assurance Requirements (for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BAA623"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8457B8" w14:textId="77777777" w:rsidR="00786C26" w:rsidRPr="003D3C61" w:rsidRDefault="00786C26" w:rsidP="00A43F78">
            <w:pPr>
              <w:rPr>
                <w:sz w:val="18"/>
                <w:szCs w:val="18"/>
              </w:rPr>
            </w:pPr>
          </w:p>
        </w:tc>
      </w:tr>
      <w:tr w:rsidR="00786C26" w:rsidRPr="003D3C61" w14:paraId="29B12EBC"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3FC0203" w14:textId="730AC9CC" w:rsidR="00786C26" w:rsidRPr="00952C24" w:rsidRDefault="00A43F78" w:rsidP="000146DC">
            <w:pPr>
              <w:pStyle w:val="BodyText-table"/>
              <w:ind w:left="576" w:hanging="360"/>
            </w:pPr>
            <w:r w:rsidRPr="00952C24">
              <w:t>(</w:t>
            </w:r>
            <w:r w:rsidR="00786C26" w:rsidRPr="00952C24">
              <w:t>ISA-General-2</w:t>
            </w:r>
            <w:r w:rsidRPr="00952C24">
              <w:t>)</w:t>
            </w:r>
            <w:r w:rsidR="00786C26" w:rsidRPr="00952C24">
              <w:t xml:space="preserve"> Corrective Action Program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E6243A"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0897B8" w14:textId="77777777" w:rsidR="00786C26" w:rsidRPr="003D3C61" w:rsidRDefault="00786C26" w:rsidP="00A43F78">
            <w:pPr>
              <w:rPr>
                <w:sz w:val="18"/>
                <w:szCs w:val="18"/>
              </w:rPr>
            </w:pPr>
          </w:p>
        </w:tc>
      </w:tr>
      <w:tr w:rsidR="00786C26" w:rsidRPr="003D3C61" w14:paraId="140F17B2"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5AA151" w14:textId="148FD726" w:rsidR="00786C26" w:rsidRPr="00952C24" w:rsidRDefault="00A43F78" w:rsidP="000146DC">
            <w:pPr>
              <w:pStyle w:val="BodyText-table"/>
              <w:ind w:left="576" w:hanging="360"/>
            </w:pPr>
            <w:r w:rsidRPr="00952C24">
              <w:t>(</w:t>
            </w:r>
            <w:r w:rsidR="00786C26" w:rsidRPr="00952C24">
              <w:t>ISA-General-3</w:t>
            </w:r>
            <w:r w:rsidRPr="00952C24">
              <w:t>)</w:t>
            </w:r>
            <w:r w:rsidR="00786C26" w:rsidRPr="00952C24">
              <w:t xml:space="preserve"> Technical and Regulatory Issues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8EB4AAF"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59D0680" w14:textId="77777777" w:rsidR="00786C26" w:rsidRPr="003D3C61" w:rsidRDefault="00786C26" w:rsidP="00A43F78">
            <w:pPr>
              <w:rPr>
                <w:sz w:val="18"/>
                <w:szCs w:val="18"/>
              </w:rPr>
            </w:pPr>
          </w:p>
        </w:tc>
      </w:tr>
      <w:tr w:rsidR="00786C26" w:rsidRPr="003D3C61" w14:paraId="270496CF"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0CCE2C" w14:textId="30E05C1F" w:rsidR="00786C26" w:rsidRPr="00952C24" w:rsidRDefault="00A43F78" w:rsidP="000146DC">
            <w:pPr>
              <w:pStyle w:val="BodyText-table"/>
              <w:ind w:left="576" w:hanging="360"/>
            </w:pPr>
            <w:r w:rsidRPr="00952C24">
              <w:t>(</w:t>
            </w:r>
            <w:r w:rsidR="00786C26" w:rsidRPr="00952C24">
              <w:t>ISA-General-4</w:t>
            </w:r>
            <w:r w:rsidRPr="00952C24">
              <w:t>)</w:t>
            </w:r>
            <w:r w:rsidR="00786C26" w:rsidRPr="00952C24">
              <w:t xml:space="preserve"> Safety Culture</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4E44E6"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B6205E" w14:textId="77777777" w:rsidR="00786C26" w:rsidRPr="003D3C61" w:rsidRDefault="00786C26" w:rsidP="00A43F78">
            <w:pPr>
              <w:rPr>
                <w:sz w:val="18"/>
                <w:szCs w:val="18"/>
              </w:rPr>
            </w:pPr>
          </w:p>
        </w:tc>
      </w:tr>
      <w:tr w:rsidR="00786C26" w:rsidRPr="000146DC" w14:paraId="68820791" w14:textId="77777777" w:rsidTr="00061763">
        <w:trPr>
          <w:jc w:val="center"/>
        </w:trPr>
        <w:tc>
          <w:tcPr>
            <w:tcW w:w="9279" w:type="dxa"/>
            <w:gridSpan w:val="3"/>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1A42CF" w14:textId="77777777" w:rsidR="00786C26" w:rsidRPr="000146DC" w:rsidRDefault="00786C26" w:rsidP="0037590E">
            <w:pPr>
              <w:pStyle w:val="BodyText-table"/>
              <w:rPr>
                <w:u w:val="single"/>
              </w:rPr>
            </w:pPr>
            <w:r w:rsidRPr="000146DC">
              <w:rPr>
                <w:u w:val="single"/>
              </w:rPr>
              <w:t>C. On-the-Job Activity</w:t>
            </w:r>
          </w:p>
        </w:tc>
      </w:tr>
      <w:tr w:rsidR="00786C26" w:rsidRPr="003D3C61" w14:paraId="5B13F602" w14:textId="77777777" w:rsidTr="00061763">
        <w:trPr>
          <w:jc w:val="center"/>
        </w:trPr>
        <w:tc>
          <w:tcPr>
            <w:tcW w:w="621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935FE" w14:textId="09DED0DA" w:rsidR="00786C26" w:rsidRPr="00952C24" w:rsidRDefault="00786C26" w:rsidP="000146DC">
            <w:pPr>
              <w:pStyle w:val="BodyText-table"/>
              <w:ind w:left="576" w:hanging="360"/>
            </w:pPr>
            <w:r w:rsidRPr="00952C24">
              <w:t>OJT-General-1 Emergency Drill/Exercise Observation (for power reactor and construction inspectors only)</w:t>
            </w:r>
          </w:p>
        </w:tc>
        <w:tc>
          <w:tcPr>
            <w:tcW w:w="1402"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4935D3" w14:textId="77777777" w:rsidR="00786C26" w:rsidRPr="003D3C61" w:rsidRDefault="00786C26" w:rsidP="00A43F78">
            <w:pPr>
              <w:rPr>
                <w:sz w:val="18"/>
                <w:szCs w:val="18"/>
              </w:rPr>
            </w:pPr>
          </w:p>
        </w:tc>
        <w:tc>
          <w:tcPr>
            <w:tcW w:w="166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A2D6B7" w14:textId="77777777" w:rsidR="00786C26" w:rsidRPr="003D3C61" w:rsidRDefault="00786C26" w:rsidP="00A43F78">
            <w:pPr>
              <w:rPr>
                <w:sz w:val="18"/>
                <w:szCs w:val="18"/>
              </w:rPr>
            </w:pPr>
          </w:p>
        </w:tc>
      </w:tr>
    </w:tbl>
    <w:p w14:paraId="7C375E62" w14:textId="77777777" w:rsidR="009635E0" w:rsidRDefault="009635E0" w:rsidP="009635E0">
      <w:pPr>
        <w:pStyle w:val="BodyText-table"/>
      </w:pPr>
    </w:p>
    <w:p w14:paraId="732CC59E" w14:textId="77777777" w:rsidR="009635E0" w:rsidRDefault="009635E0" w:rsidP="009635E0">
      <w:pPr>
        <w:pStyle w:val="BodyText"/>
      </w:pPr>
      <w:r w:rsidRPr="00290470">
        <w:t>Supervisor</w:t>
      </w:r>
      <w:r>
        <w:t>’</w:t>
      </w:r>
      <w:r w:rsidRPr="00290470">
        <w:t xml:space="preserve">s </w:t>
      </w:r>
      <w:r>
        <w:t>Certification</w:t>
      </w:r>
      <w:r>
        <w:br/>
        <w:t>For Basic Inspector Qualification</w:t>
      </w:r>
      <w:r>
        <w:tab/>
      </w:r>
      <w:r w:rsidRPr="00290470">
        <w:t>Signature/Date</w:t>
      </w:r>
      <w:r w:rsidRPr="00290470">
        <w:rPr>
          <w:u w:val="single"/>
        </w:rPr>
        <w:t>____________________________</w:t>
      </w:r>
      <w:r>
        <w:rPr>
          <w:u w:val="single"/>
        </w:rPr>
        <w:t>_</w:t>
      </w:r>
    </w:p>
    <w:p w14:paraId="17A62D85" w14:textId="54FF94BE" w:rsidR="009635E0" w:rsidRPr="00B16AF3" w:rsidRDefault="008B73D6" w:rsidP="00747DC8">
      <w:pPr>
        <w:pStyle w:val="BodyText-table"/>
        <w:rPr>
          <w:rStyle w:val="BodyTextChar"/>
        </w:rPr>
      </w:pPr>
      <w:r w:rsidRPr="00747DC8">
        <w:rPr>
          <w:rStyle w:val="BodyTextChar"/>
        </w:rPr>
        <w:t xml:space="preserve">This signature card and certification must be accompanied by the appropriate Form 1, </w:t>
      </w:r>
      <w:ins w:id="44" w:author="Madeleine Arel (She/Her)" w:date="2023-05-16T16:16:00Z">
        <w:r w:rsidR="00E8424A" w:rsidRPr="00747DC8">
          <w:rPr>
            <w:rStyle w:val="BodyTextChar"/>
          </w:rPr>
          <w:t xml:space="preserve">Basic </w:t>
        </w:r>
      </w:ins>
      <w:r w:rsidRPr="00747DC8">
        <w:rPr>
          <w:rStyle w:val="BodyTextChar"/>
        </w:rPr>
        <w:t xml:space="preserve">Level Equivalency Justification, if applicable. (The electronic signature card, which is located on the Digital City SharePoint website is also acceptable.) Record completion in TMS by sending a request to </w:t>
      </w:r>
      <w:hyperlink r:id="rId18" w:history="1">
        <w:r w:rsidRPr="00E65220">
          <w:rPr>
            <w:rStyle w:val="Hyperlink"/>
          </w:rPr>
          <w:t>TrainingSupportResource@nrc.gov</w:t>
        </w:r>
      </w:hyperlink>
      <w:r w:rsidR="009635E0" w:rsidRPr="000A2CD8">
        <w:t>.</w:t>
      </w:r>
    </w:p>
    <w:p w14:paraId="5D2D092D" w14:textId="77777777" w:rsidR="009635E0" w:rsidRPr="004031A7" w:rsidRDefault="009635E0" w:rsidP="00747DC8">
      <w:pPr>
        <w:pStyle w:val="BodyText"/>
      </w:pPr>
    </w:p>
    <w:p w14:paraId="7C20CE6A" w14:textId="77777777" w:rsidR="005B6CE6" w:rsidRDefault="00C93FC2" w:rsidP="00C93FC2">
      <w:pPr>
        <w:pStyle w:val="BodyText"/>
        <w:ind w:left="1440" w:hanging="1440"/>
        <w:sectPr w:rsidR="005B6CE6" w:rsidSect="000A52D7">
          <w:headerReference w:type="default" r:id="rId19"/>
          <w:pgSz w:w="12240" w:h="15840" w:code="1"/>
          <w:pgMar w:top="1440" w:right="1440" w:bottom="1440" w:left="1440" w:header="720" w:footer="720" w:gutter="0"/>
          <w:cols w:space="720"/>
          <w:noEndnote/>
          <w:docGrid w:linePitch="326"/>
        </w:sectPr>
      </w:pPr>
      <w:r w:rsidRPr="00DC7554">
        <w:t>Copies to:</w:t>
      </w:r>
      <w:r>
        <w:tab/>
      </w:r>
      <w:r w:rsidRPr="00DC7554">
        <w:t>Inspector</w:t>
      </w:r>
      <w:r>
        <w:br/>
      </w:r>
      <w:r w:rsidRPr="00DC7554">
        <w:t>Supervisor</w:t>
      </w:r>
    </w:p>
    <w:p w14:paraId="09D786EB" w14:textId="3D59DE4E" w:rsidR="00E46133" w:rsidRDefault="00C93FC2" w:rsidP="00730810">
      <w:pPr>
        <w:pStyle w:val="attachmenttitle"/>
      </w:pPr>
      <w:bookmarkStart w:id="45" w:name="_Toc127372794"/>
      <w:bookmarkStart w:id="46" w:name="_Toc134537515"/>
      <w:r w:rsidRPr="00A229BE">
        <w:lastRenderedPageBreak/>
        <w:t xml:space="preserve">Form 1: </w:t>
      </w:r>
      <w:bookmarkEnd w:id="45"/>
      <w:r w:rsidR="00730810" w:rsidRPr="00F14104">
        <w:rPr>
          <w:bCs/>
          <w:iCs/>
        </w:rPr>
        <w:t>General Proficiency-Level Equivalency Justification</w:t>
      </w:r>
      <w:bookmarkEnd w:id="46"/>
    </w:p>
    <w:tbl>
      <w:tblPr>
        <w:tblW w:w="9360" w:type="dxa"/>
        <w:jc w:val="center"/>
        <w:tblLayout w:type="fixed"/>
        <w:tblCellMar>
          <w:left w:w="120" w:type="dxa"/>
          <w:right w:w="120" w:type="dxa"/>
        </w:tblCellMar>
        <w:tblLook w:val="0000" w:firstRow="0" w:lastRow="0" w:firstColumn="0" w:lastColumn="0" w:noHBand="0" w:noVBand="0"/>
      </w:tblPr>
      <w:tblGrid>
        <w:gridCol w:w="4770"/>
        <w:gridCol w:w="4590"/>
      </w:tblGrid>
      <w:tr w:rsidR="00B75B2D" w:rsidRPr="00DC7554" w14:paraId="3B0FD3AE" w14:textId="77777777" w:rsidTr="00D25DAA">
        <w:trPr>
          <w:tblHeade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4B5EB07" w14:textId="77863B4D" w:rsidR="00B75B2D" w:rsidRPr="005B6CE6" w:rsidRDefault="00405AA2" w:rsidP="00D25DAA">
            <w:pPr>
              <w:pStyle w:val="BodyText-table"/>
              <w:rPr>
                <w:iCs/>
              </w:rPr>
            </w:pPr>
            <w:r w:rsidRPr="005B6CE6">
              <w:t xml:space="preserve">Inspector </w:t>
            </w:r>
            <w:r w:rsidR="00F40F61">
              <w:br/>
            </w:r>
            <w:proofErr w:type="gramStart"/>
            <w:r w:rsidRPr="005B6CE6">
              <w:t>Name:_</w:t>
            </w:r>
            <w:proofErr w:type="gramEnd"/>
            <w:r w:rsidRPr="005B6CE6">
              <w:t>_______________________________</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0669A6" w14:textId="77777777" w:rsidR="00B75B2D" w:rsidRPr="00D901BE" w:rsidRDefault="00B75B2D" w:rsidP="00D25DAA">
            <w:pPr>
              <w:pStyle w:val="BodyText-table"/>
              <w:rPr>
                <w:bCs/>
              </w:rPr>
            </w:pPr>
            <w:r w:rsidRPr="00D901BE">
              <w:rPr>
                <w:bCs/>
              </w:rPr>
              <w:t xml:space="preserve">Identify equivalent training and experience for which the inspector is to be given credit </w:t>
            </w:r>
          </w:p>
        </w:tc>
      </w:tr>
      <w:tr w:rsidR="003453B4" w:rsidRPr="00DC7554" w14:paraId="3A8EC8A7" w14:textId="77777777" w:rsidTr="00431A54">
        <w:trPr>
          <w:trHeight w:val="288"/>
          <w:jc w:val="center"/>
        </w:trPr>
        <w:tc>
          <w:tcPr>
            <w:tcW w:w="9360" w:type="dxa"/>
            <w:gridSpan w:val="2"/>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93893E6" w14:textId="646D6DE5" w:rsidR="00B75B2D" w:rsidRPr="00F40F61" w:rsidRDefault="00B75B2D" w:rsidP="00431A54">
            <w:pPr>
              <w:pStyle w:val="BodyText-table"/>
              <w:rPr>
                <w:u w:val="single"/>
              </w:rPr>
            </w:pPr>
            <w:r w:rsidRPr="00F40F61">
              <w:rPr>
                <w:u w:val="single"/>
              </w:rPr>
              <w:t>A. Training Courses</w:t>
            </w:r>
          </w:p>
        </w:tc>
      </w:tr>
      <w:tr w:rsidR="00B75B2D" w:rsidRPr="00B63919" w14:paraId="7DF4B992"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B4904D" w14:textId="77777777" w:rsidR="00B75B2D" w:rsidRPr="00952C24" w:rsidRDefault="00B75B2D" w:rsidP="000146DC">
            <w:pPr>
              <w:pStyle w:val="BodyText-table"/>
              <w:ind w:left="576" w:hanging="360"/>
            </w:pPr>
            <w:r w:rsidRPr="00952C24">
              <w:t>G-205, Root Cause/Incident Investigation Workshop</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410A773" w14:textId="77777777" w:rsidR="00B75B2D" w:rsidRPr="00B63919" w:rsidRDefault="00B75B2D" w:rsidP="00D25DAA">
            <w:pPr>
              <w:pStyle w:val="BodyText-table"/>
              <w:rPr>
                <w:sz w:val="18"/>
                <w:szCs w:val="18"/>
              </w:rPr>
            </w:pPr>
          </w:p>
        </w:tc>
      </w:tr>
      <w:tr w:rsidR="00B75B2D" w:rsidRPr="00B63919" w14:paraId="76A4FB9F"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800B3A" w14:textId="77777777" w:rsidR="00B75B2D" w:rsidRPr="00952C24" w:rsidRDefault="00B75B2D" w:rsidP="000146DC">
            <w:pPr>
              <w:pStyle w:val="BodyText-table"/>
              <w:ind w:left="576" w:hanging="360"/>
            </w:pPr>
            <w:r w:rsidRPr="00952C24">
              <w:t>G-103, Field Techniques and Regulatory Processes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B3B8D35" w14:textId="77777777" w:rsidR="00B75B2D" w:rsidRPr="00B63919" w:rsidRDefault="00B75B2D" w:rsidP="00D25DAA">
            <w:pPr>
              <w:pStyle w:val="BodyText-table"/>
              <w:rPr>
                <w:sz w:val="18"/>
                <w:szCs w:val="18"/>
              </w:rPr>
            </w:pPr>
          </w:p>
        </w:tc>
      </w:tr>
      <w:tr w:rsidR="00B75B2D" w:rsidRPr="00B63919" w14:paraId="1DB48908"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560D01" w14:textId="77777777" w:rsidR="00B75B2D" w:rsidRPr="00952C24" w:rsidRDefault="00B75B2D" w:rsidP="000146DC">
            <w:pPr>
              <w:pStyle w:val="BodyText-table"/>
              <w:ind w:left="576" w:hanging="360"/>
            </w:pPr>
            <w:r w:rsidRPr="00952C24">
              <w:t>Media Training Workshop</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3DBE26" w14:textId="77777777" w:rsidR="00B75B2D" w:rsidRPr="00B63919" w:rsidRDefault="00B75B2D" w:rsidP="00D25DAA">
            <w:pPr>
              <w:pStyle w:val="BodyText-table"/>
              <w:rPr>
                <w:sz w:val="18"/>
                <w:szCs w:val="18"/>
              </w:rPr>
            </w:pPr>
          </w:p>
        </w:tc>
      </w:tr>
      <w:tr w:rsidR="00B75B2D" w:rsidRPr="00B63919" w14:paraId="4833F481"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F9A77D" w14:textId="77777777" w:rsidR="00B75B2D" w:rsidRPr="00952C24" w:rsidRDefault="00B75B2D" w:rsidP="000146DC">
            <w:pPr>
              <w:pStyle w:val="BodyText-table"/>
              <w:ind w:left="576" w:hanging="360"/>
            </w:pPr>
            <w:r w:rsidRPr="00952C24">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9B26FF" w14:textId="77777777" w:rsidR="00B75B2D" w:rsidRPr="00B63919" w:rsidRDefault="00B75B2D" w:rsidP="00D25DAA">
            <w:pPr>
              <w:pStyle w:val="BodyText-table"/>
              <w:rPr>
                <w:sz w:val="18"/>
                <w:szCs w:val="18"/>
              </w:rPr>
            </w:pPr>
          </w:p>
        </w:tc>
      </w:tr>
      <w:tr w:rsidR="00B75B2D" w:rsidRPr="00B63919" w14:paraId="2531FF99"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37D9F9" w14:textId="77777777" w:rsidR="00B75B2D" w:rsidRPr="00952C24" w:rsidRDefault="00B75B2D" w:rsidP="000146DC">
            <w:pPr>
              <w:pStyle w:val="BodyText-table"/>
              <w:ind w:left="576" w:hanging="360"/>
            </w:pPr>
            <w:r w:rsidRPr="00952C24">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B1E884" w14:textId="77777777" w:rsidR="00B75B2D" w:rsidRPr="00B63919" w:rsidRDefault="00B75B2D" w:rsidP="00D25DAA">
            <w:pPr>
              <w:pStyle w:val="BodyText-table"/>
              <w:rPr>
                <w:sz w:val="18"/>
                <w:szCs w:val="18"/>
              </w:rPr>
            </w:pPr>
          </w:p>
        </w:tc>
      </w:tr>
      <w:tr w:rsidR="00936AB0" w:rsidRPr="00B63919" w14:paraId="04DD8F93" w14:textId="77777777" w:rsidTr="00D25DAA">
        <w:trPr>
          <w:trHeight w:val="388"/>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A275CCA" w14:textId="77777777" w:rsidR="00936AB0" w:rsidRPr="00952C24" w:rsidRDefault="00936AB0" w:rsidP="000146DC">
            <w:pPr>
              <w:pStyle w:val="BodyText-table"/>
              <w:ind w:left="576" w:hanging="360"/>
            </w:pPr>
            <w:r w:rsidRPr="00952C24">
              <w:t>Technical Training (ISA 3)</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31F5A72" w14:textId="77777777" w:rsidR="00936AB0" w:rsidRPr="00B63919" w:rsidRDefault="00936AB0" w:rsidP="00D25DAA">
            <w:pPr>
              <w:pStyle w:val="BodyText-table"/>
              <w:rPr>
                <w:sz w:val="18"/>
                <w:szCs w:val="18"/>
              </w:rPr>
            </w:pPr>
          </w:p>
        </w:tc>
      </w:tr>
      <w:tr w:rsidR="00936AB0" w:rsidRPr="000146DC" w14:paraId="7EB53A03"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2D9AACE" w14:textId="551DD111" w:rsidR="00936AB0" w:rsidRPr="000146DC" w:rsidRDefault="00936AB0" w:rsidP="000146DC">
            <w:pPr>
              <w:pStyle w:val="BodyText-table"/>
              <w:rPr>
                <w:u w:val="single"/>
              </w:rPr>
            </w:pPr>
            <w:r w:rsidRPr="000146DC">
              <w:rPr>
                <w:u w:val="single"/>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7A87B7" w14:textId="77777777" w:rsidR="00936AB0" w:rsidRPr="000146DC" w:rsidRDefault="00936AB0" w:rsidP="00D25DAA">
            <w:pPr>
              <w:pStyle w:val="BodyText-table"/>
              <w:rPr>
                <w:u w:val="single"/>
              </w:rPr>
            </w:pPr>
          </w:p>
        </w:tc>
      </w:tr>
      <w:tr w:rsidR="00936AB0" w:rsidRPr="00B63919" w14:paraId="54235303"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97F90AF" w14:textId="65D4445D" w:rsidR="00936AB0" w:rsidRPr="00952C24" w:rsidRDefault="00405AA2" w:rsidP="000146DC">
            <w:pPr>
              <w:pStyle w:val="BodyText-table"/>
              <w:ind w:left="576" w:hanging="360"/>
            </w:pPr>
            <w:r w:rsidRPr="00952C24">
              <w:t>(</w:t>
            </w:r>
            <w:r w:rsidR="00936AB0" w:rsidRPr="00952C24">
              <w:t>ISA-General-1</w:t>
            </w:r>
            <w:r w:rsidRPr="00952C24">
              <w:t>)</w:t>
            </w:r>
            <w:r w:rsidR="00936AB0" w:rsidRPr="00952C24">
              <w:t xml:space="preserve"> Quality Assurance Program (for power reactor </w:t>
            </w:r>
            <w:r w:rsidR="006313E7" w:rsidRPr="00952C24">
              <w:t xml:space="preserve">inspectors </w:t>
            </w:r>
            <w:r w:rsidR="00936AB0" w:rsidRPr="00952C24">
              <w:t>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DDE4C55" w14:textId="77777777" w:rsidR="00936AB0" w:rsidRPr="00B63919" w:rsidRDefault="00936AB0" w:rsidP="00D25DAA">
            <w:pPr>
              <w:pStyle w:val="BodyText-table"/>
              <w:rPr>
                <w:sz w:val="18"/>
                <w:szCs w:val="18"/>
              </w:rPr>
            </w:pPr>
          </w:p>
        </w:tc>
      </w:tr>
      <w:tr w:rsidR="00242050" w:rsidRPr="00B63919" w14:paraId="522CD45E"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3476EC" w14:textId="5456AC00" w:rsidR="00242050" w:rsidRPr="00952C24" w:rsidRDefault="00405AA2" w:rsidP="000146DC">
            <w:pPr>
              <w:pStyle w:val="BodyText-table"/>
              <w:ind w:left="576" w:hanging="360"/>
            </w:pPr>
            <w:r w:rsidRPr="00952C24">
              <w:t>(</w:t>
            </w:r>
            <w:r w:rsidR="00242050" w:rsidRPr="00952C24">
              <w:t>ISA-General-1a</w:t>
            </w:r>
            <w:r w:rsidRPr="00952C24">
              <w:t>)</w:t>
            </w:r>
            <w:r w:rsidR="00242050" w:rsidRPr="00952C24">
              <w:t xml:space="preserve"> Construction Quality Assurance Requirements (</w:t>
            </w:r>
            <w:r w:rsidR="006313E7" w:rsidRPr="00952C24">
              <w:t xml:space="preserve">for </w:t>
            </w:r>
            <w:r w:rsidR="00242050" w:rsidRPr="00952C24">
              <w:t>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C33DF5" w14:textId="77777777" w:rsidR="00242050" w:rsidRPr="00B63919" w:rsidRDefault="00242050" w:rsidP="00D25DAA">
            <w:pPr>
              <w:pStyle w:val="BodyText-table"/>
              <w:rPr>
                <w:sz w:val="18"/>
                <w:szCs w:val="18"/>
              </w:rPr>
            </w:pPr>
          </w:p>
        </w:tc>
      </w:tr>
      <w:tr w:rsidR="00936AB0" w:rsidRPr="00B63919" w14:paraId="2D12EE7E"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CDBF770" w14:textId="6404FD83" w:rsidR="00936AB0" w:rsidRPr="00952C24" w:rsidRDefault="00405AA2" w:rsidP="000146DC">
            <w:pPr>
              <w:pStyle w:val="BodyText-table"/>
              <w:ind w:left="576" w:hanging="360"/>
            </w:pPr>
            <w:r w:rsidRPr="00952C24">
              <w:t>(</w:t>
            </w:r>
            <w:r w:rsidR="00936AB0" w:rsidRPr="00952C24">
              <w:t>ISA-General-2</w:t>
            </w:r>
            <w:r w:rsidRPr="00952C24">
              <w:t>)</w:t>
            </w:r>
            <w:r w:rsidR="00936AB0" w:rsidRPr="00952C24">
              <w:t xml:space="preserve"> Corrective Action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DB03CA2" w14:textId="77777777" w:rsidR="00936AB0" w:rsidRPr="00B63919" w:rsidRDefault="00936AB0" w:rsidP="00D25DAA">
            <w:pPr>
              <w:pStyle w:val="BodyText-table"/>
              <w:rPr>
                <w:sz w:val="18"/>
                <w:szCs w:val="18"/>
              </w:rPr>
            </w:pPr>
          </w:p>
        </w:tc>
      </w:tr>
      <w:tr w:rsidR="00936AB0" w:rsidRPr="00B63919" w14:paraId="3180A7ED"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5410DE" w14:textId="441E87C5" w:rsidR="00936AB0" w:rsidRPr="00952C24" w:rsidRDefault="00405AA2" w:rsidP="000146DC">
            <w:pPr>
              <w:pStyle w:val="BodyText-table"/>
              <w:ind w:left="576" w:hanging="360"/>
            </w:pPr>
            <w:r w:rsidRPr="00952C24">
              <w:t>(</w:t>
            </w:r>
            <w:r w:rsidR="00936AB0" w:rsidRPr="00952C24">
              <w:t>ISA-General-3</w:t>
            </w:r>
            <w:r w:rsidRPr="00952C24">
              <w:t>)</w:t>
            </w:r>
            <w:r w:rsidR="00936AB0" w:rsidRPr="00952C24">
              <w:t xml:space="preserve"> Technical and Regulatory Issues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17FE3A" w14:textId="77777777" w:rsidR="00936AB0" w:rsidRPr="00B63919" w:rsidRDefault="00936AB0" w:rsidP="00D25DAA">
            <w:pPr>
              <w:pStyle w:val="BodyText-table"/>
              <w:rPr>
                <w:sz w:val="18"/>
                <w:szCs w:val="18"/>
              </w:rPr>
            </w:pPr>
          </w:p>
        </w:tc>
      </w:tr>
      <w:tr w:rsidR="00936AB0" w:rsidRPr="00B63919" w14:paraId="1E806D15"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FB6F30F" w14:textId="7F63CA4C" w:rsidR="00936AB0" w:rsidRPr="00FD49C4" w:rsidRDefault="00405AA2" w:rsidP="000146DC">
            <w:pPr>
              <w:pStyle w:val="BodyText-table"/>
              <w:ind w:left="576" w:hanging="360"/>
            </w:pPr>
            <w:r w:rsidRPr="00FD49C4">
              <w:t>(</w:t>
            </w:r>
            <w:r w:rsidR="00936AB0" w:rsidRPr="00FD49C4">
              <w:t>ISA-General-4</w:t>
            </w:r>
            <w:r w:rsidRPr="00FD49C4">
              <w:t>)</w:t>
            </w:r>
            <w:r w:rsidR="00936AB0" w:rsidRPr="00FD49C4">
              <w:t xml:space="preserve"> Safety Culture </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E2F93E" w14:textId="57343DA5" w:rsidR="00936AB0" w:rsidRPr="00B63919" w:rsidRDefault="00936AB0" w:rsidP="00D25DAA">
            <w:pPr>
              <w:pStyle w:val="BodyText-table"/>
              <w:rPr>
                <w:sz w:val="18"/>
                <w:szCs w:val="18"/>
              </w:rPr>
            </w:pPr>
          </w:p>
        </w:tc>
      </w:tr>
      <w:tr w:rsidR="00936AB0" w:rsidRPr="000146DC" w14:paraId="0EB3F6B2"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E582E4" w14:textId="73EA6213" w:rsidR="00936AB0" w:rsidRPr="000146DC" w:rsidRDefault="00936AB0" w:rsidP="000146DC">
            <w:pPr>
              <w:pStyle w:val="BodyText-table"/>
              <w:rPr>
                <w:u w:val="single"/>
              </w:rPr>
            </w:pPr>
            <w:r w:rsidRPr="000146DC">
              <w:rPr>
                <w:u w:val="single"/>
              </w:rPr>
              <w:t>C. On-the-Job Activity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2DB3603" w14:textId="77777777" w:rsidR="00936AB0" w:rsidRPr="000146DC" w:rsidRDefault="00936AB0" w:rsidP="00D25DAA">
            <w:pPr>
              <w:pStyle w:val="BodyText-table"/>
              <w:rPr>
                <w:u w:val="single"/>
              </w:rPr>
            </w:pPr>
          </w:p>
        </w:tc>
      </w:tr>
      <w:tr w:rsidR="00936AB0" w:rsidRPr="00B63919" w14:paraId="7F31F214" w14:textId="77777777" w:rsidTr="00D25DAA">
        <w:trPr>
          <w:jc w:val="center"/>
        </w:trPr>
        <w:tc>
          <w:tcPr>
            <w:tcW w:w="477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0BC9D5" w14:textId="01C15822" w:rsidR="00936AB0" w:rsidRPr="00952C24" w:rsidRDefault="00936AB0" w:rsidP="000146DC">
            <w:pPr>
              <w:pStyle w:val="BodyText-table"/>
              <w:ind w:left="576" w:hanging="360"/>
            </w:pPr>
            <w:r w:rsidRPr="00952C24">
              <w:t>OJT-G</w:t>
            </w:r>
            <w:r w:rsidR="0038688B" w:rsidRPr="00952C24">
              <w:t>eneral</w:t>
            </w:r>
            <w:r w:rsidRPr="00952C24">
              <w:t>-1</w:t>
            </w:r>
            <w:r w:rsidR="00FE4A38" w:rsidRPr="00952C24">
              <w:t xml:space="preserve"> </w:t>
            </w:r>
            <w:r w:rsidRPr="00952C24">
              <w:t>Emergency Drill/Exercise Observation</w:t>
            </w:r>
            <w:r w:rsidR="00FE4A38" w:rsidRPr="00952C24">
              <w:t xml:space="preserve"> (</w:t>
            </w:r>
            <w:r w:rsidRPr="00952C24">
              <w:t xml:space="preserve">for power </w:t>
            </w:r>
            <w:r w:rsidR="00FE4A38" w:rsidRPr="00952C24">
              <w:t>reactor and</w:t>
            </w:r>
            <w:r w:rsidRPr="00952C24">
              <w:t xml:space="preserve"> construction inspectors only)</w:t>
            </w:r>
          </w:p>
        </w:tc>
        <w:tc>
          <w:tcPr>
            <w:tcW w:w="459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4AA893" w14:textId="77777777" w:rsidR="00936AB0" w:rsidRPr="00B63919" w:rsidRDefault="00936AB0" w:rsidP="00D25DAA">
            <w:pPr>
              <w:pStyle w:val="BodyText-table"/>
              <w:rPr>
                <w:sz w:val="18"/>
                <w:szCs w:val="18"/>
              </w:rPr>
            </w:pPr>
          </w:p>
        </w:tc>
      </w:tr>
    </w:tbl>
    <w:p w14:paraId="50B0D6A3" w14:textId="77777777" w:rsidR="004E13FE" w:rsidRPr="00950F31" w:rsidRDefault="004E13FE" w:rsidP="00950F31">
      <w:pPr>
        <w:pStyle w:val="BodyText"/>
      </w:pPr>
    </w:p>
    <w:p w14:paraId="2B2706EE" w14:textId="77777777" w:rsidR="004E13FE" w:rsidRPr="00290470" w:rsidRDefault="004E13FE" w:rsidP="004E13FE">
      <w:pPr>
        <w:pStyle w:val="BodyText"/>
      </w:pPr>
      <w:r w:rsidRPr="00290470">
        <w:t>Supervisor</w:t>
      </w:r>
      <w:r>
        <w:t>’</w:t>
      </w:r>
      <w:r w:rsidRPr="00290470">
        <w:t xml:space="preserve">s Recommendation </w:t>
      </w:r>
      <w:r w:rsidRPr="00290470">
        <w:tab/>
        <w:t>Signature/Date</w:t>
      </w:r>
      <w:r w:rsidRPr="00290470">
        <w:rPr>
          <w:u w:val="single"/>
        </w:rPr>
        <w:t>____________________________</w:t>
      </w:r>
    </w:p>
    <w:p w14:paraId="13419887" w14:textId="77777777" w:rsidR="004E13FE" w:rsidRPr="00290470" w:rsidRDefault="004E13FE" w:rsidP="004E13FE">
      <w:pPr>
        <w:pStyle w:val="BodyText"/>
      </w:pPr>
      <w:r w:rsidRPr="00290470">
        <w:t>Division Director</w:t>
      </w:r>
      <w:r>
        <w:t>’</w:t>
      </w:r>
      <w:r w:rsidRPr="00290470">
        <w:t>s Approval</w:t>
      </w:r>
      <w:r w:rsidRPr="00290470">
        <w:tab/>
      </w:r>
      <w:r w:rsidRPr="00290470">
        <w:tab/>
        <w:t>Signature/Date</w:t>
      </w:r>
      <w:r w:rsidRPr="00290470">
        <w:rPr>
          <w:u w:val="single"/>
        </w:rPr>
        <w:t>____________________________</w:t>
      </w:r>
    </w:p>
    <w:p w14:paraId="1C35FBEC" w14:textId="77777777" w:rsidR="003D7243" w:rsidRDefault="004E13FE" w:rsidP="004E13FE">
      <w:pPr>
        <w:pStyle w:val="BodyText"/>
        <w:sectPr w:rsidR="003D7243" w:rsidSect="005B6CE6">
          <w:footerReference w:type="default" r:id="rId20"/>
          <w:pgSz w:w="12240" w:h="15840" w:code="1"/>
          <w:pgMar w:top="1440" w:right="1440" w:bottom="1440" w:left="1440" w:header="720" w:footer="720" w:gutter="0"/>
          <w:pgNumType w:start="1"/>
          <w:cols w:space="720"/>
          <w:noEndnote/>
          <w:docGrid w:linePitch="326"/>
        </w:sectPr>
      </w:pPr>
      <w:r w:rsidRPr="00290470">
        <w:t>Copies to:</w:t>
      </w:r>
      <w:r w:rsidRPr="00290470">
        <w:tab/>
        <w:t>Inspector</w:t>
      </w:r>
      <w:r>
        <w:br/>
      </w:r>
      <w:r>
        <w:tab/>
      </w:r>
      <w:r>
        <w:tab/>
        <w:t>Supervisor</w:t>
      </w:r>
    </w:p>
    <w:p w14:paraId="7FA982C9" w14:textId="4775AD40" w:rsidR="00B75B2D" w:rsidRPr="00DC7554" w:rsidRDefault="00B75B2D" w:rsidP="00421C86">
      <w:pPr>
        <w:pStyle w:val="attachmenttitle"/>
      </w:pPr>
      <w:r w:rsidRPr="00DC7554">
        <w:lastRenderedPageBreak/>
        <w:tab/>
      </w:r>
      <w:bookmarkStart w:id="47" w:name="_Toc134537516"/>
      <w:r w:rsidR="00A05CBE">
        <w:t xml:space="preserve">Attachment 1: </w:t>
      </w:r>
      <w:r w:rsidRPr="00DC7554">
        <w:t xml:space="preserve">Revision History </w:t>
      </w:r>
      <w:r w:rsidR="007178BA" w:rsidRPr="00DC7554">
        <w:t>for IMC 1245 Appendix B</w:t>
      </w:r>
      <w:bookmarkEnd w:id="47"/>
    </w:p>
    <w:tbl>
      <w:tblPr>
        <w:tblW w:w="13041" w:type="dxa"/>
        <w:tblLayout w:type="fixed"/>
        <w:tblCellMar>
          <w:left w:w="120" w:type="dxa"/>
          <w:right w:w="120" w:type="dxa"/>
        </w:tblCellMar>
        <w:tblLook w:val="0000" w:firstRow="0" w:lastRow="0" w:firstColumn="0" w:lastColumn="0" w:noHBand="0" w:noVBand="0"/>
      </w:tblPr>
      <w:tblGrid>
        <w:gridCol w:w="1526"/>
        <w:gridCol w:w="1675"/>
        <w:gridCol w:w="5374"/>
        <w:gridCol w:w="1823"/>
        <w:gridCol w:w="2643"/>
      </w:tblGrid>
      <w:tr w:rsidR="004836EC" w:rsidRPr="00DC7554" w14:paraId="6758AECA" w14:textId="77777777" w:rsidTr="00354555">
        <w:trPr>
          <w:tblHeader/>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01D863" w14:textId="77777777" w:rsidR="004836EC" w:rsidRPr="00100576" w:rsidRDefault="004836EC" w:rsidP="00F427C8">
            <w:pPr>
              <w:pStyle w:val="BodyText-table"/>
            </w:pPr>
            <w:r w:rsidRPr="00100576">
              <w:t>Commitment Tracking Number</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D73657" w14:textId="77777777" w:rsidR="006D2FBB" w:rsidRPr="00100576" w:rsidRDefault="006D2FBB" w:rsidP="00F427C8">
            <w:pPr>
              <w:pStyle w:val="BodyText-table"/>
            </w:pPr>
            <w:r w:rsidRPr="00100576">
              <w:t>Accession Number</w:t>
            </w:r>
          </w:p>
          <w:p w14:paraId="0C4C826C" w14:textId="77777777" w:rsidR="004836EC" w:rsidRPr="00100576" w:rsidRDefault="004836EC" w:rsidP="00F427C8">
            <w:pPr>
              <w:pStyle w:val="BodyText-table"/>
            </w:pPr>
            <w:r w:rsidRPr="00100576">
              <w:t>Issue Date</w:t>
            </w:r>
          </w:p>
          <w:p w14:paraId="6E342267" w14:textId="77777777" w:rsidR="006D2FBB" w:rsidRPr="00100576" w:rsidRDefault="006D2FBB" w:rsidP="00F427C8">
            <w:pPr>
              <w:pStyle w:val="BodyText-table"/>
            </w:pPr>
            <w:r w:rsidRPr="00100576">
              <w:t>Change Notice</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18B9F5" w14:textId="77777777" w:rsidR="004836EC" w:rsidRPr="00100576" w:rsidRDefault="004836EC" w:rsidP="00F427C8">
            <w:pPr>
              <w:pStyle w:val="BodyText-table"/>
            </w:pPr>
            <w:r w:rsidRPr="00100576">
              <w:t>Description of Change</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A2E59E" w14:textId="77777777" w:rsidR="004836EC" w:rsidRPr="00100576" w:rsidRDefault="004836EC" w:rsidP="00F427C8">
            <w:pPr>
              <w:pStyle w:val="BodyText-table"/>
            </w:pPr>
            <w:r w:rsidRPr="00100576">
              <w:t>Description of Training Required and Completion Date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04F8A4E" w14:textId="77777777" w:rsidR="004836EC" w:rsidRPr="00100576" w:rsidRDefault="00F734D4" w:rsidP="00F427C8">
            <w:pPr>
              <w:pStyle w:val="BodyText-table"/>
            </w:pPr>
            <w:r w:rsidRPr="00100576">
              <w:t>Comment Resolution and Closed Feedback Form Accession Number</w:t>
            </w:r>
          </w:p>
          <w:p w14:paraId="6679BD1B" w14:textId="77777777" w:rsidR="000E0219" w:rsidRPr="00100576" w:rsidRDefault="000E0219" w:rsidP="00F427C8">
            <w:pPr>
              <w:pStyle w:val="BodyText-table"/>
            </w:pPr>
            <w:r w:rsidRPr="00100576">
              <w:t>(Pre-Decisional, Non-Public</w:t>
            </w:r>
            <w:r w:rsidR="00106D10" w:rsidRPr="00100576">
              <w:t xml:space="preserve"> Information</w:t>
            </w:r>
            <w:r w:rsidRPr="00100576">
              <w:t>)</w:t>
            </w:r>
          </w:p>
        </w:tc>
      </w:tr>
      <w:tr w:rsidR="004836EC" w:rsidRPr="00DC7554" w14:paraId="0CF903BE" w14:textId="77777777" w:rsidTr="00E77D0F">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868E4E" w14:textId="0F34285B" w:rsidR="004836EC" w:rsidRPr="00246EB8" w:rsidRDefault="004836EC" w:rsidP="00F427C8">
            <w:pPr>
              <w:pStyle w:val="BodyText-table"/>
            </w:pPr>
            <w:r w:rsidRPr="00246EB8">
              <w:t>C1</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2FCDFA" w14:textId="4B27D80F" w:rsidR="004C5BA3" w:rsidRPr="00246EB8" w:rsidRDefault="004C5BA3" w:rsidP="00F427C8">
            <w:pPr>
              <w:pStyle w:val="BodyText-table"/>
            </w:pPr>
            <w:r w:rsidRPr="00246EB8">
              <w:t>ML041950504</w:t>
            </w:r>
          </w:p>
          <w:p w14:paraId="151F73B2" w14:textId="77777777" w:rsidR="004836EC" w:rsidRPr="00246EB8" w:rsidRDefault="004836EC" w:rsidP="00F427C8">
            <w:pPr>
              <w:pStyle w:val="BodyText-table"/>
            </w:pPr>
            <w:r w:rsidRPr="00246EB8">
              <w:t>06/29/04</w:t>
            </w:r>
          </w:p>
          <w:p w14:paraId="4BAFA733" w14:textId="22EA749D" w:rsidR="004C5BA3" w:rsidRPr="00246EB8" w:rsidRDefault="004C5BA3" w:rsidP="00F427C8">
            <w:pPr>
              <w:pStyle w:val="BodyText-table"/>
            </w:pPr>
            <w:r w:rsidRPr="00246EB8">
              <w:t>CN 04-019</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AE1A62" w14:textId="77777777" w:rsidR="004836EC" w:rsidRPr="00246EB8" w:rsidRDefault="004836EC" w:rsidP="00F427C8">
            <w:pPr>
              <w:pStyle w:val="BodyText-table"/>
            </w:pPr>
            <w:r w:rsidRPr="00246EB8">
              <w:t>Added training (ISA-General-3) to reinforce expectations to managers and staff to maintain a questioning attitude.</w:t>
            </w:r>
          </w:p>
          <w:p w14:paraId="2E36E6B0" w14:textId="77777777" w:rsidR="004836EC" w:rsidRPr="00246EB8" w:rsidRDefault="004836EC" w:rsidP="00F427C8">
            <w:pPr>
              <w:pStyle w:val="BodyText-table"/>
            </w:pPr>
          </w:p>
          <w:p w14:paraId="0B3CB38D" w14:textId="5DD5D34E" w:rsidR="004836EC" w:rsidRPr="00246EB8" w:rsidRDefault="004836EC" w:rsidP="00F427C8">
            <w:pPr>
              <w:pStyle w:val="BodyText-table"/>
            </w:pPr>
            <w:r w:rsidRPr="00246EB8">
              <w:t>Reference: Davis Besse Lessons Learned Task Force (Recommendation 3.3.3.1) and associated Effectiveness Review (ML042110287) Recommendation-17</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2C0D1E2" w14:textId="77777777" w:rsidR="004836EC" w:rsidRPr="00246EB8" w:rsidRDefault="004836EC" w:rsidP="00F427C8">
            <w:pPr>
              <w:pStyle w:val="BodyText-table"/>
            </w:pPr>
            <w:r w:rsidRPr="00246EB8">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A40A4A4" w14:textId="77777777" w:rsidR="004836EC" w:rsidRPr="00246EB8" w:rsidRDefault="004836EC" w:rsidP="00F427C8">
            <w:pPr>
              <w:pStyle w:val="BodyText-table"/>
            </w:pPr>
            <w:r w:rsidRPr="00246EB8">
              <w:t>N/A</w:t>
            </w:r>
          </w:p>
        </w:tc>
      </w:tr>
      <w:tr w:rsidR="004836EC" w:rsidRPr="00DC7554" w14:paraId="5BEE9785" w14:textId="77777777" w:rsidTr="00E77D0F">
        <w:trPr>
          <w:trHeight w:hRule="exact" w:val="3347"/>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115389" w14:textId="77777777" w:rsidR="004836EC" w:rsidRPr="00246EB8" w:rsidRDefault="004836EC" w:rsidP="00F427C8">
            <w:pPr>
              <w:pStyle w:val="BodyText-table"/>
            </w:pPr>
            <w:r w:rsidRPr="00246EB8">
              <w:t>N/A</w:t>
            </w:r>
          </w:p>
          <w:p w14:paraId="5BBE7B7F" w14:textId="77777777" w:rsidR="004836EC" w:rsidRPr="00246EB8" w:rsidRDefault="004836EC" w:rsidP="00F427C8">
            <w:pPr>
              <w:pStyle w:val="BodyText-table"/>
            </w:pPr>
          </w:p>
          <w:p w14:paraId="359490FA" w14:textId="77777777" w:rsidR="004836EC" w:rsidRPr="00246EB8" w:rsidRDefault="004836EC" w:rsidP="00F427C8">
            <w:pPr>
              <w:pStyle w:val="BodyText-table"/>
            </w:pPr>
          </w:p>
          <w:p w14:paraId="1F8A987F" w14:textId="77777777" w:rsidR="004836EC" w:rsidRPr="00246EB8" w:rsidRDefault="004836EC" w:rsidP="00F427C8">
            <w:pPr>
              <w:pStyle w:val="BodyText-table"/>
            </w:pPr>
          </w:p>
          <w:p w14:paraId="2308F32A" w14:textId="77777777" w:rsidR="004836EC" w:rsidRPr="00246EB8" w:rsidRDefault="004836EC" w:rsidP="00F427C8">
            <w:pPr>
              <w:pStyle w:val="BodyText-table"/>
            </w:pPr>
          </w:p>
          <w:p w14:paraId="2965607C" w14:textId="77777777" w:rsidR="004836EC" w:rsidRPr="00246EB8" w:rsidRDefault="004836EC" w:rsidP="00F427C8">
            <w:pPr>
              <w:pStyle w:val="BodyText-table"/>
            </w:pPr>
          </w:p>
          <w:p w14:paraId="313340CD" w14:textId="77777777" w:rsidR="004836EC" w:rsidRPr="00246EB8" w:rsidRDefault="004836EC" w:rsidP="00F427C8">
            <w:pPr>
              <w:pStyle w:val="BodyText-table"/>
            </w:pPr>
          </w:p>
          <w:p w14:paraId="1649C474" w14:textId="77777777" w:rsidR="004836EC" w:rsidRPr="00246EB8" w:rsidRDefault="004836EC" w:rsidP="00F427C8">
            <w:pPr>
              <w:pStyle w:val="BodyText-table"/>
            </w:pPr>
          </w:p>
          <w:p w14:paraId="270250A9" w14:textId="77777777" w:rsidR="004836EC" w:rsidRPr="00246EB8" w:rsidRDefault="004836EC" w:rsidP="00F427C8">
            <w:pPr>
              <w:pStyle w:val="BodyText-table"/>
            </w:pPr>
          </w:p>
          <w:p w14:paraId="1EDD37EA" w14:textId="77777777" w:rsidR="004836EC" w:rsidRPr="00246EB8" w:rsidRDefault="004836EC" w:rsidP="00F427C8">
            <w:pPr>
              <w:pStyle w:val="BodyText-table"/>
            </w:pPr>
          </w:p>
          <w:p w14:paraId="27B6E1A7" w14:textId="77777777" w:rsidR="004836EC" w:rsidRPr="00246EB8" w:rsidRDefault="004836EC" w:rsidP="00F427C8">
            <w:pPr>
              <w:pStyle w:val="BodyText-table"/>
            </w:pPr>
          </w:p>
          <w:p w14:paraId="2DFB8EBF" w14:textId="5EFCF04A" w:rsidR="004836EC" w:rsidRPr="00246EB8" w:rsidRDefault="004836EC" w:rsidP="00F427C8">
            <w:pPr>
              <w:pStyle w:val="BodyText-table"/>
            </w:pPr>
            <w:r w:rsidRPr="00246EB8">
              <w:t>C2</w:t>
            </w:r>
          </w:p>
          <w:p w14:paraId="26A00F61" w14:textId="77777777" w:rsidR="004836EC" w:rsidRPr="00246EB8" w:rsidRDefault="004836EC" w:rsidP="00F427C8">
            <w:pPr>
              <w:pStyle w:val="BodyText-table"/>
            </w:pP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5CC534" w14:textId="2D871EE4" w:rsidR="004F17BB" w:rsidRPr="00246EB8" w:rsidRDefault="004F17BB" w:rsidP="00F427C8">
            <w:pPr>
              <w:pStyle w:val="BodyText-table"/>
            </w:pPr>
            <w:r w:rsidRPr="00246EB8">
              <w:t>ML062400469</w:t>
            </w:r>
          </w:p>
          <w:p w14:paraId="657AB57B" w14:textId="05CF5782" w:rsidR="004836EC" w:rsidRPr="00246EB8" w:rsidRDefault="004836EC" w:rsidP="00F427C8">
            <w:pPr>
              <w:pStyle w:val="BodyText-table"/>
            </w:pPr>
            <w:r w:rsidRPr="00246EB8">
              <w:t>10/31/06</w:t>
            </w:r>
          </w:p>
          <w:p w14:paraId="2F912732" w14:textId="77777777" w:rsidR="004836EC" w:rsidRPr="00246EB8" w:rsidRDefault="004836EC" w:rsidP="00F427C8">
            <w:pPr>
              <w:pStyle w:val="BodyText-table"/>
            </w:pPr>
            <w:r w:rsidRPr="00246EB8">
              <w:t>CN 06-032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997823" w14:textId="796E6883" w:rsidR="004836EC" w:rsidRPr="00246EB8" w:rsidRDefault="004836EC" w:rsidP="00F427C8">
            <w:pPr>
              <w:pStyle w:val="BodyText-table"/>
            </w:pPr>
            <w:r w:rsidRPr="00246EB8">
              <w:t xml:space="preserve">Added training on safety culture, updated references, and incorporated minor editorial changes. Completed </w:t>
            </w:r>
            <w:r w:rsidR="00FE4A38" w:rsidRPr="00246EB8">
              <w:t>4-year</w:t>
            </w:r>
            <w:r w:rsidRPr="00246EB8">
              <w:t xml:space="preserve"> historical CN search</w:t>
            </w:r>
            <w:ins w:id="48" w:author="Madeleine Arel (She/Her)" w:date="2023-05-09T15:01:00Z">
              <w:r w:rsidR="00C97A71">
                <w:t>.</w:t>
              </w:r>
            </w:ins>
          </w:p>
          <w:p w14:paraId="10A2C1CA" w14:textId="77777777" w:rsidR="004836EC" w:rsidRPr="00246EB8" w:rsidRDefault="004836EC" w:rsidP="00F427C8">
            <w:pPr>
              <w:pStyle w:val="BodyText-table"/>
            </w:pPr>
          </w:p>
          <w:p w14:paraId="4EF12B96" w14:textId="6F184B19" w:rsidR="004836EC" w:rsidRPr="00246EB8" w:rsidRDefault="004836EC" w:rsidP="00F427C8">
            <w:pPr>
              <w:pStyle w:val="BodyText-table"/>
            </w:pPr>
            <w:r w:rsidRPr="00246EB8">
              <w:t xml:space="preserve">Added training on safety culture. The reference SECY requires that </w:t>
            </w:r>
            <w:r w:rsidR="008269A0" w:rsidRPr="00246EB8">
              <w:t>“</w:t>
            </w:r>
            <w:r w:rsidRPr="00246EB8">
              <w:t>In the longer term, the staff will work with the Technical Training Center (TTC) to incorporate aspects of the safety culture initiative into initial training for new inspectors and continuing training for existing inspectors."</w:t>
            </w:r>
          </w:p>
          <w:p w14:paraId="15220518" w14:textId="77777777" w:rsidR="004836EC" w:rsidRPr="00246EB8" w:rsidRDefault="004836EC" w:rsidP="00F427C8">
            <w:pPr>
              <w:pStyle w:val="BodyText-table"/>
            </w:pPr>
          </w:p>
          <w:p w14:paraId="552A16E6" w14:textId="77777777" w:rsidR="004836EC" w:rsidRPr="00246EB8" w:rsidRDefault="004836EC" w:rsidP="00F427C8">
            <w:pPr>
              <w:pStyle w:val="BodyText-table"/>
            </w:pPr>
            <w:r w:rsidRPr="00246EB8">
              <w:t>Reference: SECY-06-0122 (page 2) and</w:t>
            </w:r>
          </w:p>
          <w:p w14:paraId="4ABD63B3" w14:textId="774E1DD3" w:rsidR="004836EC" w:rsidRPr="00246EB8" w:rsidRDefault="004836EC" w:rsidP="00F427C8">
            <w:pPr>
              <w:pStyle w:val="BodyText-table"/>
            </w:pPr>
            <w:r w:rsidRPr="00246EB8">
              <w:t>OIG-05-A-06, Recommendation 2 (page 2)</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A6A450" w14:textId="77777777" w:rsidR="004836EC" w:rsidRPr="00246EB8" w:rsidRDefault="004836EC" w:rsidP="00F427C8">
            <w:pPr>
              <w:pStyle w:val="BodyText-table"/>
            </w:pPr>
            <w:r w:rsidRPr="00246EB8">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9FA8C8C" w14:textId="77777777" w:rsidR="004836EC" w:rsidRPr="00246EB8" w:rsidRDefault="004836EC" w:rsidP="00F427C8">
            <w:pPr>
              <w:pStyle w:val="BodyText-table"/>
            </w:pPr>
            <w:r w:rsidRPr="00246EB8">
              <w:t>ML062890456</w:t>
            </w:r>
          </w:p>
        </w:tc>
      </w:tr>
      <w:tr w:rsidR="008269A0" w:rsidRPr="008D726E" w14:paraId="774B91F6" w14:textId="77777777" w:rsidTr="00E77D0F">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87CF201" w14:textId="77777777" w:rsidR="008269A0" w:rsidRPr="008D726E" w:rsidRDefault="008269A0"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5EA6C7E" w14:textId="7C239FE6" w:rsidR="004F17BB" w:rsidRPr="008D726E" w:rsidRDefault="004F17BB" w:rsidP="00F427C8">
            <w:pPr>
              <w:pStyle w:val="BodyText-table"/>
            </w:pPr>
            <w:r w:rsidRPr="008D726E">
              <w:t>ML073520677</w:t>
            </w:r>
          </w:p>
          <w:p w14:paraId="7C5CF19E" w14:textId="33B8DC5B" w:rsidR="008269A0" w:rsidRPr="008D726E" w:rsidRDefault="008269A0" w:rsidP="00F427C8">
            <w:pPr>
              <w:pStyle w:val="BodyText-table"/>
            </w:pPr>
            <w:r w:rsidRPr="008D726E">
              <w:t>01/10/08</w:t>
            </w:r>
          </w:p>
          <w:p w14:paraId="14AE31C3" w14:textId="77777777" w:rsidR="008269A0" w:rsidRPr="008D726E" w:rsidRDefault="008269A0" w:rsidP="00F427C8">
            <w:pPr>
              <w:pStyle w:val="BodyText-table"/>
            </w:pPr>
            <w:r w:rsidRPr="008D726E">
              <w:t>CN 08-001</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B7C6F3" w14:textId="77777777" w:rsidR="008269A0" w:rsidRPr="008D726E" w:rsidRDefault="008269A0" w:rsidP="00F427C8">
            <w:pPr>
              <w:pStyle w:val="BodyText-table"/>
            </w:pPr>
            <w:r w:rsidRPr="008D726E">
              <w:t>Updated a reference in ISA-General-1.</w:t>
            </w:r>
          </w:p>
          <w:p w14:paraId="1A585290" w14:textId="77777777" w:rsidR="008269A0" w:rsidRPr="008D726E" w:rsidRDefault="008269A0" w:rsidP="00F427C8">
            <w:pPr>
              <w:pStyle w:val="BodyText-table"/>
            </w:pPr>
            <w:r w:rsidRPr="008D726E">
              <w:tab/>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642292" w14:textId="77777777" w:rsidR="008269A0" w:rsidRPr="008D726E" w:rsidRDefault="008269A0"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8F2716" w14:textId="77777777" w:rsidR="008269A0" w:rsidRPr="008D726E" w:rsidRDefault="008269A0" w:rsidP="00F427C8">
            <w:pPr>
              <w:pStyle w:val="BodyText-table"/>
            </w:pPr>
            <w:r w:rsidRPr="008D726E">
              <w:t>ML073510727</w:t>
            </w:r>
          </w:p>
          <w:p w14:paraId="0BDB4DFD" w14:textId="77777777" w:rsidR="008269A0" w:rsidRPr="008D726E" w:rsidRDefault="008269A0" w:rsidP="00F427C8">
            <w:pPr>
              <w:pStyle w:val="BodyText-table"/>
            </w:pPr>
          </w:p>
        </w:tc>
      </w:tr>
      <w:tr w:rsidR="008269A0" w:rsidRPr="008D726E" w14:paraId="7ED5790B"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2B8D45" w14:textId="77777777" w:rsidR="008269A0" w:rsidRPr="008D726E" w:rsidRDefault="008269A0" w:rsidP="00F427C8">
            <w:pPr>
              <w:pStyle w:val="BodyText-table"/>
            </w:pPr>
            <w:r w:rsidRPr="008D726E">
              <w:lastRenderedPageBreak/>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209236" w14:textId="5A5D78CF" w:rsidR="004F17BB" w:rsidRPr="008D726E" w:rsidRDefault="004F17BB" w:rsidP="00F427C8">
            <w:pPr>
              <w:pStyle w:val="BodyText-table"/>
            </w:pPr>
            <w:r w:rsidRPr="008D726E">
              <w:t>ML090360502</w:t>
            </w:r>
          </w:p>
          <w:p w14:paraId="06D75022" w14:textId="1D510B05" w:rsidR="008269A0" w:rsidRPr="008D726E" w:rsidRDefault="008269A0" w:rsidP="00F427C8">
            <w:pPr>
              <w:pStyle w:val="BodyText-table"/>
            </w:pPr>
            <w:r w:rsidRPr="008D726E">
              <w:t>07/08/09</w:t>
            </w:r>
          </w:p>
          <w:p w14:paraId="0D29E772" w14:textId="77777777" w:rsidR="008269A0" w:rsidRPr="008D726E" w:rsidRDefault="008269A0" w:rsidP="00F427C8">
            <w:pPr>
              <w:pStyle w:val="BodyText-table"/>
            </w:pPr>
            <w:r w:rsidRPr="008D726E">
              <w:t>CN 09-017</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BA0B1A5" w14:textId="77777777" w:rsidR="008269A0" w:rsidRPr="008D726E" w:rsidRDefault="008269A0" w:rsidP="00F427C8">
            <w:pPr>
              <w:pStyle w:val="BodyText-table"/>
            </w:pPr>
            <w:r w:rsidRPr="008D726E">
              <w:t>Updated references and increased flexibility of course prerequisites, by recommending, vice requiring, completion of Appendix A before taking G-105, G-205, and G-103 training.</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CBC760" w14:textId="77777777" w:rsidR="008269A0" w:rsidRPr="008D726E" w:rsidRDefault="008269A0"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ACB62B" w14:textId="77777777" w:rsidR="008269A0" w:rsidRPr="008D726E" w:rsidRDefault="008269A0" w:rsidP="00F427C8">
            <w:pPr>
              <w:pStyle w:val="BodyText-table"/>
            </w:pPr>
            <w:r w:rsidRPr="008D726E">
              <w:t>ML091590710</w:t>
            </w:r>
          </w:p>
        </w:tc>
      </w:tr>
      <w:tr w:rsidR="008269A0" w:rsidRPr="008D726E" w14:paraId="78E7EC47" w14:textId="77777777" w:rsidTr="00E77D0F">
        <w:trPr>
          <w:trHeight w:val="856"/>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E918AA3" w14:textId="77777777" w:rsidR="008269A0" w:rsidRPr="008D726E" w:rsidRDefault="008269A0"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08081EF" w14:textId="77777777" w:rsidR="000764AA" w:rsidRPr="008D726E" w:rsidRDefault="000764AA" w:rsidP="00F427C8">
            <w:pPr>
              <w:pStyle w:val="BodyText-table"/>
            </w:pPr>
            <w:r w:rsidRPr="008D726E">
              <w:t>ML11168A201</w:t>
            </w:r>
          </w:p>
          <w:p w14:paraId="2D0564D3" w14:textId="77777777" w:rsidR="008269A0" w:rsidRPr="008D726E" w:rsidRDefault="008269A0" w:rsidP="00F427C8">
            <w:pPr>
              <w:pStyle w:val="BodyText-table"/>
            </w:pPr>
            <w:r w:rsidRPr="008D726E">
              <w:t>12/29/11</w:t>
            </w:r>
          </w:p>
          <w:p w14:paraId="42F9B291" w14:textId="77777777" w:rsidR="008269A0" w:rsidRPr="008D726E" w:rsidRDefault="008269A0" w:rsidP="00F427C8">
            <w:pPr>
              <w:pStyle w:val="BodyText-table"/>
            </w:pPr>
            <w:r w:rsidRPr="008D726E">
              <w:t>CN 11-044</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443C32" w14:textId="77777777" w:rsidR="008269A0" w:rsidRPr="008D726E" w:rsidRDefault="008269A0" w:rsidP="00F427C8">
            <w:pPr>
              <w:pStyle w:val="BodyText-table"/>
            </w:pPr>
            <w:r w:rsidRPr="008D726E">
              <w:t>This revision updates safety culture training and moves online courses into iLearn to correct hyperlinks and simplify record retention.</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C603A2" w14:textId="77777777" w:rsidR="008269A0" w:rsidRPr="008D726E" w:rsidRDefault="008269A0"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B8643E8" w14:textId="77777777" w:rsidR="008269A0" w:rsidRPr="008D726E" w:rsidRDefault="008269A0" w:rsidP="00F427C8">
            <w:pPr>
              <w:pStyle w:val="BodyText-table"/>
            </w:pPr>
            <w:r w:rsidRPr="008D726E">
              <w:t>ML11322A091</w:t>
            </w:r>
          </w:p>
        </w:tc>
      </w:tr>
      <w:tr w:rsidR="008269A0" w:rsidRPr="008D726E" w14:paraId="62F03C0C"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4604731" w14:textId="77777777" w:rsidR="008269A0" w:rsidRPr="008D726E" w:rsidRDefault="008269A0"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C98161E" w14:textId="77777777" w:rsidR="008269A0" w:rsidRPr="008D726E" w:rsidRDefault="008269A0" w:rsidP="00F427C8">
            <w:pPr>
              <w:pStyle w:val="BodyText-table"/>
            </w:pPr>
            <w:r w:rsidRPr="008D726E">
              <w:t>ML15177A298</w:t>
            </w:r>
          </w:p>
          <w:p w14:paraId="6195455A" w14:textId="77777777" w:rsidR="008269A0" w:rsidRPr="008D726E" w:rsidRDefault="008269A0" w:rsidP="00F427C8">
            <w:pPr>
              <w:pStyle w:val="BodyText-table"/>
            </w:pPr>
            <w:r w:rsidRPr="008D726E">
              <w:t>01/13/16</w:t>
            </w:r>
          </w:p>
          <w:p w14:paraId="36928056" w14:textId="77777777" w:rsidR="008269A0" w:rsidRPr="008D726E" w:rsidRDefault="00730627" w:rsidP="00F427C8">
            <w:pPr>
              <w:pStyle w:val="BodyText-table"/>
            </w:pPr>
            <w:r w:rsidRPr="008D726E">
              <w:t>CN</w:t>
            </w:r>
            <w:r w:rsidR="008269A0" w:rsidRPr="008D726E">
              <w:t xml:space="preserve"> 16-002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5239A3" w14:textId="77777777" w:rsidR="008269A0" w:rsidRPr="008D726E" w:rsidRDefault="008269A0" w:rsidP="00F427C8">
            <w:pPr>
              <w:pStyle w:val="BodyText-table"/>
            </w:pPr>
            <w:r w:rsidRPr="008D726E">
              <w:t xml:space="preserve">This revision incorporates the qualification of construction inspectors (IMC 1252), and updates references, required courses, IMC format, and safety culture training.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679E640" w14:textId="77777777" w:rsidR="008269A0" w:rsidRPr="008D726E" w:rsidRDefault="008269A0"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D82FC64" w14:textId="77777777" w:rsidR="008269A0" w:rsidRPr="008D726E" w:rsidRDefault="008269A0" w:rsidP="00F427C8">
            <w:pPr>
              <w:pStyle w:val="BodyText-table"/>
            </w:pPr>
            <w:r w:rsidRPr="008D726E">
              <w:t>ML15195A147</w:t>
            </w:r>
          </w:p>
          <w:p w14:paraId="35196BAF" w14:textId="77777777" w:rsidR="008269A0" w:rsidRPr="008D726E" w:rsidRDefault="008269A0" w:rsidP="00F427C8">
            <w:pPr>
              <w:pStyle w:val="BodyText-table"/>
            </w:pPr>
            <w:r w:rsidRPr="008D726E">
              <w:t>Closed FF:</w:t>
            </w:r>
          </w:p>
          <w:p w14:paraId="2B44ECDF" w14:textId="77777777" w:rsidR="008269A0" w:rsidRPr="008D726E" w:rsidRDefault="008269A0" w:rsidP="00F427C8">
            <w:pPr>
              <w:pStyle w:val="BodyText-table"/>
            </w:pPr>
            <w:r w:rsidRPr="008D726E">
              <w:t>1245B-1902</w:t>
            </w:r>
          </w:p>
          <w:p w14:paraId="0E3FE7C1" w14:textId="77777777" w:rsidR="008269A0" w:rsidRPr="008D726E" w:rsidRDefault="008269A0" w:rsidP="00F427C8">
            <w:pPr>
              <w:pStyle w:val="BodyText-table"/>
            </w:pPr>
            <w:r w:rsidRPr="008D726E">
              <w:t>ML13207A186</w:t>
            </w:r>
          </w:p>
          <w:p w14:paraId="44AA8831" w14:textId="77777777" w:rsidR="008269A0" w:rsidRPr="008D726E" w:rsidRDefault="008269A0" w:rsidP="00F427C8">
            <w:pPr>
              <w:pStyle w:val="BodyText-table"/>
            </w:pPr>
            <w:r w:rsidRPr="008D726E">
              <w:t>1245B-2031</w:t>
            </w:r>
          </w:p>
          <w:p w14:paraId="5D3798AA" w14:textId="77777777" w:rsidR="008269A0" w:rsidRPr="008D726E" w:rsidRDefault="008269A0" w:rsidP="00F427C8">
            <w:pPr>
              <w:pStyle w:val="BodyText-table"/>
            </w:pPr>
            <w:r w:rsidRPr="008D726E">
              <w:t>ML14149A264</w:t>
            </w:r>
          </w:p>
          <w:p w14:paraId="38E89BEF" w14:textId="77777777" w:rsidR="008269A0" w:rsidRPr="008D726E" w:rsidRDefault="008269A0" w:rsidP="00F427C8">
            <w:pPr>
              <w:pStyle w:val="BodyText-table"/>
            </w:pPr>
            <w:r w:rsidRPr="008D726E">
              <w:t>1245B-2107</w:t>
            </w:r>
          </w:p>
          <w:p w14:paraId="4EB2E20F" w14:textId="77777777" w:rsidR="008269A0" w:rsidRPr="008D726E" w:rsidRDefault="008269A0" w:rsidP="00F427C8">
            <w:pPr>
              <w:pStyle w:val="BodyText-table"/>
            </w:pPr>
            <w:r w:rsidRPr="008D726E">
              <w:t>ML15009A305</w:t>
            </w:r>
          </w:p>
          <w:p w14:paraId="3F97492B" w14:textId="77777777" w:rsidR="008269A0" w:rsidRPr="008D726E" w:rsidRDefault="008269A0" w:rsidP="00F427C8">
            <w:pPr>
              <w:pStyle w:val="BodyText-table"/>
            </w:pPr>
            <w:r w:rsidRPr="008D726E">
              <w:t>1245B-2125</w:t>
            </w:r>
          </w:p>
          <w:p w14:paraId="29DEC9CB" w14:textId="77777777" w:rsidR="008269A0" w:rsidRPr="008D726E" w:rsidRDefault="008269A0" w:rsidP="00F427C8">
            <w:pPr>
              <w:pStyle w:val="BodyText-table"/>
            </w:pPr>
            <w:r w:rsidRPr="008D726E">
              <w:t>ML14099A006</w:t>
            </w:r>
          </w:p>
        </w:tc>
      </w:tr>
      <w:tr w:rsidR="007B042F" w:rsidRPr="008D726E" w14:paraId="7D2F1010"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53C8741" w14:textId="77777777" w:rsidR="007B042F" w:rsidRPr="008D726E" w:rsidRDefault="007B042F"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1D9BDB" w14:textId="77777777" w:rsidR="007B042F" w:rsidRPr="008D726E" w:rsidRDefault="00713E8D" w:rsidP="00F427C8">
            <w:pPr>
              <w:pStyle w:val="BodyText-table"/>
            </w:pPr>
            <w:r w:rsidRPr="008D726E">
              <w:t>ML16049A279</w:t>
            </w:r>
          </w:p>
          <w:p w14:paraId="00F11933" w14:textId="77777777" w:rsidR="007B042F" w:rsidRPr="008D726E" w:rsidRDefault="009E311A" w:rsidP="00F427C8">
            <w:pPr>
              <w:pStyle w:val="BodyText-table"/>
            </w:pPr>
            <w:r w:rsidRPr="008D726E">
              <w:t>02</w:t>
            </w:r>
            <w:r w:rsidR="007B042F" w:rsidRPr="008D726E">
              <w:t>/</w:t>
            </w:r>
            <w:r w:rsidRPr="008D726E">
              <w:t>24</w:t>
            </w:r>
            <w:r w:rsidR="007B042F" w:rsidRPr="008D726E">
              <w:t>/</w:t>
            </w:r>
            <w:r w:rsidRPr="008D726E">
              <w:t>16</w:t>
            </w:r>
          </w:p>
          <w:p w14:paraId="3C6057B9" w14:textId="77777777" w:rsidR="007B042F" w:rsidRPr="008D726E" w:rsidRDefault="007B042F" w:rsidP="00F427C8">
            <w:pPr>
              <w:pStyle w:val="BodyText-table"/>
            </w:pPr>
            <w:r w:rsidRPr="008D726E">
              <w:t>CN 16-</w:t>
            </w:r>
            <w:r w:rsidR="009E311A" w:rsidRPr="008D726E">
              <w:t>008</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1235C4" w14:textId="77777777" w:rsidR="007B042F" w:rsidRPr="008D726E" w:rsidRDefault="007B042F" w:rsidP="00F427C8">
            <w:pPr>
              <w:pStyle w:val="BodyText-table"/>
            </w:pPr>
            <w:r w:rsidRPr="008D726E">
              <w:t xml:space="preserve">This revision updates </w:t>
            </w:r>
            <w:r w:rsidR="001B5A4E" w:rsidRPr="008D726E">
              <w:t xml:space="preserve">the link to </w:t>
            </w:r>
            <w:r w:rsidRPr="008D726E">
              <w:t>safety culture training in ISA-3 and 4.</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A5722C" w14:textId="77777777" w:rsidR="007B042F" w:rsidRPr="008D726E" w:rsidRDefault="007B042F"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619F740" w14:textId="77777777" w:rsidR="007B042F" w:rsidRPr="008D726E" w:rsidRDefault="007B042F" w:rsidP="00F427C8">
            <w:pPr>
              <w:pStyle w:val="BodyText-table"/>
            </w:pPr>
            <w:r w:rsidRPr="008D726E">
              <w:t>N/A</w:t>
            </w:r>
          </w:p>
        </w:tc>
      </w:tr>
      <w:tr w:rsidR="00E13057" w:rsidRPr="008D726E" w14:paraId="7B330E5E"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883066" w14:textId="77777777" w:rsidR="00E13057" w:rsidRPr="008D726E" w:rsidRDefault="00E13057"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0B572D3" w14:textId="77777777" w:rsidR="00E13057" w:rsidRPr="008D726E" w:rsidRDefault="00F734D4" w:rsidP="00F427C8">
            <w:pPr>
              <w:pStyle w:val="BodyText-table"/>
            </w:pPr>
            <w:r w:rsidRPr="008D726E">
              <w:t>ML17072A336</w:t>
            </w:r>
          </w:p>
          <w:p w14:paraId="3C02E437" w14:textId="77777777" w:rsidR="006F315B" w:rsidRPr="008D726E" w:rsidRDefault="006F315B" w:rsidP="00F427C8">
            <w:pPr>
              <w:pStyle w:val="BodyText-table"/>
            </w:pPr>
            <w:r w:rsidRPr="008D726E">
              <w:t>08/24/17</w:t>
            </w:r>
          </w:p>
          <w:p w14:paraId="55F9EA78" w14:textId="77777777" w:rsidR="006F315B" w:rsidRPr="008D726E" w:rsidRDefault="006F315B" w:rsidP="00F427C8">
            <w:pPr>
              <w:pStyle w:val="BodyText-table"/>
            </w:pPr>
            <w:r w:rsidRPr="008D726E">
              <w:t>CN 17-015</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FA4EB49" w14:textId="0EBE450A" w:rsidR="00E13057" w:rsidRPr="008D726E" w:rsidRDefault="00E13057" w:rsidP="00F427C8">
            <w:pPr>
              <w:pStyle w:val="BodyText-table"/>
            </w:pPr>
            <w:r w:rsidRPr="008D726E">
              <w:t>This revision creates ISA-General-1a, Construction Quality Assurance</w:t>
            </w:r>
            <w:r w:rsidR="000A7BAE" w:rsidRPr="008D726E">
              <w:t xml:space="preserve"> </w:t>
            </w:r>
            <w:r w:rsidRPr="008D726E">
              <w:t>Requirements</w:t>
            </w:r>
            <w:r w:rsidR="00F45866" w:rsidRPr="008D726E">
              <w:t xml:space="preserve">, which is needed to coordinate qualification objectives with </w:t>
            </w:r>
            <w:r w:rsidR="00066011" w:rsidRPr="008D726E">
              <w:t>Appendix</w:t>
            </w:r>
            <w:r w:rsidR="00F45866" w:rsidRPr="008D726E">
              <w:t xml:space="preserve"> C-15, construction inspector qualification</w:t>
            </w:r>
            <w:r w:rsidR="006313E7" w:rsidRPr="008D726E">
              <w:t>.</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4E34CBA" w14:textId="77777777" w:rsidR="00E13057" w:rsidRPr="008D726E" w:rsidRDefault="00E13057"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034321" w14:textId="77777777" w:rsidR="00E13057" w:rsidRPr="008D726E" w:rsidRDefault="00F734D4" w:rsidP="00F427C8">
            <w:pPr>
              <w:pStyle w:val="BodyText-table"/>
            </w:pPr>
            <w:r w:rsidRPr="008D726E">
              <w:t>ML17089A363</w:t>
            </w:r>
          </w:p>
        </w:tc>
      </w:tr>
      <w:tr w:rsidR="003D185A" w:rsidRPr="008D726E" w14:paraId="3315CCFF"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3677D6" w14:textId="2A660FD7" w:rsidR="003D185A" w:rsidRPr="008D726E" w:rsidRDefault="00E678E6" w:rsidP="00F427C8">
            <w:pPr>
              <w:pStyle w:val="BodyText-table"/>
            </w:pPr>
            <w:r w:rsidRPr="008D726E">
              <w:lastRenderedPageBreak/>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A012A6" w14:textId="77777777" w:rsidR="003D185A" w:rsidRPr="008D726E" w:rsidRDefault="003D185A" w:rsidP="00F427C8">
            <w:pPr>
              <w:pStyle w:val="BodyText-table"/>
            </w:pPr>
            <w:r w:rsidRPr="008D726E">
              <w:t>ML18047A126</w:t>
            </w:r>
          </w:p>
          <w:p w14:paraId="79F85633" w14:textId="77777777" w:rsidR="003D185A" w:rsidRPr="008D726E" w:rsidRDefault="00F14104" w:rsidP="00F427C8">
            <w:pPr>
              <w:pStyle w:val="BodyText-table"/>
            </w:pPr>
            <w:r w:rsidRPr="008D726E">
              <w:t>07/30/18</w:t>
            </w:r>
          </w:p>
          <w:p w14:paraId="470FD1F2" w14:textId="77777777" w:rsidR="003D185A" w:rsidRPr="008D726E" w:rsidRDefault="00F14104" w:rsidP="00F427C8">
            <w:pPr>
              <w:pStyle w:val="BodyText-table"/>
            </w:pPr>
            <w:r w:rsidRPr="008D726E">
              <w:t>CN 18-023</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F60EA6" w14:textId="77777777" w:rsidR="003D185A" w:rsidRPr="008D726E" w:rsidRDefault="003D185A" w:rsidP="00F427C8">
            <w:pPr>
              <w:pStyle w:val="BodyText-table"/>
            </w:pPr>
            <w:r w:rsidRPr="008D726E">
              <w:t>This revision accounts for the creation of IMC 0611.</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E9CD910" w14:textId="77777777" w:rsidR="003D185A" w:rsidRPr="008D726E" w:rsidRDefault="003D185A"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3FFDB9" w14:textId="77777777" w:rsidR="001548CC" w:rsidRPr="008D726E" w:rsidRDefault="001548CC" w:rsidP="00F427C8">
            <w:pPr>
              <w:pStyle w:val="BodyText-table"/>
            </w:pPr>
            <w:r w:rsidRPr="008D726E">
              <w:t>ML18065A651</w:t>
            </w:r>
          </w:p>
          <w:p w14:paraId="7BF583E9" w14:textId="77777777" w:rsidR="003D185A" w:rsidRPr="008D726E" w:rsidRDefault="003D185A" w:rsidP="00F427C8">
            <w:pPr>
              <w:pStyle w:val="BodyText-table"/>
            </w:pPr>
            <w:r w:rsidRPr="008D726E">
              <w:t>Closed FF:</w:t>
            </w:r>
          </w:p>
          <w:p w14:paraId="14D27C74" w14:textId="77777777" w:rsidR="003D185A" w:rsidRPr="008D726E" w:rsidRDefault="003D185A" w:rsidP="00F427C8">
            <w:pPr>
              <w:pStyle w:val="BodyText-table"/>
            </w:pPr>
            <w:r w:rsidRPr="008D726E">
              <w:t>1245B-2263</w:t>
            </w:r>
          </w:p>
          <w:p w14:paraId="69FD3CE3" w14:textId="77777777" w:rsidR="00F14104" w:rsidRPr="008D726E" w:rsidRDefault="00F14104" w:rsidP="00F427C8">
            <w:pPr>
              <w:pStyle w:val="BodyText-table"/>
            </w:pPr>
            <w:r w:rsidRPr="008D726E">
              <w:t>ML18134A013</w:t>
            </w:r>
          </w:p>
        </w:tc>
      </w:tr>
      <w:tr w:rsidR="009423D0" w:rsidRPr="008D726E" w14:paraId="6EA3FB44"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6662821" w14:textId="09CAA919" w:rsidR="009423D0" w:rsidRPr="008D726E" w:rsidRDefault="005B244D"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73FC34E" w14:textId="77777777" w:rsidR="009423D0" w:rsidRPr="008D726E" w:rsidRDefault="00C61539" w:rsidP="00F427C8">
            <w:pPr>
              <w:pStyle w:val="BodyText-table"/>
            </w:pPr>
            <w:r w:rsidRPr="008D726E">
              <w:t>ML20077L273</w:t>
            </w:r>
          </w:p>
          <w:p w14:paraId="0BDF0642" w14:textId="77777777" w:rsidR="00591B52" w:rsidRPr="008D726E" w:rsidRDefault="00591B52" w:rsidP="00F427C8">
            <w:pPr>
              <w:pStyle w:val="BodyText-table"/>
            </w:pPr>
            <w:r w:rsidRPr="008D726E">
              <w:t>08/12/20</w:t>
            </w:r>
          </w:p>
          <w:p w14:paraId="781E5D7D" w14:textId="0B3B4CE0" w:rsidR="00591B52" w:rsidRPr="008D726E" w:rsidRDefault="00591B52" w:rsidP="00F427C8">
            <w:pPr>
              <w:pStyle w:val="BodyText-table"/>
            </w:pPr>
            <w:r w:rsidRPr="008D726E">
              <w:t>CN 20-038</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F58D01" w14:textId="32B2AA6A" w:rsidR="004643A1" w:rsidRPr="008D726E" w:rsidRDefault="00446D5D" w:rsidP="00F427C8">
            <w:pPr>
              <w:pStyle w:val="BodyText-table"/>
            </w:pPr>
            <w:r w:rsidRPr="008D726E">
              <w:t xml:space="preserve">This </w:t>
            </w:r>
            <w:r w:rsidR="006A46EA" w:rsidRPr="008D726E">
              <w:t xml:space="preserve">changed was </w:t>
            </w:r>
            <w:r w:rsidR="00033538" w:rsidRPr="008D726E">
              <w:t>an administrative update</w:t>
            </w:r>
            <w:r w:rsidR="006A46EA" w:rsidRPr="008D726E">
              <w:t xml:space="preserve"> </w:t>
            </w:r>
            <w:r w:rsidR="00FE4A38" w:rsidRPr="008D726E">
              <w:t>that removed</w:t>
            </w:r>
            <w:r w:rsidR="006A46EA" w:rsidRPr="008D726E">
              <w:t xml:space="preserve"> references </w:t>
            </w:r>
            <w:r w:rsidR="00786E11" w:rsidRPr="008D726E">
              <w:t xml:space="preserve">to </w:t>
            </w:r>
            <w:r w:rsidR="006A46EA" w:rsidRPr="008D726E">
              <w:t>out</w:t>
            </w:r>
            <w:ins w:id="49" w:author="Madeleine Arel (She/Her)" w:date="2023-05-17T13:50:00Z">
              <w:r w:rsidR="00732CD0">
                <w:noBreakHyphen/>
              </w:r>
            </w:ins>
            <w:r w:rsidR="006A46EA" w:rsidRPr="008D726E">
              <w:t>of</w:t>
            </w:r>
            <w:ins w:id="50" w:author="Madeleine Arel (She/Her)" w:date="2023-05-17T13:50:00Z">
              <w:r w:rsidR="00732CD0">
                <w:noBreakHyphen/>
              </w:r>
            </w:ins>
            <w:r w:rsidR="006A46EA" w:rsidRPr="008D726E">
              <w:t xml:space="preserve">date procedures and applications. </w:t>
            </w:r>
            <w:r w:rsidR="00964082" w:rsidRPr="008D726E">
              <w:t xml:space="preserve">It also incorporated recommendations </w:t>
            </w:r>
            <w:r w:rsidR="004651A3" w:rsidRPr="008D726E">
              <w:t xml:space="preserve">contained </w:t>
            </w:r>
            <w:r w:rsidR="00964082" w:rsidRPr="008D726E">
              <w:t xml:space="preserve">in feedback form </w:t>
            </w:r>
            <w:r w:rsidR="00A0353A" w:rsidRPr="008D726E">
              <w:t>1245B-</w:t>
            </w:r>
            <w:r w:rsidR="00FA3B3E" w:rsidRPr="008D726E">
              <w:t xml:space="preserve">2283 which </w:t>
            </w:r>
            <w:r w:rsidR="00A0353A" w:rsidRPr="008D726E">
              <w:t xml:space="preserve">contained the requirements to meet Commission direction provided in the </w:t>
            </w:r>
            <w:r w:rsidR="00880CD6" w:rsidRPr="008D726E">
              <w:t xml:space="preserve">SRM </w:t>
            </w:r>
            <w:r w:rsidR="00A0353A" w:rsidRPr="008D726E">
              <w:t>to SECY-15-0137</w:t>
            </w:r>
            <w:r w:rsidR="00880CD6" w:rsidRPr="008D726E">
              <w:t xml:space="preserve"> for post-Fukushima IMC 1245 qualification program revisions.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2F3E4C" w14:textId="780F4122" w:rsidR="009423D0" w:rsidRPr="008D726E" w:rsidRDefault="001B0F90"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181DB39" w14:textId="29E9F6FE" w:rsidR="00C61539" w:rsidRPr="008D726E" w:rsidRDefault="00C61539" w:rsidP="00F427C8">
            <w:pPr>
              <w:pStyle w:val="BodyText-table"/>
            </w:pPr>
            <w:r w:rsidRPr="008D726E">
              <w:t>ML20079E415</w:t>
            </w:r>
          </w:p>
          <w:p w14:paraId="0FB52A85" w14:textId="342CE54B" w:rsidR="00A91733" w:rsidRPr="008D726E" w:rsidRDefault="00A91733" w:rsidP="00F427C8">
            <w:pPr>
              <w:pStyle w:val="BodyText-table"/>
            </w:pPr>
          </w:p>
          <w:p w14:paraId="507D3580" w14:textId="4D40481A" w:rsidR="00C61539" w:rsidRPr="008D726E" w:rsidRDefault="00A91733" w:rsidP="00F427C8">
            <w:pPr>
              <w:pStyle w:val="BodyText-table"/>
            </w:pPr>
            <w:r w:rsidRPr="008D726E">
              <w:t>Closed FF:</w:t>
            </w:r>
          </w:p>
          <w:p w14:paraId="081EA137" w14:textId="361ADFF1" w:rsidR="00A56CBC" w:rsidRPr="008D726E" w:rsidRDefault="004F17BB" w:rsidP="00F427C8">
            <w:pPr>
              <w:pStyle w:val="BodyText-table"/>
              <w:rPr>
                <w:rFonts w:eastAsia="Calibri"/>
              </w:rPr>
            </w:pPr>
            <w:r w:rsidRPr="008D726E">
              <w:rPr>
                <w:rFonts w:eastAsia="Calibri"/>
              </w:rPr>
              <w:t>1</w:t>
            </w:r>
            <w:r w:rsidR="00A56CBC" w:rsidRPr="008D726E">
              <w:rPr>
                <w:rFonts w:eastAsia="Calibri"/>
              </w:rPr>
              <w:t>245B-2283.</w:t>
            </w:r>
          </w:p>
          <w:p w14:paraId="1175C8C5" w14:textId="19497318" w:rsidR="009423D0" w:rsidRPr="008D726E" w:rsidRDefault="00CA4EC7" w:rsidP="00F427C8">
            <w:pPr>
              <w:pStyle w:val="BodyText-table"/>
            </w:pPr>
            <w:r w:rsidRPr="008D726E">
              <w:t>ML20105A293</w:t>
            </w:r>
          </w:p>
        </w:tc>
      </w:tr>
      <w:tr w:rsidR="00153B23" w:rsidRPr="008D726E" w14:paraId="3CFCF681"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169595" w14:textId="3CA4205D" w:rsidR="00153B23" w:rsidRPr="008D726E" w:rsidRDefault="005B244D" w:rsidP="00F427C8">
            <w:pPr>
              <w:pStyle w:val="BodyText-table"/>
            </w:pPr>
            <w:r w:rsidRPr="008D726E">
              <w:t>N/A</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20EC080" w14:textId="77777777" w:rsidR="00153B23" w:rsidRPr="008D726E" w:rsidRDefault="00D21168" w:rsidP="00F427C8">
            <w:pPr>
              <w:pStyle w:val="BodyText-table"/>
            </w:pPr>
            <w:r w:rsidRPr="008D726E">
              <w:t>ML21166A348</w:t>
            </w:r>
          </w:p>
          <w:p w14:paraId="4766B0C7" w14:textId="656541DF" w:rsidR="00D21168" w:rsidRPr="008D726E" w:rsidRDefault="006C520D" w:rsidP="00F427C8">
            <w:pPr>
              <w:pStyle w:val="BodyText-table"/>
            </w:pPr>
            <w:r w:rsidRPr="008D726E">
              <w:t>09/24/21</w:t>
            </w:r>
          </w:p>
          <w:p w14:paraId="7F75673E" w14:textId="77979CD8" w:rsidR="00D21168" w:rsidRPr="008D726E" w:rsidRDefault="00D21168" w:rsidP="00F427C8">
            <w:pPr>
              <w:pStyle w:val="BodyText-table"/>
            </w:pPr>
            <w:r w:rsidRPr="008D726E">
              <w:t>CN 21-</w:t>
            </w:r>
            <w:r w:rsidR="006C520D" w:rsidRPr="008D726E">
              <w:t>032</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06A7DD" w14:textId="597BAC5C" w:rsidR="00153B23" w:rsidRPr="008D726E" w:rsidRDefault="00153B23" w:rsidP="00F427C8">
            <w:pPr>
              <w:pStyle w:val="BodyText-table"/>
            </w:pPr>
            <w:r w:rsidRPr="008D726E">
              <w:t xml:space="preserve">This </w:t>
            </w:r>
            <w:proofErr w:type="gramStart"/>
            <w:r w:rsidRPr="008D726E">
              <w:t>change</w:t>
            </w:r>
            <w:proofErr w:type="gramEnd"/>
            <w:r w:rsidRPr="008D726E">
              <w:t xml:space="preserve"> correcte</w:t>
            </w:r>
            <w:r w:rsidR="00176BB2" w:rsidRPr="008D726E">
              <w:t xml:space="preserve">d </w:t>
            </w:r>
            <w:r w:rsidRPr="008D726E">
              <w:t xml:space="preserve">format errors and </w:t>
            </w:r>
            <w:r w:rsidR="00926C8A" w:rsidRPr="008D726E">
              <w:t xml:space="preserve">identified </w:t>
            </w:r>
            <w:r w:rsidRPr="008D726E">
              <w:t xml:space="preserve">that TMS is the repository for qualification training activities. </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862AA51" w14:textId="2C5A4FA2" w:rsidR="00153B23" w:rsidRPr="008D726E" w:rsidRDefault="005B244D"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2CC7E1" w14:textId="0076612D" w:rsidR="00153B23" w:rsidRPr="008D726E" w:rsidRDefault="00D21168" w:rsidP="00F427C8">
            <w:pPr>
              <w:pStyle w:val="BodyText-table"/>
            </w:pPr>
            <w:r w:rsidRPr="008D726E">
              <w:t>ML21173A075</w:t>
            </w:r>
          </w:p>
        </w:tc>
      </w:tr>
      <w:tr w:rsidR="005E5384" w:rsidRPr="008D726E" w14:paraId="114E9E07" w14:textId="77777777" w:rsidTr="00E77D0F">
        <w:trPr>
          <w:trHeight w:val="973"/>
        </w:trPr>
        <w:tc>
          <w:tcPr>
            <w:tcW w:w="1526"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B65A029" w14:textId="3339F7A8" w:rsidR="005E5384" w:rsidRPr="008D726E" w:rsidRDefault="00541E97" w:rsidP="00F427C8">
            <w:pPr>
              <w:pStyle w:val="BodyText-table"/>
            </w:pPr>
            <w:r w:rsidRPr="008D726E">
              <w:t>C</w:t>
            </w:r>
            <w:r w:rsidR="00A10B0B">
              <w:t>3</w:t>
            </w:r>
          </w:p>
        </w:tc>
        <w:tc>
          <w:tcPr>
            <w:tcW w:w="1675"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212FA6E" w14:textId="77777777" w:rsidR="005E5384" w:rsidRDefault="005E5384" w:rsidP="00F427C8">
            <w:pPr>
              <w:pStyle w:val="BodyText-table"/>
            </w:pPr>
            <w:r w:rsidRPr="008D726E">
              <w:t>ML23037A835</w:t>
            </w:r>
          </w:p>
          <w:p w14:paraId="18D93AC2" w14:textId="7FF03A54" w:rsidR="005F223D" w:rsidRDefault="00B42FE8" w:rsidP="00F427C8">
            <w:pPr>
              <w:pStyle w:val="BodyText-table"/>
            </w:pPr>
            <w:r>
              <w:t>05/18/23</w:t>
            </w:r>
          </w:p>
          <w:p w14:paraId="54BDEEC7" w14:textId="224C23C3" w:rsidR="003E7084" w:rsidRPr="008D726E" w:rsidRDefault="003E7084" w:rsidP="00F427C8">
            <w:pPr>
              <w:pStyle w:val="BodyText-table"/>
            </w:pPr>
            <w:r>
              <w:t xml:space="preserve">CN </w:t>
            </w:r>
            <w:r w:rsidR="00C863C5">
              <w:t>23-014</w:t>
            </w:r>
          </w:p>
        </w:tc>
        <w:tc>
          <w:tcPr>
            <w:tcW w:w="5374"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57E36BD" w14:textId="5EC99AFD" w:rsidR="005E5384" w:rsidRPr="008D726E" w:rsidRDefault="005E5384" w:rsidP="00F427C8">
            <w:pPr>
              <w:pStyle w:val="BodyText-table"/>
            </w:pPr>
            <w:r w:rsidRPr="008D726E">
              <w:t>This change incorporates CFSI guidance and aligns with the new IMC style guide.</w:t>
            </w:r>
            <w:r w:rsidR="00474838" w:rsidRPr="008D726E">
              <w:t xml:space="preserve"> The CFSI guidance was included in this IMC as part of the response to OIG </w:t>
            </w:r>
            <w:r w:rsidR="009C3C1C">
              <w:t>Audit-22-A-06</w:t>
            </w:r>
            <w:r w:rsidR="00474838" w:rsidRPr="008D726E">
              <w:t xml:space="preserve"> of the NRC CFSI program.</w:t>
            </w:r>
          </w:p>
        </w:tc>
        <w:tc>
          <w:tcPr>
            <w:tcW w:w="182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606C076" w14:textId="7D1C0A67" w:rsidR="005E5384" w:rsidRPr="008D726E" w:rsidRDefault="005E5384" w:rsidP="00F427C8">
            <w:pPr>
              <w:pStyle w:val="BodyText-table"/>
            </w:pPr>
            <w:r w:rsidRPr="008D726E">
              <w:t>None</w:t>
            </w:r>
          </w:p>
        </w:tc>
        <w:tc>
          <w:tcPr>
            <w:tcW w:w="2643"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C123380" w14:textId="7819682B" w:rsidR="005E5384" w:rsidRPr="008D726E" w:rsidRDefault="007B24DB" w:rsidP="00F427C8">
            <w:pPr>
              <w:pStyle w:val="BodyText-table"/>
            </w:pPr>
            <w:r>
              <w:t>N/A</w:t>
            </w:r>
          </w:p>
        </w:tc>
      </w:tr>
    </w:tbl>
    <w:p w14:paraId="23EB4768" w14:textId="77777777" w:rsidR="00B75B2D" w:rsidRPr="00DC7554" w:rsidRDefault="00B75B2D" w:rsidP="00E678E6">
      <w:pPr>
        <w:widowControl/>
        <w:tabs>
          <w:tab w:val="left" w:pos="-1428"/>
          <w:tab w:val="left" w:pos="-720"/>
          <w:tab w:val="left" w:pos="0"/>
          <w:tab w:val="left" w:pos="720"/>
          <w:tab w:val="left" w:pos="1080"/>
          <w:tab w:val="left" w:pos="1440"/>
          <w:tab w:val="left" w:pos="2160"/>
          <w:tab w:val="left" w:pos="2610"/>
        </w:tabs>
      </w:pPr>
    </w:p>
    <w:sectPr w:rsidR="00B75B2D" w:rsidRPr="00DC7554" w:rsidSect="00ED38BD">
      <w:footerReference w:type="default" r:id="rId21"/>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E65B" w14:textId="77777777" w:rsidR="004955F8" w:rsidRDefault="004955F8">
      <w:r>
        <w:separator/>
      </w:r>
    </w:p>
  </w:endnote>
  <w:endnote w:type="continuationSeparator" w:id="0">
    <w:p w14:paraId="086968DA" w14:textId="77777777" w:rsidR="004955F8" w:rsidRDefault="00495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D401" w14:textId="580C7C8C" w:rsidR="004F12E3" w:rsidRPr="003D3EB0" w:rsidRDefault="000A52D7" w:rsidP="003D3EB0">
    <w:pPr>
      <w:pStyle w:val="Footer"/>
    </w:pPr>
    <w:r>
      <w:t xml:space="preserve">Issue Date: </w:t>
    </w:r>
    <w:r w:rsidR="006B07FA">
      <w:t>05/18/23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940C4" w14:textId="49B72B7B" w:rsidR="000A52D7" w:rsidRPr="003D3EB0" w:rsidRDefault="000A52D7" w:rsidP="003D3EB0">
    <w:pPr>
      <w:pStyle w:val="Footer"/>
    </w:pPr>
    <w:r>
      <w:t xml:space="preserve">Issue Date: </w:t>
    </w:r>
    <w:r w:rsidR="006B07FA">
      <w:t>05/18/23</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46334" w14:textId="2177DCCF" w:rsidR="003D3EB0" w:rsidRPr="003D3EB0" w:rsidRDefault="005F223D" w:rsidP="003D3EB0">
    <w:pPr>
      <w:pStyle w:val="Footer"/>
    </w:pPr>
    <w:r>
      <w:t xml:space="preserve">Issue Date: </w:t>
    </w:r>
    <w:r w:rsidR="00B42FE8">
      <w:t>05/18/23</w:t>
    </w:r>
    <w:r>
      <w:ptab w:relativeTo="margin" w:alignment="center" w:leader="none"/>
    </w:r>
    <w:r>
      <w:t>F1-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DFDB8" w14:textId="0E5EC3C6" w:rsidR="001512E2" w:rsidRPr="001512E2" w:rsidRDefault="001512E2" w:rsidP="001512E2">
    <w:pPr>
      <w:pStyle w:val="Footer"/>
    </w:pPr>
    <w:r>
      <w:t xml:space="preserve">Issue Date: </w:t>
    </w:r>
    <w:r w:rsidR="00B42FE8">
      <w:t>05/18/23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1245 App 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1CD5" w14:textId="77777777" w:rsidR="004955F8" w:rsidRDefault="004955F8">
      <w:r>
        <w:separator/>
      </w:r>
    </w:p>
  </w:footnote>
  <w:footnote w:type="continuationSeparator" w:id="0">
    <w:p w14:paraId="59EDE00A" w14:textId="77777777" w:rsidR="004955F8" w:rsidRDefault="00495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013AF" w14:textId="77777777" w:rsidR="004F12E3" w:rsidRPr="003607D1" w:rsidRDefault="004F12E3" w:rsidP="003607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783C" w14:textId="77777777" w:rsidR="004504DF" w:rsidRDefault="00450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466A8F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81F8AD7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21623B2"/>
    <w:multiLevelType w:val="hybridMultilevel"/>
    <w:tmpl w:val="40D20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302059A"/>
    <w:multiLevelType w:val="hybridMultilevel"/>
    <w:tmpl w:val="21283F4A"/>
    <w:lvl w:ilvl="0" w:tplc="0409000F">
      <w:start w:val="1"/>
      <w:numFmt w:val="decimal"/>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17" w15:restartNumberingAfterBreak="0">
    <w:nsid w:val="056B146D"/>
    <w:multiLevelType w:val="hybridMultilevel"/>
    <w:tmpl w:val="BD342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5B1E37"/>
    <w:multiLevelType w:val="hybridMultilevel"/>
    <w:tmpl w:val="D312D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D84903"/>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F4218F0"/>
    <w:multiLevelType w:val="hybridMultilevel"/>
    <w:tmpl w:val="E16EE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FEB681C"/>
    <w:multiLevelType w:val="hybridMultilevel"/>
    <w:tmpl w:val="6F360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1D0ABB"/>
    <w:multiLevelType w:val="hybridMultilevel"/>
    <w:tmpl w:val="B7FCB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AA48A0"/>
    <w:multiLevelType w:val="hybridMultilevel"/>
    <w:tmpl w:val="C51AF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B00AC3"/>
    <w:multiLevelType w:val="hybridMultilevel"/>
    <w:tmpl w:val="2BA851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A056AF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A876B71"/>
    <w:multiLevelType w:val="hybridMultilevel"/>
    <w:tmpl w:val="3F900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D26C1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E50E46"/>
    <w:multiLevelType w:val="hybridMultilevel"/>
    <w:tmpl w:val="A0F8B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8F0E65"/>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EC52900"/>
    <w:multiLevelType w:val="hybridMultilevel"/>
    <w:tmpl w:val="4F280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FB403CE"/>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4C24ED5"/>
    <w:multiLevelType w:val="hybridMultilevel"/>
    <w:tmpl w:val="1A741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62C2F98"/>
    <w:multiLevelType w:val="hybridMultilevel"/>
    <w:tmpl w:val="46F23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5E532E"/>
    <w:multiLevelType w:val="hybridMultilevel"/>
    <w:tmpl w:val="D77C6D0E"/>
    <w:name w:val="AutoList832"/>
    <w:lvl w:ilvl="0" w:tplc="1E1685B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5036678"/>
    <w:multiLevelType w:val="hybridMultilevel"/>
    <w:tmpl w:val="959E7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FF191C"/>
    <w:multiLevelType w:val="hybridMultilevel"/>
    <w:tmpl w:val="1124DF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8C6F66"/>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7FD7DA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FC90B54"/>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E02AD4"/>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5375E3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42" w15:restartNumberingAfterBreak="0">
    <w:nsid w:val="55EC0D88"/>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A301BF3"/>
    <w:multiLevelType w:val="hybridMultilevel"/>
    <w:tmpl w:val="D554B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1E693F"/>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A01FF3"/>
    <w:multiLevelType w:val="hybridMultilevel"/>
    <w:tmpl w:val="B9AEC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004FCD"/>
    <w:multiLevelType w:val="hybridMultilevel"/>
    <w:tmpl w:val="FC9CA85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5F281F"/>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A9E7B16"/>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EEB0156"/>
    <w:multiLevelType w:val="hybridMultilevel"/>
    <w:tmpl w:val="CF963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2736355"/>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5FB673D"/>
    <w:multiLevelType w:val="hybridMultilevel"/>
    <w:tmpl w:val="CAA24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D543B5"/>
    <w:multiLevelType w:val="hybridMultilevel"/>
    <w:tmpl w:val="2BA851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D8B0CB7"/>
    <w:multiLevelType w:val="hybridMultilevel"/>
    <w:tmpl w:val="FC9CA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5453942">
    <w:abstractNumId w:val="7"/>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1517957349">
    <w:abstractNumId w:val="14"/>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876652779">
    <w:abstractNumId w:val="53"/>
  </w:num>
  <w:num w:numId="4" w16cid:durableId="1301616647">
    <w:abstractNumId w:val="16"/>
  </w:num>
  <w:num w:numId="5" w16cid:durableId="1850170219">
    <w:abstractNumId w:val="43"/>
  </w:num>
  <w:num w:numId="6" w16cid:durableId="464391325">
    <w:abstractNumId w:val="26"/>
  </w:num>
  <w:num w:numId="7" w16cid:durableId="1375346996">
    <w:abstractNumId w:val="22"/>
  </w:num>
  <w:num w:numId="8" w16cid:durableId="451478234">
    <w:abstractNumId w:val="33"/>
  </w:num>
  <w:num w:numId="9" w16cid:durableId="2040352721">
    <w:abstractNumId w:val="36"/>
  </w:num>
  <w:num w:numId="10" w16cid:durableId="1040590222">
    <w:abstractNumId w:val="49"/>
  </w:num>
  <w:num w:numId="11" w16cid:durableId="738746026">
    <w:abstractNumId w:val="51"/>
  </w:num>
  <w:num w:numId="12" w16cid:durableId="443886705">
    <w:abstractNumId w:val="30"/>
  </w:num>
  <w:num w:numId="13" w16cid:durableId="1214465523">
    <w:abstractNumId w:val="35"/>
  </w:num>
  <w:num w:numId="14" w16cid:durableId="1867668599">
    <w:abstractNumId w:val="24"/>
  </w:num>
  <w:num w:numId="15" w16cid:durableId="49576106">
    <w:abstractNumId w:val="45"/>
  </w:num>
  <w:num w:numId="16" w16cid:durableId="1859535959">
    <w:abstractNumId w:val="21"/>
  </w:num>
  <w:num w:numId="17" w16cid:durableId="78673057">
    <w:abstractNumId w:val="17"/>
  </w:num>
  <w:num w:numId="18" w16cid:durableId="1743597554">
    <w:abstractNumId w:val="32"/>
  </w:num>
  <w:num w:numId="19" w16cid:durableId="1095831483">
    <w:abstractNumId w:val="28"/>
  </w:num>
  <w:num w:numId="20" w16cid:durableId="2120681869">
    <w:abstractNumId w:val="20"/>
  </w:num>
  <w:num w:numId="21" w16cid:durableId="702487166">
    <w:abstractNumId w:val="23"/>
  </w:num>
  <w:num w:numId="22" w16cid:durableId="1380208665">
    <w:abstractNumId w:val="18"/>
  </w:num>
  <w:num w:numId="23" w16cid:durableId="1689285669">
    <w:abstractNumId w:val="15"/>
  </w:num>
  <w:num w:numId="24" w16cid:durableId="1256597554">
    <w:abstractNumId w:val="2"/>
  </w:num>
  <w:num w:numId="25" w16cid:durableId="1923639216">
    <w:abstractNumId w:val="29"/>
  </w:num>
  <w:num w:numId="26" w16cid:durableId="704793951">
    <w:abstractNumId w:val="19"/>
  </w:num>
  <w:num w:numId="27" w16cid:durableId="1242105043">
    <w:abstractNumId w:val="40"/>
  </w:num>
  <w:num w:numId="28" w16cid:durableId="582371058">
    <w:abstractNumId w:val="31"/>
  </w:num>
  <w:num w:numId="29" w16cid:durableId="1867870505">
    <w:abstractNumId w:val="37"/>
  </w:num>
  <w:num w:numId="30" w16cid:durableId="1006246689">
    <w:abstractNumId w:val="42"/>
  </w:num>
  <w:num w:numId="31" w16cid:durableId="555773668">
    <w:abstractNumId w:val="46"/>
  </w:num>
  <w:num w:numId="32" w16cid:durableId="1376465122">
    <w:abstractNumId w:val="25"/>
  </w:num>
  <w:num w:numId="33" w16cid:durableId="1097754256">
    <w:abstractNumId w:val="38"/>
  </w:num>
  <w:num w:numId="34" w16cid:durableId="977031408">
    <w:abstractNumId w:val="39"/>
  </w:num>
  <w:num w:numId="35" w16cid:durableId="1969126035">
    <w:abstractNumId w:val="47"/>
  </w:num>
  <w:num w:numId="36" w16cid:durableId="1780566475">
    <w:abstractNumId w:val="44"/>
  </w:num>
  <w:num w:numId="37" w16cid:durableId="755396758">
    <w:abstractNumId w:val="52"/>
  </w:num>
  <w:num w:numId="38" w16cid:durableId="1463301319">
    <w:abstractNumId w:val="48"/>
  </w:num>
  <w:num w:numId="39" w16cid:durableId="440339364">
    <w:abstractNumId w:val="27"/>
  </w:num>
  <w:num w:numId="40" w16cid:durableId="245765965">
    <w:abstractNumId w:val="50"/>
  </w:num>
  <w:num w:numId="41" w16cid:durableId="1821077598">
    <w:abstractNumId w:val="1"/>
  </w:num>
  <w:num w:numId="42" w16cid:durableId="1170290147">
    <w:abstractNumId w:val="1"/>
  </w:num>
  <w:num w:numId="43" w16cid:durableId="1476023683">
    <w:abstractNumId w:val="0"/>
  </w:num>
  <w:num w:numId="44" w16cid:durableId="835072292">
    <w:abstractNumId w:val="0"/>
  </w:num>
  <w:num w:numId="45" w16cid:durableId="1493989428">
    <w:abstractNumId w:val="41"/>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deleine Arel (She/Her)">
    <w15:presenceInfo w15:providerId="None" w15:userId="Madeleine Arel (She/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activeWritingStyle w:appName="MSWord" w:lang="en-US" w:vendorID="64" w:dllVersion="0" w:nlCheck="1"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2D"/>
    <w:rsid w:val="00001160"/>
    <w:rsid w:val="00006F4E"/>
    <w:rsid w:val="000100E5"/>
    <w:rsid w:val="00012A8C"/>
    <w:rsid w:val="000146DC"/>
    <w:rsid w:val="000203C1"/>
    <w:rsid w:val="000225B3"/>
    <w:rsid w:val="00023611"/>
    <w:rsid w:val="00024CA5"/>
    <w:rsid w:val="00024E0F"/>
    <w:rsid w:val="0002783C"/>
    <w:rsid w:val="00033538"/>
    <w:rsid w:val="00034830"/>
    <w:rsid w:val="00035AC1"/>
    <w:rsid w:val="0003618C"/>
    <w:rsid w:val="0004022D"/>
    <w:rsid w:val="00042976"/>
    <w:rsid w:val="000451B8"/>
    <w:rsid w:val="000520AE"/>
    <w:rsid w:val="000523D7"/>
    <w:rsid w:val="000533B6"/>
    <w:rsid w:val="000536D0"/>
    <w:rsid w:val="0005678D"/>
    <w:rsid w:val="00057073"/>
    <w:rsid w:val="00061763"/>
    <w:rsid w:val="00062947"/>
    <w:rsid w:val="00063DC9"/>
    <w:rsid w:val="00066011"/>
    <w:rsid w:val="00074B61"/>
    <w:rsid w:val="000764AA"/>
    <w:rsid w:val="00080242"/>
    <w:rsid w:val="00084CE8"/>
    <w:rsid w:val="00085495"/>
    <w:rsid w:val="00086941"/>
    <w:rsid w:val="00092C5A"/>
    <w:rsid w:val="0009405A"/>
    <w:rsid w:val="00094DB6"/>
    <w:rsid w:val="00095A0A"/>
    <w:rsid w:val="00097BE5"/>
    <w:rsid w:val="000A1E4B"/>
    <w:rsid w:val="000A2CD8"/>
    <w:rsid w:val="000A337A"/>
    <w:rsid w:val="000A378A"/>
    <w:rsid w:val="000A40F2"/>
    <w:rsid w:val="000A52D7"/>
    <w:rsid w:val="000A7BAE"/>
    <w:rsid w:val="000B1D0C"/>
    <w:rsid w:val="000B331A"/>
    <w:rsid w:val="000B48BC"/>
    <w:rsid w:val="000B4976"/>
    <w:rsid w:val="000B4A6E"/>
    <w:rsid w:val="000B6775"/>
    <w:rsid w:val="000B6A07"/>
    <w:rsid w:val="000B7875"/>
    <w:rsid w:val="000C1C6F"/>
    <w:rsid w:val="000C211C"/>
    <w:rsid w:val="000C27EE"/>
    <w:rsid w:val="000C40C1"/>
    <w:rsid w:val="000C4295"/>
    <w:rsid w:val="000C48AE"/>
    <w:rsid w:val="000C4A03"/>
    <w:rsid w:val="000C7A55"/>
    <w:rsid w:val="000C7D25"/>
    <w:rsid w:val="000D1BFC"/>
    <w:rsid w:val="000D33BB"/>
    <w:rsid w:val="000D5ABF"/>
    <w:rsid w:val="000E0219"/>
    <w:rsid w:val="000E18A7"/>
    <w:rsid w:val="000E3190"/>
    <w:rsid w:val="000E3C23"/>
    <w:rsid w:val="000E5677"/>
    <w:rsid w:val="000E59AB"/>
    <w:rsid w:val="000E7352"/>
    <w:rsid w:val="000F09CE"/>
    <w:rsid w:val="000F17B5"/>
    <w:rsid w:val="000F2E69"/>
    <w:rsid w:val="000F40CB"/>
    <w:rsid w:val="000F7FA5"/>
    <w:rsid w:val="00100576"/>
    <w:rsid w:val="0010451A"/>
    <w:rsid w:val="00106D10"/>
    <w:rsid w:val="001110E0"/>
    <w:rsid w:val="00113267"/>
    <w:rsid w:val="00113CEC"/>
    <w:rsid w:val="001147E1"/>
    <w:rsid w:val="001150EA"/>
    <w:rsid w:val="00115F29"/>
    <w:rsid w:val="00116531"/>
    <w:rsid w:val="00117286"/>
    <w:rsid w:val="00122B71"/>
    <w:rsid w:val="001263EC"/>
    <w:rsid w:val="00126BD8"/>
    <w:rsid w:val="001334A7"/>
    <w:rsid w:val="001348F8"/>
    <w:rsid w:val="00135758"/>
    <w:rsid w:val="001408EB"/>
    <w:rsid w:val="00142858"/>
    <w:rsid w:val="00143572"/>
    <w:rsid w:val="0014382A"/>
    <w:rsid w:val="001448C4"/>
    <w:rsid w:val="00146B67"/>
    <w:rsid w:val="00150D7D"/>
    <w:rsid w:val="001512E2"/>
    <w:rsid w:val="001525E5"/>
    <w:rsid w:val="00152CDE"/>
    <w:rsid w:val="0015339E"/>
    <w:rsid w:val="00153B23"/>
    <w:rsid w:val="001548CC"/>
    <w:rsid w:val="001556B6"/>
    <w:rsid w:val="001573BE"/>
    <w:rsid w:val="001609B0"/>
    <w:rsid w:val="001609C3"/>
    <w:rsid w:val="00165ADD"/>
    <w:rsid w:val="00172875"/>
    <w:rsid w:val="00173086"/>
    <w:rsid w:val="00173176"/>
    <w:rsid w:val="0017348E"/>
    <w:rsid w:val="00174B7D"/>
    <w:rsid w:val="00174C7B"/>
    <w:rsid w:val="00174F55"/>
    <w:rsid w:val="00176146"/>
    <w:rsid w:val="00176BB2"/>
    <w:rsid w:val="001771A3"/>
    <w:rsid w:val="00177820"/>
    <w:rsid w:val="00181EED"/>
    <w:rsid w:val="001846CD"/>
    <w:rsid w:val="00193896"/>
    <w:rsid w:val="00194243"/>
    <w:rsid w:val="001A1E78"/>
    <w:rsid w:val="001A47A4"/>
    <w:rsid w:val="001B0F90"/>
    <w:rsid w:val="001B1EA4"/>
    <w:rsid w:val="001B2FD2"/>
    <w:rsid w:val="001B44BC"/>
    <w:rsid w:val="001B569B"/>
    <w:rsid w:val="001B5A4E"/>
    <w:rsid w:val="001B5DFC"/>
    <w:rsid w:val="001B607D"/>
    <w:rsid w:val="001C099D"/>
    <w:rsid w:val="001C4511"/>
    <w:rsid w:val="001C686D"/>
    <w:rsid w:val="001D09AC"/>
    <w:rsid w:val="001D1411"/>
    <w:rsid w:val="001D1B70"/>
    <w:rsid w:val="001D3112"/>
    <w:rsid w:val="001D7ABC"/>
    <w:rsid w:val="001E09E1"/>
    <w:rsid w:val="001E397F"/>
    <w:rsid w:val="001E64B5"/>
    <w:rsid w:val="001F394D"/>
    <w:rsid w:val="001F5887"/>
    <w:rsid w:val="001F7BDD"/>
    <w:rsid w:val="001F7CE9"/>
    <w:rsid w:val="00210ABF"/>
    <w:rsid w:val="00210AF9"/>
    <w:rsid w:val="00210D62"/>
    <w:rsid w:val="00213C84"/>
    <w:rsid w:val="00214A44"/>
    <w:rsid w:val="0022562F"/>
    <w:rsid w:val="00226164"/>
    <w:rsid w:val="00232CCF"/>
    <w:rsid w:val="00234D11"/>
    <w:rsid w:val="00240CD1"/>
    <w:rsid w:val="00242050"/>
    <w:rsid w:val="002425BB"/>
    <w:rsid w:val="00242BF8"/>
    <w:rsid w:val="002444E7"/>
    <w:rsid w:val="00244B32"/>
    <w:rsid w:val="00246EB8"/>
    <w:rsid w:val="00250345"/>
    <w:rsid w:val="00257DB8"/>
    <w:rsid w:val="00261225"/>
    <w:rsid w:val="00262CD1"/>
    <w:rsid w:val="00263006"/>
    <w:rsid w:val="00267C6D"/>
    <w:rsid w:val="00270CF7"/>
    <w:rsid w:val="00270F99"/>
    <w:rsid w:val="00271BA7"/>
    <w:rsid w:val="00273601"/>
    <w:rsid w:val="00281F6A"/>
    <w:rsid w:val="00286D69"/>
    <w:rsid w:val="00287222"/>
    <w:rsid w:val="0029114F"/>
    <w:rsid w:val="00293258"/>
    <w:rsid w:val="002934D2"/>
    <w:rsid w:val="002A1EFA"/>
    <w:rsid w:val="002A1FC0"/>
    <w:rsid w:val="002A310E"/>
    <w:rsid w:val="002B112A"/>
    <w:rsid w:val="002B3F4B"/>
    <w:rsid w:val="002B5959"/>
    <w:rsid w:val="002B691A"/>
    <w:rsid w:val="002B77FE"/>
    <w:rsid w:val="002C02F6"/>
    <w:rsid w:val="002C04DD"/>
    <w:rsid w:val="002C0712"/>
    <w:rsid w:val="002C2185"/>
    <w:rsid w:val="002D32D3"/>
    <w:rsid w:val="002D437D"/>
    <w:rsid w:val="002D5042"/>
    <w:rsid w:val="002D5FBF"/>
    <w:rsid w:val="002D6739"/>
    <w:rsid w:val="002D67E0"/>
    <w:rsid w:val="002D6F7B"/>
    <w:rsid w:val="002D7F02"/>
    <w:rsid w:val="002D7F73"/>
    <w:rsid w:val="002E6461"/>
    <w:rsid w:val="002E6F6C"/>
    <w:rsid w:val="002E7614"/>
    <w:rsid w:val="002F0A2A"/>
    <w:rsid w:val="002F1017"/>
    <w:rsid w:val="002F1FC5"/>
    <w:rsid w:val="002F6937"/>
    <w:rsid w:val="002F6984"/>
    <w:rsid w:val="00301DA0"/>
    <w:rsid w:val="0030674A"/>
    <w:rsid w:val="003251FB"/>
    <w:rsid w:val="003268F7"/>
    <w:rsid w:val="003304F4"/>
    <w:rsid w:val="00332BC3"/>
    <w:rsid w:val="00332DF8"/>
    <w:rsid w:val="00340C23"/>
    <w:rsid w:val="00343237"/>
    <w:rsid w:val="003453B4"/>
    <w:rsid w:val="00350619"/>
    <w:rsid w:val="00354555"/>
    <w:rsid w:val="0035634E"/>
    <w:rsid w:val="00356E70"/>
    <w:rsid w:val="003607D1"/>
    <w:rsid w:val="00361D9E"/>
    <w:rsid w:val="003676FA"/>
    <w:rsid w:val="00367D72"/>
    <w:rsid w:val="003758E7"/>
    <w:rsid w:val="0037590E"/>
    <w:rsid w:val="003774C1"/>
    <w:rsid w:val="0037790D"/>
    <w:rsid w:val="00377AEB"/>
    <w:rsid w:val="00380EB9"/>
    <w:rsid w:val="003839D1"/>
    <w:rsid w:val="0038688B"/>
    <w:rsid w:val="00387E28"/>
    <w:rsid w:val="00392AB1"/>
    <w:rsid w:val="003A03D5"/>
    <w:rsid w:val="003A0DEA"/>
    <w:rsid w:val="003A6E73"/>
    <w:rsid w:val="003A7735"/>
    <w:rsid w:val="003B197F"/>
    <w:rsid w:val="003B56A8"/>
    <w:rsid w:val="003B649F"/>
    <w:rsid w:val="003C3160"/>
    <w:rsid w:val="003C6CCB"/>
    <w:rsid w:val="003C6F9F"/>
    <w:rsid w:val="003D033E"/>
    <w:rsid w:val="003D0606"/>
    <w:rsid w:val="003D185A"/>
    <w:rsid w:val="003D2C28"/>
    <w:rsid w:val="003D3C61"/>
    <w:rsid w:val="003D3EB0"/>
    <w:rsid w:val="003D579E"/>
    <w:rsid w:val="003D7243"/>
    <w:rsid w:val="003D76C1"/>
    <w:rsid w:val="003E1D82"/>
    <w:rsid w:val="003E1F0D"/>
    <w:rsid w:val="003E1FDF"/>
    <w:rsid w:val="003E2450"/>
    <w:rsid w:val="003E4BE4"/>
    <w:rsid w:val="003E68B9"/>
    <w:rsid w:val="003E6D71"/>
    <w:rsid w:val="003E7084"/>
    <w:rsid w:val="003F049E"/>
    <w:rsid w:val="003F1D5A"/>
    <w:rsid w:val="003F67FE"/>
    <w:rsid w:val="003F7A09"/>
    <w:rsid w:val="004031A7"/>
    <w:rsid w:val="004054CC"/>
    <w:rsid w:val="00405AA2"/>
    <w:rsid w:val="00406650"/>
    <w:rsid w:val="00410393"/>
    <w:rsid w:val="004107A3"/>
    <w:rsid w:val="00413694"/>
    <w:rsid w:val="00414B39"/>
    <w:rsid w:val="00415BCB"/>
    <w:rsid w:val="0042039E"/>
    <w:rsid w:val="00421C86"/>
    <w:rsid w:val="00427016"/>
    <w:rsid w:val="004303C6"/>
    <w:rsid w:val="00431814"/>
    <w:rsid w:val="00431A54"/>
    <w:rsid w:val="004365FD"/>
    <w:rsid w:val="00436794"/>
    <w:rsid w:val="00441140"/>
    <w:rsid w:val="004414E9"/>
    <w:rsid w:val="00441CA0"/>
    <w:rsid w:val="004420C2"/>
    <w:rsid w:val="00444638"/>
    <w:rsid w:val="00444DD3"/>
    <w:rsid w:val="00446357"/>
    <w:rsid w:val="00446D5D"/>
    <w:rsid w:val="004504DF"/>
    <w:rsid w:val="00450A23"/>
    <w:rsid w:val="00452F31"/>
    <w:rsid w:val="00453609"/>
    <w:rsid w:val="004541B2"/>
    <w:rsid w:val="00454247"/>
    <w:rsid w:val="004542A5"/>
    <w:rsid w:val="0045450F"/>
    <w:rsid w:val="004559F6"/>
    <w:rsid w:val="00462459"/>
    <w:rsid w:val="00463324"/>
    <w:rsid w:val="00463747"/>
    <w:rsid w:val="004643A1"/>
    <w:rsid w:val="00464BA1"/>
    <w:rsid w:val="004651A3"/>
    <w:rsid w:val="004657ED"/>
    <w:rsid w:val="0047023C"/>
    <w:rsid w:val="00474163"/>
    <w:rsid w:val="00474237"/>
    <w:rsid w:val="004746FC"/>
    <w:rsid w:val="00474838"/>
    <w:rsid w:val="004759F9"/>
    <w:rsid w:val="00475A31"/>
    <w:rsid w:val="00475BCC"/>
    <w:rsid w:val="004805B0"/>
    <w:rsid w:val="004807A3"/>
    <w:rsid w:val="00480ADC"/>
    <w:rsid w:val="004816D3"/>
    <w:rsid w:val="004836EC"/>
    <w:rsid w:val="0048422C"/>
    <w:rsid w:val="004842E9"/>
    <w:rsid w:val="0048526A"/>
    <w:rsid w:val="00487E63"/>
    <w:rsid w:val="004955F8"/>
    <w:rsid w:val="00496B34"/>
    <w:rsid w:val="004A07D2"/>
    <w:rsid w:val="004A3CEB"/>
    <w:rsid w:val="004A6418"/>
    <w:rsid w:val="004B52CB"/>
    <w:rsid w:val="004C19D1"/>
    <w:rsid w:val="004C255D"/>
    <w:rsid w:val="004C500D"/>
    <w:rsid w:val="004C5BA3"/>
    <w:rsid w:val="004C630A"/>
    <w:rsid w:val="004D6E78"/>
    <w:rsid w:val="004D74A4"/>
    <w:rsid w:val="004E012E"/>
    <w:rsid w:val="004E1160"/>
    <w:rsid w:val="004E13FE"/>
    <w:rsid w:val="004E2B9A"/>
    <w:rsid w:val="004E4FA6"/>
    <w:rsid w:val="004E58DB"/>
    <w:rsid w:val="004E7565"/>
    <w:rsid w:val="004E7F85"/>
    <w:rsid w:val="004F12E3"/>
    <w:rsid w:val="004F17BB"/>
    <w:rsid w:val="004F1D9B"/>
    <w:rsid w:val="004F4AB2"/>
    <w:rsid w:val="004F60D9"/>
    <w:rsid w:val="00503B81"/>
    <w:rsid w:val="00510CF6"/>
    <w:rsid w:val="0051628B"/>
    <w:rsid w:val="00516361"/>
    <w:rsid w:val="00521D76"/>
    <w:rsid w:val="0052284D"/>
    <w:rsid w:val="00522850"/>
    <w:rsid w:val="00525D84"/>
    <w:rsid w:val="00525F64"/>
    <w:rsid w:val="00532975"/>
    <w:rsid w:val="00533EC4"/>
    <w:rsid w:val="00534A9C"/>
    <w:rsid w:val="005415F0"/>
    <w:rsid w:val="00541E97"/>
    <w:rsid w:val="00545E4A"/>
    <w:rsid w:val="005467F7"/>
    <w:rsid w:val="00546D28"/>
    <w:rsid w:val="00547D05"/>
    <w:rsid w:val="005525B1"/>
    <w:rsid w:val="00553872"/>
    <w:rsid w:val="00556030"/>
    <w:rsid w:val="0056282A"/>
    <w:rsid w:val="00562E26"/>
    <w:rsid w:val="005650EE"/>
    <w:rsid w:val="0057086D"/>
    <w:rsid w:val="00573802"/>
    <w:rsid w:val="005739A1"/>
    <w:rsid w:val="005832B6"/>
    <w:rsid w:val="0058425A"/>
    <w:rsid w:val="00584551"/>
    <w:rsid w:val="005855FA"/>
    <w:rsid w:val="00585C17"/>
    <w:rsid w:val="00587284"/>
    <w:rsid w:val="005908FE"/>
    <w:rsid w:val="00590AFA"/>
    <w:rsid w:val="00590B9D"/>
    <w:rsid w:val="00591937"/>
    <w:rsid w:val="00591B52"/>
    <w:rsid w:val="005930D7"/>
    <w:rsid w:val="00593B12"/>
    <w:rsid w:val="00595EB5"/>
    <w:rsid w:val="00596333"/>
    <w:rsid w:val="005973A1"/>
    <w:rsid w:val="005A15E1"/>
    <w:rsid w:val="005A433E"/>
    <w:rsid w:val="005A5CDB"/>
    <w:rsid w:val="005B069D"/>
    <w:rsid w:val="005B199B"/>
    <w:rsid w:val="005B2161"/>
    <w:rsid w:val="005B244D"/>
    <w:rsid w:val="005B3CDF"/>
    <w:rsid w:val="005B536F"/>
    <w:rsid w:val="005B5520"/>
    <w:rsid w:val="005B614D"/>
    <w:rsid w:val="005B6CE6"/>
    <w:rsid w:val="005B7074"/>
    <w:rsid w:val="005B7AE6"/>
    <w:rsid w:val="005C0FC8"/>
    <w:rsid w:val="005C1026"/>
    <w:rsid w:val="005C1B86"/>
    <w:rsid w:val="005C3CEE"/>
    <w:rsid w:val="005C5815"/>
    <w:rsid w:val="005C7F5C"/>
    <w:rsid w:val="005D1526"/>
    <w:rsid w:val="005D1ADB"/>
    <w:rsid w:val="005D28B8"/>
    <w:rsid w:val="005D5E06"/>
    <w:rsid w:val="005D7CD1"/>
    <w:rsid w:val="005E3F11"/>
    <w:rsid w:val="005E5384"/>
    <w:rsid w:val="005E57A6"/>
    <w:rsid w:val="005E6E4E"/>
    <w:rsid w:val="005E6ED8"/>
    <w:rsid w:val="005E7412"/>
    <w:rsid w:val="005F000C"/>
    <w:rsid w:val="005F223D"/>
    <w:rsid w:val="005F2AF0"/>
    <w:rsid w:val="005F63E9"/>
    <w:rsid w:val="00610D07"/>
    <w:rsid w:val="006118D4"/>
    <w:rsid w:val="006121E0"/>
    <w:rsid w:val="006124F1"/>
    <w:rsid w:val="0061378C"/>
    <w:rsid w:val="00616321"/>
    <w:rsid w:val="006177FB"/>
    <w:rsid w:val="00617AD7"/>
    <w:rsid w:val="00617F94"/>
    <w:rsid w:val="00620E11"/>
    <w:rsid w:val="006258D5"/>
    <w:rsid w:val="0062634A"/>
    <w:rsid w:val="00626B9C"/>
    <w:rsid w:val="006313E7"/>
    <w:rsid w:val="00636F47"/>
    <w:rsid w:val="00637BA6"/>
    <w:rsid w:val="00640940"/>
    <w:rsid w:val="006411FD"/>
    <w:rsid w:val="00643556"/>
    <w:rsid w:val="00645937"/>
    <w:rsid w:val="006518EC"/>
    <w:rsid w:val="006554DD"/>
    <w:rsid w:val="0065688F"/>
    <w:rsid w:val="0065738F"/>
    <w:rsid w:val="006600BE"/>
    <w:rsid w:val="00660625"/>
    <w:rsid w:val="00661A49"/>
    <w:rsid w:val="006650A8"/>
    <w:rsid w:val="00666E82"/>
    <w:rsid w:val="006670B1"/>
    <w:rsid w:val="006674A2"/>
    <w:rsid w:val="00674391"/>
    <w:rsid w:val="00675575"/>
    <w:rsid w:val="006771D2"/>
    <w:rsid w:val="00680EF6"/>
    <w:rsid w:val="00682075"/>
    <w:rsid w:val="00684C1C"/>
    <w:rsid w:val="00690F50"/>
    <w:rsid w:val="00692A50"/>
    <w:rsid w:val="006951B2"/>
    <w:rsid w:val="00695A1F"/>
    <w:rsid w:val="00697CE9"/>
    <w:rsid w:val="006A13F0"/>
    <w:rsid w:val="006A19B9"/>
    <w:rsid w:val="006A3620"/>
    <w:rsid w:val="006A46EA"/>
    <w:rsid w:val="006B07FA"/>
    <w:rsid w:val="006B2360"/>
    <w:rsid w:val="006C066C"/>
    <w:rsid w:val="006C066E"/>
    <w:rsid w:val="006C520D"/>
    <w:rsid w:val="006D05CD"/>
    <w:rsid w:val="006D1F94"/>
    <w:rsid w:val="006D2C9D"/>
    <w:rsid w:val="006D2D10"/>
    <w:rsid w:val="006D2FBB"/>
    <w:rsid w:val="006D4421"/>
    <w:rsid w:val="006D6DB0"/>
    <w:rsid w:val="006D798C"/>
    <w:rsid w:val="006D7C60"/>
    <w:rsid w:val="006E155F"/>
    <w:rsid w:val="006E1A5C"/>
    <w:rsid w:val="006E2611"/>
    <w:rsid w:val="006E509E"/>
    <w:rsid w:val="006E695E"/>
    <w:rsid w:val="006F1557"/>
    <w:rsid w:val="006F28DE"/>
    <w:rsid w:val="006F2987"/>
    <w:rsid w:val="006F315B"/>
    <w:rsid w:val="007002A9"/>
    <w:rsid w:val="007028C2"/>
    <w:rsid w:val="00703181"/>
    <w:rsid w:val="00703231"/>
    <w:rsid w:val="00703D14"/>
    <w:rsid w:val="007078DB"/>
    <w:rsid w:val="00707B12"/>
    <w:rsid w:val="00713E8D"/>
    <w:rsid w:val="00714AE9"/>
    <w:rsid w:val="0071593F"/>
    <w:rsid w:val="00717478"/>
    <w:rsid w:val="00717571"/>
    <w:rsid w:val="007178BA"/>
    <w:rsid w:val="00717A08"/>
    <w:rsid w:val="00721580"/>
    <w:rsid w:val="00723906"/>
    <w:rsid w:val="00726996"/>
    <w:rsid w:val="00730627"/>
    <w:rsid w:val="00730810"/>
    <w:rsid w:val="00732CD0"/>
    <w:rsid w:val="00732F29"/>
    <w:rsid w:val="0073401A"/>
    <w:rsid w:val="00736AA6"/>
    <w:rsid w:val="00737360"/>
    <w:rsid w:val="00737FB4"/>
    <w:rsid w:val="00745310"/>
    <w:rsid w:val="007464AC"/>
    <w:rsid w:val="00746CDB"/>
    <w:rsid w:val="00747DC8"/>
    <w:rsid w:val="007518DD"/>
    <w:rsid w:val="00751FFB"/>
    <w:rsid w:val="00752F1E"/>
    <w:rsid w:val="007548CF"/>
    <w:rsid w:val="00756873"/>
    <w:rsid w:val="00771FE3"/>
    <w:rsid w:val="00777962"/>
    <w:rsid w:val="00781EAA"/>
    <w:rsid w:val="0078241A"/>
    <w:rsid w:val="0078264C"/>
    <w:rsid w:val="00784B6E"/>
    <w:rsid w:val="00786C26"/>
    <w:rsid w:val="00786E11"/>
    <w:rsid w:val="0079051B"/>
    <w:rsid w:val="007976A7"/>
    <w:rsid w:val="007A1727"/>
    <w:rsid w:val="007A4AAA"/>
    <w:rsid w:val="007B042F"/>
    <w:rsid w:val="007B24DB"/>
    <w:rsid w:val="007B5349"/>
    <w:rsid w:val="007B7AAF"/>
    <w:rsid w:val="007C03DA"/>
    <w:rsid w:val="007C09C5"/>
    <w:rsid w:val="007C61FA"/>
    <w:rsid w:val="007C7F43"/>
    <w:rsid w:val="007D1175"/>
    <w:rsid w:val="007D65F8"/>
    <w:rsid w:val="007D6637"/>
    <w:rsid w:val="007D6752"/>
    <w:rsid w:val="007D6D37"/>
    <w:rsid w:val="007D6FAA"/>
    <w:rsid w:val="007E28E8"/>
    <w:rsid w:val="007E3910"/>
    <w:rsid w:val="007F3E15"/>
    <w:rsid w:val="0080010C"/>
    <w:rsid w:val="00806F21"/>
    <w:rsid w:val="00806F6A"/>
    <w:rsid w:val="00807F84"/>
    <w:rsid w:val="008101F3"/>
    <w:rsid w:val="008103A0"/>
    <w:rsid w:val="0081349C"/>
    <w:rsid w:val="00814702"/>
    <w:rsid w:val="0081475F"/>
    <w:rsid w:val="008160B3"/>
    <w:rsid w:val="0082095C"/>
    <w:rsid w:val="00823A9F"/>
    <w:rsid w:val="00824011"/>
    <w:rsid w:val="0082433A"/>
    <w:rsid w:val="008269A0"/>
    <w:rsid w:val="00833AB4"/>
    <w:rsid w:val="00833F8C"/>
    <w:rsid w:val="00835A23"/>
    <w:rsid w:val="00841950"/>
    <w:rsid w:val="00847BFA"/>
    <w:rsid w:val="00850F6B"/>
    <w:rsid w:val="00851CDC"/>
    <w:rsid w:val="00855585"/>
    <w:rsid w:val="008637EC"/>
    <w:rsid w:val="00863CF9"/>
    <w:rsid w:val="008646DA"/>
    <w:rsid w:val="00865AD1"/>
    <w:rsid w:val="00866B99"/>
    <w:rsid w:val="0086703E"/>
    <w:rsid w:val="0087127F"/>
    <w:rsid w:val="0087157E"/>
    <w:rsid w:val="00871E91"/>
    <w:rsid w:val="00875A55"/>
    <w:rsid w:val="00875BDB"/>
    <w:rsid w:val="00877B41"/>
    <w:rsid w:val="0088061C"/>
    <w:rsid w:val="00880CD6"/>
    <w:rsid w:val="008811CB"/>
    <w:rsid w:val="00882B2A"/>
    <w:rsid w:val="00885EE0"/>
    <w:rsid w:val="00887B18"/>
    <w:rsid w:val="00890FAF"/>
    <w:rsid w:val="00892ACA"/>
    <w:rsid w:val="00896ED3"/>
    <w:rsid w:val="00897904"/>
    <w:rsid w:val="008A02C8"/>
    <w:rsid w:val="008A5A39"/>
    <w:rsid w:val="008A610D"/>
    <w:rsid w:val="008B0353"/>
    <w:rsid w:val="008B11BF"/>
    <w:rsid w:val="008B34D9"/>
    <w:rsid w:val="008B47A3"/>
    <w:rsid w:val="008B52B7"/>
    <w:rsid w:val="008B5D10"/>
    <w:rsid w:val="008B6A99"/>
    <w:rsid w:val="008B7283"/>
    <w:rsid w:val="008B72DF"/>
    <w:rsid w:val="008B73D6"/>
    <w:rsid w:val="008B7AE2"/>
    <w:rsid w:val="008C0EBB"/>
    <w:rsid w:val="008C3054"/>
    <w:rsid w:val="008C3955"/>
    <w:rsid w:val="008C6D61"/>
    <w:rsid w:val="008C7590"/>
    <w:rsid w:val="008C7A92"/>
    <w:rsid w:val="008D10C3"/>
    <w:rsid w:val="008D2829"/>
    <w:rsid w:val="008D2A95"/>
    <w:rsid w:val="008D2BFB"/>
    <w:rsid w:val="008D4F19"/>
    <w:rsid w:val="008D6E1B"/>
    <w:rsid w:val="008D726E"/>
    <w:rsid w:val="008E5A2A"/>
    <w:rsid w:val="008E6E51"/>
    <w:rsid w:val="008E79B3"/>
    <w:rsid w:val="008F1C9A"/>
    <w:rsid w:val="008F2FB5"/>
    <w:rsid w:val="008F547F"/>
    <w:rsid w:val="00901686"/>
    <w:rsid w:val="0090198D"/>
    <w:rsid w:val="009025A7"/>
    <w:rsid w:val="00906BCA"/>
    <w:rsid w:val="00912D62"/>
    <w:rsid w:val="009131A0"/>
    <w:rsid w:val="00925C75"/>
    <w:rsid w:val="009260E9"/>
    <w:rsid w:val="0092643C"/>
    <w:rsid w:val="00926C8A"/>
    <w:rsid w:val="0092749B"/>
    <w:rsid w:val="00933F7F"/>
    <w:rsid w:val="00936AB0"/>
    <w:rsid w:val="009423D0"/>
    <w:rsid w:val="009473C7"/>
    <w:rsid w:val="00947A7A"/>
    <w:rsid w:val="00947BE0"/>
    <w:rsid w:val="00950F31"/>
    <w:rsid w:val="00952933"/>
    <w:rsid w:val="00952C24"/>
    <w:rsid w:val="00953357"/>
    <w:rsid w:val="0095640A"/>
    <w:rsid w:val="00956BA6"/>
    <w:rsid w:val="009635E0"/>
    <w:rsid w:val="00964082"/>
    <w:rsid w:val="00965093"/>
    <w:rsid w:val="0097076E"/>
    <w:rsid w:val="00971855"/>
    <w:rsid w:val="00971AE2"/>
    <w:rsid w:val="00976036"/>
    <w:rsid w:val="009762F8"/>
    <w:rsid w:val="00976792"/>
    <w:rsid w:val="009770D5"/>
    <w:rsid w:val="0097742A"/>
    <w:rsid w:val="00980AC2"/>
    <w:rsid w:val="00982056"/>
    <w:rsid w:val="0098435D"/>
    <w:rsid w:val="00984818"/>
    <w:rsid w:val="0098677E"/>
    <w:rsid w:val="00986B80"/>
    <w:rsid w:val="00990482"/>
    <w:rsid w:val="009918A3"/>
    <w:rsid w:val="00995038"/>
    <w:rsid w:val="00997500"/>
    <w:rsid w:val="00997DFF"/>
    <w:rsid w:val="009A2573"/>
    <w:rsid w:val="009A294F"/>
    <w:rsid w:val="009A4A9C"/>
    <w:rsid w:val="009B1818"/>
    <w:rsid w:val="009B4178"/>
    <w:rsid w:val="009C2DF5"/>
    <w:rsid w:val="009C3C1C"/>
    <w:rsid w:val="009C4FD2"/>
    <w:rsid w:val="009C6D7A"/>
    <w:rsid w:val="009C7651"/>
    <w:rsid w:val="009D0175"/>
    <w:rsid w:val="009D09CE"/>
    <w:rsid w:val="009D2456"/>
    <w:rsid w:val="009D2AB7"/>
    <w:rsid w:val="009D2AC4"/>
    <w:rsid w:val="009D5B4B"/>
    <w:rsid w:val="009D6A9D"/>
    <w:rsid w:val="009E141B"/>
    <w:rsid w:val="009E311A"/>
    <w:rsid w:val="009E4A22"/>
    <w:rsid w:val="009F24E9"/>
    <w:rsid w:val="009F5155"/>
    <w:rsid w:val="009F599B"/>
    <w:rsid w:val="00A0258A"/>
    <w:rsid w:val="00A02BB5"/>
    <w:rsid w:val="00A0353A"/>
    <w:rsid w:val="00A05B52"/>
    <w:rsid w:val="00A05CBE"/>
    <w:rsid w:val="00A06807"/>
    <w:rsid w:val="00A06FDA"/>
    <w:rsid w:val="00A10B0B"/>
    <w:rsid w:val="00A12152"/>
    <w:rsid w:val="00A13AB7"/>
    <w:rsid w:val="00A1644C"/>
    <w:rsid w:val="00A21ED4"/>
    <w:rsid w:val="00A25322"/>
    <w:rsid w:val="00A273E7"/>
    <w:rsid w:val="00A33EF3"/>
    <w:rsid w:val="00A361F5"/>
    <w:rsid w:val="00A40A6F"/>
    <w:rsid w:val="00A41E21"/>
    <w:rsid w:val="00A436F0"/>
    <w:rsid w:val="00A43F78"/>
    <w:rsid w:val="00A44496"/>
    <w:rsid w:val="00A449F9"/>
    <w:rsid w:val="00A4790D"/>
    <w:rsid w:val="00A50421"/>
    <w:rsid w:val="00A50AEC"/>
    <w:rsid w:val="00A51FAD"/>
    <w:rsid w:val="00A5484C"/>
    <w:rsid w:val="00A56CBC"/>
    <w:rsid w:val="00A573B5"/>
    <w:rsid w:val="00A577CE"/>
    <w:rsid w:val="00A57ECA"/>
    <w:rsid w:val="00A6058E"/>
    <w:rsid w:val="00A62D40"/>
    <w:rsid w:val="00A645E2"/>
    <w:rsid w:val="00A67CE9"/>
    <w:rsid w:val="00A70786"/>
    <w:rsid w:val="00A751F3"/>
    <w:rsid w:val="00A769D1"/>
    <w:rsid w:val="00A778FE"/>
    <w:rsid w:val="00A81756"/>
    <w:rsid w:val="00A836A4"/>
    <w:rsid w:val="00A83793"/>
    <w:rsid w:val="00A85E50"/>
    <w:rsid w:val="00A91009"/>
    <w:rsid w:val="00A91733"/>
    <w:rsid w:val="00A96112"/>
    <w:rsid w:val="00AB12A2"/>
    <w:rsid w:val="00AB5C3E"/>
    <w:rsid w:val="00AC1007"/>
    <w:rsid w:val="00AC1557"/>
    <w:rsid w:val="00AC27E9"/>
    <w:rsid w:val="00AC2978"/>
    <w:rsid w:val="00AC3877"/>
    <w:rsid w:val="00AD0DCA"/>
    <w:rsid w:val="00AD39BB"/>
    <w:rsid w:val="00AD699C"/>
    <w:rsid w:val="00AD6EFF"/>
    <w:rsid w:val="00AE2468"/>
    <w:rsid w:val="00AE2A0C"/>
    <w:rsid w:val="00AE3B4A"/>
    <w:rsid w:val="00AE4A0B"/>
    <w:rsid w:val="00AE4B90"/>
    <w:rsid w:val="00AE4BFF"/>
    <w:rsid w:val="00AF0891"/>
    <w:rsid w:val="00AF1846"/>
    <w:rsid w:val="00AF2627"/>
    <w:rsid w:val="00AF39EB"/>
    <w:rsid w:val="00AF565F"/>
    <w:rsid w:val="00AF730B"/>
    <w:rsid w:val="00AF77E5"/>
    <w:rsid w:val="00B07111"/>
    <w:rsid w:val="00B13750"/>
    <w:rsid w:val="00B16AF3"/>
    <w:rsid w:val="00B25272"/>
    <w:rsid w:val="00B36D65"/>
    <w:rsid w:val="00B42E8B"/>
    <w:rsid w:val="00B42FE8"/>
    <w:rsid w:val="00B44363"/>
    <w:rsid w:val="00B445C6"/>
    <w:rsid w:val="00B45FAB"/>
    <w:rsid w:val="00B46D3D"/>
    <w:rsid w:val="00B51D8C"/>
    <w:rsid w:val="00B6141A"/>
    <w:rsid w:val="00B63461"/>
    <w:rsid w:val="00B63919"/>
    <w:rsid w:val="00B6672E"/>
    <w:rsid w:val="00B670D4"/>
    <w:rsid w:val="00B6767E"/>
    <w:rsid w:val="00B70F30"/>
    <w:rsid w:val="00B71107"/>
    <w:rsid w:val="00B71EC3"/>
    <w:rsid w:val="00B72B3A"/>
    <w:rsid w:val="00B75B2D"/>
    <w:rsid w:val="00B776A6"/>
    <w:rsid w:val="00B80617"/>
    <w:rsid w:val="00B83F25"/>
    <w:rsid w:val="00B941B5"/>
    <w:rsid w:val="00B946EE"/>
    <w:rsid w:val="00B96A79"/>
    <w:rsid w:val="00BA0F16"/>
    <w:rsid w:val="00BA3792"/>
    <w:rsid w:val="00BA6B41"/>
    <w:rsid w:val="00BA7BB7"/>
    <w:rsid w:val="00BB141C"/>
    <w:rsid w:val="00BC0EE5"/>
    <w:rsid w:val="00BC1026"/>
    <w:rsid w:val="00BD3FE0"/>
    <w:rsid w:val="00BD59B3"/>
    <w:rsid w:val="00BD6F59"/>
    <w:rsid w:val="00BD7590"/>
    <w:rsid w:val="00BD7795"/>
    <w:rsid w:val="00BE07E8"/>
    <w:rsid w:val="00BE128B"/>
    <w:rsid w:val="00BE3586"/>
    <w:rsid w:val="00BE5172"/>
    <w:rsid w:val="00BE6038"/>
    <w:rsid w:val="00BF0C93"/>
    <w:rsid w:val="00BF177F"/>
    <w:rsid w:val="00BF22C4"/>
    <w:rsid w:val="00BF2403"/>
    <w:rsid w:val="00C05DB2"/>
    <w:rsid w:val="00C078CA"/>
    <w:rsid w:val="00C11019"/>
    <w:rsid w:val="00C12335"/>
    <w:rsid w:val="00C133BE"/>
    <w:rsid w:val="00C15F1E"/>
    <w:rsid w:val="00C16F8F"/>
    <w:rsid w:val="00C17F23"/>
    <w:rsid w:val="00C2067F"/>
    <w:rsid w:val="00C20EFA"/>
    <w:rsid w:val="00C22E33"/>
    <w:rsid w:val="00C250E7"/>
    <w:rsid w:val="00C253F5"/>
    <w:rsid w:val="00C26B83"/>
    <w:rsid w:val="00C26F30"/>
    <w:rsid w:val="00C33135"/>
    <w:rsid w:val="00C3451F"/>
    <w:rsid w:val="00C3486E"/>
    <w:rsid w:val="00C371F2"/>
    <w:rsid w:val="00C402E5"/>
    <w:rsid w:val="00C44545"/>
    <w:rsid w:val="00C44CFE"/>
    <w:rsid w:val="00C46170"/>
    <w:rsid w:val="00C478DF"/>
    <w:rsid w:val="00C50908"/>
    <w:rsid w:val="00C570AF"/>
    <w:rsid w:val="00C57168"/>
    <w:rsid w:val="00C57232"/>
    <w:rsid w:val="00C61539"/>
    <w:rsid w:val="00C6175D"/>
    <w:rsid w:val="00C65B86"/>
    <w:rsid w:val="00C6675F"/>
    <w:rsid w:val="00C7009A"/>
    <w:rsid w:val="00C81DB7"/>
    <w:rsid w:val="00C83212"/>
    <w:rsid w:val="00C83F09"/>
    <w:rsid w:val="00C844FC"/>
    <w:rsid w:val="00C85C37"/>
    <w:rsid w:val="00C863C5"/>
    <w:rsid w:val="00C93FC2"/>
    <w:rsid w:val="00C943B0"/>
    <w:rsid w:val="00C945FC"/>
    <w:rsid w:val="00C95624"/>
    <w:rsid w:val="00C97A71"/>
    <w:rsid w:val="00CA0338"/>
    <w:rsid w:val="00CA4E1E"/>
    <w:rsid w:val="00CA4EC7"/>
    <w:rsid w:val="00CB0B6C"/>
    <w:rsid w:val="00CB4EBC"/>
    <w:rsid w:val="00CB5637"/>
    <w:rsid w:val="00CB7839"/>
    <w:rsid w:val="00CB7DE1"/>
    <w:rsid w:val="00CC5162"/>
    <w:rsid w:val="00CC7E08"/>
    <w:rsid w:val="00CD29E7"/>
    <w:rsid w:val="00CD3948"/>
    <w:rsid w:val="00CD6797"/>
    <w:rsid w:val="00CD6BF9"/>
    <w:rsid w:val="00CD73E6"/>
    <w:rsid w:val="00CD7522"/>
    <w:rsid w:val="00CD7A87"/>
    <w:rsid w:val="00CF1E5F"/>
    <w:rsid w:val="00CF47F1"/>
    <w:rsid w:val="00CF64C3"/>
    <w:rsid w:val="00CF6D3B"/>
    <w:rsid w:val="00CF7655"/>
    <w:rsid w:val="00D10931"/>
    <w:rsid w:val="00D10E6C"/>
    <w:rsid w:val="00D11925"/>
    <w:rsid w:val="00D11CE1"/>
    <w:rsid w:val="00D11D1C"/>
    <w:rsid w:val="00D11F06"/>
    <w:rsid w:val="00D12C2A"/>
    <w:rsid w:val="00D15ADC"/>
    <w:rsid w:val="00D1739C"/>
    <w:rsid w:val="00D21168"/>
    <w:rsid w:val="00D21A7B"/>
    <w:rsid w:val="00D23FED"/>
    <w:rsid w:val="00D251A5"/>
    <w:rsid w:val="00D25DAA"/>
    <w:rsid w:val="00D265B5"/>
    <w:rsid w:val="00D322AD"/>
    <w:rsid w:val="00D324A4"/>
    <w:rsid w:val="00D33DFA"/>
    <w:rsid w:val="00D41E37"/>
    <w:rsid w:val="00D426F6"/>
    <w:rsid w:val="00D44BCC"/>
    <w:rsid w:val="00D44F84"/>
    <w:rsid w:val="00D44FFF"/>
    <w:rsid w:val="00D45889"/>
    <w:rsid w:val="00D46F99"/>
    <w:rsid w:val="00D50420"/>
    <w:rsid w:val="00D51114"/>
    <w:rsid w:val="00D511A1"/>
    <w:rsid w:val="00D51CCC"/>
    <w:rsid w:val="00D52646"/>
    <w:rsid w:val="00D53272"/>
    <w:rsid w:val="00D55719"/>
    <w:rsid w:val="00D603B7"/>
    <w:rsid w:val="00D702D4"/>
    <w:rsid w:val="00D7036C"/>
    <w:rsid w:val="00D716C6"/>
    <w:rsid w:val="00D718D7"/>
    <w:rsid w:val="00D760D4"/>
    <w:rsid w:val="00D76605"/>
    <w:rsid w:val="00D76D76"/>
    <w:rsid w:val="00D809AC"/>
    <w:rsid w:val="00D849F1"/>
    <w:rsid w:val="00D87827"/>
    <w:rsid w:val="00D901BE"/>
    <w:rsid w:val="00D91374"/>
    <w:rsid w:val="00D92160"/>
    <w:rsid w:val="00D9458D"/>
    <w:rsid w:val="00D9479F"/>
    <w:rsid w:val="00D964AA"/>
    <w:rsid w:val="00DA218E"/>
    <w:rsid w:val="00DA25DF"/>
    <w:rsid w:val="00DA491E"/>
    <w:rsid w:val="00DA6703"/>
    <w:rsid w:val="00DB0C64"/>
    <w:rsid w:val="00DB4402"/>
    <w:rsid w:val="00DC34E3"/>
    <w:rsid w:val="00DC4C97"/>
    <w:rsid w:val="00DC4DEA"/>
    <w:rsid w:val="00DC7554"/>
    <w:rsid w:val="00DD3136"/>
    <w:rsid w:val="00DD6928"/>
    <w:rsid w:val="00DD69C2"/>
    <w:rsid w:val="00DE0B2C"/>
    <w:rsid w:val="00DE3D1C"/>
    <w:rsid w:val="00DE4F7A"/>
    <w:rsid w:val="00DF119F"/>
    <w:rsid w:val="00DF145F"/>
    <w:rsid w:val="00DF2F8F"/>
    <w:rsid w:val="00DF323B"/>
    <w:rsid w:val="00E02A03"/>
    <w:rsid w:val="00E11641"/>
    <w:rsid w:val="00E121DB"/>
    <w:rsid w:val="00E12404"/>
    <w:rsid w:val="00E13057"/>
    <w:rsid w:val="00E17636"/>
    <w:rsid w:val="00E21FF8"/>
    <w:rsid w:val="00E22D15"/>
    <w:rsid w:val="00E2331D"/>
    <w:rsid w:val="00E246B6"/>
    <w:rsid w:val="00E25FFB"/>
    <w:rsid w:val="00E26953"/>
    <w:rsid w:val="00E33811"/>
    <w:rsid w:val="00E339DD"/>
    <w:rsid w:val="00E34509"/>
    <w:rsid w:val="00E353B7"/>
    <w:rsid w:val="00E37598"/>
    <w:rsid w:val="00E41782"/>
    <w:rsid w:val="00E436D6"/>
    <w:rsid w:val="00E4401E"/>
    <w:rsid w:val="00E45FBE"/>
    <w:rsid w:val="00E46133"/>
    <w:rsid w:val="00E47002"/>
    <w:rsid w:val="00E5615A"/>
    <w:rsid w:val="00E61816"/>
    <w:rsid w:val="00E62182"/>
    <w:rsid w:val="00E64B6C"/>
    <w:rsid w:val="00E65294"/>
    <w:rsid w:val="00E66AF8"/>
    <w:rsid w:val="00E678E6"/>
    <w:rsid w:val="00E74963"/>
    <w:rsid w:val="00E75A26"/>
    <w:rsid w:val="00E777B7"/>
    <w:rsid w:val="00E77AB5"/>
    <w:rsid w:val="00E77D0F"/>
    <w:rsid w:val="00E81DBD"/>
    <w:rsid w:val="00E839F3"/>
    <w:rsid w:val="00E8424A"/>
    <w:rsid w:val="00E8533D"/>
    <w:rsid w:val="00E86571"/>
    <w:rsid w:val="00E86630"/>
    <w:rsid w:val="00E86633"/>
    <w:rsid w:val="00E91385"/>
    <w:rsid w:val="00E95443"/>
    <w:rsid w:val="00EA0587"/>
    <w:rsid w:val="00EA1440"/>
    <w:rsid w:val="00EA1DFD"/>
    <w:rsid w:val="00EA26A7"/>
    <w:rsid w:val="00EA48AC"/>
    <w:rsid w:val="00EA4A73"/>
    <w:rsid w:val="00EA52FF"/>
    <w:rsid w:val="00EB0438"/>
    <w:rsid w:val="00EB3282"/>
    <w:rsid w:val="00EB6675"/>
    <w:rsid w:val="00EB774F"/>
    <w:rsid w:val="00ED081C"/>
    <w:rsid w:val="00ED0E04"/>
    <w:rsid w:val="00ED3582"/>
    <w:rsid w:val="00ED38BD"/>
    <w:rsid w:val="00ED7CF8"/>
    <w:rsid w:val="00EE5482"/>
    <w:rsid w:val="00EE7AC3"/>
    <w:rsid w:val="00EF0ECF"/>
    <w:rsid w:val="00EF119A"/>
    <w:rsid w:val="00EF2885"/>
    <w:rsid w:val="00EF5BC1"/>
    <w:rsid w:val="00EF7CDE"/>
    <w:rsid w:val="00F00DC3"/>
    <w:rsid w:val="00F0305E"/>
    <w:rsid w:val="00F036CA"/>
    <w:rsid w:val="00F046C6"/>
    <w:rsid w:val="00F06977"/>
    <w:rsid w:val="00F07869"/>
    <w:rsid w:val="00F1030B"/>
    <w:rsid w:val="00F12058"/>
    <w:rsid w:val="00F12887"/>
    <w:rsid w:val="00F14104"/>
    <w:rsid w:val="00F2074D"/>
    <w:rsid w:val="00F2473B"/>
    <w:rsid w:val="00F30045"/>
    <w:rsid w:val="00F31DFF"/>
    <w:rsid w:val="00F32B17"/>
    <w:rsid w:val="00F33B3B"/>
    <w:rsid w:val="00F403DC"/>
    <w:rsid w:val="00F40F61"/>
    <w:rsid w:val="00F427C8"/>
    <w:rsid w:val="00F45866"/>
    <w:rsid w:val="00F46D7C"/>
    <w:rsid w:val="00F4727C"/>
    <w:rsid w:val="00F54800"/>
    <w:rsid w:val="00F602A9"/>
    <w:rsid w:val="00F60D3F"/>
    <w:rsid w:val="00F6124B"/>
    <w:rsid w:val="00F6187E"/>
    <w:rsid w:val="00F618CB"/>
    <w:rsid w:val="00F67428"/>
    <w:rsid w:val="00F67CA7"/>
    <w:rsid w:val="00F70056"/>
    <w:rsid w:val="00F71A79"/>
    <w:rsid w:val="00F734D4"/>
    <w:rsid w:val="00F73F82"/>
    <w:rsid w:val="00F747F7"/>
    <w:rsid w:val="00F749D5"/>
    <w:rsid w:val="00F8044F"/>
    <w:rsid w:val="00F84844"/>
    <w:rsid w:val="00F9144F"/>
    <w:rsid w:val="00F9212F"/>
    <w:rsid w:val="00F957CE"/>
    <w:rsid w:val="00F97702"/>
    <w:rsid w:val="00FA02D0"/>
    <w:rsid w:val="00FA15F1"/>
    <w:rsid w:val="00FA1B48"/>
    <w:rsid w:val="00FA3B3E"/>
    <w:rsid w:val="00FA3C86"/>
    <w:rsid w:val="00FA63B6"/>
    <w:rsid w:val="00FA6A96"/>
    <w:rsid w:val="00FB031A"/>
    <w:rsid w:val="00FB04F0"/>
    <w:rsid w:val="00FB3A46"/>
    <w:rsid w:val="00FB4F37"/>
    <w:rsid w:val="00FB7A84"/>
    <w:rsid w:val="00FC3B8F"/>
    <w:rsid w:val="00FC3CAA"/>
    <w:rsid w:val="00FC4081"/>
    <w:rsid w:val="00FC4782"/>
    <w:rsid w:val="00FD14D8"/>
    <w:rsid w:val="00FD49C4"/>
    <w:rsid w:val="00FD4F80"/>
    <w:rsid w:val="00FE2127"/>
    <w:rsid w:val="00FE2F4C"/>
    <w:rsid w:val="00FE46FF"/>
    <w:rsid w:val="00FE4A38"/>
    <w:rsid w:val="00FE504C"/>
    <w:rsid w:val="00FE5304"/>
    <w:rsid w:val="00FE64FD"/>
    <w:rsid w:val="00FF103F"/>
    <w:rsid w:val="00FF2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2F7E5B"/>
  <w15:docId w15:val="{BA2BBCFF-76C3-427B-A20D-938F782A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0E6C"/>
    <w:pPr>
      <w:widowControl w:val="0"/>
      <w:autoSpaceDE w:val="0"/>
      <w:autoSpaceDN w:val="0"/>
      <w:adjustRightInd w:val="0"/>
    </w:pPr>
    <w:rPr>
      <w:rFonts w:eastAsiaTheme="minorHAnsi"/>
    </w:rPr>
  </w:style>
  <w:style w:type="paragraph" w:styleId="Heading1">
    <w:name w:val="heading 1"/>
    <w:basedOn w:val="BodyText"/>
    <w:next w:val="BodyText"/>
    <w:link w:val="Heading1Char"/>
    <w:qFormat/>
    <w:rsid w:val="00D10E6C"/>
    <w:pPr>
      <w:keepNext/>
      <w:keepLines/>
      <w:widowControl w:val="0"/>
      <w:autoSpaceDE w:val="0"/>
      <w:autoSpaceDN w:val="0"/>
      <w:adjustRightInd w:val="0"/>
      <w:ind w:left="360" w:hanging="360"/>
      <w:outlineLvl w:val="0"/>
    </w:pPr>
    <w:rPr>
      <w:rFonts w:eastAsiaTheme="majorEastAsia" w:cstheme="majorBidi"/>
      <w:caps/>
    </w:rPr>
  </w:style>
  <w:style w:type="paragraph" w:styleId="Heading2">
    <w:name w:val="heading 2"/>
    <w:basedOn w:val="BodyText"/>
    <w:next w:val="BodyText"/>
    <w:link w:val="Heading2Char"/>
    <w:qFormat/>
    <w:rsid w:val="00D10E6C"/>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D10E6C"/>
    <w:pPr>
      <w:keepNext/>
      <w:keepLines/>
      <w:pageBreakBefore/>
      <w:jc w:val="center"/>
      <w:outlineLvl w:val="2"/>
    </w:pPr>
  </w:style>
  <w:style w:type="character" w:default="1" w:styleId="DefaultParagraphFont">
    <w:name w:val="Default Paragraph Font"/>
    <w:uiPriority w:val="1"/>
    <w:semiHidden/>
    <w:unhideWhenUsed/>
    <w:rsid w:val="00D10E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0E6C"/>
  </w:style>
  <w:style w:type="character" w:styleId="FootnoteReference">
    <w:name w:val="footnote reference"/>
    <w:semiHidden/>
    <w:rsid w:val="00250345"/>
  </w:style>
  <w:style w:type="paragraph" w:styleId="TOC1">
    <w:name w:val="toc 1"/>
    <w:basedOn w:val="Normal"/>
    <w:next w:val="Normal"/>
    <w:autoRedefine/>
    <w:uiPriority w:val="39"/>
    <w:unhideWhenUsed/>
    <w:rsid w:val="00D10E6C"/>
    <w:pPr>
      <w:spacing w:after="120"/>
    </w:pPr>
  </w:style>
  <w:style w:type="paragraph" w:styleId="TOC2">
    <w:name w:val="toc 2"/>
    <w:basedOn w:val="Normal"/>
    <w:next w:val="Normal"/>
    <w:autoRedefine/>
    <w:uiPriority w:val="39"/>
    <w:rsid w:val="007002A9"/>
    <w:pPr>
      <w:spacing w:after="120"/>
      <w:ind w:left="216"/>
      <w:contextualSpacing/>
    </w:pPr>
    <w:rPr>
      <w:rFonts w:cstheme="minorHAnsi"/>
      <w:iCs/>
      <w:szCs w:val="20"/>
    </w:rPr>
  </w:style>
  <w:style w:type="paragraph" w:customStyle="1" w:styleId="Level1">
    <w:name w:val="Level 1"/>
    <w:basedOn w:val="Normal"/>
    <w:rsid w:val="00250345"/>
    <w:pPr>
      <w:numPr>
        <w:numId w:val="2"/>
      </w:numPr>
      <w:outlineLvl w:val="0"/>
    </w:pPr>
  </w:style>
  <w:style w:type="paragraph" w:customStyle="1" w:styleId="Level4">
    <w:name w:val="Level 4"/>
    <w:basedOn w:val="Normal"/>
    <w:rsid w:val="00250345"/>
    <w:pPr>
      <w:numPr>
        <w:ilvl w:val="3"/>
        <w:numId w:val="1"/>
      </w:numPr>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uiPriority w:val="99"/>
    <w:unhideWhenUsed/>
    <w:rsid w:val="00D10E6C"/>
    <w:rPr>
      <w:color w:val="0000FF" w:themeColor="hyperlink"/>
      <w:u w:val="single"/>
    </w:rPr>
  </w:style>
  <w:style w:type="paragraph" w:styleId="Header">
    <w:name w:val="header"/>
    <w:basedOn w:val="Normal"/>
    <w:link w:val="HeaderChar"/>
    <w:rsid w:val="00D10E6C"/>
    <w:pPr>
      <w:tabs>
        <w:tab w:val="center" w:pos="4320"/>
        <w:tab w:val="right" w:pos="8640"/>
      </w:tabs>
    </w:pPr>
    <w:rPr>
      <w:rFonts w:eastAsia="Times New Roman"/>
    </w:rPr>
  </w:style>
  <w:style w:type="paragraph" w:styleId="Footer">
    <w:name w:val="footer"/>
    <w:basedOn w:val="Normal"/>
    <w:link w:val="FooterChar"/>
    <w:uiPriority w:val="99"/>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paragraph" w:styleId="ListParagraph">
    <w:name w:val="List Paragraph"/>
    <w:basedOn w:val="Normal"/>
    <w:uiPriority w:val="34"/>
    <w:rsid w:val="00D10E6C"/>
    <w:pPr>
      <w:ind w:left="720"/>
      <w:contextualSpacing/>
    </w:pPr>
  </w:style>
  <w:style w:type="paragraph" w:styleId="NoSpacing">
    <w:name w:val="No Spacing"/>
    <w:uiPriority w:val="1"/>
    <w:qFormat/>
    <w:rsid w:val="00135758"/>
    <w:pPr>
      <w:widowControl w:val="0"/>
      <w:autoSpaceDE w:val="0"/>
      <w:autoSpaceDN w:val="0"/>
      <w:adjustRightInd w:val="0"/>
    </w:pPr>
    <w:rPr>
      <w:sz w:val="24"/>
      <w:szCs w:val="24"/>
    </w:rPr>
  </w:style>
  <w:style w:type="paragraph" w:customStyle="1" w:styleId="Default">
    <w:name w:val="Default"/>
    <w:rsid w:val="00C17F23"/>
    <w:pPr>
      <w:autoSpaceDE w:val="0"/>
      <w:autoSpaceDN w:val="0"/>
      <w:adjustRightInd w:val="0"/>
    </w:pPr>
    <w:rPr>
      <w:color w:val="000000"/>
      <w:sz w:val="24"/>
      <w:szCs w:val="24"/>
    </w:rPr>
  </w:style>
  <w:style w:type="paragraph" w:styleId="Revision">
    <w:name w:val="Revision"/>
    <w:hidden/>
    <w:uiPriority w:val="99"/>
    <w:semiHidden/>
    <w:rsid w:val="002D437D"/>
  </w:style>
  <w:style w:type="paragraph" w:styleId="BodyText">
    <w:name w:val="Body Text"/>
    <w:link w:val="BodyTextChar"/>
    <w:rsid w:val="00D10E6C"/>
    <w:pPr>
      <w:spacing w:after="220"/>
    </w:pPr>
    <w:rPr>
      <w:rFonts w:eastAsiaTheme="minorHAnsi"/>
    </w:rPr>
  </w:style>
  <w:style w:type="character" w:customStyle="1" w:styleId="BodyTextChar">
    <w:name w:val="Body Text Char"/>
    <w:basedOn w:val="DefaultParagraphFont"/>
    <w:link w:val="BodyText"/>
    <w:rsid w:val="00D10E6C"/>
    <w:rPr>
      <w:rFonts w:eastAsiaTheme="minorHAnsi"/>
    </w:rPr>
  </w:style>
  <w:style w:type="character" w:styleId="CommentReference">
    <w:name w:val="annotation reference"/>
    <w:basedOn w:val="DefaultParagraphFont"/>
    <w:semiHidden/>
    <w:unhideWhenUsed/>
    <w:rsid w:val="00703D14"/>
    <w:rPr>
      <w:sz w:val="16"/>
      <w:szCs w:val="16"/>
    </w:rPr>
  </w:style>
  <w:style w:type="paragraph" w:styleId="CommentSubject">
    <w:name w:val="annotation subject"/>
    <w:basedOn w:val="Normal"/>
    <w:next w:val="Normal"/>
    <w:link w:val="CommentSubjectChar"/>
    <w:semiHidden/>
    <w:unhideWhenUsed/>
    <w:rsid w:val="008C7A92"/>
    <w:rPr>
      <w:b/>
      <w:bCs/>
      <w:sz w:val="20"/>
      <w:szCs w:val="20"/>
    </w:rPr>
  </w:style>
  <w:style w:type="character" w:customStyle="1" w:styleId="CommentSubjectChar">
    <w:name w:val="Comment Subject Char"/>
    <w:basedOn w:val="DefaultParagraphFont"/>
    <w:link w:val="CommentSubject"/>
    <w:semiHidden/>
    <w:rsid w:val="008C7A92"/>
    <w:rPr>
      <w:b/>
      <w:bCs/>
      <w:sz w:val="20"/>
      <w:szCs w:val="20"/>
    </w:rPr>
  </w:style>
  <w:style w:type="character" w:styleId="UnresolvedMention">
    <w:name w:val="Unresolved Mention"/>
    <w:basedOn w:val="DefaultParagraphFont"/>
    <w:uiPriority w:val="99"/>
    <w:semiHidden/>
    <w:unhideWhenUsed/>
    <w:rsid w:val="00453609"/>
    <w:rPr>
      <w:color w:val="605E5C"/>
      <w:shd w:val="clear" w:color="auto" w:fill="E1DFDD"/>
    </w:rPr>
  </w:style>
  <w:style w:type="paragraph" w:customStyle="1" w:styleId="Journalboxnotes">
    <w:name w:val="Journal box notes"/>
    <w:rsid w:val="002F6937"/>
    <w:pPr>
      <w:pBdr>
        <w:top w:val="single" w:sz="4" w:space="10" w:color="auto"/>
        <w:left w:val="single" w:sz="4" w:space="10" w:color="auto"/>
        <w:bottom w:val="single" w:sz="4" w:space="15" w:color="auto"/>
        <w:right w:val="single" w:sz="4" w:space="10" w:color="auto"/>
      </w:pBdr>
      <w:ind w:left="720" w:right="720"/>
    </w:pPr>
    <w:rPr>
      <w:rFonts w:cs="Times New Roman"/>
      <w:szCs w:val="20"/>
    </w:rPr>
  </w:style>
  <w:style w:type="paragraph" w:customStyle="1" w:styleId="NRCINSPECTIONMANUAL">
    <w:name w:val="NRC INSPECTION MANUAL"/>
    <w:next w:val="BodyText"/>
    <w:link w:val="NRCINSPECTIONMANUALChar"/>
    <w:qFormat/>
    <w:rsid w:val="00D10E6C"/>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D10E6C"/>
    <w:rPr>
      <w:rFonts w:eastAsiaTheme="minorHAnsi"/>
      <w:sz w:val="20"/>
    </w:rPr>
  </w:style>
  <w:style w:type="paragraph" w:customStyle="1" w:styleId="IMCIP">
    <w:name w:val="IMC/IP #"/>
    <w:rsid w:val="00D10E6C"/>
    <w:pPr>
      <w:widowControl w:val="0"/>
      <w:pBdr>
        <w:top w:val="single" w:sz="8" w:space="3" w:color="auto"/>
        <w:bottom w:val="single" w:sz="8" w:space="3" w:color="auto"/>
      </w:pBdr>
      <w:spacing w:after="220"/>
      <w:jc w:val="center"/>
    </w:pPr>
    <w:rPr>
      <w:rFonts w:eastAsiaTheme="minorHAnsi"/>
      <w:iCs/>
      <w:caps/>
    </w:rPr>
  </w:style>
  <w:style w:type="paragraph" w:styleId="Title">
    <w:name w:val="Title"/>
    <w:basedOn w:val="Normal"/>
    <w:next w:val="Normal"/>
    <w:link w:val="TitleChar"/>
    <w:qFormat/>
    <w:rsid w:val="00D10E6C"/>
    <w:pPr>
      <w:widowControl/>
      <w:spacing w:before="220" w:after="220"/>
      <w:jc w:val="center"/>
    </w:pPr>
    <w:rPr>
      <w:rFonts w:eastAsia="Times New Roman"/>
    </w:rPr>
  </w:style>
  <w:style w:type="character" w:customStyle="1" w:styleId="TitleChar">
    <w:name w:val="Title Char"/>
    <w:basedOn w:val="DefaultParagraphFont"/>
    <w:link w:val="Title"/>
    <w:rsid w:val="00D10E6C"/>
  </w:style>
  <w:style w:type="character" w:customStyle="1" w:styleId="Heading1Char">
    <w:name w:val="Heading 1 Char"/>
    <w:basedOn w:val="DefaultParagraphFont"/>
    <w:link w:val="Heading1"/>
    <w:rsid w:val="00D10E6C"/>
    <w:rPr>
      <w:rFonts w:eastAsiaTheme="majorEastAsia" w:cstheme="majorBidi"/>
      <w:caps/>
    </w:rPr>
  </w:style>
  <w:style w:type="paragraph" w:styleId="ListBullet">
    <w:name w:val="List Bullet"/>
    <w:rsid w:val="00293258"/>
    <w:pPr>
      <w:tabs>
        <w:tab w:val="num" w:pos="360"/>
      </w:tabs>
      <w:spacing w:after="220"/>
      <w:ind w:left="360"/>
    </w:pPr>
    <w:rPr>
      <w:rFonts w:cs="Times New Roman"/>
      <w:szCs w:val="24"/>
    </w:rPr>
  </w:style>
  <w:style w:type="paragraph" w:customStyle="1" w:styleId="JournalTOPIC">
    <w:name w:val="Journal TOPIC"/>
    <w:basedOn w:val="Normal"/>
    <w:qFormat/>
    <w:rsid w:val="00D10E6C"/>
    <w:pPr>
      <w:keepNext/>
      <w:keepLines/>
      <w:pageBreakBefore/>
      <w:spacing w:after="220"/>
      <w:jc w:val="center"/>
      <w:outlineLvl w:val="1"/>
    </w:pPr>
  </w:style>
  <w:style w:type="paragraph" w:customStyle="1" w:styleId="JOURNALHeading2">
    <w:name w:val="JOURNAL Heading 2"/>
    <w:basedOn w:val="BodyText"/>
    <w:qFormat/>
    <w:rsid w:val="00D10E6C"/>
    <w:pPr>
      <w:keepNext/>
      <w:spacing w:before="440"/>
      <w:ind w:left="2520" w:hanging="2520"/>
    </w:pPr>
    <w:rPr>
      <w:bCs/>
    </w:rPr>
  </w:style>
  <w:style w:type="character" w:customStyle="1" w:styleId="HeaderChar">
    <w:name w:val="Header Char"/>
    <w:basedOn w:val="DefaultParagraphFont"/>
    <w:link w:val="Header"/>
    <w:rsid w:val="00D10E6C"/>
  </w:style>
  <w:style w:type="character" w:customStyle="1" w:styleId="FooterChar">
    <w:name w:val="Footer Char"/>
    <w:link w:val="Footer"/>
    <w:uiPriority w:val="99"/>
    <w:locked/>
    <w:rsid w:val="004F12E3"/>
  </w:style>
  <w:style w:type="paragraph" w:customStyle="1" w:styleId="SectionTitlePage">
    <w:name w:val="Section Title Page"/>
    <w:basedOn w:val="BodyText"/>
    <w:rsid w:val="00D10E6C"/>
    <w:pPr>
      <w:jc w:val="center"/>
    </w:pPr>
    <w:rPr>
      <w:rFonts w:eastAsia="Times New Roman" w:cs="Times New Roman"/>
      <w:szCs w:val="20"/>
    </w:rPr>
  </w:style>
  <w:style w:type="paragraph" w:customStyle="1" w:styleId="attachmenttitle">
    <w:name w:val="attachment title"/>
    <w:next w:val="BodyText"/>
    <w:qFormat/>
    <w:rsid w:val="00D10E6C"/>
    <w:pPr>
      <w:keepNext/>
      <w:keepLines/>
      <w:widowControl w:val="0"/>
      <w:spacing w:after="220"/>
      <w:jc w:val="center"/>
      <w:outlineLvl w:val="0"/>
    </w:pPr>
  </w:style>
  <w:style w:type="paragraph" w:customStyle="1" w:styleId="JOURNALtable-BodyText">
    <w:name w:val="JOURNAL table-Body Text"/>
    <w:qFormat/>
    <w:rsid w:val="009635E0"/>
    <w:pPr>
      <w:spacing w:after="40"/>
    </w:pPr>
    <w:rPr>
      <w:rFonts w:cs="Times New Roman"/>
      <w:sz w:val="18"/>
      <w:szCs w:val="18"/>
    </w:rPr>
  </w:style>
  <w:style w:type="paragraph" w:customStyle="1" w:styleId="BodyText-table">
    <w:name w:val="Body Text - table"/>
    <w:qFormat/>
    <w:rsid w:val="00D10E6C"/>
    <w:rPr>
      <w:rFonts w:eastAsiaTheme="minorHAnsi" w:cstheme="minorBidi"/>
    </w:rPr>
  </w:style>
  <w:style w:type="paragraph" w:customStyle="1" w:styleId="JOURNALTableHeading1">
    <w:name w:val="JOURNAL Table Heading 1"/>
    <w:qFormat/>
    <w:rsid w:val="00ED0E04"/>
    <w:pPr>
      <w:spacing w:after="60"/>
    </w:pPr>
    <w:rPr>
      <w:rFonts w:cs="Times New Roman"/>
      <w:b/>
      <w:iCs/>
      <w:sz w:val="20"/>
      <w:szCs w:val="20"/>
      <w:u w:val="single"/>
    </w:rPr>
  </w:style>
  <w:style w:type="paragraph" w:customStyle="1" w:styleId="EffectiveDate">
    <w:name w:val="Effective Date"/>
    <w:next w:val="BodyText"/>
    <w:qFormat/>
    <w:rsid w:val="00D10E6C"/>
    <w:pPr>
      <w:spacing w:before="220" w:after="440"/>
      <w:jc w:val="center"/>
    </w:pPr>
  </w:style>
  <w:style w:type="paragraph" w:styleId="TOCHeading">
    <w:name w:val="TOC Heading"/>
    <w:basedOn w:val="Heading1"/>
    <w:next w:val="Normal"/>
    <w:uiPriority w:val="39"/>
    <w:unhideWhenUsed/>
    <w:qFormat/>
    <w:rsid w:val="00D10E6C"/>
    <w:pPr>
      <w:jc w:val="center"/>
      <w:outlineLvl w:val="9"/>
    </w:pPr>
    <w:rPr>
      <w:szCs w:val="32"/>
    </w:rPr>
  </w:style>
  <w:style w:type="paragraph" w:styleId="TOC3">
    <w:name w:val="toc 3"/>
    <w:basedOn w:val="Normal"/>
    <w:next w:val="Normal"/>
    <w:autoRedefine/>
    <w:unhideWhenUsed/>
    <w:rsid w:val="00EB6675"/>
    <w:pPr>
      <w:ind w:left="440"/>
    </w:pPr>
    <w:rPr>
      <w:rFonts w:asciiTheme="minorHAnsi" w:hAnsiTheme="minorHAnsi" w:cstheme="minorHAnsi"/>
      <w:sz w:val="20"/>
      <w:szCs w:val="20"/>
    </w:rPr>
  </w:style>
  <w:style w:type="paragraph" w:styleId="TOC4">
    <w:name w:val="toc 4"/>
    <w:basedOn w:val="Normal"/>
    <w:next w:val="Normal"/>
    <w:autoRedefine/>
    <w:unhideWhenUsed/>
    <w:rsid w:val="00EB6675"/>
    <w:pPr>
      <w:ind w:left="660"/>
    </w:pPr>
    <w:rPr>
      <w:rFonts w:asciiTheme="minorHAnsi" w:hAnsiTheme="minorHAnsi" w:cstheme="minorHAnsi"/>
      <w:sz w:val="20"/>
      <w:szCs w:val="20"/>
    </w:rPr>
  </w:style>
  <w:style w:type="paragraph" w:styleId="TOC5">
    <w:name w:val="toc 5"/>
    <w:basedOn w:val="Normal"/>
    <w:next w:val="Normal"/>
    <w:autoRedefine/>
    <w:unhideWhenUsed/>
    <w:rsid w:val="00EB6675"/>
    <w:pPr>
      <w:ind w:left="880"/>
    </w:pPr>
    <w:rPr>
      <w:rFonts w:asciiTheme="minorHAnsi" w:hAnsiTheme="minorHAnsi" w:cstheme="minorHAnsi"/>
      <w:sz w:val="20"/>
      <w:szCs w:val="20"/>
    </w:rPr>
  </w:style>
  <w:style w:type="paragraph" w:styleId="TOC6">
    <w:name w:val="toc 6"/>
    <w:basedOn w:val="Normal"/>
    <w:next w:val="Normal"/>
    <w:autoRedefine/>
    <w:unhideWhenUsed/>
    <w:rsid w:val="00EB6675"/>
    <w:pPr>
      <w:ind w:left="1100"/>
    </w:pPr>
    <w:rPr>
      <w:rFonts w:asciiTheme="minorHAnsi" w:hAnsiTheme="minorHAnsi" w:cstheme="minorHAnsi"/>
      <w:sz w:val="20"/>
      <w:szCs w:val="20"/>
    </w:rPr>
  </w:style>
  <w:style w:type="paragraph" w:styleId="TOC7">
    <w:name w:val="toc 7"/>
    <w:basedOn w:val="Normal"/>
    <w:next w:val="Normal"/>
    <w:autoRedefine/>
    <w:unhideWhenUsed/>
    <w:rsid w:val="00EB6675"/>
    <w:pPr>
      <w:ind w:left="1320"/>
    </w:pPr>
    <w:rPr>
      <w:rFonts w:asciiTheme="minorHAnsi" w:hAnsiTheme="minorHAnsi" w:cstheme="minorHAnsi"/>
      <w:sz w:val="20"/>
      <w:szCs w:val="20"/>
    </w:rPr>
  </w:style>
  <w:style w:type="paragraph" w:styleId="TOC8">
    <w:name w:val="toc 8"/>
    <w:basedOn w:val="Normal"/>
    <w:next w:val="Normal"/>
    <w:autoRedefine/>
    <w:unhideWhenUsed/>
    <w:rsid w:val="00EB6675"/>
    <w:pPr>
      <w:ind w:left="1540"/>
    </w:pPr>
    <w:rPr>
      <w:rFonts w:asciiTheme="minorHAnsi" w:hAnsiTheme="minorHAnsi" w:cstheme="minorHAnsi"/>
      <w:sz w:val="20"/>
      <w:szCs w:val="20"/>
    </w:rPr>
  </w:style>
  <w:style w:type="paragraph" w:styleId="TOC9">
    <w:name w:val="toc 9"/>
    <w:basedOn w:val="Normal"/>
    <w:next w:val="Normal"/>
    <w:autoRedefine/>
    <w:unhideWhenUsed/>
    <w:rsid w:val="00EB6675"/>
    <w:pPr>
      <w:ind w:left="1760"/>
    </w:pPr>
    <w:rPr>
      <w:rFonts w:asciiTheme="minorHAnsi" w:hAnsiTheme="minorHAnsi" w:cstheme="minorHAnsi"/>
      <w:sz w:val="20"/>
      <w:szCs w:val="20"/>
    </w:rPr>
  </w:style>
  <w:style w:type="paragraph" w:styleId="BodyText2">
    <w:name w:val="Body Text 2"/>
    <w:basedOn w:val="Normal"/>
    <w:link w:val="BodyText2Char"/>
    <w:rsid w:val="00D10E6C"/>
    <w:pPr>
      <w:widowControl/>
      <w:spacing w:after="220"/>
      <w:ind w:left="360"/>
    </w:pPr>
    <w:rPr>
      <w:rFonts w:eastAsia="Times New Roman"/>
    </w:rPr>
  </w:style>
  <w:style w:type="character" w:customStyle="1" w:styleId="BodyText2Char">
    <w:name w:val="Body Text 2 Char"/>
    <w:basedOn w:val="DefaultParagraphFont"/>
    <w:link w:val="BodyText2"/>
    <w:rsid w:val="00D10E6C"/>
  </w:style>
  <w:style w:type="character" w:customStyle="1" w:styleId="Heading2Char">
    <w:name w:val="Heading 2 Char"/>
    <w:basedOn w:val="DefaultParagraphFont"/>
    <w:link w:val="Heading2"/>
    <w:rsid w:val="00D10E6C"/>
    <w:rPr>
      <w:rFonts w:eastAsiaTheme="majorEastAsia" w:cstheme="majorBidi"/>
      <w:szCs w:val="26"/>
    </w:rPr>
  </w:style>
  <w:style w:type="character" w:customStyle="1" w:styleId="Heading3Char">
    <w:name w:val="Heading 3 Char"/>
    <w:basedOn w:val="DefaultParagraphFont"/>
    <w:link w:val="Heading3"/>
    <w:rsid w:val="00D10E6C"/>
    <w:rPr>
      <w:rFonts w:eastAsiaTheme="minorHAnsi"/>
    </w:rPr>
  </w:style>
  <w:style w:type="paragraph" w:styleId="ListBullet2">
    <w:name w:val="List Bullet 2"/>
    <w:unhideWhenUsed/>
    <w:rsid w:val="00D10E6C"/>
    <w:pPr>
      <w:numPr>
        <w:numId w:val="41"/>
      </w:numPr>
      <w:spacing w:after="220"/>
    </w:pPr>
    <w:rPr>
      <w:rFonts w:eastAsiaTheme="minorHAnsi"/>
    </w:rPr>
  </w:style>
  <w:style w:type="paragraph" w:styleId="ListBullet3">
    <w:name w:val="List Bullet 3"/>
    <w:basedOn w:val="Normal"/>
    <w:uiPriority w:val="99"/>
    <w:unhideWhenUsed/>
    <w:rsid w:val="000B4A6E"/>
    <w:pPr>
      <w:widowControl/>
      <w:numPr>
        <w:numId w:val="44"/>
      </w:numPr>
      <w:spacing w:after="220"/>
    </w:pPr>
  </w:style>
  <w:style w:type="paragraph" w:customStyle="1" w:styleId="Signatureline">
    <w:name w:val="Signature line"/>
    <w:basedOn w:val="BodyText"/>
    <w:qFormat/>
    <w:rsid w:val="000B4A6E"/>
    <w:pPr>
      <w:keepLines/>
      <w:widowControl w:val="0"/>
      <w:spacing w:before="440"/>
    </w:pPr>
  </w:style>
  <w:style w:type="character" w:customStyle="1" w:styleId="Commitment">
    <w:name w:val="Commitment"/>
    <w:basedOn w:val="BodyTextChar"/>
    <w:uiPriority w:val="1"/>
    <w:qFormat/>
    <w:rsid w:val="00450A23"/>
    <w:rPr>
      <w:rFonts w:ascii="Arial" w:eastAsiaTheme="minorHAnsi" w:hAnsi="Arial" w:cs="Arial"/>
      <w:i/>
      <w:iCs/>
    </w:rPr>
  </w:style>
  <w:style w:type="table" w:customStyle="1" w:styleId="IM">
    <w:name w:val="IM"/>
    <w:basedOn w:val="TableNormal"/>
    <w:uiPriority w:val="99"/>
    <w:rsid w:val="00D10E6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Emphasis">
    <w:name w:val="Emphasis"/>
    <w:basedOn w:val="DefaultParagraphFont"/>
    <w:rsid w:val="00D10E6C"/>
    <w:rPr>
      <w:i/>
      <w:iCs/>
    </w:rPr>
  </w:style>
  <w:style w:type="paragraph" w:customStyle="1" w:styleId="Lista">
    <w:name w:val="List a"/>
    <w:basedOn w:val="BodyText"/>
    <w:rsid w:val="00D10E6C"/>
    <w:pPr>
      <w:widowControl w:val="0"/>
      <w:autoSpaceDE w:val="0"/>
      <w:autoSpaceDN w:val="0"/>
      <w:adjustRightInd w:val="0"/>
    </w:pPr>
    <w:rPr>
      <w:rFonts w:eastAsia="Times New Roman" w:cs="Times New Roman"/>
      <w:szCs w:val="20"/>
    </w:rPr>
  </w:style>
  <w:style w:type="table" w:styleId="TableGrid">
    <w:name w:val="Table Grid"/>
    <w:basedOn w:val="TableNormal"/>
    <w:uiPriority w:val="59"/>
    <w:rsid w:val="00D10E6C"/>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MHx">
    <w:name w:val="IM Hx"/>
    <w:basedOn w:val="TableNormal"/>
    <w:uiPriority w:val="99"/>
    <w:rsid w:val="00D10E6C"/>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CommentText">
    <w:name w:val="annotation text"/>
    <w:basedOn w:val="Normal"/>
    <w:link w:val="CommentTextChar"/>
    <w:semiHidden/>
    <w:unhideWhenUsed/>
    <w:rsid w:val="008C7590"/>
    <w:rPr>
      <w:sz w:val="20"/>
      <w:szCs w:val="20"/>
    </w:rPr>
  </w:style>
  <w:style w:type="character" w:customStyle="1" w:styleId="CommentTextChar">
    <w:name w:val="Comment Text Char"/>
    <w:basedOn w:val="DefaultParagraphFont"/>
    <w:link w:val="CommentText"/>
    <w:semiHidden/>
    <w:rsid w:val="008C7590"/>
    <w:rPr>
      <w:rFonts w:eastAsia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742261886">
      <w:bodyDiv w:val="1"/>
      <w:marLeft w:val="0"/>
      <w:marRight w:val="0"/>
      <w:marTop w:val="0"/>
      <w:marBottom w:val="0"/>
      <w:divBdr>
        <w:top w:val="none" w:sz="0" w:space="0" w:color="auto"/>
        <w:left w:val="none" w:sz="0" w:space="0" w:color="auto"/>
        <w:bottom w:val="none" w:sz="0" w:space="0" w:color="auto"/>
        <w:right w:val="none" w:sz="0" w:space="0" w:color="auto"/>
      </w:divBdr>
    </w:div>
    <w:div w:id="825709260">
      <w:bodyDiv w:val="1"/>
      <w:marLeft w:val="0"/>
      <w:marRight w:val="0"/>
      <w:marTop w:val="0"/>
      <w:marBottom w:val="0"/>
      <w:divBdr>
        <w:top w:val="none" w:sz="0" w:space="0" w:color="auto"/>
        <w:left w:val="none" w:sz="0" w:space="0" w:color="auto"/>
        <w:bottom w:val="none" w:sz="0" w:space="0" w:color="auto"/>
        <w:right w:val="none" w:sz="0" w:space="0" w:color="auto"/>
      </w:divBdr>
    </w:div>
    <w:div w:id="937712831">
      <w:bodyDiv w:val="1"/>
      <w:marLeft w:val="0"/>
      <w:marRight w:val="0"/>
      <w:marTop w:val="0"/>
      <w:marBottom w:val="0"/>
      <w:divBdr>
        <w:top w:val="none" w:sz="0" w:space="0" w:color="auto"/>
        <w:left w:val="none" w:sz="0" w:space="0" w:color="auto"/>
        <w:bottom w:val="none" w:sz="0" w:space="0" w:color="auto"/>
        <w:right w:val="none" w:sz="0" w:space="0" w:color="auto"/>
      </w:divBdr>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637099449">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2000649130">
      <w:bodyDiv w:val="1"/>
      <w:marLeft w:val="0"/>
      <w:marRight w:val="0"/>
      <w:marTop w:val="0"/>
      <w:marBottom w:val="0"/>
      <w:divBdr>
        <w:top w:val="none" w:sz="0" w:space="0" w:color="auto"/>
        <w:left w:val="none" w:sz="0" w:space="0" w:color="auto"/>
        <w:bottom w:val="none" w:sz="0" w:space="0" w:color="auto"/>
        <w:right w:val="none" w:sz="0" w:space="0" w:color="auto"/>
      </w:divBdr>
    </w:div>
    <w:div w:id="211235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rc.gov/about-nrc/safety-culture/sc-outreach-edu-materials.html" TargetMode="External"/><Relationship Id="rId18" Type="http://schemas.openxmlformats.org/officeDocument/2006/relationships/hyperlink" Target="mailto:TrainingSupportResource@nrc.gov"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nrc.gov/reading-rm/doc-collections/commission/secys/2006/secy2006-0122/2006-0122scy.pdf" TargetMode="External"/><Relationship Id="rId17" Type="http://schemas.openxmlformats.org/officeDocument/2006/relationships/hyperlink" Target="http://www.nrc.gov/about-nrc/safety-culture/sc-outreach-edu-materials.html"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papaya.nrc.gov/safetyculture/index.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paya.nrc.gov/safetyculture/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rc.gov/about-nrc/safety-culture/sc-outreach-edu-materials.html" TargetMode="Externa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apaya.nrc.gov/safetyculture/index.html" TargetMode="External"/><Relationship Id="rId22" Type="http://schemas.openxmlformats.org/officeDocument/2006/relationships/fontTable" Target="fontTable.xml"/><Relationship Id="rId27"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DD5D70-F438-46FA-8228-AC053CD90D2B}">
  <ds:schemaRefs>
    <ds:schemaRef ds:uri="http://schemas.openxmlformats.org/officeDocument/2006/bibliography"/>
  </ds:schemaRefs>
</ds:datastoreItem>
</file>

<file path=customXml/itemProps2.xml><?xml version="1.0" encoding="utf-8"?>
<ds:datastoreItem xmlns:ds="http://schemas.openxmlformats.org/officeDocument/2006/customXml" ds:itemID="{027F7951-B7BA-43FA-BE83-FA8DA2ABF868}"/>
</file>

<file path=customXml/itemProps3.xml><?xml version="1.0" encoding="utf-8"?>
<ds:datastoreItem xmlns:ds="http://schemas.openxmlformats.org/officeDocument/2006/customXml" ds:itemID="{E82AD4A8-92F9-48F1-AA76-2DBE3CF2B31A}"/>
</file>

<file path=customXml/itemProps4.xml><?xml version="1.0" encoding="utf-8"?>
<ds:datastoreItem xmlns:ds="http://schemas.openxmlformats.org/officeDocument/2006/customXml" ds:itemID="{29DAB2DE-F9C6-44B5-A79E-8E29C544D047}"/>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Template.dotx</Template>
  <TotalTime>8</TotalTime>
  <Pages>25</Pages>
  <Words>4955</Words>
  <Characters>30725</Characters>
  <Application>Microsoft Office Word</Application>
  <DocSecurity>2</DocSecurity>
  <Lines>768</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35223</CharactersWithSpaces>
  <SharedDoc>false</SharedDoc>
  <HLinks>
    <vt:vector size="36" baseType="variant">
      <vt:variant>
        <vt:i4>3473504</vt:i4>
      </vt:variant>
      <vt:variant>
        <vt:i4>51</vt:i4>
      </vt:variant>
      <vt:variant>
        <vt:i4>0</vt:i4>
      </vt:variant>
      <vt:variant>
        <vt:i4>5</vt:i4>
      </vt:variant>
      <vt:variant>
        <vt:lpwstr>http://grape/readygo/nrr/readandsign/columbia/index.htm</vt:lpwstr>
      </vt:variant>
      <vt:variant>
        <vt:lpwstr/>
      </vt:variant>
      <vt:variant>
        <vt:i4>3801215</vt:i4>
      </vt:variant>
      <vt:variant>
        <vt:i4>48</vt:i4>
      </vt:variant>
      <vt:variant>
        <vt:i4>0</vt:i4>
      </vt:variant>
      <vt:variant>
        <vt:i4>5</vt:i4>
      </vt:variant>
      <vt:variant>
        <vt:lpwstr>http://grape/readygo/nrr/readandsign/scwe/index.htm</vt:lpwstr>
      </vt:variant>
      <vt:variant>
        <vt:lpwstr/>
      </vt:variant>
      <vt:variant>
        <vt:i4>6946878</vt:i4>
      </vt:variant>
      <vt:variant>
        <vt:i4>45</vt:i4>
      </vt:variant>
      <vt:variant>
        <vt:i4>0</vt:i4>
      </vt:variant>
      <vt:variant>
        <vt:i4>5</vt:i4>
      </vt:variant>
      <vt:variant>
        <vt:lpwstr>http://www.nrc.gov/reading-rm/doc-collections/commission/secys/2006/secy2006-0122/2006-0122scy.pdf</vt:lpwstr>
      </vt:variant>
      <vt:variant>
        <vt:lpwstr/>
      </vt:variant>
      <vt:variant>
        <vt:i4>2031617</vt:i4>
      </vt:variant>
      <vt:variant>
        <vt:i4>42</vt:i4>
      </vt:variant>
      <vt:variant>
        <vt:i4>0</vt:i4>
      </vt:variant>
      <vt:variant>
        <vt:i4>5</vt:i4>
      </vt:variant>
      <vt:variant>
        <vt:lpwstr>http://nrr10.nrc.gov/rop-digital-city/rop-safety-culture.html</vt:lpwstr>
      </vt:variant>
      <vt:variant>
        <vt:lpwstr/>
      </vt:variant>
      <vt:variant>
        <vt:i4>3801215</vt:i4>
      </vt:variant>
      <vt:variant>
        <vt:i4>39</vt:i4>
      </vt:variant>
      <vt:variant>
        <vt:i4>0</vt:i4>
      </vt:variant>
      <vt:variant>
        <vt:i4>5</vt:i4>
      </vt:variant>
      <vt:variant>
        <vt:lpwstr>http://grape/readygo/nrr/readandsign/scwe/index.htm</vt:lpwstr>
      </vt:variant>
      <vt:variant>
        <vt:lpwstr/>
      </vt:variant>
      <vt:variant>
        <vt:i4>3473504</vt:i4>
      </vt:variant>
      <vt:variant>
        <vt:i4>36</vt:i4>
      </vt:variant>
      <vt:variant>
        <vt:i4>0</vt:i4>
      </vt:variant>
      <vt:variant>
        <vt:i4>5</vt:i4>
      </vt:variant>
      <vt:variant>
        <vt:lpwstr>http://grape/readygo/nrr/readandsign/columbia/index.htm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Deanna Zhang</dc:creator>
  <cp:keywords/>
  <dc:description/>
  <cp:lastModifiedBy>Madeleine Arel (She/Her)</cp:lastModifiedBy>
  <cp:revision>6</cp:revision>
  <dcterms:created xsi:type="dcterms:W3CDTF">2023-05-17T20:56:00Z</dcterms:created>
  <dcterms:modified xsi:type="dcterms:W3CDTF">2023-05-17T21:04:00Z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