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9093D" w14:textId="62C02E78" w:rsidR="003C4073" w:rsidRDefault="00E60DBC" w:rsidP="008836DD">
      <w:pPr>
        <w:pStyle w:val="NRCINSPECTIONMANUAL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F078C2" w:rsidRPr="00F078C2">
        <w:rPr>
          <w:szCs w:val="20"/>
        </w:rPr>
        <w:t>IRIB</w:t>
      </w:r>
    </w:p>
    <w:p w14:paraId="1313C224" w14:textId="6207DA40" w:rsidR="00823B95" w:rsidRPr="00823B95" w:rsidRDefault="00823B95" w:rsidP="00823B95">
      <w:pPr>
        <w:pStyle w:val="IMCIP"/>
      </w:pPr>
      <w:r w:rsidRPr="00823B95">
        <w:t>Change Notice 2</w:t>
      </w:r>
      <w:r w:rsidR="002E0FEF">
        <w:t>5</w:t>
      </w:r>
      <w:r w:rsidR="001478AC">
        <w:t>-0</w:t>
      </w:r>
      <w:r w:rsidR="002E0FEF">
        <w:t>0</w:t>
      </w:r>
      <w:r w:rsidR="00C05FA7">
        <w:t>5</w:t>
      </w:r>
    </w:p>
    <w:p w14:paraId="7605375C" w14:textId="77777777" w:rsidR="00170E48" w:rsidRDefault="00170E48" w:rsidP="00170E48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7920"/>
        </w:tabs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2605"/>
        <w:gridCol w:w="1890"/>
        <w:gridCol w:w="2880"/>
        <w:gridCol w:w="1435"/>
      </w:tblGrid>
      <w:tr w:rsidR="00C81DA9" w14:paraId="5E9E5A91" w14:textId="77777777" w:rsidTr="007B7717">
        <w:tc>
          <w:tcPr>
            <w:tcW w:w="540" w:type="dxa"/>
          </w:tcPr>
          <w:p w14:paraId="7FA5DD6F" w14:textId="77777777" w:rsidR="00C81DA9" w:rsidRDefault="00C81DA9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bookmarkStart w:id="0" w:name="_Hlk92979643"/>
          </w:p>
        </w:tc>
        <w:tc>
          <w:tcPr>
            <w:tcW w:w="2605" w:type="dxa"/>
          </w:tcPr>
          <w:p w14:paraId="192CEF20" w14:textId="50438581" w:rsidR="00C81DA9" w:rsidRDefault="004A08DA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DELETED:</w:t>
            </w:r>
          </w:p>
        </w:tc>
        <w:tc>
          <w:tcPr>
            <w:tcW w:w="1890" w:type="dxa"/>
          </w:tcPr>
          <w:p w14:paraId="6BDE6594" w14:textId="77777777" w:rsidR="00C81DA9" w:rsidRDefault="00C81DA9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880" w:type="dxa"/>
          </w:tcPr>
          <w:p w14:paraId="4DEBDF7E" w14:textId="281888C4" w:rsidR="00C81DA9" w:rsidRDefault="004A08DA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TRANSMITTED:</w:t>
            </w:r>
          </w:p>
        </w:tc>
        <w:tc>
          <w:tcPr>
            <w:tcW w:w="1435" w:type="dxa"/>
          </w:tcPr>
          <w:p w14:paraId="6CE9C102" w14:textId="77777777" w:rsidR="00C81DA9" w:rsidRDefault="00C81DA9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</w:tr>
      <w:tr w:rsidR="00C81DA9" w:rsidRPr="00F9477D" w14:paraId="05EACF6D" w14:textId="77777777" w:rsidTr="007B7717">
        <w:tc>
          <w:tcPr>
            <w:tcW w:w="540" w:type="dxa"/>
          </w:tcPr>
          <w:p w14:paraId="2E03ABD6" w14:textId="77777777" w:rsidR="00C81DA9" w:rsidRPr="00F9477D" w:rsidRDefault="00C81DA9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  <w:rPr>
                <w:u w:val="single"/>
              </w:rPr>
            </w:pPr>
          </w:p>
        </w:tc>
        <w:tc>
          <w:tcPr>
            <w:tcW w:w="2605" w:type="dxa"/>
          </w:tcPr>
          <w:p w14:paraId="5DE3EBEF" w14:textId="6B5CF891" w:rsidR="00C81DA9" w:rsidRPr="00F9477D" w:rsidRDefault="00F9477D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  <w:rPr>
                <w:u w:val="single"/>
              </w:rPr>
            </w:pPr>
            <w:r w:rsidRPr="00F9477D">
              <w:rPr>
                <w:u w:val="single"/>
              </w:rPr>
              <w:t>Number</w:t>
            </w:r>
          </w:p>
        </w:tc>
        <w:tc>
          <w:tcPr>
            <w:tcW w:w="1890" w:type="dxa"/>
          </w:tcPr>
          <w:p w14:paraId="0BDF1CB3" w14:textId="25A7B8F7" w:rsidR="00C81DA9" w:rsidRPr="00F9477D" w:rsidRDefault="00F9477D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  <w:rPr>
                <w:u w:val="single"/>
              </w:rPr>
            </w:pPr>
            <w:r w:rsidRPr="00607265">
              <w:rPr>
                <w:u w:val="single"/>
              </w:rPr>
              <w:t>Date</w:t>
            </w:r>
          </w:p>
        </w:tc>
        <w:tc>
          <w:tcPr>
            <w:tcW w:w="2880" w:type="dxa"/>
          </w:tcPr>
          <w:p w14:paraId="095CAF96" w14:textId="1AF82B12" w:rsidR="00C81DA9" w:rsidRPr="00F9477D" w:rsidRDefault="00F9477D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  <w:rPr>
                <w:u w:val="single"/>
              </w:rPr>
            </w:pPr>
            <w:r w:rsidRPr="00F9477D">
              <w:rPr>
                <w:u w:val="single"/>
              </w:rPr>
              <w:t>Number</w:t>
            </w:r>
          </w:p>
        </w:tc>
        <w:tc>
          <w:tcPr>
            <w:tcW w:w="1435" w:type="dxa"/>
          </w:tcPr>
          <w:p w14:paraId="43C8B594" w14:textId="53A0EA3A" w:rsidR="00C81DA9" w:rsidRPr="00F9477D" w:rsidRDefault="00F9477D" w:rsidP="00884A41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  <w:rPr>
                <w:u w:val="single"/>
              </w:rPr>
            </w:pPr>
            <w:r w:rsidRPr="00F9477D">
              <w:rPr>
                <w:u w:val="single"/>
              </w:rPr>
              <w:t>Date</w:t>
            </w:r>
          </w:p>
        </w:tc>
      </w:tr>
      <w:tr w:rsidR="007D0D40" w14:paraId="4D5C5FD0" w14:textId="77777777" w:rsidTr="007B7717">
        <w:tc>
          <w:tcPr>
            <w:tcW w:w="540" w:type="dxa"/>
          </w:tcPr>
          <w:p w14:paraId="73269FFE" w14:textId="6F83C1DD" w:rsidR="007D0D40" w:rsidRDefault="007D0D40" w:rsidP="007D0D40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1.</w:t>
            </w:r>
          </w:p>
        </w:tc>
        <w:tc>
          <w:tcPr>
            <w:tcW w:w="2605" w:type="dxa"/>
          </w:tcPr>
          <w:p w14:paraId="2BD4D6C6" w14:textId="459DA9FF" w:rsidR="007D0D40" w:rsidRDefault="00C96123" w:rsidP="007D0D40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IP 69020</w:t>
            </w:r>
          </w:p>
        </w:tc>
        <w:tc>
          <w:tcPr>
            <w:tcW w:w="1890" w:type="dxa"/>
          </w:tcPr>
          <w:p w14:paraId="1F403B61" w14:textId="0EDA0809" w:rsidR="007D0D40" w:rsidRDefault="007F0F83" w:rsidP="007D0D40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12/14/15</w:t>
            </w:r>
          </w:p>
        </w:tc>
        <w:tc>
          <w:tcPr>
            <w:tcW w:w="2880" w:type="dxa"/>
          </w:tcPr>
          <w:p w14:paraId="7E32BCB8" w14:textId="68BD92F1" w:rsidR="007D0D40" w:rsidRDefault="00C96123" w:rsidP="007D0D40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IP 69020</w:t>
            </w:r>
          </w:p>
        </w:tc>
        <w:tc>
          <w:tcPr>
            <w:tcW w:w="1435" w:type="dxa"/>
          </w:tcPr>
          <w:p w14:paraId="7B7EDFCB" w14:textId="7D5778BC" w:rsidR="007D0D40" w:rsidRPr="00704F52" w:rsidRDefault="007D0D40" w:rsidP="007D0D40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</w:tr>
      <w:tr w:rsidR="007F0F83" w14:paraId="03191661" w14:textId="77777777" w:rsidTr="007B7717">
        <w:tc>
          <w:tcPr>
            <w:tcW w:w="540" w:type="dxa"/>
          </w:tcPr>
          <w:p w14:paraId="077B0488" w14:textId="10D7BA1B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2.</w:t>
            </w:r>
          </w:p>
        </w:tc>
        <w:tc>
          <w:tcPr>
            <w:tcW w:w="2605" w:type="dxa"/>
          </w:tcPr>
          <w:p w14:paraId="156997F2" w14:textId="4D18386E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1890" w:type="dxa"/>
          </w:tcPr>
          <w:p w14:paraId="0EF6DDC8" w14:textId="6661B2E0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880" w:type="dxa"/>
          </w:tcPr>
          <w:p w14:paraId="2FA70458" w14:textId="64526A8C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 w:rsidRPr="003A4574">
              <w:t>IP 69020.A</w:t>
            </w:r>
          </w:p>
        </w:tc>
        <w:tc>
          <w:tcPr>
            <w:tcW w:w="1435" w:type="dxa"/>
          </w:tcPr>
          <w:p w14:paraId="355E70C5" w14:textId="1B35906D" w:rsidR="007F0F83" w:rsidRPr="00704F52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</w:tr>
      <w:tr w:rsidR="007F0F83" w14:paraId="6DD005DB" w14:textId="77777777" w:rsidTr="007B7717">
        <w:tc>
          <w:tcPr>
            <w:tcW w:w="540" w:type="dxa"/>
          </w:tcPr>
          <w:p w14:paraId="67FD66D2" w14:textId="2E8DE276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3.</w:t>
            </w:r>
          </w:p>
        </w:tc>
        <w:tc>
          <w:tcPr>
            <w:tcW w:w="2605" w:type="dxa"/>
          </w:tcPr>
          <w:p w14:paraId="7F5E7687" w14:textId="3539B3DF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1890" w:type="dxa"/>
          </w:tcPr>
          <w:p w14:paraId="65F61CFD" w14:textId="257888C4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880" w:type="dxa"/>
          </w:tcPr>
          <w:p w14:paraId="2DC3112B" w14:textId="48CE58DF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 w:rsidRPr="003A4574">
              <w:t>IP 69020.B</w:t>
            </w:r>
          </w:p>
        </w:tc>
        <w:tc>
          <w:tcPr>
            <w:tcW w:w="1435" w:type="dxa"/>
          </w:tcPr>
          <w:p w14:paraId="2F7670BE" w14:textId="1B9527FC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</w:tr>
      <w:tr w:rsidR="007F0F83" w14:paraId="13B48C9C" w14:textId="77777777" w:rsidTr="007B7717">
        <w:tc>
          <w:tcPr>
            <w:tcW w:w="540" w:type="dxa"/>
          </w:tcPr>
          <w:p w14:paraId="6D9BD413" w14:textId="47E30BBE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4.</w:t>
            </w:r>
          </w:p>
        </w:tc>
        <w:tc>
          <w:tcPr>
            <w:tcW w:w="2605" w:type="dxa"/>
          </w:tcPr>
          <w:p w14:paraId="0E23BE03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1890" w:type="dxa"/>
          </w:tcPr>
          <w:p w14:paraId="0C3D3C27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880" w:type="dxa"/>
          </w:tcPr>
          <w:p w14:paraId="24396D73" w14:textId="2F344D56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 w:rsidRPr="003A4574">
              <w:t>IP 69020.C</w:t>
            </w:r>
          </w:p>
        </w:tc>
        <w:tc>
          <w:tcPr>
            <w:tcW w:w="1435" w:type="dxa"/>
          </w:tcPr>
          <w:p w14:paraId="4A28A0FB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</w:tr>
      <w:tr w:rsidR="007F0F83" w14:paraId="7037D21D" w14:textId="77777777" w:rsidTr="007B7717">
        <w:tc>
          <w:tcPr>
            <w:tcW w:w="540" w:type="dxa"/>
          </w:tcPr>
          <w:p w14:paraId="3D04525D" w14:textId="37B3B835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5.</w:t>
            </w:r>
          </w:p>
        </w:tc>
        <w:tc>
          <w:tcPr>
            <w:tcW w:w="2605" w:type="dxa"/>
          </w:tcPr>
          <w:p w14:paraId="69D88696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1890" w:type="dxa"/>
          </w:tcPr>
          <w:p w14:paraId="32B0094D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880" w:type="dxa"/>
          </w:tcPr>
          <w:p w14:paraId="26619C86" w14:textId="0487AC6B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 w:rsidRPr="003A4574">
              <w:t>IP 69020.D</w:t>
            </w:r>
          </w:p>
        </w:tc>
        <w:tc>
          <w:tcPr>
            <w:tcW w:w="1435" w:type="dxa"/>
          </w:tcPr>
          <w:p w14:paraId="09BE9A73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</w:tr>
      <w:tr w:rsidR="007F0F83" w14:paraId="1D8F7ABC" w14:textId="77777777" w:rsidTr="007B7717">
        <w:tc>
          <w:tcPr>
            <w:tcW w:w="540" w:type="dxa"/>
          </w:tcPr>
          <w:p w14:paraId="3CB23865" w14:textId="39F02A2F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6.</w:t>
            </w:r>
          </w:p>
        </w:tc>
        <w:tc>
          <w:tcPr>
            <w:tcW w:w="2605" w:type="dxa"/>
          </w:tcPr>
          <w:p w14:paraId="1C2A4446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1890" w:type="dxa"/>
          </w:tcPr>
          <w:p w14:paraId="1C89F325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880" w:type="dxa"/>
          </w:tcPr>
          <w:p w14:paraId="73419161" w14:textId="63EE45FB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 w:rsidRPr="003A4574">
              <w:t>IP 69020.E</w:t>
            </w:r>
          </w:p>
        </w:tc>
        <w:tc>
          <w:tcPr>
            <w:tcW w:w="1435" w:type="dxa"/>
          </w:tcPr>
          <w:p w14:paraId="35732642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</w:tr>
      <w:tr w:rsidR="007F0F83" w14:paraId="3BDA0F39" w14:textId="77777777" w:rsidTr="007B7717">
        <w:tc>
          <w:tcPr>
            <w:tcW w:w="540" w:type="dxa"/>
          </w:tcPr>
          <w:p w14:paraId="418B5C71" w14:textId="0983DD49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7.</w:t>
            </w:r>
          </w:p>
        </w:tc>
        <w:tc>
          <w:tcPr>
            <w:tcW w:w="2605" w:type="dxa"/>
          </w:tcPr>
          <w:p w14:paraId="1A662216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1890" w:type="dxa"/>
          </w:tcPr>
          <w:p w14:paraId="5B3660F6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880" w:type="dxa"/>
          </w:tcPr>
          <w:p w14:paraId="50329555" w14:textId="46FFA8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 w:rsidRPr="003A4574">
              <w:t>IP 69020.F</w:t>
            </w:r>
          </w:p>
        </w:tc>
        <w:tc>
          <w:tcPr>
            <w:tcW w:w="1435" w:type="dxa"/>
          </w:tcPr>
          <w:p w14:paraId="3F97C129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</w:tr>
      <w:tr w:rsidR="007F0F83" w14:paraId="5B384C08" w14:textId="77777777" w:rsidTr="007B7717">
        <w:tc>
          <w:tcPr>
            <w:tcW w:w="540" w:type="dxa"/>
          </w:tcPr>
          <w:p w14:paraId="4DDFE711" w14:textId="6B60B644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8.</w:t>
            </w:r>
          </w:p>
        </w:tc>
        <w:tc>
          <w:tcPr>
            <w:tcW w:w="2605" w:type="dxa"/>
          </w:tcPr>
          <w:p w14:paraId="21B05344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1890" w:type="dxa"/>
          </w:tcPr>
          <w:p w14:paraId="04771440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880" w:type="dxa"/>
          </w:tcPr>
          <w:p w14:paraId="675085BB" w14:textId="58EEC7DA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 w:rsidRPr="003A4574">
              <w:t>IP 69020.G</w:t>
            </w:r>
          </w:p>
        </w:tc>
        <w:tc>
          <w:tcPr>
            <w:tcW w:w="1435" w:type="dxa"/>
          </w:tcPr>
          <w:p w14:paraId="172756C4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</w:tr>
      <w:tr w:rsidR="007F0F83" w14:paraId="6C56F8EF" w14:textId="77777777" w:rsidTr="007B7717">
        <w:tc>
          <w:tcPr>
            <w:tcW w:w="540" w:type="dxa"/>
          </w:tcPr>
          <w:p w14:paraId="1914A968" w14:textId="06C093D9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9.</w:t>
            </w:r>
          </w:p>
        </w:tc>
        <w:tc>
          <w:tcPr>
            <w:tcW w:w="2605" w:type="dxa"/>
          </w:tcPr>
          <w:p w14:paraId="48B3C137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1890" w:type="dxa"/>
          </w:tcPr>
          <w:p w14:paraId="33082AEE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880" w:type="dxa"/>
          </w:tcPr>
          <w:p w14:paraId="5B63BF08" w14:textId="5B75E23E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 w:rsidRPr="003A4574">
              <w:t>IP 69020.H</w:t>
            </w:r>
          </w:p>
        </w:tc>
        <w:tc>
          <w:tcPr>
            <w:tcW w:w="1435" w:type="dxa"/>
          </w:tcPr>
          <w:p w14:paraId="1CA47631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</w:tr>
      <w:tr w:rsidR="007F0F83" w14:paraId="00DF5DFE" w14:textId="77777777" w:rsidTr="007B7717">
        <w:tc>
          <w:tcPr>
            <w:tcW w:w="540" w:type="dxa"/>
          </w:tcPr>
          <w:p w14:paraId="7722BDF9" w14:textId="3777AC9F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10.</w:t>
            </w:r>
          </w:p>
        </w:tc>
        <w:tc>
          <w:tcPr>
            <w:tcW w:w="2605" w:type="dxa"/>
          </w:tcPr>
          <w:p w14:paraId="0ADF00A2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1890" w:type="dxa"/>
          </w:tcPr>
          <w:p w14:paraId="2827EE0A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880" w:type="dxa"/>
          </w:tcPr>
          <w:p w14:paraId="1EE3CF66" w14:textId="54753B84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 w:rsidRPr="003A4574">
              <w:t>IP 69020.I</w:t>
            </w:r>
          </w:p>
        </w:tc>
        <w:tc>
          <w:tcPr>
            <w:tcW w:w="1435" w:type="dxa"/>
          </w:tcPr>
          <w:p w14:paraId="249846C3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</w:tr>
      <w:tr w:rsidR="007F0F83" w14:paraId="542C51B1" w14:textId="77777777" w:rsidTr="007B7717">
        <w:tc>
          <w:tcPr>
            <w:tcW w:w="540" w:type="dxa"/>
          </w:tcPr>
          <w:p w14:paraId="76A54596" w14:textId="3756C265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11.</w:t>
            </w:r>
          </w:p>
        </w:tc>
        <w:tc>
          <w:tcPr>
            <w:tcW w:w="2605" w:type="dxa"/>
          </w:tcPr>
          <w:p w14:paraId="3D6B924A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1890" w:type="dxa"/>
          </w:tcPr>
          <w:p w14:paraId="62D7F207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880" w:type="dxa"/>
          </w:tcPr>
          <w:p w14:paraId="116CEBE2" w14:textId="30790C5F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 w:rsidRPr="003A4574">
              <w:t>IP 69020.J</w:t>
            </w:r>
          </w:p>
        </w:tc>
        <w:tc>
          <w:tcPr>
            <w:tcW w:w="1435" w:type="dxa"/>
          </w:tcPr>
          <w:p w14:paraId="1AA201D0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</w:tr>
      <w:tr w:rsidR="007F0F83" w14:paraId="35192E19" w14:textId="77777777" w:rsidTr="007B7717">
        <w:tc>
          <w:tcPr>
            <w:tcW w:w="540" w:type="dxa"/>
          </w:tcPr>
          <w:p w14:paraId="5C704AD2" w14:textId="6ABDC543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12.</w:t>
            </w:r>
          </w:p>
        </w:tc>
        <w:tc>
          <w:tcPr>
            <w:tcW w:w="2605" w:type="dxa"/>
          </w:tcPr>
          <w:p w14:paraId="5AF34D9A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1890" w:type="dxa"/>
          </w:tcPr>
          <w:p w14:paraId="42F4FBB1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880" w:type="dxa"/>
          </w:tcPr>
          <w:p w14:paraId="4B687A9C" w14:textId="2EDC750D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 w:rsidRPr="003A4574">
              <w:t>IP 69020.K</w:t>
            </w:r>
          </w:p>
        </w:tc>
        <w:tc>
          <w:tcPr>
            <w:tcW w:w="1435" w:type="dxa"/>
          </w:tcPr>
          <w:p w14:paraId="02348D30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</w:tr>
      <w:tr w:rsidR="007F0F83" w14:paraId="2E468DF3" w14:textId="77777777" w:rsidTr="007B7717">
        <w:tc>
          <w:tcPr>
            <w:tcW w:w="540" w:type="dxa"/>
          </w:tcPr>
          <w:p w14:paraId="13147D8D" w14:textId="073EC352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13.</w:t>
            </w:r>
          </w:p>
        </w:tc>
        <w:tc>
          <w:tcPr>
            <w:tcW w:w="2605" w:type="dxa"/>
          </w:tcPr>
          <w:p w14:paraId="142137A2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1890" w:type="dxa"/>
          </w:tcPr>
          <w:p w14:paraId="595FF82C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880" w:type="dxa"/>
          </w:tcPr>
          <w:p w14:paraId="51C0A446" w14:textId="5A8333B6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 w:rsidRPr="003A4574">
              <w:t>IP 69020.L</w:t>
            </w:r>
          </w:p>
        </w:tc>
        <w:tc>
          <w:tcPr>
            <w:tcW w:w="1435" w:type="dxa"/>
          </w:tcPr>
          <w:p w14:paraId="666AE7AC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</w:tr>
      <w:tr w:rsidR="007F0F83" w14:paraId="7925A70B" w14:textId="77777777" w:rsidTr="007B7717">
        <w:tc>
          <w:tcPr>
            <w:tcW w:w="540" w:type="dxa"/>
          </w:tcPr>
          <w:p w14:paraId="062798D9" w14:textId="2BB48A4B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14.</w:t>
            </w:r>
          </w:p>
        </w:tc>
        <w:tc>
          <w:tcPr>
            <w:tcW w:w="2605" w:type="dxa"/>
          </w:tcPr>
          <w:p w14:paraId="381F6418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1890" w:type="dxa"/>
          </w:tcPr>
          <w:p w14:paraId="274FCD74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880" w:type="dxa"/>
          </w:tcPr>
          <w:p w14:paraId="3B89A1B9" w14:textId="7663AB99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 w:rsidRPr="003A4574">
              <w:t>IP 69020.M</w:t>
            </w:r>
          </w:p>
        </w:tc>
        <w:tc>
          <w:tcPr>
            <w:tcW w:w="1435" w:type="dxa"/>
          </w:tcPr>
          <w:p w14:paraId="2A0E1418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</w:tr>
      <w:tr w:rsidR="007F0F83" w14:paraId="13F895AE" w14:textId="77777777" w:rsidTr="007B7717">
        <w:tc>
          <w:tcPr>
            <w:tcW w:w="540" w:type="dxa"/>
          </w:tcPr>
          <w:p w14:paraId="20AD76C2" w14:textId="01F2DFA6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15.</w:t>
            </w:r>
          </w:p>
        </w:tc>
        <w:tc>
          <w:tcPr>
            <w:tcW w:w="2605" w:type="dxa"/>
          </w:tcPr>
          <w:p w14:paraId="39B1A9CC" w14:textId="4AC25164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IP 69021</w:t>
            </w:r>
          </w:p>
        </w:tc>
        <w:tc>
          <w:tcPr>
            <w:tcW w:w="1890" w:type="dxa"/>
          </w:tcPr>
          <w:p w14:paraId="6FCBDAB9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880" w:type="dxa"/>
          </w:tcPr>
          <w:p w14:paraId="7A92EB08" w14:textId="68BB0EA8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 w:rsidRPr="003A4574">
              <w:t>IP 69021</w:t>
            </w:r>
          </w:p>
        </w:tc>
        <w:tc>
          <w:tcPr>
            <w:tcW w:w="1435" w:type="dxa"/>
          </w:tcPr>
          <w:p w14:paraId="714F8D9C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</w:tr>
      <w:tr w:rsidR="007F0F83" w14:paraId="08154878" w14:textId="77777777" w:rsidTr="007B7717">
        <w:tc>
          <w:tcPr>
            <w:tcW w:w="540" w:type="dxa"/>
          </w:tcPr>
          <w:p w14:paraId="22905158" w14:textId="6369D248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16.</w:t>
            </w:r>
          </w:p>
        </w:tc>
        <w:tc>
          <w:tcPr>
            <w:tcW w:w="2605" w:type="dxa"/>
          </w:tcPr>
          <w:p w14:paraId="158D5BFD" w14:textId="15B5EA7A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>
              <w:t>IP 69022</w:t>
            </w:r>
          </w:p>
        </w:tc>
        <w:tc>
          <w:tcPr>
            <w:tcW w:w="1890" w:type="dxa"/>
          </w:tcPr>
          <w:p w14:paraId="6B0EA32B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  <w:tc>
          <w:tcPr>
            <w:tcW w:w="2880" w:type="dxa"/>
          </w:tcPr>
          <w:p w14:paraId="2B96938C" w14:textId="6B2E2975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  <w:r w:rsidRPr="003A4574">
              <w:t>IP 69022</w:t>
            </w:r>
          </w:p>
        </w:tc>
        <w:tc>
          <w:tcPr>
            <w:tcW w:w="1435" w:type="dxa"/>
          </w:tcPr>
          <w:p w14:paraId="4AA71D21" w14:textId="77777777" w:rsidR="007F0F83" w:rsidRDefault="007F0F83" w:rsidP="007F0F83">
            <w:pPr>
              <w:tabs>
                <w:tab w:val="left" w:pos="450"/>
                <w:tab w:val="left" w:pos="3240"/>
                <w:tab w:val="left" w:pos="5040"/>
                <w:tab w:val="left" w:pos="8100"/>
              </w:tabs>
              <w:spacing w:after="220"/>
            </w:pPr>
          </w:p>
        </w:tc>
      </w:tr>
    </w:tbl>
    <w:p w14:paraId="4E86FEA7" w14:textId="3027E031" w:rsidR="007F5C75" w:rsidRDefault="003C4073" w:rsidP="0004317D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spacing w:before="220" w:after="220"/>
        <w:ind w:left="1440" w:hanging="1440"/>
      </w:pPr>
      <w:bookmarkStart w:id="1" w:name="_Hlk92980149"/>
      <w:bookmarkEnd w:id="0"/>
      <w:r w:rsidRPr="0099657B">
        <w:t>TRAINING:</w:t>
      </w:r>
      <w:r w:rsidRPr="0099657B">
        <w:tab/>
      </w:r>
      <w:r w:rsidR="00FB3E9F" w:rsidRPr="00F03596">
        <w:t>No special training is required for any documents issued with this Change Notice.</w:t>
      </w:r>
    </w:p>
    <w:p w14:paraId="7CDD4D5A" w14:textId="2704234E" w:rsidR="00B15629" w:rsidRDefault="003C4073" w:rsidP="00FB3E9F">
      <w:pPr>
        <w:pStyle w:val="REMARKS"/>
      </w:pPr>
      <w:r w:rsidRPr="00314A77">
        <w:t>REMARKS:</w:t>
      </w:r>
      <w:r w:rsidR="00D046AA">
        <w:tab/>
      </w:r>
      <w:r w:rsidR="0026440E" w:rsidRPr="0026440E">
        <w:t xml:space="preserve">IP 69020, "Inspections of Safety-Related Items (and Services) During Construction of Non-Power Production and </w:t>
      </w:r>
      <w:r w:rsidR="00D73E36" w:rsidRPr="0026440E">
        <w:t>Utilization</w:t>
      </w:r>
      <w:r w:rsidR="0026440E" w:rsidRPr="0026440E">
        <w:t xml:space="preserve"> Facilities." Procedure was rewritten for conformance with changes to IMC 2550. Appendices split out into standalone documents.</w:t>
      </w:r>
    </w:p>
    <w:p w14:paraId="75CA30DA" w14:textId="6DFB81E7" w:rsidR="0053350E" w:rsidRDefault="006100B4" w:rsidP="008A32BF">
      <w:pPr>
        <w:pStyle w:val="BodyText3"/>
        <w:keepNext/>
      </w:pPr>
      <w:r>
        <w:lastRenderedPageBreak/>
        <w:t xml:space="preserve">IP 69020, Appendices A through M </w:t>
      </w:r>
      <w:r w:rsidR="0064076C">
        <w:t xml:space="preserve">were rewritten for conformance with changes to IMC 2550 and </w:t>
      </w:r>
      <w:r w:rsidR="00222272">
        <w:t>are now standalone appendices to IP 69020. The</w:t>
      </w:r>
      <w:r w:rsidR="00F559A6">
        <w:t xml:space="preserve"> documents are listed below:</w:t>
      </w:r>
    </w:p>
    <w:p w14:paraId="565F1512" w14:textId="1ED45717" w:rsidR="00246817" w:rsidRDefault="00246817" w:rsidP="009E4895">
      <w:pPr>
        <w:pStyle w:val="BodyText3"/>
        <w:ind w:left="2016" w:hanging="216"/>
      </w:pPr>
      <w:r>
        <w:t>IP</w:t>
      </w:r>
      <w:r>
        <w:t xml:space="preserve"> </w:t>
      </w:r>
      <w:r>
        <w:t>69020.A</w:t>
      </w:r>
      <w:r>
        <w:t>, “</w:t>
      </w:r>
      <w:r>
        <w:t>Inspection of Foundations and Buildings at Non-Power Production and Utilization Facilities</w:t>
      </w:r>
      <w:r>
        <w:t>”</w:t>
      </w:r>
    </w:p>
    <w:p w14:paraId="18B8498E" w14:textId="0E41FD01" w:rsidR="00246817" w:rsidRDefault="00246817" w:rsidP="009E4895">
      <w:pPr>
        <w:pStyle w:val="BodyText3"/>
        <w:ind w:left="2016" w:hanging="216"/>
      </w:pPr>
      <w:r>
        <w:t xml:space="preserve">IP </w:t>
      </w:r>
      <w:r>
        <w:t>69020.B</w:t>
      </w:r>
      <w:r>
        <w:t>, “Inspection</w:t>
      </w:r>
      <w:r>
        <w:t xml:space="preserve"> of Structural Concrete at Non-Power Production and Utilization </w:t>
      </w:r>
      <w:r>
        <w:t>Facilities”</w:t>
      </w:r>
    </w:p>
    <w:p w14:paraId="70EA8348" w14:textId="065864BE" w:rsidR="00246817" w:rsidRDefault="00246817" w:rsidP="009E4895">
      <w:pPr>
        <w:pStyle w:val="BodyText3"/>
        <w:ind w:left="2016" w:hanging="216"/>
      </w:pPr>
      <w:r>
        <w:t xml:space="preserve">IP </w:t>
      </w:r>
      <w:r>
        <w:t>69020.C</w:t>
      </w:r>
      <w:r>
        <w:t>, “Inspection</w:t>
      </w:r>
      <w:r>
        <w:t xml:space="preserve"> of Structural Steel and Supports at Non-Power Production and Utilization </w:t>
      </w:r>
      <w:r>
        <w:t>Facilities”</w:t>
      </w:r>
    </w:p>
    <w:p w14:paraId="6FBB51EC" w14:textId="70083276" w:rsidR="00246817" w:rsidRDefault="00246817" w:rsidP="009E4895">
      <w:pPr>
        <w:pStyle w:val="BodyText3"/>
        <w:ind w:left="2016" w:hanging="216"/>
      </w:pPr>
      <w:r>
        <w:t xml:space="preserve">IP </w:t>
      </w:r>
      <w:r>
        <w:t>69020.D</w:t>
      </w:r>
      <w:r>
        <w:t>, “Inspection</w:t>
      </w:r>
      <w:r>
        <w:t xml:space="preserve"> of Piping at Non-Power Production and Utilization </w:t>
      </w:r>
      <w:r>
        <w:t>Facilities”</w:t>
      </w:r>
    </w:p>
    <w:p w14:paraId="0042B2D0" w14:textId="523DF3AB" w:rsidR="00246817" w:rsidRDefault="00246817" w:rsidP="009E4895">
      <w:pPr>
        <w:pStyle w:val="BodyText3"/>
        <w:ind w:left="2016" w:hanging="216"/>
      </w:pPr>
      <w:r>
        <w:t xml:space="preserve">IP </w:t>
      </w:r>
      <w:r>
        <w:t>69020.E</w:t>
      </w:r>
      <w:r>
        <w:t>, “Inspection</w:t>
      </w:r>
      <w:r>
        <w:t xml:space="preserve"> of Piping Supports and Restraints at Non-Power Production and Utilization </w:t>
      </w:r>
      <w:r>
        <w:t>Facilities”</w:t>
      </w:r>
    </w:p>
    <w:p w14:paraId="19D29494" w14:textId="4AA8097A" w:rsidR="00246817" w:rsidRDefault="00246817" w:rsidP="009E4895">
      <w:pPr>
        <w:pStyle w:val="BodyText3"/>
        <w:ind w:left="2016" w:hanging="216"/>
      </w:pPr>
      <w:r>
        <w:t xml:space="preserve">IP </w:t>
      </w:r>
      <w:r>
        <w:t>69020.F</w:t>
      </w:r>
      <w:r>
        <w:t>, “Inspection</w:t>
      </w:r>
      <w:r>
        <w:t xml:space="preserve"> of Mechanical Components at Non-Power Production and Utilization </w:t>
      </w:r>
      <w:r>
        <w:t>Facilities”</w:t>
      </w:r>
    </w:p>
    <w:p w14:paraId="3E9AC264" w14:textId="7A21A91F" w:rsidR="00246817" w:rsidRDefault="00246817" w:rsidP="009E4895">
      <w:pPr>
        <w:pStyle w:val="BodyText3"/>
        <w:ind w:left="2016" w:hanging="216"/>
      </w:pPr>
      <w:r>
        <w:t xml:space="preserve">IP </w:t>
      </w:r>
      <w:r>
        <w:t>69020.G</w:t>
      </w:r>
      <w:r>
        <w:t>, “Inspection</w:t>
      </w:r>
      <w:r>
        <w:t xml:space="preserve"> of Electrical Cable at Non-Power Production and Utilization </w:t>
      </w:r>
      <w:r>
        <w:t>Facilities”</w:t>
      </w:r>
    </w:p>
    <w:p w14:paraId="52204941" w14:textId="62697DDF" w:rsidR="00246817" w:rsidRDefault="00246817" w:rsidP="009E4895">
      <w:pPr>
        <w:pStyle w:val="BodyText3"/>
        <w:ind w:left="2016" w:hanging="216"/>
      </w:pPr>
      <w:r>
        <w:t xml:space="preserve">IP </w:t>
      </w:r>
      <w:r>
        <w:t>69020.H</w:t>
      </w:r>
      <w:r>
        <w:t>, “Inspection</w:t>
      </w:r>
      <w:r>
        <w:t xml:space="preserve"> of Electrical Components and Systems at Non-Power Production and Utilization </w:t>
      </w:r>
      <w:r>
        <w:t>Facilities”</w:t>
      </w:r>
    </w:p>
    <w:p w14:paraId="3BA7273E" w14:textId="45EAAAEE" w:rsidR="00246817" w:rsidRDefault="00246817" w:rsidP="009E4895">
      <w:pPr>
        <w:pStyle w:val="BodyText3"/>
        <w:ind w:left="2016" w:hanging="216"/>
      </w:pPr>
      <w:r>
        <w:t xml:space="preserve">IP </w:t>
      </w:r>
      <w:r>
        <w:t>69020.I</w:t>
      </w:r>
      <w:r>
        <w:t>, “Inspection</w:t>
      </w:r>
      <w:r>
        <w:t xml:space="preserve"> of Ventilation and Confinement Systems at Non-Power Production and Utilization </w:t>
      </w:r>
      <w:r>
        <w:t>Facilities”</w:t>
      </w:r>
    </w:p>
    <w:p w14:paraId="16994D31" w14:textId="2BEEF42E" w:rsidR="00246817" w:rsidRDefault="00246817" w:rsidP="009E4895">
      <w:pPr>
        <w:pStyle w:val="BodyText3"/>
        <w:ind w:left="2016" w:hanging="216"/>
      </w:pPr>
      <w:r>
        <w:t xml:space="preserve">IP </w:t>
      </w:r>
      <w:r>
        <w:t>69020.J</w:t>
      </w:r>
      <w:r>
        <w:t>, “Inspection</w:t>
      </w:r>
      <w:r>
        <w:t xml:space="preserve"> of Instrumentation and Control Systems at Non-Power Production and Utilization </w:t>
      </w:r>
      <w:r>
        <w:t>Facilities”</w:t>
      </w:r>
    </w:p>
    <w:p w14:paraId="12331836" w14:textId="4F69C4C3" w:rsidR="00246817" w:rsidRDefault="00246817" w:rsidP="009E4895">
      <w:pPr>
        <w:pStyle w:val="BodyText3"/>
        <w:ind w:left="2016" w:hanging="216"/>
      </w:pPr>
      <w:r>
        <w:t xml:space="preserve">IP </w:t>
      </w:r>
      <w:r>
        <w:t>69020.K</w:t>
      </w:r>
      <w:r>
        <w:t>, “Inspection</w:t>
      </w:r>
      <w:r>
        <w:t xml:space="preserve"> of Safety Significant Welding at Non-Power Production and Utilization </w:t>
      </w:r>
      <w:r>
        <w:t>Facilities”</w:t>
      </w:r>
    </w:p>
    <w:p w14:paraId="4D348710" w14:textId="661EF8C2" w:rsidR="00246817" w:rsidRDefault="00246817" w:rsidP="009E4895">
      <w:pPr>
        <w:pStyle w:val="BodyText3"/>
        <w:ind w:left="2016" w:hanging="216"/>
      </w:pPr>
      <w:r>
        <w:t xml:space="preserve">IP </w:t>
      </w:r>
      <w:r>
        <w:t>69020.L</w:t>
      </w:r>
      <w:r>
        <w:t>, “Inspection</w:t>
      </w:r>
      <w:r>
        <w:t xml:space="preserve"> of Fire Protection Systems Under Construction at Non-Power Production and Utilization </w:t>
      </w:r>
      <w:r>
        <w:t>Facilities”</w:t>
      </w:r>
    </w:p>
    <w:p w14:paraId="52BB3AB3" w14:textId="476DD5F5" w:rsidR="00F559A6" w:rsidRDefault="00246817" w:rsidP="009E4895">
      <w:pPr>
        <w:pStyle w:val="BodyText3"/>
        <w:ind w:left="2016" w:hanging="216"/>
      </w:pPr>
      <w:r>
        <w:t xml:space="preserve">IP </w:t>
      </w:r>
      <w:r>
        <w:t>69020.M</w:t>
      </w:r>
      <w:r>
        <w:t>, “Inspection</w:t>
      </w:r>
      <w:r>
        <w:t xml:space="preserve"> of Digital Instrumentation and Control (DI&amp;C) System/Software Design at Non-Power Production and Utilization </w:t>
      </w:r>
      <w:r>
        <w:t>Facilities”</w:t>
      </w:r>
    </w:p>
    <w:p w14:paraId="6E192B55" w14:textId="0D684FCD" w:rsidR="00D0364C" w:rsidRDefault="00D865BC" w:rsidP="00593AEA">
      <w:pPr>
        <w:pStyle w:val="BodyText3"/>
      </w:pPr>
      <w:r w:rsidRPr="00D865BC">
        <w:t xml:space="preserve">IP 69021, "Inspections of Quality Assurance Program Implementation During </w:t>
      </w:r>
      <w:r w:rsidR="00D73E36" w:rsidRPr="00D865BC">
        <w:t>Construction</w:t>
      </w:r>
      <w:r w:rsidRPr="00D865BC">
        <w:t xml:space="preserve"> of Non-Power Production and Utilization </w:t>
      </w:r>
      <w:r w:rsidRPr="00D865BC">
        <w:t>Facilities</w:t>
      </w:r>
      <w:r w:rsidRPr="00D865BC">
        <w:t>." Inspection procedure was rewritten for conformance with changes to IMC 2550.</w:t>
      </w:r>
    </w:p>
    <w:p w14:paraId="299037A7" w14:textId="29A0CBE2" w:rsidR="00D865BC" w:rsidRDefault="00F9240B" w:rsidP="00593AEA">
      <w:pPr>
        <w:pStyle w:val="BodyText3"/>
      </w:pPr>
      <w:r w:rsidRPr="00F9240B">
        <w:t xml:space="preserve">IP 69022, "Inspections of Operational Readiness During Construction of Non-Power Production and Utilization </w:t>
      </w:r>
      <w:r w:rsidRPr="00F9240B">
        <w:t>Facilities</w:t>
      </w:r>
      <w:r w:rsidRPr="00F9240B">
        <w:t>." Inspection procedure was reformatted and reviewed for conformance with changes to IMC 2550.</w:t>
      </w:r>
    </w:p>
    <w:p w14:paraId="31BF5B1D" w14:textId="77777777" w:rsidR="00FB3E9F" w:rsidRDefault="00FB3E9F" w:rsidP="006A6156">
      <w:pPr>
        <w:pStyle w:val="BodyText3"/>
        <w:ind w:left="0"/>
      </w:pPr>
    </w:p>
    <w:tbl>
      <w:tblPr>
        <w:tblStyle w:val="TableGrid"/>
        <w:tblpPr w:leftFromText="187" w:rightFromText="187" w:vertAnchor="text" w:horzAnchor="margin" w:tblpY="-8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7316F6" w14:paraId="2E12BE0C" w14:textId="77777777" w:rsidTr="007316F6">
        <w:tc>
          <w:tcPr>
            <w:tcW w:w="9350" w:type="dxa"/>
          </w:tcPr>
          <w:bookmarkEnd w:id="1"/>
          <w:p w14:paraId="75A09F78" w14:textId="77777777" w:rsidR="007316F6" w:rsidRDefault="007316F6" w:rsidP="007316F6">
            <w:r>
              <w:lastRenderedPageBreak/>
              <w:t>EDITORIAL REVISIONS FROM PREVIOUS CHANGE NOTICES (As Required):</w:t>
            </w:r>
          </w:p>
        </w:tc>
      </w:tr>
      <w:tr w:rsidR="007316F6" w14:paraId="60DFB402" w14:textId="77777777" w:rsidTr="007316F6">
        <w:tc>
          <w:tcPr>
            <w:tcW w:w="9350" w:type="dxa"/>
          </w:tcPr>
          <w:p w14:paraId="2011AB27" w14:textId="77777777" w:rsidR="007316F6" w:rsidRDefault="007316F6" w:rsidP="007316F6"/>
        </w:tc>
      </w:tr>
      <w:tr w:rsidR="007316F6" w14:paraId="68EA0DC1" w14:textId="77777777" w:rsidTr="007316F6">
        <w:tc>
          <w:tcPr>
            <w:tcW w:w="9350" w:type="dxa"/>
          </w:tcPr>
          <w:p w14:paraId="01099D74" w14:textId="77777777" w:rsidR="007316F6" w:rsidRDefault="007316F6" w:rsidP="007316F6">
            <w:r>
              <w:t>DISTRIBUTION:</w:t>
            </w:r>
          </w:p>
        </w:tc>
      </w:tr>
      <w:tr w:rsidR="007316F6" w14:paraId="104036FF" w14:textId="77777777" w:rsidTr="007316F6">
        <w:tc>
          <w:tcPr>
            <w:tcW w:w="9350" w:type="dxa"/>
          </w:tcPr>
          <w:p w14:paraId="761EA22B" w14:textId="7F84B6D3" w:rsidR="007316F6" w:rsidRDefault="00D44CEC" w:rsidP="007316F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7316F6" w:rsidRPr="006E16FB">
              <w:t xml:space="preserve">  </w:t>
            </w:r>
            <w:r w:rsidR="007316F6">
              <w:t>Standard</w:t>
            </w:r>
          </w:p>
        </w:tc>
      </w:tr>
      <w:tr w:rsidR="007316F6" w14:paraId="0143BED0" w14:textId="77777777" w:rsidTr="007316F6">
        <w:tc>
          <w:tcPr>
            <w:tcW w:w="9350" w:type="dxa"/>
          </w:tcPr>
          <w:p w14:paraId="0A8A935B" w14:textId="23C23083" w:rsidR="007316F6" w:rsidRDefault="00D44CEC" w:rsidP="007316F6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7316F6" w:rsidRPr="006E16FB">
              <w:t xml:space="preserve">  </w:t>
            </w:r>
            <w:r w:rsidR="007316F6">
              <w:t>Official Use Only (OUO)-Security</w:t>
            </w:r>
            <w:r w:rsidR="00882E5E">
              <w:t>-</w:t>
            </w:r>
            <w:r w:rsidR="007316F6">
              <w:t>Related Information</w:t>
            </w:r>
          </w:p>
        </w:tc>
      </w:tr>
      <w:tr w:rsidR="007316F6" w14:paraId="3FD68A95" w14:textId="77777777" w:rsidTr="007316F6">
        <w:tc>
          <w:tcPr>
            <w:tcW w:w="9350" w:type="dxa"/>
          </w:tcPr>
          <w:p w14:paraId="1EFBE03F" w14:textId="0E66C414" w:rsidR="007316F6" w:rsidRDefault="007316F6" w:rsidP="007316F6">
            <w:pPr>
              <w:tabs>
                <w:tab w:val="left" w:pos="1800"/>
              </w:tabs>
              <w:ind w:left="1440" w:hanging="1440"/>
            </w:pPr>
            <w:r>
              <w:tab/>
            </w:r>
            <w:r w:rsidRPr="00B61048">
              <w:t>Please contact:</w:t>
            </w:r>
            <w:r>
              <w:t xml:space="preserve">  _</w:t>
            </w:r>
            <w:r w:rsidR="00C72F5F">
              <w:t>_</w:t>
            </w:r>
            <w:r>
              <w:t xml:space="preserve">__ </w:t>
            </w:r>
            <w:r w:rsidR="00AE6F21">
              <w:br/>
              <w:t>Email</w:t>
            </w:r>
            <w:r>
              <w:t xml:space="preserve">:  </w:t>
            </w:r>
            <w:r w:rsidR="00D44CEC">
              <w:t>_______</w:t>
            </w:r>
          </w:p>
        </w:tc>
      </w:tr>
      <w:tr w:rsidR="007316F6" w14:paraId="29EBB402" w14:textId="77777777" w:rsidTr="007316F6">
        <w:tc>
          <w:tcPr>
            <w:tcW w:w="9350" w:type="dxa"/>
          </w:tcPr>
          <w:p w14:paraId="248F563A" w14:textId="77777777" w:rsidR="007316F6" w:rsidRDefault="007316F6" w:rsidP="007316F6"/>
        </w:tc>
      </w:tr>
      <w:tr w:rsidR="007316F6" w14:paraId="489DC794" w14:textId="77777777" w:rsidTr="007316F6">
        <w:tc>
          <w:tcPr>
            <w:tcW w:w="9350" w:type="dxa"/>
          </w:tcPr>
          <w:p w14:paraId="1762E953" w14:textId="349E1BFE" w:rsidR="007316F6" w:rsidRDefault="007316F6" w:rsidP="00C14611">
            <w:pPr>
              <w:jc w:val="center"/>
            </w:pPr>
            <w:r>
              <w:t>END</w:t>
            </w:r>
          </w:p>
        </w:tc>
      </w:tr>
    </w:tbl>
    <w:p w14:paraId="48386733" w14:textId="1EACC435" w:rsidR="003E502E" w:rsidRPr="0099657B" w:rsidRDefault="003E502E" w:rsidP="003E502E">
      <w:pPr>
        <w:pStyle w:val="BodyText3"/>
        <w:ind w:left="0"/>
      </w:pPr>
    </w:p>
    <w:sectPr w:rsidR="003E502E" w:rsidRPr="0099657B" w:rsidSect="00D9099E">
      <w:footerReference w:type="default" r:id="rId11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9417F" w14:textId="77777777" w:rsidR="00A47B5F" w:rsidRDefault="00A47B5F">
      <w:r>
        <w:separator/>
      </w:r>
    </w:p>
  </w:endnote>
  <w:endnote w:type="continuationSeparator" w:id="0">
    <w:p w14:paraId="1BCB2439" w14:textId="77777777" w:rsidR="00A47B5F" w:rsidRDefault="00A47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3A455" w14:textId="4BDA645B" w:rsidR="00821619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>ssue Date:</w:t>
    </w:r>
    <w:r w:rsidR="00B02E5E">
      <w:t xml:space="preserve"> </w:t>
    </w:r>
    <w:r w:rsidR="002E0FEF">
      <w:t>0</w:t>
    </w:r>
    <w:r w:rsidR="007D0D40">
      <w:t>3</w:t>
    </w:r>
    <w:r w:rsidR="00AB2956">
      <w:t>/</w:t>
    </w:r>
    <w:r w:rsidR="009E4895">
      <w:t>25</w:t>
    </w:r>
    <w:r w:rsidR="00AB2956">
      <w:t>/2</w:t>
    </w:r>
    <w:r w:rsidR="002E0FEF">
      <w:t>5</w:t>
    </w:r>
    <w:r w:rsidRPr="00A31474">
      <w:tab/>
    </w:r>
    <w:r w:rsidR="0078278C">
      <w:fldChar w:fldCharType="begin"/>
    </w:r>
    <w:r w:rsidR="0078278C">
      <w:instrText xml:space="preserve"> PAGE   \* MERGEFORMAT </w:instrText>
    </w:r>
    <w:r w:rsidR="0078278C">
      <w:fldChar w:fldCharType="separate"/>
    </w:r>
    <w:r w:rsidR="0078278C">
      <w:rPr>
        <w:noProof/>
      </w:rPr>
      <w:t>1</w:t>
    </w:r>
    <w:r w:rsidR="0078278C">
      <w:rPr>
        <w:noProof/>
      </w:rPr>
      <w:fldChar w:fldCharType="end"/>
    </w:r>
    <w:r w:rsidR="00AA7A90">
      <w:tab/>
    </w:r>
    <w:r w:rsidR="008F1090">
      <w:t>2</w:t>
    </w:r>
    <w:r w:rsidR="002E0FEF">
      <w:t>5</w:t>
    </w:r>
    <w:r w:rsidR="001478AC">
      <w:t>-0</w:t>
    </w:r>
    <w:r w:rsidR="002E0FEF">
      <w:t>0</w:t>
    </w:r>
    <w:r w:rsidR="0004317D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1A13E" w14:textId="77777777" w:rsidR="00A47B5F" w:rsidRDefault="00A47B5F">
      <w:r>
        <w:separator/>
      </w:r>
    </w:p>
  </w:footnote>
  <w:footnote w:type="continuationSeparator" w:id="0">
    <w:p w14:paraId="4AC3C426" w14:textId="77777777" w:rsidR="00A47B5F" w:rsidRDefault="00A47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62424B87"/>
    <w:multiLevelType w:val="multilevel"/>
    <w:tmpl w:val="A2D078F6"/>
    <w:numStyleLink w:val="IMCNumberStructure"/>
  </w:abstractNum>
  <w:abstractNum w:abstractNumId="11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3419977">
    <w:abstractNumId w:val="15"/>
  </w:num>
  <w:num w:numId="2" w16cid:durableId="1478377282">
    <w:abstractNumId w:val="4"/>
  </w:num>
  <w:num w:numId="3" w16cid:durableId="302665518">
    <w:abstractNumId w:val="14"/>
  </w:num>
  <w:num w:numId="4" w16cid:durableId="363822876">
    <w:abstractNumId w:val="1"/>
  </w:num>
  <w:num w:numId="5" w16cid:durableId="1541822946">
    <w:abstractNumId w:val="12"/>
  </w:num>
  <w:num w:numId="6" w16cid:durableId="1634560931">
    <w:abstractNumId w:val="9"/>
  </w:num>
  <w:num w:numId="7" w16cid:durableId="13446222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217450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37327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041822">
    <w:abstractNumId w:val="8"/>
  </w:num>
  <w:num w:numId="11" w16cid:durableId="6293657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85882573">
    <w:abstractNumId w:val="3"/>
  </w:num>
  <w:num w:numId="13" w16cid:durableId="684869333">
    <w:abstractNumId w:val="0"/>
  </w:num>
  <w:num w:numId="14" w16cid:durableId="1186404974">
    <w:abstractNumId w:val="6"/>
  </w:num>
  <w:num w:numId="15" w16cid:durableId="1351183401">
    <w:abstractNumId w:val="13"/>
  </w:num>
  <w:num w:numId="16" w16cid:durableId="47997109">
    <w:abstractNumId w:val="10"/>
  </w:num>
  <w:num w:numId="17" w16cid:durableId="1105539297">
    <w:abstractNumId w:val="5"/>
  </w:num>
  <w:num w:numId="18" w16cid:durableId="2010673443">
    <w:abstractNumId w:val="2"/>
  </w:num>
  <w:num w:numId="19" w16cid:durableId="17483787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648"/>
  <w:drawingGridHorizontalSpacing w:val="100"/>
  <w:displayHorizontalDrawingGridEvery w:val="2"/>
  <w:characterSpacingControl w:val="doNotCompress"/>
  <w:hdrShapeDefaults>
    <o:shapedefaults v:ext="edit" spidmax="2050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73"/>
    <w:rsid w:val="00010975"/>
    <w:rsid w:val="00010F52"/>
    <w:rsid w:val="00010FFD"/>
    <w:rsid w:val="00011166"/>
    <w:rsid w:val="000126E8"/>
    <w:rsid w:val="00013D4D"/>
    <w:rsid w:val="0001546F"/>
    <w:rsid w:val="0002147D"/>
    <w:rsid w:val="00021A21"/>
    <w:rsid w:val="00021BE8"/>
    <w:rsid w:val="000231C5"/>
    <w:rsid w:val="0002432B"/>
    <w:rsid w:val="00024488"/>
    <w:rsid w:val="000261F5"/>
    <w:rsid w:val="00026AE9"/>
    <w:rsid w:val="00027464"/>
    <w:rsid w:val="00031427"/>
    <w:rsid w:val="0003164C"/>
    <w:rsid w:val="00034CA2"/>
    <w:rsid w:val="00037810"/>
    <w:rsid w:val="0004105E"/>
    <w:rsid w:val="00041C1E"/>
    <w:rsid w:val="0004275B"/>
    <w:rsid w:val="00042FA7"/>
    <w:rsid w:val="0004317D"/>
    <w:rsid w:val="0004347F"/>
    <w:rsid w:val="00043D20"/>
    <w:rsid w:val="00043F96"/>
    <w:rsid w:val="00044F0C"/>
    <w:rsid w:val="000478B5"/>
    <w:rsid w:val="00052BA0"/>
    <w:rsid w:val="000543F2"/>
    <w:rsid w:val="00054B66"/>
    <w:rsid w:val="00060DA7"/>
    <w:rsid w:val="000646A5"/>
    <w:rsid w:val="0006548E"/>
    <w:rsid w:val="00070B56"/>
    <w:rsid w:val="00072FF7"/>
    <w:rsid w:val="00073309"/>
    <w:rsid w:val="00073534"/>
    <w:rsid w:val="00074B76"/>
    <w:rsid w:val="000750EA"/>
    <w:rsid w:val="00075810"/>
    <w:rsid w:val="00076101"/>
    <w:rsid w:val="000761E6"/>
    <w:rsid w:val="000767EB"/>
    <w:rsid w:val="0007745B"/>
    <w:rsid w:val="00077A5D"/>
    <w:rsid w:val="00082E79"/>
    <w:rsid w:val="000833B3"/>
    <w:rsid w:val="000901BA"/>
    <w:rsid w:val="00090B8F"/>
    <w:rsid w:val="00090C66"/>
    <w:rsid w:val="00090F28"/>
    <w:rsid w:val="00093A4A"/>
    <w:rsid w:val="0009450F"/>
    <w:rsid w:val="00094CD5"/>
    <w:rsid w:val="0009554C"/>
    <w:rsid w:val="00096F79"/>
    <w:rsid w:val="00097B14"/>
    <w:rsid w:val="000A0482"/>
    <w:rsid w:val="000A0883"/>
    <w:rsid w:val="000A0984"/>
    <w:rsid w:val="000A1A0C"/>
    <w:rsid w:val="000A3FDD"/>
    <w:rsid w:val="000A5B00"/>
    <w:rsid w:val="000A61DC"/>
    <w:rsid w:val="000A7EB1"/>
    <w:rsid w:val="000B1AFA"/>
    <w:rsid w:val="000B2C88"/>
    <w:rsid w:val="000B2CE2"/>
    <w:rsid w:val="000B4DCB"/>
    <w:rsid w:val="000B6304"/>
    <w:rsid w:val="000B7BA9"/>
    <w:rsid w:val="000C1D18"/>
    <w:rsid w:val="000C22E0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4FB5"/>
    <w:rsid w:val="000D79E4"/>
    <w:rsid w:val="000E07BC"/>
    <w:rsid w:val="000E1FF5"/>
    <w:rsid w:val="000E3FF8"/>
    <w:rsid w:val="000E56F6"/>
    <w:rsid w:val="000E6ABF"/>
    <w:rsid w:val="000E7259"/>
    <w:rsid w:val="000F0BB7"/>
    <w:rsid w:val="000F0E7A"/>
    <w:rsid w:val="000F1710"/>
    <w:rsid w:val="001004FE"/>
    <w:rsid w:val="001031E5"/>
    <w:rsid w:val="00103D8D"/>
    <w:rsid w:val="001044D8"/>
    <w:rsid w:val="00104897"/>
    <w:rsid w:val="00104FD7"/>
    <w:rsid w:val="00105E61"/>
    <w:rsid w:val="0010643B"/>
    <w:rsid w:val="00106486"/>
    <w:rsid w:val="00106B1B"/>
    <w:rsid w:val="0010705F"/>
    <w:rsid w:val="00111307"/>
    <w:rsid w:val="00111970"/>
    <w:rsid w:val="00111C0A"/>
    <w:rsid w:val="001125E8"/>
    <w:rsid w:val="001137C9"/>
    <w:rsid w:val="00113A85"/>
    <w:rsid w:val="0011669F"/>
    <w:rsid w:val="00116BBD"/>
    <w:rsid w:val="00117941"/>
    <w:rsid w:val="00121D3B"/>
    <w:rsid w:val="00121D47"/>
    <w:rsid w:val="00121E0C"/>
    <w:rsid w:val="001220BD"/>
    <w:rsid w:val="00124CEB"/>
    <w:rsid w:val="00124E89"/>
    <w:rsid w:val="00125633"/>
    <w:rsid w:val="00125644"/>
    <w:rsid w:val="00126456"/>
    <w:rsid w:val="00133B6A"/>
    <w:rsid w:val="0013413E"/>
    <w:rsid w:val="001342E8"/>
    <w:rsid w:val="0013472D"/>
    <w:rsid w:val="00134FCB"/>
    <w:rsid w:val="00135066"/>
    <w:rsid w:val="00136305"/>
    <w:rsid w:val="0014083D"/>
    <w:rsid w:val="001409EB"/>
    <w:rsid w:val="00142C20"/>
    <w:rsid w:val="0014340F"/>
    <w:rsid w:val="00145896"/>
    <w:rsid w:val="00145A18"/>
    <w:rsid w:val="00145BC8"/>
    <w:rsid w:val="00145EA3"/>
    <w:rsid w:val="00146288"/>
    <w:rsid w:val="00146BCB"/>
    <w:rsid w:val="001478AC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0738"/>
    <w:rsid w:val="00161210"/>
    <w:rsid w:val="00161F00"/>
    <w:rsid w:val="00162E59"/>
    <w:rsid w:val="001632F4"/>
    <w:rsid w:val="00164F28"/>
    <w:rsid w:val="00165910"/>
    <w:rsid w:val="00166E7F"/>
    <w:rsid w:val="00170E48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76E8D"/>
    <w:rsid w:val="00180C19"/>
    <w:rsid w:val="00182B87"/>
    <w:rsid w:val="0018648C"/>
    <w:rsid w:val="00187182"/>
    <w:rsid w:val="00187B2C"/>
    <w:rsid w:val="00192028"/>
    <w:rsid w:val="001928CA"/>
    <w:rsid w:val="0019291F"/>
    <w:rsid w:val="0019305B"/>
    <w:rsid w:val="001930FA"/>
    <w:rsid w:val="00194D2B"/>
    <w:rsid w:val="001955D6"/>
    <w:rsid w:val="00196398"/>
    <w:rsid w:val="001968AD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0489"/>
    <w:rsid w:val="001B1047"/>
    <w:rsid w:val="001B1571"/>
    <w:rsid w:val="001B1C49"/>
    <w:rsid w:val="001B3098"/>
    <w:rsid w:val="001B3F02"/>
    <w:rsid w:val="001B3F71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623"/>
    <w:rsid w:val="001C7BFE"/>
    <w:rsid w:val="001C7D97"/>
    <w:rsid w:val="001D13CF"/>
    <w:rsid w:val="001D3DC9"/>
    <w:rsid w:val="001D5429"/>
    <w:rsid w:val="001D68C3"/>
    <w:rsid w:val="001D7EEB"/>
    <w:rsid w:val="001E11F2"/>
    <w:rsid w:val="001E1CFC"/>
    <w:rsid w:val="001E3256"/>
    <w:rsid w:val="001E4CCE"/>
    <w:rsid w:val="001E5A5F"/>
    <w:rsid w:val="001E7FF1"/>
    <w:rsid w:val="001F1A6A"/>
    <w:rsid w:val="001F3695"/>
    <w:rsid w:val="001F3B5C"/>
    <w:rsid w:val="001F43C8"/>
    <w:rsid w:val="001F4671"/>
    <w:rsid w:val="001F4B15"/>
    <w:rsid w:val="001F6799"/>
    <w:rsid w:val="001F6E78"/>
    <w:rsid w:val="002001F9"/>
    <w:rsid w:val="00200959"/>
    <w:rsid w:val="00200E49"/>
    <w:rsid w:val="0020142F"/>
    <w:rsid w:val="00204297"/>
    <w:rsid w:val="00204E25"/>
    <w:rsid w:val="00206580"/>
    <w:rsid w:val="002070DD"/>
    <w:rsid w:val="002107E1"/>
    <w:rsid w:val="00213DFD"/>
    <w:rsid w:val="00214B46"/>
    <w:rsid w:val="00215253"/>
    <w:rsid w:val="002165D2"/>
    <w:rsid w:val="00220726"/>
    <w:rsid w:val="00221654"/>
    <w:rsid w:val="00222272"/>
    <w:rsid w:val="00223052"/>
    <w:rsid w:val="0022447B"/>
    <w:rsid w:val="00224C31"/>
    <w:rsid w:val="002250F4"/>
    <w:rsid w:val="00226D18"/>
    <w:rsid w:val="00227596"/>
    <w:rsid w:val="00230E69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817"/>
    <w:rsid w:val="00246C26"/>
    <w:rsid w:val="00247619"/>
    <w:rsid w:val="00247652"/>
    <w:rsid w:val="00250A23"/>
    <w:rsid w:val="0025278F"/>
    <w:rsid w:val="002530CD"/>
    <w:rsid w:val="00254713"/>
    <w:rsid w:val="00255754"/>
    <w:rsid w:val="0025771D"/>
    <w:rsid w:val="00260A08"/>
    <w:rsid w:val="00260A27"/>
    <w:rsid w:val="00262DF4"/>
    <w:rsid w:val="0026440E"/>
    <w:rsid w:val="00264CA5"/>
    <w:rsid w:val="00266169"/>
    <w:rsid w:val="002663F2"/>
    <w:rsid w:val="0026678F"/>
    <w:rsid w:val="002706EE"/>
    <w:rsid w:val="00270CB1"/>
    <w:rsid w:val="00274C0C"/>
    <w:rsid w:val="00277298"/>
    <w:rsid w:val="00280C9D"/>
    <w:rsid w:val="00281CA3"/>
    <w:rsid w:val="002835A3"/>
    <w:rsid w:val="00283D82"/>
    <w:rsid w:val="00283D8B"/>
    <w:rsid w:val="00285627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654"/>
    <w:rsid w:val="002A5AF6"/>
    <w:rsid w:val="002B0675"/>
    <w:rsid w:val="002B29BF"/>
    <w:rsid w:val="002B2F60"/>
    <w:rsid w:val="002B2F9F"/>
    <w:rsid w:val="002B37B1"/>
    <w:rsid w:val="002B4028"/>
    <w:rsid w:val="002B653C"/>
    <w:rsid w:val="002B70E2"/>
    <w:rsid w:val="002C1680"/>
    <w:rsid w:val="002C1C9C"/>
    <w:rsid w:val="002C43D6"/>
    <w:rsid w:val="002C4695"/>
    <w:rsid w:val="002C4C0E"/>
    <w:rsid w:val="002C4CDB"/>
    <w:rsid w:val="002C56CF"/>
    <w:rsid w:val="002C66A9"/>
    <w:rsid w:val="002D1645"/>
    <w:rsid w:val="002D2BB0"/>
    <w:rsid w:val="002D2C97"/>
    <w:rsid w:val="002D2F07"/>
    <w:rsid w:val="002D4A37"/>
    <w:rsid w:val="002D550D"/>
    <w:rsid w:val="002D5A05"/>
    <w:rsid w:val="002D6A02"/>
    <w:rsid w:val="002D774E"/>
    <w:rsid w:val="002E0378"/>
    <w:rsid w:val="002E0ED4"/>
    <w:rsid w:val="002E0FEF"/>
    <w:rsid w:val="002E12DF"/>
    <w:rsid w:val="002E206B"/>
    <w:rsid w:val="002E30B0"/>
    <w:rsid w:val="002E30B2"/>
    <w:rsid w:val="002E44C5"/>
    <w:rsid w:val="002E4503"/>
    <w:rsid w:val="002E4806"/>
    <w:rsid w:val="002E4C7C"/>
    <w:rsid w:val="002E60C5"/>
    <w:rsid w:val="002F0388"/>
    <w:rsid w:val="002F0760"/>
    <w:rsid w:val="002F0F3C"/>
    <w:rsid w:val="002F1918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4047"/>
    <w:rsid w:val="00305A5B"/>
    <w:rsid w:val="00305D5B"/>
    <w:rsid w:val="003064C9"/>
    <w:rsid w:val="00307B25"/>
    <w:rsid w:val="00310615"/>
    <w:rsid w:val="00310B73"/>
    <w:rsid w:val="00311074"/>
    <w:rsid w:val="003112DC"/>
    <w:rsid w:val="0031171C"/>
    <w:rsid w:val="00314A77"/>
    <w:rsid w:val="00314D50"/>
    <w:rsid w:val="00315327"/>
    <w:rsid w:val="003156DB"/>
    <w:rsid w:val="00316B65"/>
    <w:rsid w:val="003172A9"/>
    <w:rsid w:val="00317D43"/>
    <w:rsid w:val="00321C44"/>
    <w:rsid w:val="003226AF"/>
    <w:rsid w:val="00322D93"/>
    <w:rsid w:val="00322F71"/>
    <w:rsid w:val="00324061"/>
    <w:rsid w:val="003256F6"/>
    <w:rsid w:val="00325E6B"/>
    <w:rsid w:val="00325F20"/>
    <w:rsid w:val="00327372"/>
    <w:rsid w:val="003274D2"/>
    <w:rsid w:val="003305F6"/>
    <w:rsid w:val="003306EB"/>
    <w:rsid w:val="003311E4"/>
    <w:rsid w:val="0033328C"/>
    <w:rsid w:val="00333CA5"/>
    <w:rsid w:val="0033452F"/>
    <w:rsid w:val="0033502A"/>
    <w:rsid w:val="00335362"/>
    <w:rsid w:val="00335662"/>
    <w:rsid w:val="0033786C"/>
    <w:rsid w:val="00337A8A"/>
    <w:rsid w:val="003408FF"/>
    <w:rsid w:val="003428CF"/>
    <w:rsid w:val="00343AE3"/>
    <w:rsid w:val="003443AC"/>
    <w:rsid w:val="00346BBE"/>
    <w:rsid w:val="00346DDB"/>
    <w:rsid w:val="0035213A"/>
    <w:rsid w:val="00352C6B"/>
    <w:rsid w:val="003536E0"/>
    <w:rsid w:val="00353BA6"/>
    <w:rsid w:val="00353E55"/>
    <w:rsid w:val="00354029"/>
    <w:rsid w:val="00354DBD"/>
    <w:rsid w:val="003552F3"/>
    <w:rsid w:val="00355D31"/>
    <w:rsid w:val="00356CA1"/>
    <w:rsid w:val="003572CB"/>
    <w:rsid w:val="00357A5E"/>
    <w:rsid w:val="00357B70"/>
    <w:rsid w:val="00362632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87166"/>
    <w:rsid w:val="0039020E"/>
    <w:rsid w:val="00390721"/>
    <w:rsid w:val="00390A7D"/>
    <w:rsid w:val="00391383"/>
    <w:rsid w:val="00391B13"/>
    <w:rsid w:val="00391CC1"/>
    <w:rsid w:val="0039480E"/>
    <w:rsid w:val="00395281"/>
    <w:rsid w:val="00395941"/>
    <w:rsid w:val="00395CCF"/>
    <w:rsid w:val="00397A7D"/>
    <w:rsid w:val="003A1EBA"/>
    <w:rsid w:val="003A2498"/>
    <w:rsid w:val="003A2F99"/>
    <w:rsid w:val="003A4626"/>
    <w:rsid w:val="003A4B38"/>
    <w:rsid w:val="003A55EF"/>
    <w:rsid w:val="003A5917"/>
    <w:rsid w:val="003A6F7B"/>
    <w:rsid w:val="003B0D0A"/>
    <w:rsid w:val="003B0E60"/>
    <w:rsid w:val="003B1BB6"/>
    <w:rsid w:val="003B4647"/>
    <w:rsid w:val="003B49E5"/>
    <w:rsid w:val="003B5CC2"/>
    <w:rsid w:val="003B7A97"/>
    <w:rsid w:val="003C35C5"/>
    <w:rsid w:val="003C386D"/>
    <w:rsid w:val="003C4073"/>
    <w:rsid w:val="003C419B"/>
    <w:rsid w:val="003C623B"/>
    <w:rsid w:val="003C679D"/>
    <w:rsid w:val="003C6CFC"/>
    <w:rsid w:val="003C7DA5"/>
    <w:rsid w:val="003D0427"/>
    <w:rsid w:val="003D064F"/>
    <w:rsid w:val="003D371C"/>
    <w:rsid w:val="003D5C8F"/>
    <w:rsid w:val="003E0857"/>
    <w:rsid w:val="003E185A"/>
    <w:rsid w:val="003E3E7C"/>
    <w:rsid w:val="003E4E7C"/>
    <w:rsid w:val="003E502E"/>
    <w:rsid w:val="003E5085"/>
    <w:rsid w:val="003E6C5F"/>
    <w:rsid w:val="003F00E3"/>
    <w:rsid w:val="003F0472"/>
    <w:rsid w:val="003F11A0"/>
    <w:rsid w:val="003F1499"/>
    <w:rsid w:val="003F3950"/>
    <w:rsid w:val="003F41BC"/>
    <w:rsid w:val="003F4B0B"/>
    <w:rsid w:val="003F68BC"/>
    <w:rsid w:val="003F6ADB"/>
    <w:rsid w:val="003F76C7"/>
    <w:rsid w:val="004008E7"/>
    <w:rsid w:val="00401724"/>
    <w:rsid w:val="004018BB"/>
    <w:rsid w:val="00403D54"/>
    <w:rsid w:val="00404019"/>
    <w:rsid w:val="00405328"/>
    <w:rsid w:val="00405814"/>
    <w:rsid w:val="00405C06"/>
    <w:rsid w:val="00406531"/>
    <w:rsid w:val="0040681F"/>
    <w:rsid w:val="004071D4"/>
    <w:rsid w:val="00407738"/>
    <w:rsid w:val="004101ED"/>
    <w:rsid w:val="00410C55"/>
    <w:rsid w:val="004118D6"/>
    <w:rsid w:val="004128F3"/>
    <w:rsid w:val="00413B09"/>
    <w:rsid w:val="00414994"/>
    <w:rsid w:val="0041724B"/>
    <w:rsid w:val="00417525"/>
    <w:rsid w:val="0042012F"/>
    <w:rsid w:val="00420815"/>
    <w:rsid w:val="00420BA6"/>
    <w:rsid w:val="0042220F"/>
    <w:rsid w:val="00422D08"/>
    <w:rsid w:val="004239F6"/>
    <w:rsid w:val="00423D08"/>
    <w:rsid w:val="00424D5C"/>
    <w:rsid w:val="00424E4E"/>
    <w:rsid w:val="0042514C"/>
    <w:rsid w:val="0042530B"/>
    <w:rsid w:val="00425840"/>
    <w:rsid w:val="00425B04"/>
    <w:rsid w:val="004261D0"/>
    <w:rsid w:val="00427467"/>
    <w:rsid w:val="00430ADA"/>
    <w:rsid w:val="00431483"/>
    <w:rsid w:val="004316AB"/>
    <w:rsid w:val="004319B4"/>
    <w:rsid w:val="00431B5D"/>
    <w:rsid w:val="0043271E"/>
    <w:rsid w:val="0043486A"/>
    <w:rsid w:val="0043493D"/>
    <w:rsid w:val="0043629B"/>
    <w:rsid w:val="00437086"/>
    <w:rsid w:val="004371A9"/>
    <w:rsid w:val="00437B2A"/>
    <w:rsid w:val="004400DA"/>
    <w:rsid w:val="00442B46"/>
    <w:rsid w:val="00445B7F"/>
    <w:rsid w:val="004461FA"/>
    <w:rsid w:val="00450268"/>
    <w:rsid w:val="00450694"/>
    <w:rsid w:val="004506D0"/>
    <w:rsid w:val="00451BC8"/>
    <w:rsid w:val="004522C8"/>
    <w:rsid w:val="00452352"/>
    <w:rsid w:val="00455489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1178"/>
    <w:rsid w:val="00471980"/>
    <w:rsid w:val="00473487"/>
    <w:rsid w:val="0047375F"/>
    <w:rsid w:val="00474BB6"/>
    <w:rsid w:val="004759F7"/>
    <w:rsid w:val="00476AEA"/>
    <w:rsid w:val="004839DA"/>
    <w:rsid w:val="00485200"/>
    <w:rsid w:val="00485EDE"/>
    <w:rsid w:val="004866AA"/>
    <w:rsid w:val="004871AD"/>
    <w:rsid w:val="0049006E"/>
    <w:rsid w:val="004906D4"/>
    <w:rsid w:val="0049223C"/>
    <w:rsid w:val="0049286E"/>
    <w:rsid w:val="00492E4D"/>
    <w:rsid w:val="00493A57"/>
    <w:rsid w:val="004944A0"/>
    <w:rsid w:val="004945AF"/>
    <w:rsid w:val="00494686"/>
    <w:rsid w:val="00495AD0"/>
    <w:rsid w:val="004968C5"/>
    <w:rsid w:val="0049691E"/>
    <w:rsid w:val="004A03AB"/>
    <w:rsid w:val="004A08DA"/>
    <w:rsid w:val="004A19BF"/>
    <w:rsid w:val="004A205C"/>
    <w:rsid w:val="004A2AEE"/>
    <w:rsid w:val="004A2F3A"/>
    <w:rsid w:val="004A4B85"/>
    <w:rsid w:val="004A6B43"/>
    <w:rsid w:val="004A75AE"/>
    <w:rsid w:val="004B20AE"/>
    <w:rsid w:val="004B28AD"/>
    <w:rsid w:val="004B2EEC"/>
    <w:rsid w:val="004B308A"/>
    <w:rsid w:val="004B36C4"/>
    <w:rsid w:val="004B3926"/>
    <w:rsid w:val="004B3F2C"/>
    <w:rsid w:val="004B41A4"/>
    <w:rsid w:val="004B463B"/>
    <w:rsid w:val="004B5196"/>
    <w:rsid w:val="004B56F1"/>
    <w:rsid w:val="004B6BA5"/>
    <w:rsid w:val="004B730B"/>
    <w:rsid w:val="004C04D2"/>
    <w:rsid w:val="004C10E8"/>
    <w:rsid w:val="004C1BCB"/>
    <w:rsid w:val="004C2790"/>
    <w:rsid w:val="004C4AE3"/>
    <w:rsid w:val="004C510F"/>
    <w:rsid w:val="004C6E77"/>
    <w:rsid w:val="004D1DE9"/>
    <w:rsid w:val="004D2431"/>
    <w:rsid w:val="004D37AD"/>
    <w:rsid w:val="004D43AA"/>
    <w:rsid w:val="004D5DE5"/>
    <w:rsid w:val="004D6913"/>
    <w:rsid w:val="004D6948"/>
    <w:rsid w:val="004D6C95"/>
    <w:rsid w:val="004D75E5"/>
    <w:rsid w:val="004D7B57"/>
    <w:rsid w:val="004D7CB1"/>
    <w:rsid w:val="004E1CE5"/>
    <w:rsid w:val="004E4C98"/>
    <w:rsid w:val="004E52FB"/>
    <w:rsid w:val="004E530E"/>
    <w:rsid w:val="004E535A"/>
    <w:rsid w:val="004E53F8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0790"/>
    <w:rsid w:val="00511568"/>
    <w:rsid w:val="0051191F"/>
    <w:rsid w:val="005127D5"/>
    <w:rsid w:val="005137B7"/>
    <w:rsid w:val="0051612F"/>
    <w:rsid w:val="00516484"/>
    <w:rsid w:val="00516ED5"/>
    <w:rsid w:val="00517943"/>
    <w:rsid w:val="0052014C"/>
    <w:rsid w:val="005207B4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50E"/>
    <w:rsid w:val="00533CF6"/>
    <w:rsid w:val="00533CFF"/>
    <w:rsid w:val="00533F2E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46C73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663D6"/>
    <w:rsid w:val="00571CA1"/>
    <w:rsid w:val="0057300E"/>
    <w:rsid w:val="00573E53"/>
    <w:rsid w:val="005749F9"/>
    <w:rsid w:val="00576945"/>
    <w:rsid w:val="00576CAC"/>
    <w:rsid w:val="005777C5"/>
    <w:rsid w:val="00577FCC"/>
    <w:rsid w:val="00580C1D"/>
    <w:rsid w:val="0058137E"/>
    <w:rsid w:val="0058175E"/>
    <w:rsid w:val="00582313"/>
    <w:rsid w:val="00582963"/>
    <w:rsid w:val="00582C6A"/>
    <w:rsid w:val="00582E42"/>
    <w:rsid w:val="00582EAB"/>
    <w:rsid w:val="005845B5"/>
    <w:rsid w:val="00584C5E"/>
    <w:rsid w:val="00585557"/>
    <w:rsid w:val="00586592"/>
    <w:rsid w:val="00586F51"/>
    <w:rsid w:val="00587793"/>
    <w:rsid w:val="00587D5D"/>
    <w:rsid w:val="00587D96"/>
    <w:rsid w:val="005909F1"/>
    <w:rsid w:val="00591A20"/>
    <w:rsid w:val="00593AEA"/>
    <w:rsid w:val="0059565B"/>
    <w:rsid w:val="00595E04"/>
    <w:rsid w:val="005A1160"/>
    <w:rsid w:val="005A1DA7"/>
    <w:rsid w:val="005A3A49"/>
    <w:rsid w:val="005A4827"/>
    <w:rsid w:val="005A53D5"/>
    <w:rsid w:val="005A7831"/>
    <w:rsid w:val="005A7846"/>
    <w:rsid w:val="005B1514"/>
    <w:rsid w:val="005B2EF2"/>
    <w:rsid w:val="005B3CFB"/>
    <w:rsid w:val="005B4DA9"/>
    <w:rsid w:val="005B5150"/>
    <w:rsid w:val="005B540B"/>
    <w:rsid w:val="005B57C5"/>
    <w:rsid w:val="005B5C9D"/>
    <w:rsid w:val="005B7DC4"/>
    <w:rsid w:val="005C0126"/>
    <w:rsid w:val="005C0F78"/>
    <w:rsid w:val="005C10CD"/>
    <w:rsid w:val="005C2466"/>
    <w:rsid w:val="005C2C98"/>
    <w:rsid w:val="005C575A"/>
    <w:rsid w:val="005C5DA1"/>
    <w:rsid w:val="005C6802"/>
    <w:rsid w:val="005C737A"/>
    <w:rsid w:val="005C7D0B"/>
    <w:rsid w:val="005D28AE"/>
    <w:rsid w:val="005D2B76"/>
    <w:rsid w:val="005D2C45"/>
    <w:rsid w:val="005D3696"/>
    <w:rsid w:val="005D4B10"/>
    <w:rsid w:val="005D5897"/>
    <w:rsid w:val="005D6373"/>
    <w:rsid w:val="005D6CCC"/>
    <w:rsid w:val="005D7300"/>
    <w:rsid w:val="005D7B6B"/>
    <w:rsid w:val="005D7F57"/>
    <w:rsid w:val="005E0064"/>
    <w:rsid w:val="005E07FF"/>
    <w:rsid w:val="005E38CD"/>
    <w:rsid w:val="005E396B"/>
    <w:rsid w:val="005E4E1F"/>
    <w:rsid w:val="005E6A1C"/>
    <w:rsid w:val="005E7F46"/>
    <w:rsid w:val="005F1586"/>
    <w:rsid w:val="005F2208"/>
    <w:rsid w:val="005F3B28"/>
    <w:rsid w:val="005F4674"/>
    <w:rsid w:val="005F4A47"/>
    <w:rsid w:val="005F4E52"/>
    <w:rsid w:val="005F4FC6"/>
    <w:rsid w:val="005F5698"/>
    <w:rsid w:val="005F56ED"/>
    <w:rsid w:val="005F6F81"/>
    <w:rsid w:val="005F7D01"/>
    <w:rsid w:val="00600C3A"/>
    <w:rsid w:val="00600D86"/>
    <w:rsid w:val="006026BD"/>
    <w:rsid w:val="00603D7E"/>
    <w:rsid w:val="00604647"/>
    <w:rsid w:val="00606DB3"/>
    <w:rsid w:val="00607265"/>
    <w:rsid w:val="006100B4"/>
    <w:rsid w:val="006108E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A51"/>
    <w:rsid w:val="00617F1E"/>
    <w:rsid w:val="006208A1"/>
    <w:rsid w:val="00620AE6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076C"/>
    <w:rsid w:val="006418EA"/>
    <w:rsid w:val="00641F6E"/>
    <w:rsid w:val="00642000"/>
    <w:rsid w:val="00642713"/>
    <w:rsid w:val="006431EF"/>
    <w:rsid w:val="00643869"/>
    <w:rsid w:val="00643C8F"/>
    <w:rsid w:val="006446F9"/>
    <w:rsid w:val="006452B0"/>
    <w:rsid w:val="0064548B"/>
    <w:rsid w:val="00647048"/>
    <w:rsid w:val="00650378"/>
    <w:rsid w:val="0065260E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38D1"/>
    <w:rsid w:val="0066429D"/>
    <w:rsid w:val="00664B3F"/>
    <w:rsid w:val="00664BBE"/>
    <w:rsid w:val="0066697E"/>
    <w:rsid w:val="00667F75"/>
    <w:rsid w:val="006704E2"/>
    <w:rsid w:val="006706F4"/>
    <w:rsid w:val="00670D58"/>
    <w:rsid w:val="006719DC"/>
    <w:rsid w:val="00671DCD"/>
    <w:rsid w:val="0067300D"/>
    <w:rsid w:val="00673C9F"/>
    <w:rsid w:val="00673E02"/>
    <w:rsid w:val="006742FF"/>
    <w:rsid w:val="00674606"/>
    <w:rsid w:val="00675ED5"/>
    <w:rsid w:val="00676A1D"/>
    <w:rsid w:val="00680147"/>
    <w:rsid w:val="006810EC"/>
    <w:rsid w:val="006811E9"/>
    <w:rsid w:val="00681F28"/>
    <w:rsid w:val="00682815"/>
    <w:rsid w:val="00682A8A"/>
    <w:rsid w:val="00682DB9"/>
    <w:rsid w:val="0068566C"/>
    <w:rsid w:val="006875AA"/>
    <w:rsid w:val="006875AD"/>
    <w:rsid w:val="0069124B"/>
    <w:rsid w:val="00691BD8"/>
    <w:rsid w:val="006937D3"/>
    <w:rsid w:val="00694041"/>
    <w:rsid w:val="00696104"/>
    <w:rsid w:val="006962BE"/>
    <w:rsid w:val="006977AF"/>
    <w:rsid w:val="00697FD2"/>
    <w:rsid w:val="006A270E"/>
    <w:rsid w:val="006A3154"/>
    <w:rsid w:val="006A3A80"/>
    <w:rsid w:val="006A4774"/>
    <w:rsid w:val="006A5248"/>
    <w:rsid w:val="006A5754"/>
    <w:rsid w:val="006A5CC2"/>
    <w:rsid w:val="006A6156"/>
    <w:rsid w:val="006A636B"/>
    <w:rsid w:val="006A6549"/>
    <w:rsid w:val="006A7427"/>
    <w:rsid w:val="006A7AC1"/>
    <w:rsid w:val="006B01B5"/>
    <w:rsid w:val="006B0219"/>
    <w:rsid w:val="006B03A8"/>
    <w:rsid w:val="006B1BCA"/>
    <w:rsid w:val="006B2F6E"/>
    <w:rsid w:val="006B6077"/>
    <w:rsid w:val="006B646B"/>
    <w:rsid w:val="006B6942"/>
    <w:rsid w:val="006B7E1F"/>
    <w:rsid w:val="006C0CC4"/>
    <w:rsid w:val="006C2DD2"/>
    <w:rsid w:val="006C4BDE"/>
    <w:rsid w:val="006C5BDF"/>
    <w:rsid w:val="006C6953"/>
    <w:rsid w:val="006C78D3"/>
    <w:rsid w:val="006D1260"/>
    <w:rsid w:val="006D2BFF"/>
    <w:rsid w:val="006D4298"/>
    <w:rsid w:val="006D5100"/>
    <w:rsid w:val="006D518B"/>
    <w:rsid w:val="006D5459"/>
    <w:rsid w:val="006D5B4D"/>
    <w:rsid w:val="006E0B89"/>
    <w:rsid w:val="006E16FB"/>
    <w:rsid w:val="006E1B75"/>
    <w:rsid w:val="006E2844"/>
    <w:rsid w:val="006E35D2"/>
    <w:rsid w:val="006E596D"/>
    <w:rsid w:val="006E6A52"/>
    <w:rsid w:val="006F166C"/>
    <w:rsid w:val="006F227E"/>
    <w:rsid w:val="006F269D"/>
    <w:rsid w:val="006F35D9"/>
    <w:rsid w:val="006F3C46"/>
    <w:rsid w:val="006F47E6"/>
    <w:rsid w:val="006F4DC2"/>
    <w:rsid w:val="006F6115"/>
    <w:rsid w:val="006F77F9"/>
    <w:rsid w:val="00700529"/>
    <w:rsid w:val="00702C16"/>
    <w:rsid w:val="00702D27"/>
    <w:rsid w:val="007030A6"/>
    <w:rsid w:val="00704A6C"/>
    <w:rsid w:val="00704F52"/>
    <w:rsid w:val="0070718A"/>
    <w:rsid w:val="007072B2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2E95"/>
    <w:rsid w:val="00723338"/>
    <w:rsid w:val="007239BE"/>
    <w:rsid w:val="00723A61"/>
    <w:rsid w:val="00725EDB"/>
    <w:rsid w:val="00731627"/>
    <w:rsid w:val="007316F6"/>
    <w:rsid w:val="00731779"/>
    <w:rsid w:val="00731B13"/>
    <w:rsid w:val="00731E19"/>
    <w:rsid w:val="0073443E"/>
    <w:rsid w:val="0073516F"/>
    <w:rsid w:val="007379A6"/>
    <w:rsid w:val="007401C0"/>
    <w:rsid w:val="007402AB"/>
    <w:rsid w:val="0074094B"/>
    <w:rsid w:val="007415DC"/>
    <w:rsid w:val="00741645"/>
    <w:rsid w:val="007433C0"/>
    <w:rsid w:val="00744C6A"/>
    <w:rsid w:val="00745099"/>
    <w:rsid w:val="0074577E"/>
    <w:rsid w:val="00745995"/>
    <w:rsid w:val="00746E6A"/>
    <w:rsid w:val="0074714B"/>
    <w:rsid w:val="0075011D"/>
    <w:rsid w:val="0075350B"/>
    <w:rsid w:val="00755316"/>
    <w:rsid w:val="00755799"/>
    <w:rsid w:val="00757AED"/>
    <w:rsid w:val="00760AC5"/>
    <w:rsid w:val="0076226A"/>
    <w:rsid w:val="007633C3"/>
    <w:rsid w:val="00764004"/>
    <w:rsid w:val="00767434"/>
    <w:rsid w:val="00767BD6"/>
    <w:rsid w:val="00770429"/>
    <w:rsid w:val="007718B3"/>
    <w:rsid w:val="0077210A"/>
    <w:rsid w:val="00777D55"/>
    <w:rsid w:val="00780179"/>
    <w:rsid w:val="007810BF"/>
    <w:rsid w:val="00781AEA"/>
    <w:rsid w:val="0078278C"/>
    <w:rsid w:val="00784086"/>
    <w:rsid w:val="007869F4"/>
    <w:rsid w:val="00787C1E"/>
    <w:rsid w:val="00790525"/>
    <w:rsid w:val="00791173"/>
    <w:rsid w:val="00793E7C"/>
    <w:rsid w:val="0079420B"/>
    <w:rsid w:val="00794656"/>
    <w:rsid w:val="007948A6"/>
    <w:rsid w:val="007949C9"/>
    <w:rsid w:val="00794D4B"/>
    <w:rsid w:val="00795B03"/>
    <w:rsid w:val="007A023E"/>
    <w:rsid w:val="007A110C"/>
    <w:rsid w:val="007B0B5C"/>
    <w:rsid w:val="007B2005"/>
    <w:rsid w:val="007B31D7"/>
    <w:rsid w:val="007B362A"/>
    <w:rsid w:val="007B5CF8"/>
    <w:rsid w:val="007B621C"/>
    <w:rsid w:val="007B7123"/>
    <w:rsid w:val="007B7717"/>
    <w:rsid w:val="007B7C87"/>
    <w:rsid w:val="007C09C9"/>
    <w:rsid w:val="007C142F"/>
    <w:rsid w:val="007C16AA"/>
    <w:rsid w:val="007C21E1"/>
    <w:rsid w:val="007C3C91"/>
    <w:rsid w:val="007C448E"/>
    <w:rsid w:val="007C69A7"/>
    <w:rsid w:val="007C6B48"/>
    <w:rsid w:val="007C79CC"/>
    <w:rsid w:val="007D03DA"/>
    <w:rsid w:val="007D0D40"/>
    <w:rsid w:val="007D14CA"/>
    <w:rsid w:val="007D2AA0"/>
    <w:rsid w:val="007D312C"/>
    <w:rsid w:val="007D4084"/>
    <w:rsid w:val="007D4B1E"/>
    <w:rsid w:val="007D5E4F"/>
    <w:rsid w:val="007D6CC7"/>
    <w:rsid w:val="007D7109"/>
    <w:rsid w:val="007E045D"/>
    <w:rsid w:val="007E17C9"/>
    <w:rsid w:val="007E2DA3"/>
    <w:rsid w:val="007E36FB"/>
    <w:rsid w:val="007E5BCA"/>
    <w:rsid w:val="007E65BA"/>
    <w:rsid w:val="007E6F90"/>
    <w:rsid w:val="007E7E7C"/>
    <w:rsid w:val="007F0682"/>
    <w:rsid w:val="007F0CE2"/>
    <w:rsid w:val="007F0F83"/>
    <w:rsid w:val="007F24CE"/>
    <w:rsid w:val="007F2E8E"/>
    <w:rsid w:val="007F4230"/>
    <w:rsid w:val="007F4C60"/>
    <w:rsid w:val="007F4F57"/>
    <w:rsid w:val="007F5C75"/>
    <w:rsid w:val="007F6325"/>
    <w:rsid w:val="007F6579"/>
    <w:rsid w:val="007F7D27"/>
    <w:rsid w:val="0080315E"/>
    <w:rsid w:val="0080456F"/>
    <w:rsid w:val="00804DB3"/>
    <w:rsid w:val="0080633B"/>
    <w:rsid w:val="00806985"/>
    <w:rsid w:val="0081080A"/>
    <w:rsid w:val="00810C98"/>
    <w:rsid w:val="00816813"/>
    <w:rsid w:val="00820748"/>
    <w:rsid w:val="00821619"/>
    <w:rsid w:val="00821DC2"/>
    <w:rsid w:val="008229F5"/>
    <w:rsid w:val="008234B0"/>
    <w:rsid w:val="008238B2"/>
    <w:rsid w:val="00823B95"/>
    <w:rsid w:val="00824DAA"/>
    <w:rsid w:val="0082637D"/>
    <w:rsid w:val="008263FF"/>
    <w:rsid w:val="00826837"/>
    <w:rsid w:val="008269EA"/>
    <w:rsid w:val="00827AAF"/>
    <w:rsid w:val="00827C30"/>
    <w:rsid w:val="00827EF2"/>
    <w:rsid w:val="0083089A"/>
    <w:rsid w:val="0083202C"/>
    <w:rsid w:val="00834195"/>
    <w:rsid w:val="00836E81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73B"/>
    <w:rsid w:val="00851A2D"/>
    <w:rsid w:val="00851E20"/>
    <w:rsid w:val="00854A47"/>
    <w:rsid w:val="00856AEC"/>
    <w:rsid w:val="008579C5"/>
    <w:rsid w:val="00860502"/>
    <w:rsid w:val="0086433F"/>
    <w:rsid w:val="00865445"/>
    <w:rsid w:val="00865A5B"/>
    <w:rsid w:val="008660E0"/>
    <w:rsid w:val="00866C1C"/>
    <w:rsid w:val="0087072A"/>
    <w:rsid w:val="00872798"/>
    <w:rsid w:val="00874247"/>
    <w:rsid w:val="008757E9"/>
    <w:rsid w:val="0087600A"/>
    <w:rsid w:val="008809E7"/>
    <w:rsid w:val="00881F02"/>
    <w:rsid w:val="008821BE"/>
    <w:rsid w:val="008824A2"/>
    <w:rsid w:val="00882E5E"/>
    <w:rsid w:val="008836DD"/>
    <w:rsid w:val="0088473B"/>
    <w:rsid w:val="00884A41"/>
    <w:rsid w:val="0088668C"/>
    <w:rsid w:val="00887F79"/>
    <w:rsid w:val="008908F6"/>
    <w:rsid w:val="00891AE3"/>
    <w:rsid w:val="0089214D"/>
    <w:rsid w:val="0089384D"/>
    <w:rsid w:val="00893CC8"/>
    <w:rsid w:val="00893DD2"/>
    <w:rsid w:val="008940B7"/>
    <w:rsid w:val="0089469D"/>
    <w:rsid w:val="00894C58"/>
    <w:rsid w:val="00897624"/>
    <w:rsid w:val="00897F42"/>
    <w:rsid w:val="008A08FC"/>
    <w:rsid w:val="008A163B"/>
    <w:rsid w:val="008A32BF"/>
    <w:rsid w:val="008A7A70"/>
    <w:rsid w:val="008A7F4E"/>
    <w:rsid w:val="008B1564"/>
    <w:rsid w:val="008B1ED7"/>
    <w:rsid w:val="008B2EFF"/>
    <w:rsid w:val="008B3C4F"/>
    <w:rsid w:val="008B490C"/>
    <w:rsid w:val="008B4A9A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9A6"/>
    <w:rsid w:val="008C2A55"/>
    <w:rsid w:val="008C2D9D"/>
    <w:rsid w:val="008C5BCE"/>
    <w:rsid w:val="008C6964"/>
    <w:rsid w:val="008C71EB"/>
    <w:rsid w:val="008D0C2F"/>
    <w:rsid w:val="008D1A17"/>
    <w:rsid w:val="008D2AEF"/>
    <w:rsid w:val="008D2B9E"/>
    <w:rsid w:val="008D36B5"/>
    <w:rsid w:val="008D377F"/>
    <w:rsid w:val="008D43C0"/>
    <w:rsid w:val="008D53DC"/>
    <w:rsid w:val="008D5E44"/>
    <w:rsid w:val="008D6E51"/>
    <w:rsid w:val="008D73E6"/>
    <w:rsid w:val="008D7B3C"/>
    <w:rsid w:val="008E01C8"/>
    <w:rsid w:val="008E1052"/>
    <w:rsid w:val="008E1524"/>
    <w:rsid w:val="008E18A8"/>
    <w:rsid w:val="008E23E8"/>
    <w:rsid w:val="008E3A4D"/>
    <w:rsid w:val="008E426E"/>
    <w:rsid w:val="008E7501"/>
    <w:rsid w:val="008F1090"/>
    <w:rsid w:val="008F134C"/>
    <w:rsid w:val="008F22F1"/>
    <w:rsid w:val="008F2DAC"/>
    <w:rsid w:val="008F33D5"/>
    <w:rsid w:val="008F49C1"/>
    <w:rsid w:val="008F58C0"/>
    <w:rsid w:val="008F7523"/>
    <w:rsid w:val="00900305"/>
    <w:rsid w:val="009003D7"/>
    <w:rsid w:val="0090091C"/>
    <w:rsid w:val="009012B2"/>
    <w:rsid w:val="00903386"/>
    <w:rsid w:val="00903E59"/>
    <w:rsid w:val="009068D6"/>
    <w:rsid w:val="009069FC"/>
    <w:rsid w:val="00907A70"/>
    <w:rsid w:val="0091054F"/>
    <w:rsid w:val="009107A9"/>
    <w:rsid w:val="0091157B"/>
    <w:rsid w:val="00911CDC"/>
    <w:rsid w:val="009120D2"/>
    <w:rsid w:val="00912364"/>
    <w:rsid w:val="00912F30"/>
    <w:rsid w:val="009134D5"/>
    <w:rsid w:val="0091371E"/>
    <w:rsid w:val="00914A86"/>
    <w:rsid w:val="009157B5"/>
    <w:rsid w:val="0091613E"/>
    <w:rsid w:val="00916F4D"/>
    <w:rsid w:val="00917F62"/>
    <w:rsid w:val="00922724"/>
    <w:rsid w:val="009228F7"/>
    <w:rsid w:val="00924A23"/>
    <w:rsid w:val="00924F1E"/>
    <w:rsid w:val="0092502F"/>
    <w:rsid w:val="00925762"/>
    <w:rsid w:val="00925825"/>
    <w:rsid w:val="00926A7B"/>
    <w:rsid w:val="0092797D"/>
    <w:rsid w:val="0093018D"/>
    <w:rsid w:val="00930502"/>
    <w:rsid w:val="0093063D"/>
    <w:rsid w:val="00930EEA"/>
    <w:rsid w:val="009315B5"/>
    <w:rsid w:val="00931D5E"/>
    <w:rsid w:val="009327FB"/>
    <w:rsid w:val="00934040"/>
    <w:rsid w:val="0093456D"/>
    <w:rsid w:val="00935BAE"/>
    <w:rsid w:val="00936591"/>
    <w:rsid w:val="009373C2"/>
    <w:rsid w:val="0093775C"/>
    <w:rsid w:val="00937CBE"/>
    <w:rsid w:val="00941548"/>
    <w:rsid w:val="00942055"/>
    <w:rsid w:val="009428B5"/>
    <w:rsid w:val="009438E6"/>
    <w:rsid w:val="00944C18"/>
    <w:rsid w:val="00944F14"/>
    <w:rsid w:val="00945096"/>
    <w:rsid w:val="00945740"/>
    <w:rsid w:val="00946608"/>
    <w:rsid w:val="009472CE"/>
    <w:rsid w:val="00947E3E"/>
    <w:rsid w:val="00950C7E"/>
    <w:rsid w:val="00951882"/>
    <w:rsid w:val="00951A13"/>
    <w:rsid w:val="00951D13"/>
    <w:rsid w:val="00952FBE"/>
    <w:rsid w:val="009548B4"/>
    <w:rsid w:val="00956327"/>
    <w:rsid w:val="00956672"/>
    <w:rsid w:val="00957406"/>
    <w:rsid w:val="0095788C"/>
    <w:rsid w:val="00960D06"/>
    <w:rsid w:val="0096101A"/>
    <w:rsid w:val="00961951"/>
    <w:rsid w:val="00962C1C"/>
    <w:rsid w:val="00962C40"/>
    <w:rsid w:val="009637DB"/>
    <w:rsid w:val="00963A29"/>
    <w:rsid w:val="00963C72"/>
    <w:rsid w:val="00963CEF"/>
    <w:rsid w:val="00970BA9"/>
    <w:rsid w:val="00971904"/>
    <w:rsid w:val="00972FE4"/>
    <w:rsid w:val="00973DAA"/>
    <w:rsid w:val="009745F7"/>
    <w:rsid w:val="0097610B"/>
    <w:rsid w:val="009761B1"/>
    <w:rsid w:val="00976C93"/>
    <w:rsid w:val="009777D4"/>
    <w:rsid w:val="00980456"/>
    <w:rsid w:val="00982B45"/>
    <w:rsid w:val="009830AD"/>
    <w:rsid w:val="00983868"/>
    <w:rsid w:val="00985528"/>
    <w:rsid w:val="0098667A"/>
    <w:rsid w:val="00986ECD"/>
    <w:rsid w:val="009875A7"/>
    <w:rsid w:val="00987F9E"/>
    <w:rsid w:val="00990106"/>
    <w:rsid w:val="00991632"/>
    <w:rsid w:val="00991D93"/>
    <w:rsid w:val="00993618"/>
    <w:rsid w:val="00993C2E"/>
    <w:rsid w:val="0099471F"/>
    <w:rsid w:val="009955E4"/>
    <w:rsid w:val="00995934"/>
    <w:rsid w:val="0099657B"/>
    <w:rsid w:val="00997E6A"/>
    <w:rsid w:val="009A0893"/>
    <w:rsid w:val="009A3819"/>
    <w:rsid w:val="009A3CFE"/>
    <w:rsid w:val="009A4816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39D9"/>
    <w:rsid w:val="009D44BD"/>
    <w:rsid w:val="009D4C4A"/>
    <w:rsid w:val="009D5BE0"/>
    <w:rsid w:val="009D6B48"/>
    <w:rsid w:val="009D750A"/>
    <w:rsid w:val="009D77A1"/>
    <w:rsid w:val="009E0CFA"/>
    <w:rsid w:val="009E2A65"/>
    <w:rsid w:val="009E2D0C"/>
    <w:rsid w:val="009E4895"/>
    <w:rsid w:val="009E6993"/>
    <w:rsid w:val="009E7A5A"/>
    <w:rsid w:val="009F03C0"/>
    <w:rsid w:val="009F090B"/>
    <w:rsid w:val="009F2042"/>
    <w:rsid w:val="009F4962"/>
    <w:rsid w:val="009F4DF7"/>
    <w:rsid w:val="009F4EC7"/>
    <w:rsid w:val="009F7B5A"/>
    <w:rsid w:val="00A00016"/>
    <w:rsid w:val="00A0001C"/>
    <w:rsid w:val="00A00688"/>
    <w:rsid w:val="00A01C71"/>
    <w:rsid w:val="00A038D9"/>
    <w:rsid w:val="00A046C7"/>
    <w:rsid w:val="00A04B16"/>
    <w:rsid w:val="00A07194"/>
    <w:rsid w:val="00A11F00"/>
    <w:rsid w:val="00A125B7"/>
    <w:rsid w:val="00A13EB3"/>
    <w:rsid w:val="00A15994"/>
    <w:rsid w:val="00A2273B"/>
    <w:rsid w:val="00A244EB"/>
    <w:rsid w:val="00A25BF1"/>
    <w:rsid w:val="00A25C44"/>
    <w:rsid w:val="00A26283"/>
    <w:rsid w:val="00A2651E"/>
    <w:rsid w:val="00A27053"/>
    <w:rsid w:val="00A27D39"/>
    <w:rsid w:val="00A27DED"/>
    <w:rsid w:val="00A30E98"/>
    <w:rsid w:val="00A31474"/>
    <w:rsid w:val="00A31FBE"/>
    <w:rsid w:val="00A32971"/>
    <w:rsid w:val="00A32E21"/>
    <w:rsid w:val="00A333B5"/>
    <w:rsid w:val="00A33899"/>
    <w:rsid w:val="00A35F86"/>
    <w:rsid w:val="00A369F5"/>
    <w:rsid w:val="00A3727D"/>
    <w:rsid w:val="00A3796E"/>
    <w:rsid w:val="00A41814"/>
    <w:rsid w:val="00A42465"/>
    <w:rsid w:val="00A43ADC"/>
    <w:rsid w:val="00A452E7"/>
    <w:rsid w:val="00A459B3"/>
    <w:rsid w:val="00A45C9A"/>
    <w:rsid w:val="00A47B5F"/>
    <w:rsid w:val="00A514E6"/>
    <w:rsid w:val="00A51CB1"/>
    <w:rsid w:val="00A52600"/>
    <w:rsid w:val="00A54E6D"/>
    <w:rsid w:val="00A55C74"/>
    <w:rsid w:val="00A618DD"/>
    <w:rsid w:val="00A62CDA"/>
    <w:rsid w:val="00A63DEB"/>
    <w:rsid w:val="00A64116"/>
    <w:rsid w:val="00A65C83"/>
    <w:rsid w:val="00A6683F"/>
    <w:rsid w:val="00A66CD3"/>
    <w:rsid w:val="00A7208C"/>
    <w:rsid w:val="00A725B3"/>
    <w:rsid w:val="00A7282B"/>
    <w:rsid w:val="00A73FD4"/>
    <w:rsid w:val="00A751B2"/>
    <w:rsid w:val="00A75ABB"/>
    <w:rsid w:val="00A76475"/>
    <w:rsid w:val="00A80221"/>
    <w:rsid w:val="00A80243"/>
    <w:rsid w:val="00A81AC8"/>
    <w:rsid w:val="00A8331D"/>
    <w:rsid w:val="00A83E3F"/>
    <w:rsid w:val="00A87579"/>
    <w:rsid w:val="00A87878"/>
    <w:rsid w:val="00A90AF6"/>
    <w:rsid w:val="00A90D3C"/>
    <w:rsid w:val="00A913A6"/>
    <w:rsid w:val="00A917B1"/>
    <w:rsid w:val="00A91DDF"/>
    <w:rsid w:val="00A91F82"/>
    <w:rsid w:val="00A9282A"/>
    <w:rsid w:val="00A935D5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2FAE"/>
    <w:rsid w:val="00AA473D"/>
    <w:rsid w:val="00AA7A90"/>
    <w:rsid w:val="00AB0657"/>
    <w:rsid w:val="00AB0CFE"/>
    <w:rsid w:val="00AB21F3"/>
    <w:rsid w:val="00AB25C3"/>
    <w:rsid w:val="00AB2956"/>
    <w:rsid w:val="00AB385C"/>
    <w:rsid w:val="00AB3C33"/>
    <w:rsid w:val="00AB3CC7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4A47"/>
    <w:rsid w:val="00AC5A62"/>
    <w:rsid w:val="00AC5B36"/>
    <w:rsid w:val="00AC5C0C"/>
    <w:rsid w:val="00AC5C1F"/>
    <w:rsid w:val="00AC664C"/>
    <w:rsid w:val="00AC7B82"/>
    <w:rsid w:val="00AD0E06"/>
    <w:rsid w:val="00AD3A42"/>
    <w:rsid w:val="00AD5BD9"/>
    <w:rsid w:val="00AD7CE5"/>
    <w:rsid w:val="00AE04FC"/>
    <w:rsid w:val="00AE0FBE"/>
    <w:rsid w:val="00AE18C2"/>
    <w:rsid w:val="00AE1A50"/>
    <w:rsid w:val="00AE216A"/>
    <w:rsid w:val="00AE2373"/>
    <w:rsid w:val="00AE3461"/>
    <w:rsid w:val="00AE3564"/>
    <w:rsid w:val="00AE51F9"/>
    <w:rsid w:val="00AE5D22"/>
    <w:rsid w:val="00AE5E29"/>
    <w:rsid w:val="00AE6E31"/>
    <w:rsid w:val="00AE6F21"/>
    <w:rsid w:val="00AE70C7"/>
    <w:rsid w:val="00AF0565"/>
    <w:rsid w:val="00AF1613"/>
    <w:rsid w:val="00AF2C12"/>
    <w:rsid w:val="00AF413E"/>
    <w:rsid w:val="00AF5CBA"/>
    <w:rsid w:val="00AF5CCB"/>
    <w:rsid w:val="00AF7FFE"/>
    <w:rsid w:val="00B00C3A"/>
    <w:rsid w:val="00B02E5E"/>
    <w:rsid w:val="00B03CD9"/>
    <w:rsid w:val="00B0503D"/>
    <w:rsid w:val="00B05152"/>
    <w:rsid w:val="00B05809"/>
    <w:rsid w:val="00B110B8"/>
    <w:rsid w:val="00B135A1"/>
    <w:rsid w:val="00B14D55"/>
    <w:rsid w:val="00B15629"/>
    <w:rsid w:val="00B1573C"/>
    <w:rsid w:val="00B20E19"/>
    <w:rsid w:val="00B219A8"/>
    <w:rsid w:val="00B22C00"/>
    <w:rsid w:val="00B22C97"/>
    <w:rsid w:val="00B239EF"/>
    <w:rsid w:val="00B26EA2"/>
    <w:rsid w:val="00B27BAF"/>
    <w:rsid w:val="00B303F4"/>
    <w:rsid w:val="00B324CA"/>
    <w:rsid w:val="00B3299F"/>
    <w:rsid w:val="00B345BF"/>
    <w:rsid w:val="00B36133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048"/>
    <w:rsid w:val="00B613C8"/>
    <w:rsid w:val="00B61CAD"/>
    <w:rsid w:val="00B62118"/>
    <w:rsid w:val="00B64A94"/>
    <w:rsid w:val="00B64B3F"/>
    <w:rsid w:val="00B64F4A"/>
    <w:rsid w:val="00B655E8"/>
    <w:rsid w:val="00B659C4"/>
    <w:rsid w:val="00B66D73"/>
    <w:rsid w:val="00B70310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13E"/>
    <w:rsid w:val="00B83243"/>
    <w:rsid w:val="00B83714"/>
    <w:rsid w:val="00B84764"/>
    <w:rsid w:val="00B85430"/>
    <w:rsid w:val="00B868B8"/>
    <w:rsid w:val="00B872CE"/>
    <w:rsid w:val="00B876B1"/>
    <w:rsid w:val="00B87C32"/>
    <w:rsid w:val="00B90E32"/>
    <w:rsid w:val="00B91113"/>
    <w:rsid w:val="00B91572"/>
    <w:rsid w:val="00B91C1F"/>
    <w:rsid w:val="00B93ED4"/>
    <w:rsid w:val="00B95580"/>
    <w:rsid w:val="00B961A5"/>
    <w:rsid w:val="00B9657C"/>
    <w:rsid w:val="00B97D1E"/>
    <w:rsid w:val="00BA2330"/>
    <w:rsid w:val="00BA518C"/>
    <w:rsid w:val="00BA65D6"/>
    <w:rsid w:val="00BB1A09"/>
    <w:rsid w:val="00BB1F6B"/>
    <w:rsid w:val="00BB2B35"/>
    <w:rsid w:val="00BB2F06"/>
    <w:rsid w:val="00BB30DC"/>
    <w:rsid w:val="00BB45B3"/>
    <w:rsid w:val="00BB4952"/>
    <w:rsid w:val="00BB51D5"/>
    <w:rsid w:val="00BB5286"/>
    <w:rsid w:val="00BB54C3"/>
    <w:rsid w:val="00BB5FA8"/>
    <w:rsid w:val="00BB5FC2"/>
    <w:rsid w:val="00BB62C8"/>
    <w:rsid w:val="00BB6BA6"/>
    <w:rsid w:val="00BB7879"/>
    <w:rsid w:val="00BC0A55"/>
    <w:rsid w:val="00BC19A3"/>
    <w:rsid w:val="00BC249B"/>
    <w:rsid w:val="00BC2C7A"/>
    <w:rsid w:val="00BC4E82"/>
    <w:rsid w:val="00BC715C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5FA7"/>
    <w:rsid w:val="00C06FAE"/>
    <w:rsid w:val="00C123AD"/>
    <w:rsid w:val="00C1257D"/>
    <w:rsid w:val="00C14611"/>
    <w:rsid w:val="00C14B0D"/>
    <w:rsid w:val="00C15A5F"/>
    <w:rsid w:val="00C17183"/>
    <w:rsid w:val="00C172FB"/>
    <w:rsid w:val="00C17964"/>
    <w:rsid w:val="00C2134B"/>
    <w:rsid w:val="00C21503"/>
    <w:rsid w:val="00C226F1"/>
    <w:rsid w:val="00C25CC5"/>
    <w:rsid w:val="00C2625A"/>
    <w:rsid w:val="00C27B41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B72"/>
    <w:rsid w:val="00C43E39"/>
    <w:rsid w:val="00C44356"/>
    <w:rsid w:val="00C45F27"/>
    <w:rsid w:val="00C46AC3"/>
    <w:rsid w:val="00C46EC8"/>
    <w:rsid w:val="00C50C8E"/>
    <w:rsid w:val="00C50F87"/>
    <w:rsid w:val="00C516A0"/>
    <w:rsid w:val="00C53E5B"/>
    <w:rsid w:val="00C557B5"/>
    <w:rsid w:val="00C65920"/>
    <w:rsid w:val="00C665BC"/>
    <w:rsid w:val="00C709D0"/>
    <w:rsid w:val="00C72F5F"/>
    <w:rsid w:val="00C73C93"/>
    <w:rsid w:val="00C740FC"/>
    <w:rsid w:val="00C75912"/>
    <w:rsid w:val="00C75EBC"/>
    <w:rsid w:val="00C80EDB"/>
    <w:rsid w:val="00C81688"/>
    <w:rsid w:val="00C81A42"/>
    <w:rsid w:val="00C81DA9"/>
    <w:rsid w:val="00C82798"/>
    <w:rsid w:val="00C839B4"/>
    <w:rsid w:val="00C84A06"/>
    <w:rsid w:val="00C856BB"/>
    <w:rsid w:val="00C879F0"/>
    <w:rsid w:val="00C91113"/>
    <w:rsid w:val="00C91E32"/>
    <w:rsid w:val="00C925FD"/>
    <w:rsid w:val="00C94196"/>
    <w:rsid w:val="00C943D3"/>
    <w:rsid w:val="00C94D1A"/>
    <w:rsid w:val="00C94EDD"/>
    <w:rsid w:val="00C9557A"/>
    <w:rsid w:val="00C96123"/>
    <w:rsid w:val="00C97C50"/>
    <w:rsid w:val="00CA00E5"/>
    <w:rsid w:val="00CA2763"/>
    <w:rsid w:val="00CA4CFC"/>
    <w:rsid w:val="00CA4DB0"/>
    <w:rsid w:val="00CA6A88"/>
    <w:rsid w:val="00CB03A8"/>
    <w:rsid w:val="00CB10B1"/>
    <w:rsid w:val="00CB1E3E"/>
    <w:rsid w:val="00CB1E73"/>
    <w:rsid w:val="00CB2D82"/>
    <w:rsid w:val="00CB4549"/>
    <w:rsid w:val="00CB4988"/>
    <w:rsid w:val="00CC01BB"/>
    <w:rsid w:val="00CC2FFE"/>
    <w:rsid w:val="00CC3005"/>
    <w:rsid w:val="00CC3B87"/>
    <w:rsid w:val="00CC4168"/>
    <w:rsid w:val="00CC466E"/>
    <w:rsid w:val="00CC7223"/>
    <w:rsid w:val="00CC7557"/>
    <w:rsid w:val="00CC7DB8"/>
    <w:rsid w:val="00CD2EFC"/>
    <w:rsid w:val="00CD3C27"/>
    <w:rsid w:val="00CD710E"/>
    <w:rsid w:val="00CE2CD4"/>
    <w:rsid w:val="00CE3134"/>
    <w:rsid w:val="00CE3A08"/>
    <w:rsid w:val="00CE5914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90D"/>
    <w:rsid w:val="00CF5D52"/>
    <w:rsid w:val="00CF79EF"/>
    <w:rsid w:val="00D00873"/>
    <w:rsid w:val="00D0364C"/>
    <w:rsid w:val="00D03D65"/>
    <w:rsid w:val="00D046AA"/>
    <w:rsid w:val="00D04792"/>
    <w:rsid w:val="00D04A61"/>
    <w:rsid w:val="00D053D1"/>
    <w:rsid w:val="00D056BA"/>
    <w:rsid w:val="00D057EA"/>
    <w:rsid w:val="00D059CA"/>
    <w:rsid w:val="00D065FC"/>
    <w:rsid w:val="00D06EE0"/>
    <w:rsid w:val="00D07A0A"/>
    <w:rsid w:val="00D07A28"/>
    <w:rsid w:val="00D10B77"/>
    <w:rsid w:val="00D11D2F"/>
    <w:rsid w:val="00D14D35"/>
    <w:rsid w:val="00D14E63"/>
    <w:rsid w:val="00D15363"/>
    <w:rsid w:val="00D1547D"/>
    <w:rsid w:val="00D155B6"/>
    <w:rsid w:val="00D17ABD"/>
    <w:rsid w:val="00D231AC"/>
    <w:rsid w:val="00D23C5F"/>
    <w:rsid w:val="00D23FA5"/>
    <w:rsid w:val="00D24884"/>
    <w:rsid w:val="00D2617E"/>
    <w:rsid w:val="00D262DB"/>
    <w:rsid w:val="00D26337"/>
    <w:rsid w:val="00D26BFC"/>
    <w:rsid w:val="00D2709F"/>
    <w:rsid w:val="00D30420"/>
    <w:rsid w:val="00D306CC"/>
    <w:rsid w:val="00D32498"/>
    <w:rsid w:val="00D33661"/>
    <w:rsid w:val="00D33773"/>
    <w:rsid w:val="00D3519A"/>
    <w:rsid w:val="00D357D3"/>
    <w:rsid w:val="00D37010"/>
    <w:rsid w:val="00D37116"/>
    <w:rsid w:val="00D37C82"/>
    <w:rsid w:val="00D41A5B"/>
    <w:rsid w:val="00D41A9F"/>
    <w:rsid w:val="00D43887"/>
    <w:rsid w:val="00D44CEC"/>
    <w:rsid w:val="00D452D6"/>
    <w:rsid w:val="00D454BB"/>
    <w:rsid w:val="00D4621F"/>
    <w:rsid w:val="00D46B59"/>
    <w:rsid w:val="00D4768E"/>
    <w:rsid w:val="00D5234D"/>
    <w:rsid w:val="00D52972"/>
    <w:rsid w:val="00D54BC3"/>
    <w:rsid w:val="00D54D05"/>
    <w:rsid w:val="00D56BD8"/>
    <w:rsid w:val="00D571F1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6035"/>
    <w:rsid w:val="00D66DA2"/>
    <w:rsid w:val="00D6700A"/>
    <w:rsid w:val="00D67364"/>
    <w:rsid w:val="00D706F9"/>
    <w:rsid w:val="00D70B6C"/>
    <w:rsid w:val="00D71C0A"/>
    <w:rsid w:val="00D72460"/>
    <w:rsid w:val="00D7257E"/>
    <w:rsid w:val="00D72BDE"/>
    <w:rsid w:val="00D73E36"/>
    <w:rsid w:val="00D752D0"/>
    <w:rsid w:val="00D771F5"/>
    <w:rsid w:val="00D773B3"/>
    <w:rsid w:val="00D77FD9"/>
    <w:rsid w:val="00D8096A"/>
    <w:rsid w:val="00D812EC"/>
    <w:rsid w:val="00D815A8"/>
    <w:rsid w:val="00D81622"/>
    <w:rsid w:val="00D8216D"/>
    <w:rsid w:val="00D826B1"/>
    <w:rsid w:val="00D83672"/>
    <w:rsid w:val="00D86248"/>
    <w:rsid w:val="00D865BC"/>
    <w:rsid w:val="00D9099E"/>
    <w:rsid w:val="00D91F8B"/>
    <w:rsid w:val="00D925AC"/>
    <w:rsid w:val="00D92795"/>
    <w:rsid w:val="00D9342A"/>
    <w:rsid w:val="00D93878"/>
    <w:rsid w:val="00D94A00"/>
    <w:rsid w:val="00D95E6A"/>
    <w:rsid w:val="00D96345"/>
    <w:rsid w:val="00D96938"/>
    <w:rsid w:val="00D96F42"/>
    <w:rsid w:val="00D97661"/>
    <w:rsid w:val="00D978B0"/>
    <w:rsid w:val="00DA12AA"/>
    <w:rsid w:val="00DA137D"/>
    <w:rsid w:val="00DA2FB0"/>
    <w:rsid w:val="00DA3711"/>
    <w:rsid w:val="00DA451B"/>
    <w:rsid w:val="00DA605F"/>
    <w:rsid w:val="00DA79DC"/>
    <w:rsid w:val="00DB01A6"/>
    <w:rsid w:val="00DB5BE6"/>
    <w:rsid w:val="00DB60B7"/>
    <w:rsid w:val="00DB6349"/>
    <w:rsid w:val="00DB7E65"/>
    <w:rsid w:val="00DC0253"/>
    <w:rsid w:val="00DC160F"/>
    <w:rsid w:val="00DC16A0"/>
    <w:rsid w:val="00DC16CF"/>
    <w:rsid w:val="00DC27C5"/>
    <w:rsid w:val="00DC349B"/>
    <w:rsid w:val="00DC4E76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0253"/>
    <w:rsid w:val="00DF35D4"/>
    <w:rsid w:val="00DF39A3"/>
    <w:rsid w:val="00DF44B5"/>
    <w:rsid w:val="00DF477A"/>
    <w:rsid w:val="00DF4D9B"/>
    <w:rsid w:val="00DF5A28"/>
    <w:rsid w:val="00E02A4E"/>
    <w:rsid w:val="00E02E60"/>
    <w:rsid w:val="00E05BA4"/>
    <w:rsid w:val="00E05F71"/>
    <w:rsid w:val="00E062B2"/>
    <w:rsid w:val="00E07A7F"/>
    <w:rsid w:val="00E07D27"/>
    <w:rsid w:val="00E10344"/>
    <w:rsid w:val="00E10CE9"/>
    <w:rsid w:val="00E113A5"/>
    <w:rsid w:val="00E122AB"/>
    <w:rsid w:val="00E12CC7"/>
    <w:rsid w:val="00E12FAC"/>
    <w:rsid w:val="00E150A9"/>
    <w:rsid w:val="00E15C3D"/>
    <w:rsid w:val="00E169BF"/>
    <w:rsid w:val="00E170D7"/>
    <w:rsid w:val="00E17BC7"/>
    <w:rsid w:val="00E232C7"/>
    <w:rsid w:val="00E23552"/>
    <w:rsid w:val="00E24A6F"/>
    <w:rsid w:val="00E3118A"/>
    <w:rsid w:val="00E31FE6"/>
    <w:rsid w:val="00E325DF"/>
    <w:rsid w:val="00E339B8"/>
    <w:rsid w:val="00E3409E"/>
    <w:rsid w:val="00E34D37"/>
    <w:rsid w:val="00E353AA"/>
    <w:rsid w:val="00E403EE"/>
    <w:rsid w:val="00E43E15"/>
    <w:rsid w:val="00E440AE"/>
    <w:rsid w:val="00E44275"/>
    <w:rsid w:val="00E44965"/>
    <w:rsid w:val="00E46124"/>
    <w:rsid w:val="00E469CB"/>
    <w:rsid w:val="00E471FF"/>
    <w:rsid w:val="00E4793E"/>
    <w:rsid w:val="00E500D0"/>
    <w:rsid w:val="00E5093D"/>
    <w:rsid w:val="00E50A92"/>
    <w:rsid w:val="00E51078"/>
    <w:rsid w:val="00E52692"/>
    <w:rsid w:val="00E52F0D"/>
    <w:rsid w:val="00E53C8B"/>
    <w:rsid w:val="00E545E8"/>
    <w:rsid w:val="00E55212"/>
    <w:rsid w:val="00E5546D"/>
    <w:rsid w:val="00E60DBC"/>
    <w:rsid w:val="00E62043"/>
    <w:rsid w:val="00E63E7B"/>
    <w:rsid w:val="00E66FFD"/>
    <w:rsid w:val="00E72A42"/>
    <w:rsid w:val="00E73A02"/>
    <w:rsid w:val="00E74D88"/>
    <w:rsid w:val="00E763EB"/>
    <w:rsid w:val="00E764D7"/>
    <w:rsid w:val="00E76969"/>
    <w:rsid w:val="00E77C29"/>
    <w:rsid w:val="00E77F3B"/>
    <w:rsid w:val="00E80E2D"/>
    <w:rsid w:val="00E819FB"/>
    <w:rsid w:val="00E82AAF"/>
    <w:rsid w:val="00E83B3B"/>
    <w:rsid w:val="00E84DDB"/>
    <w:rsid w:val="00E86A31"/>
    <w:rsid w:val="00E870AE"/>
    <w:rsid w:val="00E871F0"/>
    <w:rsid w:val="00E87CDF"/>
    <w:rsid w:val="00E90E0F"/>
    <w:rsid w:val="00E92206"/>
    <w:rsid w:val="00E94533"/>
    <w:rsid w:val="00E948CB"/>
    <w:rsid w:val="00E95494"/>
    <w:rsid w:val="00E96469"/>
    <w:rsid w:val="00EA02FC"/>
    <w:rsid w:val="00EA1075"/>
    <w:rsid w:val="00EA3986"/>
    <w:rsid w:val="00EA5A6E"/>
    <w:rsid w:val="00EA607D"/>
    <w:rsid w:val="00EA65D8"/>
    <w:rsid w:val="00EB0503"/>
    <w:rsid w:val="00EB06C9"/>
    <w:rsid w:val="00EB1DE1"/>
    <w:rsid w:val="00EB2387"/>
    <w:rsid w:val="00EB2AB5"/>
    <w:rsid w:val="00EB2EAA"/>
    <w:rsid w:val="00EB3158"/>
    <w:rsid w:val="00EB6123"/>
    <w:rsid w:val="00EB63CF"/>
    <w:rsid w:val="00EB698E"/>
    <w:rsid w:val="00EB6ABD"/>
    <w:rsid w:val="00EB700B"/>
    <w:rsid w:val="00EB7338"/>
    <w:rsid w:val="00EC0245"/>
    <w:rsid w:val="00EC07EF"/>
    <w:rsid w:val="00EC0E9D"/>
    <w:rsid w:val="00EC17D0"/>
    <w:rsid w:val="00EC412A"/>
    <w:rsid w:val="00EC44E8"/>
    <w:rsid w:val="00EC53D3"/>
    <w:rsid w:val="00EC5F21"/>
    <w:rsid w:val="00EC71FF"/>
    <w:rsid w:val="00ED06CD"/>
    <w:rsid w:val="00ED0FA9"/>
    <w:rsid w:val="00ED1042"/>
    <w:rsid w:val="00ED1F1E"/>
    <w:rsid w:val="00ED22A0"/>
    <w:rsid w:val="00ED2457"/>
    <w:rsid w:val="00ED24EC"/>
    <w:rsid w:val="00ED4180"/>
    <w:rsid w:val="00ED41D5"/>
    <w:rsid w:val="00ED4769"/>
    <w:rsid w:val="00EE1294"/>
    <w:rsid w:val="00EE25E9"/>
    <w:rsid w:val="00EE2863"/>
    <w:rsid w:val="00EE346B"/>
    <w:rsid w:val="00EE5807"/>
    <w:rsid w:val="00EE6A13"/>
    <w:rsid w:val="00EE72CB"/>
    <w:rsid w:val="00EE7320"/>
    <w:rsid w:val="00EE77A7"/>
    <w:rsid w:val="00EF1233"/>
    <w:rsid w:val="00EF193D"/>
    <w:rsid w:val="00EF3019"/>
    <w:rsid w:val="00EF34CC"/>
    <w:rsid w:val="00EF3A74"/>
    <w:rsid w:val="00EF56B2"/>
    <w:rsid w:val="00EF69B7"/>
    <w:rsid w:val="00EF6C73"/>
    <w:rsid w:val="00EF7D84"/>
    <w:rsid w:val="00F00D06"/>
    <w:rsid w:val="00F03596"/>
    <w:rsid w:val="00F04762"/>
    <w:rsid w:val="00F05275"/>
    <w:rsid w:val="00F06343"/>
    <w:rsid w:val="00F06F36"/>
    <w:rsid w:val="00F07398"/>
    <w:rsid w:val="00F078C2"/>
    <w:rsid w:val="00F12F4F"/>
    <w:rsid w:val="00F13E83"/>
    <w:rsid w:val="00F13ECF"/>
    <w:rsid w:val="00F14270"/>
    <w:rsid w:val="00F142D2"/>
    <w:rsid w:val="00F1763E"/>
    <w:rsid w:val="00F17966"/>
    <w:rsid w:val="00F17B73"/>
    <w:rsid w:val="00F20058"/>
    <w:rsid w:val="00F21A77"/>
    <w:rsid w:val="00F22D51"/>
    <w:rsid w:val="00F22F35"/>
    <w:rsid w:val="00F23A0A"/>
    <w:rsid w:val="00F24050"/>
    <w:rsid w:val="00F25459"/>
    <w:rsid w:val="00F26DD0"/>
    <w:rsid w:val="00F313DD"/>
    <w:rsid w:val="00F325E9"/>
    <w:rsid w:val="00F3556D"/>
    <w:rsid w:val="00F35BC0"/>
    <w:rsid w:val="00F36078"/>
    <w:rsid w:val="00F365BD"/>
    <w:rsid w:val="00F40417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1F"/>
    <w:rsid w:val="00F551FE"/>
    <w:rsid w:val="00F559A6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2D5D"/>
    <w:rsid w:val="00F75141"/>
    <w:rsid w:val="00F7516E"/>
    <w:rsid w:val="00F7543C"/>
    <w:rsid w:val="00F761DF"/>
    <w:rsid w:val="00F76DD0"/>
    <w:rsid w:val="00F77B9A"/>
    <w:rsid w:val="00F80899"/>
    <w:rsid w:val="00F80970"/>
    <w:rsid w:val="00F80B27"/>
    <w:rsid w:val="00F81BF1"/>
    <w:rsid w:val="00F81C5F"/>
    <w:rsid w:val="00F82424"/>
    <w:rsid w:val="00F82663"/>
    <w:rsid w:val="00F826CB"/>
    <w:rsid w:val="00F83763"/>
    <w:rsid w:val="00F8671D"/>
    <w:rsid w:val="00F87CA7"/>
    <w:rsid w:val="00F900CC"/>
    <w:rsid w:val="00F90B8A"/>
    <w:rsid w:val="00F91C36"/>
    <w:rsid w:val="00F922A0"/>
    <w:rsid w:val="00F9240B"/>
    <w:rsid w:val="00F92E98"/>
    <w:rsid w:val="00F93BA2"/>
    <w:rsid w:val="00F942F5"/>
    <w:rsid w:val="00F94671"/>
    <w:rsid w:val="00F9477D"/>
    <w:rsid w:val="00F94D99"/>
    <w:rsid w:val="00F95FC9"/>
    <w:rsid w:val="00F97C4A"/>
    <w:rsid w:val="00FA0523"/>
    <w:rsid w:val="00FA20F4"/>
    <w:rsid w:val="00FA23F3"/>
    <w:rsid w:val="00FA3A45"/>
    <w:rsid w:val="00FA410C"/>
    <w:rsid w:val="00FA4521"/>
    <w:rsid w:val="00FA4D61"/>
    <w:rsid w:val="00FA4EBC"/>
    <w:rsid w:val="00FA609B"/>
    <w:rsid w:val="00FA6737"/>
    <w:rsid w:val="00FA6801"/>
    <w:rsid w:val="00FA6B68"/>
    <w:rsid w:val="00FA77BA"/>
    <w:rsid w:val="00FB0D61"/>
    <w:rsid w:val="00FB202C"/>
    <w:rsid w:val="00FB3E9F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B0A"/>
    <w:rsid w:val="00FC4EFA"/>
    <w:rsid w:val="00FC539D"/>
    <w:rsid w:val="00FC5E1A"/>
    <w:rsid w:val="00FC7016"/>
    <w:rsid w:val="00FD02E5"/>
    <w:rsid w:val="00FD0830"/>
    <w:rsid w:val="00FD208B"/>
    <w:rsid w:val="00FD2392"/>
    <w:rsid w:val="00FD31EE"/>
    <w:rsid w:val="00FD3F32"/>
    <w:rsid w:val="00FD7DCC"/>
    <w:rsid w:val="00FE0823"/>
    <w:rsid w:val="00FE0859"/>
    <w:rsid w:val="00FE3739"/>
    <w:rsid w:val="00FE39BE"/>
    <w:rsid w:val="00FE5D80"/>
    <w:rsid w:val="00FE67EC"/>
    <w:rsid w:val="00FE7210"/>
    <w:rsid w:val="00FE7296"/>
    <w:rsid w:val="00FE7A4E"/>
    <w:rsid w:val="00FF16BD"/>
    <w:rsid w:val="00FF1AE5"/>
    <w:rsid w:val="00FF4426"/>
    <w:rsid w:val="00FF46BB"/>
    <w:rsid w:val="00FF5E52"/>
    <w:rsid w:val="00FF6278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strokecolor="#020000">
      <v:stroke color="#020000" weight=".96pt"/>
    </o:shapedefaults>
    <o:shapelayout v:ext="edit">
      <o:idmap v:ext="edit" data="2"/>
    </o:shapelayout>
  </w:shapeDefaults>
  <w:decimalSymbol w:val="."/>
  <w:listSeparator w:val=","/>
  <w14:docId w14:val="3894C925"/>
  <w15:docId w15:val="{67C9337D-A8C4-4D5C-8C79-551658BFF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1178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customStyle="1" w:styleId="REMARKS">
    <w:name w:val="REMARKS"/>
    <w:qFormat/>
    <w:rsid w:val="008D6E51"/>
    <w:pPr>
      <w:spacing w:after="220"/>
      <w:ind w:left="1440" w:hanging="1440"/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paragraph" w:customStyle="1" w:styleId="REMARKSparagraph">
    <w:name w:val="REMARKS paragraph"/>
    <w:basedOn w:val="REMARKS"/>
    <w:qFormat/>
    <w:rsid w:val="00283D8B"/>
    <w:pPr>
      <w:keepLines/>
      <w:ind w:firstLine="0"/>
    </w:p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paragraph" w:customStyle="1" w:styleId="Default">
    <w:name w:val="Default"/>
    <w:rsid w:val="000D4FB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RCINSPECTIONMANUAL">
    <w:name w:val="NRC INSPECTION MANUAL"/>
    <w:next w:val="BodyText"/>
    <w:link w:val="NRCINSPECTIONMANUALChar"/>
    <w:qFormat/>
    <w:rsid w:val="008836DD"/>
    <w:pPr>
      <w:tabs>
        <w:tab w:val="center" w:pos="4680"/>
        <w:tab w:val="right" w:pos="9360"/>
      </w:tabs>
      <w:spacing w:after="220"/>
    </w:pPr>
    <w:rPr>
      <w:rFonts w:eastAsiaTheme="minorHAnsi"/>
      <w:sz w:val="20"/>
    </w:rPr>
  </w:style>
  <w:style w:type="character" w:customStyle="1" w:styleId="NRCINSPECTIONMANUALChar">
    <w:name w:val="NRC INSPECTION MANUAL Char"/>
    <w:basedOn w:val="DefaultParagraphFont"/>
    <w:link w:val="NRCINSPECTIONMANUAL"/>
    <w:rsid w:val="008836DD"/>
    <w:rPr>
      <w:rFonts w:eastAsiaTheme="minorHAnsi"/>
      <w:sz w:val="20"/>
    </w:rPr>
  </w:style>
  <w:style w:type="paragraph" w:styleId="BodyText">
    <w:name w:val="Body Text"/>
    <w:basedOn w:val="Normal"/>
    <w:link w:val="BodyTextChar"/>
    <w:semiHidden/>
    <w:unhideWhenUsed/>
    <w:rsid w:val="008836DD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8836DD"/>
  </w:style>
  <w:style w:type="paragraph" w:customStyle="1" w:styleId="IMCIP">
    <w:name w:val="IMC/IP #"/>
    <w:rsid w:val="00E113A5"/>
    <w:pPr>
      <w:widowControl w:val="0"/>
      <w:pBdr>
        <w:top w:val="single" w:sz="8" w:space="3" w:color="auto"/>
        <w:bottom w:val="single" w:sz="8" w:space="3" w:color="auto"/>
      </w:pBdr>
      <w:spacing w:after="220"/>
      <w:jc w:val="center"/>
    </w:pPr>
    <w:rPr>
      <w:rFonts w:eastAsiaTheme="minorHAnsi"/>
      <w:iCs/>
      <w:caps/>
    </w:rPr>
  </w:style>
  <w:style w:type="paragraph" w:styleId="Header">
    <w:name w:val="header"/>
    <w:basedOn w:val="Normal"/>
    <w:link w:val="HeaderChar"/>
    <w:unhideWhenUsed/>
    <w:rsid w:val="001478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478AC"/>
  </w:style>
  <w:style w:type="paragraph" w:styleId="BodyText3">
    <w:name w:val="Body Text 3"/>
    <w:basedOn w:val="REMARKS"/>
    <w:link w:val="BodyText3Char"/>
    <w:unhideWhenUsed/>
    <w:rsid w:val="009A4816"/>
    <w:pPr>
      <w:ind w:firstLine="0"/>
    </w:pPr>
  </w:style>
  <w:style w:type="character" w:customStyle="1" w:styleId="BodyText3Char">
    <w:name w:val="Body Text 3 Char"/>
    <w:basedOn w:val="DefaultParagraphFont"/>
    <w:link w:val="BodyText3"/>
    <w:rsid w:val="009A4816"/>
  </w:style>
  <w:style w:type="character" w:styleId="UnresolvedMention">
    <w:name w:val="Unresolved Mention"/>
    <w:basedOn w:val="DefaultParagraphFont"/>
    <w:uiPriority w:val="99"/>
    <w:semiHidden/>
    <w:unhideWhenUsed/>
    <w:rsid w:val="00882E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12" ma:contentTypeDescription="Create a new document." ma:contentTypeScope="" ma:versionID="404102b2f7d4d580a15a5b668bd98b5c">
  <xsd:schema xmlns:xsd="http://www.w3.org/2001/XMLSchema" xmlns:xs="http://www.w3.org/2001/XMLSchema" xmlns:p="http://schemas.microsoft.com/office/2006/metadata/properties" xmlns:ns1="http://schemas.microsoft.com/sharepoint/v3" xmlns:ns2="bd536709-b854-4f3b-a247-393f1123cff3" xmlns:ns3="4ebc427b-1bcf-4856-a750-efc6bf2bcca6" targetNamespace="http://schemas.microsoft.com/office/2006/metadata/properties" ma:root="true" ma:fieldsID="3204c89ce3fd9e108b9eb81ea67a7956" ns1:_="" ns2:_="" ns3:_="">
    <xsd:import namespace="http://schemas.microsoft.com/sharepoint/v3"/>
    <xsd:import namespace="bd536709-b854-4f3b-a247-393f1123cff3"/>
    <xsd:import namespace="4ebc427b-1bcf-4856-a750-efc6bf2bc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c427b-1bcf-4856-a750-efc6bf2bc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830D03-C395-4433-AFE0-ED7FF280DF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F23D76-C26F-416A-8AAD-0A390F9BC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934759-D1AC-4F42-B952-9EFFA64D54A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7D4831A-BDF9-4D2D-AFFB-783757DA5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d536709-b854-4f3b-a247-393f1123cff3"/>
    <ds:schemaRef ds:uri="4ebc427b-1bcf-4856-a750-efc6bf2bc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8d01475-c3b5-436a-a065-5def4c64f52e}" enabled="0" method="" siteId="{e8d01475-c3b5-436a-a065-5def4c64f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 Bowie</dc:creator>
  <cp:lastModifiedBy>Madeleine Arel</cp:lastModifiedBy>
  <cp:revision>138</cp:revision>
  <dcterms:created xsi:type="dcterms:W3CDTF">2024-09-11T20:47:00Z</dcterms:created>
  <dcterms:modified xsi:type="dcterms:W3CDTF">2025-03-20T19:06:00Z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0x01010029DB37CB91B52542B6AE2623451322B5</vt:lpwstr>
  </property>
</Properties>
</file>